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02" w:rsidRDefault="00A15B02" w:rsidP="00DF3189">
      <w:pPr>
        <w:spacing w:after="120"/>
        <w:rPr>
          <w:b/>
          <w:u w:val="single"/>
        </w:rPr>
      </w:pPr>
      <w:r>
        <w:rPr>
          <w:b/>
          <w:u w:val="single"/>
        </w:rPr>
        <w:t>Ella</w:t>
      </w:r>
    </w:p>
    <w:p w:rsidR="00A15B02" w:rsidRPr="00DF3189" w:rsidRDefault="00A15B02" w:rsidP="00DF3189">
      <w:pPr>
        <w:spacing w:after="120"/>
        <w:rPr>
          <w:i/>
        </w:rPr>
      </w:pPr>
      <w:r w:rsidRPr="00DF3189">
        <w:rPr>
          <w:i/>
        </w:rPr>
        <w:t>La bestia domesticando al humano.</w:t>
      </w:r>
    </w:p>
    <w:p w:rsidR="00A15B02" w:rsidRDefault="00A15B02" w:rsidP="00366E80">
      <w:pPr>
        <w:rPr>
          <w:i/>
          <w:color w:val="595959"/>
        </w:rPr>
      </w:pPr>
    </w:p>
    <w:p w:rsidR="00A15B02" w:rsidRPr="00007569" w:rsidRDefault="00A15B02" w:rsidP="00366E80">
      <w:pPr>
        <w:rPr>
          <w:i/>
          <w:color w:val="595959"/>
        </w:rPr>
      </w:pPr>
      <w:r>
        <w:rPr>
          <w:i/>
          <w:color w:val="595959"/>
        </w:rPr>
        <w:t>(Salir debe ser el resultado inevitable de tomar conciencia de estar dentro</w:t>
      </w:r>
      <w:r w:rsidRPr="00007569">
        <w:rPr>
          <w:i/>
          <w:color w:val="595959"/>
        </w:rPr>
        <w:t>)</w:t>
      </w:r>
      <w:r>
        <w:rPr>
          <w:i/>
          <w:color w:val="595959"/>
        </w:rPr>
        <w:t>.</w:t>
      </w:r>
    </w:p>
    <w:p w:rsidR="00A15B02" w:rsidRDefault="00A15B02"/>
    <w:p w:rsidR="00A15B02" w:rsidRDefault="00A15B02">
      <w:r>
        <w:t xml:space="preserve">Ya ni siquiera recordaba lo que se sentía al ser deseada, conquistada, querida. Tiempo y tiempo fabricando una historia de amor junto a otro, ella sola. </w:t>
      </w:r>
    </w:p>
    <w:p w:rsidR="00A15B02" w:rsidRDefault="00A15B02"/>
    <w:p w:rsidR="00A15B02" w:rsidRDefault="00A15B02">
      <w:r>
        <w:t xml:space="preserve">Reconocerlo fue duro, no tenía cabida en su capacidad de aceptación. Difícil admitir el tiempo invertido en lo absurdo, drenada por intentos que él absorbía y guardaba para sí, sólo para sí, tragándolos y haciéndolos desaparecer. Así que el proceso de despertar fue lento pero, sobre todo, intermitente. En ocasiones con períodos de desesperanza, a veces de lucidez; otros, la mayoría, de desesperación. Y un poso de desprecio. </w:t>
      </w:r>
    </w:p>
    <w:p w:rsidR="00A15B02" w:rsidRDefault="00A15B02"/>
    <w:p w:rsidR="00A15B02" w:rsidRDefault="00A15B02">
      <w:r>
        <w:t xml:space="preserve">Él, dormido y hambriento, seguía acercándose en busca de alimento. A veces violento, a veces meloso. Finalmente, el desprecio fue el aura que vibraba entre ambos. A ojos de él, ella le había retirado lo que le pertenecía. </w:t>
      </w:r>
    </w:p>
    <w:p w:rsidR="00A15B02" w:rsidRDefault="00A15B02"/>
    <w:p w:rsidR="00A15B02" w:rsidRDefault="00A15B02">
      <w:r>
        <w:t xml:space="preserve">Había que huir de allí, de ese enjambre de miradas hostiles y sonidos punzantes. </w:t>
      </w:r>
    </w:p>
    <w:p w:rsidR="00A15B02" w:rsidRDefault="00A15B02"/>
    <w:p w:rsidR="00A15B02" w:rsidRDefault="00A15B02">
      <w:r>
        <w:t xml:space="preserve">Pero su mente no podía configurar la idea de salida. Demasiado sumergida en el tiempo lánguido y cruel. </w:t>
      </w:r>
    </w:p>
    <w:p w:rsidR="00A15B02" w:rsidRDefault="00A15B02"/>
    <w:p w:rsidR="00A15B02" w:rsidRDefault="00A15B02">
      <w:r>
        <w:t xml:space="preserve">Su imaginación no podía realizar el esfuerzo de configurar una visión sin la ayuda de su corazón, y éste había olvidado cómo latía al amor. </w:t>
      </w:r>
    </w:p>
    <w:p w:rsidR="00A15B02" w:rsidRDefault="00A15B02"/>
    <w:p w:rsidR="00A15B02" w:rsidRDefault="00A15B02">
      <w:r>
        <w:t xml:space="preserve">Buscó un recuerdo. Y pudo vislumbrar situaciones diversas, mensajes, llamadas, risas, pero no pudo conectar la emoción. Entonces pidió ayuda. Soltó su cuerpo al tiempo que advertía su tensión, y cerró los ojos. </w:t>
      </w:r>
    </w:p>
    <w:p w:rsidR="00A15B02" w:rsidRDefault="00A15B02"/>
    <w:p w:rsidR="00A15B02" w:rsidRDefault="00A15B02">
      <w:r>
        <w:t xml:space="preserve">En la oscuridad, comenzó a visualizar un resplandor tenue que aparecía y se diluía, una y otra vez, hasta que de más allá de éste surgió una majestuosa, brillante, potente luz que, tras reclamar su atención, desapareció. </w:t>
      </w:r>
    </w:p>
    <w:p w:rsidR="00A15B02" w:rsidRDefault="00A15B02"/>
    <w:p w:rsidR="00A15B02" w:rsidRDefault="00A15B02">
      <w:r>
        <w:t xml:space="preserve">Había otro mundo, una realidad de pureza implacable. Sólo pudo, al percibirlo, comprender una cosa: ella no estaba allí, sin embargo aquello le pertenecía. Y un conocimiento se desplegó en su mente: </w:t>
      </w:r>
    </w:p>
    <w:p w:rsidR="00A15B02" w:rsidRDefault="00A15B02"/>
    <w:p w:rsidR="00A15B02" w:rsidRDefault="00A15B02">
      <w:r>
        <w:t>“</w:t>
      </w:r>
      <w:r w:rsidRPr="00BD78B2">
        <w:rPr>
          <w:i/>
        </w:rPr>
        <w:t>Es tu mundo, y de él formas la belleza de éste. Todo lo demás es imaginado, y puede morir en cualquier momento que decidas, pero sólo a expensas de la luz que eres</w:t>
      </w:r>
      <w:r>
        <w:t xml:space="preserve">”. </w:t>
      </w:r>
    </w:p>
    <w:p w:rsidR="00A15B02" w:rsidRDefault="00A15B02"/>
    <w:p w:rsidR="00A15B02" w:rsidRDefault="00A15B02">
      <w:r>
        <w:t>Entonces, se hizo evidente que ese era el ‘lugar’ donde pertenecían sus emociones bellas, la materialización de ellas en esta realidad. ¿Y él? ¿Qué vive él?</w:t>
      </w:r>
    </w:p>
    <w:p w:rsidR="00A15B02" w:rsidRDefault="00A15B02"/>
    <w:p w:rsidR="00A15B02" w:rsidRPr="0017009F" w:rsidRDefault="00A15B02">
      <w:pPr>
        <w:rPr>
          <w:i/>
        </w:rPr>
      </w:pPr>
      <w:r w:rsidRPr="0017009F">
        <w:rPr>
          <w:i/>
        </w:rPr>
        <w:t>“Vive en la oscuridad absoluta, consume tu luz; sin ella no puede sentir que es alguien. Por eso te busca, y por eso lo hace desde el instinto, sin amor. Sólo puede amarte a través de tu amor, por eso es que si no se lo das, él no te lo puede dar a ti. Por eso te has sentido siempre sola con él”</w:t>
      </w:r>
      <w:r>
        <w:rPr>
          <w:i/>
        </w:rPr>
        <w:t>.</w:t>
      </w:r>
    </w:p>
    <w:p w:rsidR="00A15B02" w:rsidRDefault="00A15B02"/>
    <w:p w:rsidR="00A15B02" w:rsidRDefault="00A15B02" w:rsidP="00FF101D">
      <w:r>
        <w:t>¿Qué puedo hacer para salvarme, entonces, sin dañarle?, preguntó, en su interior.</w:t>
      </w:r>
    </w:p>
    <w:p w:rsidR="00A15B02" w:rsidRDefault="00A15B02" w:rsidP="00FF101D"/>
    <w:p w:rsidR="00A15B02" w:rsidRPr="002F351F" w:rsidRDefault="00A15B02" w:rsidP="00FF101D">
      <w:pPr>
        <w:rPr>
          <w:i/>
        </w:rPr>
      </w:pPr>
      <w:r w:rsidRPr="002F351F">
        <w:rPr>
          <w:i/>
        </w:rPr>
        <w:t>“No hay qué dañar. Puedes alimentar eternamente la oscuridad o dejar de hacerlo ahora. Tu búsqueda en este momento es la luz, y ahí está tu amor, pero no le encontrarás a él. Es tu elección”.</w:t>
      </w:r>
    </w:p>
    <w:p w:rsidR="00A15B02" w:rsidRDefault="00A15B02" w:rsidP="00FF101D"/>
    <w:p w:rsidR="00A15B02" w:rsidRDefault="00A15B02" w:rsidP="00FF101D">
      <w:r>
        <w:t xml:space="preserve">¡Quiero la luz! ¡Quiero sentir amor! </w:t>
      </w:r>
    </w:p>
    <w:p w:rsidR="00A15B02" w:rsidRDefault="00A15B02" w:rsidP="00FF101D"/>
    <w:p w:rsidR="00A15B02" w:rsidRDefault="00A15B02" w:rsidP="00EA7635">
      <w:r>
        <w:t xml:space="preserve">En ese momento, dejó de suceder cualquier cosa. Todo era posible, pero nada ‘era’. Tomó contacto con su naturaleza y ¡sí, lo halló!, ¡libertad!, un enorme espacio de libertad en espera de ser recorrido, una comprensión absoluta que llenó todo de perdón, y un incipiente deseo de avanzar hacia otro destino. </w:t>
      </w:r>
    </w:p>
    <w:p w:rsidR="00A15B02" w:rsidRDefault="00A15B02" w:rsidP="00EA7635"/>
    <w:p w:rsidR="00A15B02" w:rsidRPr="005442A2" w:rsidRDefault="00A15B02" w:rsidP="005C662D">
      <w:r w:rsidRPr="005442A2">
        <w:t xml:space="preserve">Se incorporó. De manera mecánica encendió el teléfono y, pasados unos segundos, sonó un mensaje. Cuando lo escucho supo que había pasado una frontera. Aquella persona había quedado en el cruce cuando emergió </w:t>
      </w:r>
      <w:r>
        <w:t>la</w:t>
      </w:r>
      <w:r w:rsidRPr="005442A2">
        <w:t xml:space="preserve"> trampa y, tras años, contactaba de nuevo con ella, cuidadoso, tímido, pero, como antes, amable, seductor. </w:t>
      </w:r>
    </w:p>
    <w:p w:rsidR="00A15B02" w:rsidRDefault="00A15B02" w:rsidP="00EA7635"/>
    <w:p w:rsidR="00A15B02" w:rsidRDefault="00A15B02" w:rsidP="00EA7635">
      <w:r>
        <w:t>Apagó de nuevo el teléfono para sentir conscientemente. Su corazón palpitó, una vez más, en la vibración de la ilusión y el amor.</w:t>
      </w:r>
    </w:p>
    <w:p w:rsidR="00A15B02" w:rsidRDefault="00A15B02" w:rsidP="00EA7635"/>
    <w:p w:rsidR="00A15B02" w:rsidRDefault="00A15B02" w:rsidP="00EA7635">
      <w:r>
        <w:t xml:space="preserve">Todo había acabado. </w:t>
      </w:r>
    </w:p>
    <w:p w:rsidR="00A15B02" w:rsidRDefault="00A15B02" w:rsidP="00EA7635"/>
    <w:p w:rsidR="00A15B02" w:rsidRDefault="00A15B02" w:rsidP="00EA7635">
      <w:r>
        <w:t>Todo empezaba.</w:t>
      </w:r>
    </w:p>
    <w:p w:rsidR="00A15B02" w:rsidRDefault="00A15B02" w:rsidP="00EA7635"/>
    <w:p w:rsidR="00A15B02" w:rsidRDefault="00A15B02" w:rsidP="00EA7635"/>
    <w:p w:rsidR="00A15B02" w:rsidRPr="00221FE6" w:rsidRDefault="00A15B02" w:rsidP="00A12FF1">
      <w:pPr>
        <w:spacing w:after="0"/>
        <w:rPr>
          <w:i/>
          <w:color w:val="595959"/>
        </w:rPr>
      </w:pPr>
      <w:r w:rsidRPr="00221FE6">
        <w:rPr>
          <w:i/>
          <w:color w:val="595959"/>
        </w:rPr>
        <w:t>Graciela Bárbulo</w:t>
      </w:r>
    </w:p>
    <w:p w:rsidR="00A15B02" w:rsidRPr="00221FE6" w:rsidRDefault="00A15B02" w:rsidP="00A12FF1">
      <w:pPr>
        <w:spacing w:after="0"/>
        <w:rPr>
          <w:i/>
          <w:color w:val="595959"/>
          <w:lang w:val="pt-PT"/>
        </w:rPr>
      </w:pPr>
      <w:r w:rsidRPr="00221FE6">
        <w:rPr>
          <w:i/>
          <w:color w:val="595959"/>
          <w:lang w:val="pt-PT"/>
        </w:rPr>
        <w:t xml:space="preserve">24 de agosto de 2013 </w:t>
      </w:r>
    </w:p>
    <w:p w:rsidR="00A15B02" w:rsidRDefault="00A15B02" w:rsidP="00A12FF1">
      <w:pPr>
        <w:spacing w:after="0"/>
        <w:rPr>
          <w:i/>
          <w:color w:val="595959"/>
          <w:lang w:val="pt-PT"/>
        </w:rPr>
      </w:pPr>
      <w:hyperlink r:id="rId5" w:history="1">
        <w:r w:rsidRPr="009462DC">
          <w:rPr>
            <w:rStyle w:val="Hyperlink"/>
            <w:i/>
            <w:lang w:val="pt-PT"/>
          </w:rPr>
          <w:t>www.gracielabarbulo.com</w:t>
        </w:r>
      </w:hyperlink>
    </w:p>
    <w:p w:rsidR="00A15B02" w:rsidRPr="00221FE6" w:rsidRDefault="00A15B02" w:rsidP="00A12FF1">
      <w:pPr>
        <w:spacing w:after="0"/>
        <w:rPr>
          <w:i/>
          <w:color w:val="595959"/>
          <w:lang w:val="pt-PT"/>
        </w:rPr>
      </w:pPr>
    </w:p>
    <w:p w:rsidR="00A15B02" w:rsidRPr="00A12FF1" w:rsidRDefault="00A15B02" w:rsidP="00EA7635">
      <w:pPr>
        <w:rPr>
          <w:lang w:val="pt-PT"/>
        </w:rPr>
      </w:pPr>
    </w:p>
    <w:p w:rsidR="00A15B02" w:rsidRPr="00A12FF1" w:rsidRDefault="00A15B02" w:rsidP="00EA7635">
      <w:pPr>
        <w:rPr>
          <w:lang w:val="pt-PT"/>
        </w:rPr>
      </w:pPr>
    </w:p>
    <w:p w:rsidR="00A15B02" w:rsidRPr="00A12FF1" w:rsidRDefault="00A15B02" w:rsidP="00EA7635">
      <w:pPr>
        <w:rPr>
          <w:lang w:val="pt-PT"/>
        </w:rPr>
      </w:pPr>
    </w:p>
    <w:sectPr w:rsidR="00A15B02" w:rsidRPr="00A12FF1" w:rsidSect="00AB68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2A06"/>
    <w:multiLevelType w:val="hybridMultilevel"/>
    <w:tmpl w:val="40D0E61C"/>
    <w:lvl w:ilvl="0" w:tplc="2CECADA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66F7"/>
    <w:rsid w:val="000007AF"/>
    <w:rsid w:val="0000347B"/>
    <w:rsid w:val="000050B8"/>
    <w:rsid w:val="00005E18"/>
    <w:rsid w:val="00007569"/>
    <w:rsid w:val="00023DCB"/>
    <w:rsid w:val="0003478C"/>
    <w:rsid w:val="00037498"/>
    <w:rsid w:val="00046B69"/>
    <w:rsid w:val="000502ED"/>
    <w:rsid w:val="00056C96"/>
    <w:rsid w:val="00063F12"/>
    <w:rsid w:val="00066C53"/>
    <w:rsid w:val="00070464"/>
    <w:rsid w:val="00075053"/>
    <w:rsid w:val="00075B54"/>
    <w:rsid w:val="0009000D"/>
    <w:rsid w:val="00091CBB"/>
    <w:rsid w:val="00093CEA"/>
    <w:rsid w:val="000A6684"/>
    <w:rsid w:val="000B3324"/>
    <w:rsid w:val="000B43A3"/>
    <w:rsid w:val="000C3AEE"/>
    <w:rsid w:val="000C3DC9"/>
    <w:rsid w:val="000C4C53"/>
    <w:rsid w:val="000C64B6"/>
    <w:rsid w:val="000D0DB0"/>
    <w:rsid w:val="000E0659"/>
    <w:rsid w:val="000E1ED4"/>
    <w:rsid w:val="000E43E4"/>
    <w:rsid w:val="000E4D69"/>
    <w:rsid w:val="000F05C1"/>
    <w:rsid w:val="000F11E1"/>
    <w:rsid w:val="000F18BD"/>
    <w:rsid w:val="00102C49"/>
    <w:rsid w:val="0012220E"/>
    <w:rsid w:val="00125609"/>
    <w:rsid w:val="0015505D"/>
    <w:rsid w:val="00155321"/>
    <w:rsid w:val="001570F4"/>
    <w:rsid w:val="001648F3"/>
    <w:rsid w:val="0017009F"/>
    <w:rsid w:val="00174D5A"/>
    <w:rsid w:val="001751AE"/>
    <w:rsid w:val="00197766"/>
    <w:rsid w:val="001A616A"/>
    <w:rsid w:val="001B5591"/>
    <w:rsid w:val="001C06B2"/>
    <w:rsid w:val="001C5D1B"/>
    <w:rsid w:val="001C66C3"/>
    <w:rsid w:val="001D2FBF"/>
    <w:rsid w:val="001D3CEF"/>
    <w:rsid w:val="001E28B8"/>
    <w:rsid w:val="001F0263"/>
    <w:rsid w:val="00200A76"/>
    <w:rsid w:val="002068DB"/>
    <w:rsid w:val="00215F0C"/>
    <w:rsid w:val="00221FE6"/>
    <w:rsid w:val="00223BC7"/>
    <w:rsid w:val="002309EC"/>
    <w:rsid w:val="00233D02"/>
    <w:rsid w:val="00233E2B"/>
    <w:rsid w:val="0023554D"/>
    <w:rsid w:val="00262CBB"/>
    <w:rsid w:val="0028300A"/>
    <w:rsid w:val="00287525"/>
    <w:rsid w:val="00292484"/>
    <w:rsid w:val="002A56BB"/>
    <w:rsid w:val="002B597A"/>
    <w:rsid w:val="002C7A36"/>
    <w:rsid w:val="002D506C"/>
    <w:rsid w:val="002D6D9F"/>
    <w:rsid w:val="002E1687"/>
    <w:rsid w:val="002E2CB9"/>
    <w:rsid w:val="002F351F"/>
    <w:rsid w:val="003069AF"/>
    <w:rsid w:val="00311E1A"/>
    <w:rsid w:val="00315384"/>
    <w:rsid w:val="00332753"/>
    <w:rsid w:val="003344CE"/>
    <w:rsid w:val="00343C97"/>
    <w:rsid w:val="003442E1"/>
    <w:rsid w:val="0035658F"/>
    <w:rsid w:val="0036443A"/>
    <w:rsid w:val="00366E80"/>
    <w:rsid w:val="0036703C"/>
    <w:rsid w:val="00387B0A"/>
    <w:rsid w:val="00395624"/>
    <w:rsid w:val="003A51DE"/>
    <w:rsid w:val="003A69F2"/>
    <w:rsid w:val="003B0558"/>
    <w:rsid w:val="003B20C8"/>
    <w:rsid w:val="003B3B35"/>
    <w:rsid w:val="003C1064"/>
    <w:rsid w:val="003C5659"/>
    <w:rsid w:val="003D0B97"/>
    <w:rsid w:val="003D2643"/>
    <w:rsid w:val="003D5279"/>
    <w:rsid w:val="003F63D8"/>
    <w:rsid w:val="00426BE4"/>
    <w:rsid w:val="00426FBF"/>
    <w:rsid w:val="004276CD"/>
    <w:rsid w:val="00433F86"/>
    <w:rsid w:val="00437E2E"/>
    <w:rsid w:val="004518B5"/>
    <w:rsid w:val="004650DF"/>
    <w:rsid w:val="00470CEE"/>
    <w:rsid w:val="00473AC8"/>
    <w:rsid w:val="004767F6"/>
    <w:rsid w:val="00497763"/>
    <w:rsid w:val="004C0B28"/>
    <w:rsid w:val="004C1EC5"/>
    <w:rsid w:val="004D4F1C"/>
    <w:rsid w:val="004D66F7"/>
    <w:rsid w:val="004D7EB6"/>
    <w:rsid w:val="004E0E0D"/>
    <w:rsid w:val="004E6825"/>
    <w:rsid w:val="0050037C"/>
    <w:rsid w:val="005071F8"/>
    <w:rsid w:val="00521D0D"/>
    <w:rsid w:val="00526ED0"/>
    <w:rsid w:val="005420A8"/>
    <w:rsid w:val="005442A2"/>
    <w:rsid w:val="0054760E"/>
    <w:rsid w:val="00556A6B"/>
    <w:rsid w:val="0056234A"/>
    <w:rsid w:val="0056462B"/>
    <w:rsid w:val="0056592B"/>
    <w:rsid w:val="00565AE0"/>
    <w:rsid w:val="00566793"/>
    <w:rsid w:val="00570DA1"/>
    <w:rsid w:val="00570EA0"/>
    <w:rsid w:val="00573155"/>
    <w:rsid w:val="00584A44"/>
    <w:rsid w:val="00586605"/>
    <w:rsid w:val="00592ABF"/>
    <w:rsid w:val="00594FDC"/>
    <w:rsid w:val="005A648F"/>
    <w:rsid w:val="005B4603"/>
    <w:rsid w:val="005B50B7"/>
    <w:rsid w:val="005C3482"/>
    <w:rsid w:val="005C662D"/>
    <w:rsid w:val="005D2FFA"/>
    <w:rsid w:val="005E0648"/>
    <w:rsid w:val="005E0DB2"/>
    <w:rsid w:val="005F489E"/>
    <w:rsid w:val="0060072D"/>
    <w:rsid w:val="006013CF"/>
    <w:rsid w:val="00612F8B"/>
    <w:rsid w:val="00621771"/>
    <w:rsid w:val="00626092"/>
    <w:rsid w:val="006373EA"/>
    <w:rsid w:val="00655E37"/>
    <w:rsid w:val="00664A97"/>
    <w:rsid w:val="006677AE"/>
    <w:rsid w:val="00667FA2"/>
    <w:rsid w:val="00674B32"/>
    <w:rsid w:val="00675D6A"/>
    <w:rsid w:val="00680DFB"/>
    <w:rsid w:val="006817E3"/>
    <w:rsid w:val="0068503A"/>
    <w:rsid w:val="00695CDE"/>
    <w:rsid w:val="00697B5E"/>
    <w:rsid w:val="006A2C77"/>
    <w:rsid w:val="006B541A"/>
    <w:rsid w:val="006B67A3"/>
    <w:rsid w:val="006B706B"/>
    <w:rsid w:val="006C257F"/>
    <w:rsid w:val="006D7C76"/>
    <w:rsid w:val="006E130C"/>
    <w:rsid w:val="007165D1"/>
    <w:rsid w:val="00717038"/>
    <w:rsid w:val="007179CC"/>
    <w:rsid w:val="00735073"/>
    <w:rsid w:val="00737D44"/>
    <w:rsid w:val="00741273"/>
    <w:rsid w:val="007524A2"/>
    <w:rsid w:val="007578A9"/>
    <w:rsid w:val="0076659D"/>
    <w:rsid w:val="007766ED"/>
    <w:rsid w:val="00784953"/>
    <w:rsid w:val="00786FFC"/>
    <w:rsid w:val="007A5D67"/>
    <w:rsid w:val="007C07C2"/>
    <w:rsid w:val="007C5C3B"/>
    <w:rsid w:val="007C6E69"/>
    <w:rsid w:val="007D0368"/>
    <w:rsid w:val="007D2C2C"/>
    <w:rsid w:val="007E31AD"/>
    <w:rsid w:val="007E45FE"/>
    <w:rsid w:val="007E6673"/>
    <w:rsid w:val="007F3051"/>
    <w:rsid w:val="007F3D4A"/>
    <w:rsid w:val="00800EE9"/>
    <w:rsid w:val="00801798"/>
    <w:rsid w:val="00803E59"/>
    <w:rsid w:val="00804CA9"/>
    <w:rsid w:val="0080559D"/>
    <w:rsid w:val="00813C89"/>
    <w:rsid w:val="008156F0"/>
    <w:rsid w:val="008157A8"/>
    <w:rsid w:val="0081592C"/>
    <w:rsid w:val="0082354F"/>
    <w:rsid w:val="00825278"/>
    <w:rsid w:val="00830158"/>
    <w:rsid w:val="008343BF"/>
    <w:rsid w:val="00837C22"/>
    <w:rsid w:val="00841A92"/>
    <w:rsid w:val="008420CB"/>
    <w:rsid w:val="00843A26"/>
    <w:rsid w:val="00844652"/>
    <w:rsid w:val="00844C33"/>
    <w:rsid w:val="0084506F"/>
    <w:rsid w:val="0085315B"/>
    <w:rsid w:val="00855311"/>
    <w:rsid w:val="008570C2"/>
    <w:rsid w:val="0086083B"/>
    <w:rsid w:val="0088100C"/>
    <w:rsid w:val="0088567B"/>
    <w:rsid w:val="00891EDA"/>
    <w:rsid w:val="00893345"/>
    <w:rsid w:val="008A1A7C"/>
    <w:rsid w:val="008A22DC"/>
    <w:rsid w:val="008B0676"/>
    <w:rsid w:val="008C07F1"/>
    <w:rsid w:val="008D1ACA"/>
    <w:rsid w:val="008E78AF"/>
    <w:rsid w:val="008F0860"/>
    <w:rsid w:val="008F5EC1"/>
    <w:rsid w:val="009038E2"/>
    <w:rsid w:val="00917037"/>
    <w:rsid w:val="00917D8D"/>
    <w:rsid w:val="00921FD6"/>
    <w:rsid w:val="00927C62"/>
    <w:rsid w:val="00934070"/>
    <w:rsid w:val="0093424A"/>
    <w:rsid w:val="00936C46"/>
    <w:rsid w:val="0094273C"/>
    <w:rsid w:val="009462DC"/>
    <w:rsid w:val="009568FC"/>
    <w:rsid w:val="00960C0C"/>
    <w:rsid w:val="00961DEC"/>
    <w:rsid w:val="00965AF2"/>
    <w:rsid w:val="009812D1"/>
    <w:rsid w:val="009876AF"/>
    <w:rsid w:val="00990C2D"/>
    <w:rsid w:val="00990DC1"/>
    <w:rsid w:val="009914BF"/>
    <w:rsid w:val="009A5581"/>
    <w:rsid w:val="009C465B"/>
    <w:rsid w:val="009D0E2B"/>
    <w:rsid w:val="009D2230"/>
    <w:rsid w:val="009D4564"/>
    <w:rsid w:val="009E3A49"/>
    <w:rsid w:val="009F218A"/>
    <w:rsid w:val="009F6D08"/>
    <w:rsid w:val="00A07007"/>
    <w:rsid w:val="00A11BB1"/>
    <w:rsid w:val="00A12FF1"/>
    <w:rsid w:val="00A15B02"/>
    <w:rsid w:val="00A229D4"/>
    <w:rsid w:val="00A23B42"/>
    <w:rsid w:val="00A313C5"/>
    <w:rsid w:val="00A361A0"/>
    <w:rsid w:val="00A36B91"/>
    <w:rsid w:val="00A40BCF"/>
    <w:rsid w:val="00A42A8C"/>
    <w:rsid w:val="00A63CB3"/>
    <w:rsid w:val="00A654B9"/>
    <w:rsid w:val="00A71B61"/>
    <w:rsid w:val="00A90848"/>
    <w:rsid w:val="00A92D69"/>
    <w:rsid w:val="00A95333"/>
    <w:rsid w:val="00AA0F8A"/>
    <w:rsid w:val="00AA2F3E"/>
    <w:rsid w:val="00AA7FA9"/>
    <w:rsid w:val="00AB1D32"/>
    <w:rsid w:val="00AB6866"/>
    <w:rsid w:val="00AB73A4"/>
    <w:rsid w:val="00AC0673"/>
    <w:rsid w:val="00AD3107"/>
    <w:rsid w:val="00AD720E"/>
    <w:rsid w:val="00AE0CDB"/>
    <w:rsid w:val="00AE1798"/>
    <w:rsid w:val="00AE5E9B"/>
    <w:rsid w:val="00AE657C"/>
    <w:rsid w:val="00B11C54"/>
    <w:rsid w:val="00B314EC"/>
    <w:rsid w:val="00B40738"/>
    <w:rsid w:val="00B50944"/>
    <w:rsid w:val="00B52A1F"/>
    <w:rsid w:val="00B66B70"/>
    <w:rsid w:val="00B703B8"/>
    <w:rsid w:val="00B804FD"/>
    <w:rsid w:val="00B810BC"/>
    <w:rsid w:val="00B91054"/>
    <w:rsid w:val="00B96494"/>
    <w:rsid w:val="00BB024C"/>
    <w:rsid w:val="00BB2A42"/>
    <w:rsid w:val="00BB6F0C"/>
    <w:rsid w:val="00BC2E72"/>
    <w:rsid w:val="00BD78B2"/>
    <w:rsid w:val="00BE6208"/>
    <w:rsid w:val="00BF7313"/>
    <w:rsid w:val="00C0045F"/>
    <w:rsid w:val="00C03057"/>
    <w:rsid w:val="00C03EA6"/>
    <w:rsid w:val="00C126D2"/>
    <w:rsid w:val="00C159E7"/>
    <w:rsid w:val="00C30B8A"/>
    <w:rsid w:val="00C31BCC"/>
    <w:rsid w:val="00C350E7"/>
    <w:rsid w:val="00C36309"/>
    <w:rsid w:val="00C40138"/>
    <w:rsid w:val="00C430E0"/>
    <w:rsid w:val="00C458CD"/>
    <w:rsid w:val="00C503C8"/>
    <w:rsid w:val="00C534D5"/>
    <w:rsid w:val="00C5408F"/>
    <w:rsid w:val="00C5471B"/>
    <w:rsid w:val="00C57202"/>
    <w:rsid w:val="00C62804"/>
    <w:rsid w:val="00C65DE0"/>
    <w:rsid w:val="00C660F4"/>
    <w:rsid w:val="00C95212"/>
    <w:rsid w:val="00C96D82"/>
    <w:rsid w:val="00C96E5F"/>
    <w:rsid w:val="00CB41F6"/>
    <w:rsid w:val="00CC475D"/>
    <w:rsid w:val="00CD3608"/>
    <w:rsid w:val="00CF3DF1"/>
    <w:rsid w:val="00CF63D1"/>
    <w:rsid w:val="00CF63F4"/>
    <w:rsid w:val="00D079F8"/>
    <w:rsid w:val="00D11608"/>
    <w:rsid w:val="00D2014A"/>
    <w:rsid w:val="00D22C60"/>
    <w:rsid w:val="00D30699"/>
    <w:rsid w:val="00D378E7"/>
    <w:rsid w:val="00D40346"/>
    <w:rsid w:val="00D54130"/>
    <w:rsid w:val="00D760B5"/>
    <w:rsid w:val="00D8623E"/>
    <w:rsid w:val="00D86C47"/>
    <w:rsid w:val="00D951B0"/>
    <w:rsid w:val="00DB518B"/>
    <w:rsid w:val="00DD1989"/>
    <w:rsid w:val="00DE2196"/>
    <w:rsid w:val="00DF3189"/>
    <w:rsid w:val="00E0364B"/>
    <w:rsid w:val="00E0417F"/>
    <w:rsid w:val="00E231F3"/>
    <w:rsid w:val="00E23365"/>
    <w:rsid w:val="00E27746"/>
    <w:rsid w:val="00E305A6"/>
    <w:rsid w:val="00E402E9"/>
    <w:rsid w:val="00E421B8"/>
    <w:rsid w:val="00E44966"/>
    <w:rsid w:val="00E47BA9"/>
    <w:rsid w:val="00E557FA"/>
    <w:rsid w:val="00E65A8D"/>
    <w:rsid w:val="00E76CF0"/>
    <w:rsid w:val="00E913EF"/>
    <w:rsid w:val="00E919C5"/>
    <w:rsid w:val="00E945C1"/>
    <w:rsid w:val="00E94B30"/>
    <w:rsid w:val="00EA4DE5"/>
    <w:rsid w:val="00EA5935"/>
    <w:rsid w:val="00EA7635"/>
    <w:rsid w:val="00EB2BF3"/>
    <w:rsid w:val="00EB42E7"/>
    <w:rsid w:val="00EB526D"/>
    <w:rsid w:val="00EC2555"/>
    <w:rsid w:val="00EC50B7"/>
    <w:rsid w:val="00EC607F"/>
    <w:rsid w:val="00ED55E4"/>
    <w:rsid w:val="00EE5783"/>
    <w:rsid w:val="00F0162E"/>
    <w:rsid w:val="00F138B2"/>
    <w:rsid w:val="00F13A95"/>
    <w:rsid w:val="00F158D8"/>
    <w:rsid w:val="00F16A1D"/>
    <w:rsid w:val="00F20996"/>
    <w:rsid w:val="00F20D46"/>
    <w:rsid w:val="00F24748"/>
    <w:rsid w:val="00F271C8"/>
    <w:rsid w:val="00F40D6E"/>
    <w:rsid w:val="00F410C1"/>
    <w:rsid w:val="00F45257"/>
    <w:rsid w:val="00F55F4E"/>
    <w:rsid w:val="00F74428"/>
    <w:rsid w:val="00F97100"/>
    <w:rsid w:val="00F97300"/>
    <w:rsid w:val="00FB5D07"/>
    <w:rsid w:val="00FC12F2"/>
    <w:rsid w:val="00FC5976"/>
    <w:rsid w:val="00FC5ED7"/>
    <w:rsid w:val="00FC64D1"/>
    <w:rsid w:val="00FD373C"/>
    <w:rsid w:val="00FD56BF"/>
    <w:rsid w:val="00FD6ADF"/>
    <w:rsid w:val="00FE1634"/>
    <w:rsid w:val="00FE23E7"/>
    <w:rsid w:val="00FE6CED"/>
    <w:rsid w:val="00FE7E63"/>
    <w:rsid w:val="00FF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866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A763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21FE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0162E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racielabarbul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</TotalTime>
  <Pages>3</Pages>
  <Words>576</Words>
  <Characters>3172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Ella</dc:title>
  <dc:subject/>
  <dc:creator>pc</dc:creator>
  <cp:keywords/>
  <dc:description/>
  <cp:lastModifiedBy>pc</cp:lastModifiedBy>
  <cp:revision>2</cp:revision>
  <dcterms:created xsi:type="dcterms:W3CDTF">2013-08-24T23:58:00Z</dcterms:created>
  <dcterms:modified xsi:type="dcterms:W3CDTF">2013-08-24T23:58:00Z</dcterms:modified>
</cp:coreProperties>
</file>