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403" w:rsidRPr="00360215" w:rsidRDefault="00EC4403" w:rsidP="00360215">
      <w:pPr>
        <w:jc w:val="center"/>
        <w:rPr>
          <w:rFonts w:ascii="Trebuchet MS" w:hAnsi="Trebuchet MS"/>
          <w:smallCaps/>
          <w:shadow/>
          <w:sz w:val="32"/>
          <w:szCs w:val="32"/>
        </w:rPr>
      </w:pPr>
      <w:r w:rsidRPr="00360215">
        <w:rPr>
          <w:rFonts w:ascii="Trebuchet MS" w:hAnsi="Trebuchet MS"/>
          <w:smallCaps/>
          <w:shadow/>
          <w:sz w:val="32"/>
          <w:szCs w:val="32"/>
        </w:rPr>
        <w:t>Ejercicio para acelerar el proceso del cambio hacia la vibración que Eres</w:t>
      </w:r>
    </w:p>
    <w:p w:rsidR="00EC4403" w:rsidRDefault="00EC4403"/>
    <w:p w:rsidR="00EC4403" w:rsidRDefault="00EC4403">
      <w:r>
        <w:t xml:space="preserve">Me pides que te ayude a eliminar ciertas cosas de tu vida y agregar otras. </w:t>
      </w:r>
    </w:p>
    <w:p w:rsidR="00EC4403" w:rsidRDefault="00EC4403"/>
    <w:p w:rsidR="00EC4403" w:rsidRDefault="00EC4403">
      <w:r>
        <w:t xml:space="preserve">Fíjate que las que quieres añadir son la cara opuesta de las que quieres eliminar. </w:t>
      </w:r>
    </w:p>
    <w:p w:rsidR="00EC4403" w:rsidRDefault="00EC4403"/>
    <w:p w:rsidR="00EC4403" w:rsidRDefault="00EC4403">
      <w:r>
        <w:t xml:space="preserve">Quieres eliminar “lo que no es”, para agregar “lo que es”. Con ello quiero decir lo que pertenece o no a tu actual realidad vibratoria. </w:t>
      </w:r>
    </w:p>
    <w:p w:rsidR="00EC4403" w:rsidRDefault="00EC4403"/>
    <w:p w:rsidR="00EC4403" w:rsidRPr="00327C9C" w:rsidRDefault="00EC4403">
      <w:pPr>
        <w:rPr>
          <w:i/>
        </w:rPr>
      </w:pPr>
      <w:r>
        <w:t xml:space="preserve">Eso que ahora está y no deseas, entró a formar parte de tu campo vital cuando tú estabas en un nivel de vibración inferior al actual. Tú lo atrajiste. Ahora no te nutre; es más de drena. Lo que te nutre es justo aquello que hubiera pasado a formar parte de tu realidad si no hubieras atraído “eso” que ahora vibra más bajo que tú, en la frecuencia que vibrabas en aquel tiempo que lo ingresaste. </w:t>
      </w:r>
      <w:r w:rsidRPr="007B0C99">
        <w:t>Pero en aquel momento no estaba visible como una opción, sino tras una serie de circunstancias que elegiste no vivenciar.</w:t>
      </w:r>
      <w:r w:rsidRPr="00327C9C">
        <w:rPr>
          <w:i/>
        </w:rPr>
        <w:t xml:space="preserve"> </w:t>
      </w:r>
    </w:p>
    <w:p w:rsidR="00EC4403" w:rsidRDefault="00EC4403"/>
    <w:p w:rsidR="00EC4403" w:rsidRDefault="00EC4403">
      <w:r>
        <w:t xml:space="preserve">No te preocupes. Todo eso es una fantasía. Tiene un principio y un final. Deja de prestarle atención y, aunque siga en tu vida por un tiempo, se irá desactivando poco a poco. Notarás que deja de ejercer presión, que pierde poder. </w:t>
      </w:r>
    </w:p>
    <w:p w:rsidR="00EC4403" w:rsidRDefault="00EC4403"/>
    <w:p w:rsidR="00EC4403" w:rsidRDefault="00EC4403">
      <w:r>
        <w:t>Ahora bien, ¿qué pasa con lo que deseas atraer? Eso vendrá, y lo hará porque el lugar que deseas que ocupe es el que le pertenece por resonancia con tu vibración actual. Sin embargo, la espera es demasiado larga, ¿verdad? Tú vas más deprisa en tu evolución que la ilusión que has creado. Y sientes desesperación de estar cargando con algo que no te pertenece en el “ahora”.</w:t>
      </w:r>
    </w:p>
    <w:p w:rsidR="00EC4403" w:rsidRDefault="00EC4403"/>
    <w:p w:rsidR="00EC4403" w:rsidRDefault="00EC4403">
      <w:r>
        <w:t xml:space="preserve">Te voy a proponer un </w:t>
      </w:r>
      <w:r w:rsidRPr="00A43C5A">
        <w:rPr>
          <w:b/>
          <w:u w:val="single"/>
        </w:rPr>
        <w:t>EJERCICIO para acelerar el proceso de cambio</w:t>
      </w:r>
      <w:r>
        <w:t xml:space="preserve">. De esa manera atraerás más rápidamente hacia tu vida la realidad que te pertenece, esa que está en armonía con tu vibración actual: </w:t>
      </w:r>
    </w:p>
    <w:p w:rsidR="00EC4403" w:rsidRDefault="00EC4403"/>
    <w:p w:rsidR="00EC4403" w:rsidRDefault="00EC4403" w:rsidP="005B50CB">
      <w:pPr>
        <w:ind w:left="708"/>
      </w:pPr>
      <w:r w:rsidRPr="001A5CBF">
        <w:rPr>
          <w:b/>
        </w:rPr>
        <w:t>Visualiza un círculo</w:t>
      </w:r>
      <w:r>
        <w:t xml:space="preserve">. En él estará representado todo lo que compone tu realidad: tu visión de ti mismo, tu trabajo, tu casa, tu pareja, tus circunstancias más relevantes, tu salud, tu economía…. Presta atención a todas y cada una de esas cosas. Identifica cada una con un símbolo que la defina. </w:t>
      </w:r>
    </w:p>
    <w:p w:rsidR="00EC4403" w:rsidRDefault="00EC4403" w:rsidP="005B50CB">
      <w:pPr>
        <w:ind w:left="708"/>
      </w:pPr>
    </w:p>
    <w:p w:rsidR="00EC4403" w:rsidRPr="00E31800" w:rsidRDefault="00EC4403" w:rsidP="005B50CB">
      <w:pPr>
        <w:ind w:left="708"/>
        <w:rPr>
          <w:b/>
        </w:rPr>
      </w:pPr>
      <w:r>
        <w:t xml:space="preserve">Ahora tienes un tablero con todas las fichas. </w:t>
      </w:r>
      <w:r w:rsidRPr="00595AA0">
        <w:rPr>
          <w:b/>
        </w:rPr>
        <w:t>Tú eres el tablero</w:t>
      </w:r>
      <w:r>
        <w:t xml:space="preserve">. </w:t>
      </w:r>
      <w:r w:rsidRPr="00E31800">
        <w:rPr>
          <w:b/>
        </w:rPr>
        <w:t xml:space="preserve">Las fichas son los elementos que juegan en tu vida. </w:t>
      </w:r>
    </w:p>
    <w:p w:rsidR="00EC4403" w:rsidRDefault="00EC4403" w:rsidP="005B50CB">
      <w:pPr>
        <w:ind w:left="708"/>
      </w:pPr>
    </w:p>
    <w:p w:rsidR="00EC4403" w:rsidRDefault="00EC4403" w:rsidP="005B50CB">
      <w:pPr>
        <w:ind w:left="708"/>
      </w:pPr>
      <w:r w:rsidRPr="00F42174">
        <w:rPr>
          <w:b/>
        </w:rPr>
        <w:t>Escoge una ficha</w:t>
      </w:r>
      <w:r>
        <w:t xml:space="preserve">, la que represente la realidad que más te molesta. Cógela, en tu visualización, y </w:t>
      </w:r>
      <w:r w:rsidRPr="00F42174">
        <w:rPr>
          <w:b/>
        </w:rPr>
        <w:t>sácala fuera de la línea que delimita el círculo que tú eres</w:t>
      </w:r>
      <w:r>
        <w:t>. Una vez fuera, visualiza cómo se diluye su figura. Desaparece. Y ahora, siente... ¿Cómo sientes tu vida sin la realidad que representaba esa ficha en ella? ¡Te has quitado un peso de encima! Siéntete sin ese peso… Cuando hayas completado la sensación de liberación, averigua qué quieres que haya en su lugar. ¿Te vale con quedarte así, o deseas algo en su lugar? ¿Se ha ido una persona nociva y te quedas conforme, es suficiente con eso, o deseas una persona bondadosa en su lugar? ¿Se ha ido una pareja tóxica y te quedas muy feliz</w:t>
      </w:r>
      <w:r w:rsidRPr="00387AC5">
        <w:t xml:space="preserve"> </w:t>
      </w:r>
      <w:r>
        <w:t>en su ausencia, o deseas una pareja con la que vivir el amor, la empatía, la realización, con la que ser feliz?</w:t>
      </w:r>
    </w:p>
    <w:p w:rsidR="00EC4403" w:rsidRDefault="00EC4403" w:rsidP="005B50CB">
      <w:pPr>
        <w:ind w:left="708"/>
      </w:pPr>
    </w:p>
    <w:p w:rsidR="00EC4403" w:rsidRDefault="00EC4403" w:rsidP="005B50CB">
      <w:pPr>
        <w:ind w:left="708"/>
      </w:pPr>
      <w:r>
        <w:t xml:space="preserve">Si deseas ingresar algo en su lugar, visualízalo. Pero antes estudia que desde el punto de vista espiritual sea </w:t>
      </w:r>
      <w:r w:rsidRPr="006B1137">
        <w:rPr>
          <w:b/>
        </w:rPr>
        <w:t>Legítimo</w:t>
      </w:r>
      <w:r>
        <w:t>. Y, en este caso, lo legítimo se define básicamente por los siguientes principios:</w:t>
      </w:r>
    </w:p>
    <w:p w:rsidR="00EC4403" w:rsidRDefault="00EC4403" w:rsidP="005B50CB">
      <w:pPr>
        <w:pStyle w:val="ListParagraph"/>
        <w:numPr>
          <w:ilvl w:val="0"/>
          <w:numId w:val="1"/>
        </w:numPr>
        <w:ind w:left="1428"/>
      </w:pPr>
      <w:r>
        <w:t>No afecta el libre albedrío de otro.</w:t>
      </w:r>
    </w:p>
    <w:p w:rsidR="00EC4403" w:rsidRDefault="00EC4403" w:rsidP="005B50CB">
      <w:pPr>
        <w:pStyle w:val="ListParagraph"/>
        <w:numPr>
          <w:ilvl w:val="0"/>
          <w:numId w:val="1"/>
        </w:numPr>
        <w:ind w:left="1428"/>
      </w:pPr>
      <w:r>
        <w:t xml:space="preserve">Potencia el amor </w:t>
      </w:r>
    </w:p>
    <w:p w:rsidR="00EC4403" w:rsidRDefault="00EC4403" w:rsidP="005B50CB">
      <w:pPr>
        <w:pStyle w:val="ListParagraph"/>
        <w:numPr>
          <w:ilvl w:val="0"/>
          <w:numId w:val="1"/>
        </w:numPr>
        <w:ind w:left="1428"/>
      </w:pPr>
      <w:r>
        <w:t>Ofrece poder</w:t>
      </w:r>
    </w:p>
    <w:p w:rsidR="00EC4403" w:rsidRDefault="00EC4403" w:rsidP="005B50CB">
      <w:pPr>
        <w:pStyle w:val="ListParagraph"/>
        <w:numPr>
          <w:ilvl w:val="0"/>
          <w:numId w:val="1"/>
        </w:numPr>
        <w:ind w:left="1428"/>
      </w:pPr>
      <w:r>
        <w:t xml:space="preserve">Permite el desarrollo y la expresión. </w:t>
      </w:r>
    </w:p>
    <w:p w:rsidR="00EC4403" w:rsidRDefault="00EC4403" w:rsidP="005B50CB">
      <w:pPr>
        <w:ind w:left="708"/>
      </w:pPr>
    </w:p>
    <w:p w:rsidR="00EC4403" w:rsidRDefault="00EC4403" w:rsidP="005B50CB">
      <w:pPr>
        <w:ind w:left="708"/>
      </w:pPr>
      <w:r>
        <w:t xml:space="preserve">Cuando lo tengas definido, visualiza su forma. Entonces, “eso” se convertirá en una imagen, y finalmente </w:t>
      </w:r>
      <w:r w:rsidRPr="0051396B">
        <w:rPr>
          <w:b/>
        </w:rPr>
        <w:t>una ficha, que meterás dentro del círculo en el lugar de la que retiraste</w:t>
      </w:r>
      <w:r>
        <w:t xml:space="preserve">. </w:t>
      </w:r>
    </w:p>
    <w:p w:rsidR="00EC4403" w:rsidRDefault="00EC4403" w:rsidP="005B50CB">
      <w:pPr>
        <w:ind w:left="708"/>
      </w:pPr>
    </w:p>
    <w:p w:rsidR="00EC4403" w:rsidRDefault="00EC4403" w:rsidP="005B50CB">
      <w:pPr>
        <w:ind w:left="708"/>
      </w:pPr>
      <w:r>
        <w:t xml:space="preserve">Ahora, recréate en sentirte con ello en tu vida. Respira, respíralo y siente… </w:t>
      </w:r>
    </w:p>
    <w:p w:rsidR="00EC4403" w:rsidRDefault="00EC4403" w:rsidP="005B50CB">
      <w:pPr>
        <w:ind w:left="708"/>
      </w:pPr>
    </w:p>
    <w:p w:rsidR="00EC4403" w:rsidRDefault="00EC4403" w:rsidP="005B50CB">
      <w:pPr>
        <w:ind w:left="708"/>
      </w:pPr>
      <w:r>
        <w:t xml:space="preserve">Haz esto con todos los elementos, con cada ficha. </w:t>
      </w:r>
      <w:r w:rsidRPr="00576495">
        <w:rPr>
          <w:b/>
        </w:rPr>
        <w:t>Saca del tablero la carencia, e introduce la abundancia</w:t>
      </w:r>
      <w:r>
        <w:t xml:space="preserve">. </w:t>
      </w:r>
      <w:r w:rsidRPr="00576495">
        <w:rPr>
          <w:b/>
        </w:rPr>
        <w:t>Saca lo que bloquea, lo que impide, e introduce lo que aporta</w:t>
      </w:r>
      <w:r>
        <w:t xml:space="preserve">, lo que es afín en vibración. </w:t>
      </w:r>
    </w:p>
    <w:p w:rsidR="00EC4403" w:rsidRDefault="00EC4403" w:rsidP="005B50CB">
      <w:pPr>
        <w:ind w:left="708"/>
      </w:pPr>
    </w:p>
    <w:p w:rsidR="00EC4403" w:rsidRPr="0039023D" w:rsidRDefault="00EC4403" w:rsidP="005B50CB">
      <w:pPr>
        <w:ind w:left="708"/>
        <w:rPr>
          <w:i/>
        </w:rPr>
      </w:pPr>
      <w:r w:rsidRPr="0039023D">
        <w:rPr>
          <w:i/>
        </w:rPr>
        <w:t xml:space="preserve">(Al realizar este ejercicio, ten en cuenta que la carencia es un “algo”, es decir, si te falta dinero, si te falta amor, si te falta seguridad, no hay un vacío de eso, sino un </w:t>
      </w:r>
      <w:r>
        <w:rPr>
          <w:i/>
        </w:rPr>
        <w:t>“</w:t>
      </w:r>
      <w:r w:rsidRPr="0039023D">
        <w:rPr>
          <w:i/>
        </w:rPr>
        <w:t>algo</w:t>
      </w:r>
      <w:r>
        <w:rPr>
          <w:i/>
        </w:rPr>
        <w:t>”</w:t>
      </w:r>
      <w:r w:rsidRPr="0039023D">
        <w:rPr>
          <w:i/>
        </w:rPr>
        <w:t xml:space="preserve"> que lo sustituye. Identifica qué representa esa carencia, conviértelo en ficha y sácalo fuera del círculo que te representa en la vida).</w:t>
      </w:r>
    </w:p>
    <w:p w:rsidR="00EC4403" w:rsidRDefault="00EC4403" w:rsidP="001D7E0F"/>
    <w:p w:rsidR="00EC4403" w:rsidRDefault="00EC4403" w:rsidP="001D7E0F">
      <w:r>
        <w:t xml:space="preserve">Todo lo que hay en tu vida responde a lo que tú fuiste en algún momento. El espíritu  evoluciona más rápido que la energía, que le sigue. La conciencia siempre crece más ligera que la proyección de su realidad. Lo que eres ahora está en vías de plasmarse, pero con éste ejercicio aceleras el proceso. </w:t>
      </w:r>
    </w:p>
    <w:p w:rsidR="00EC4403" w:rsidRDefault="00EC4403" w:rsidP="001D7E0F"/>
    <w:p w:rsidR="00EC4403" w:rsidRDefault="00EC4403" w:rsidP="001D7E0F">
      <w:r>
        <w:t xml:space="preserve">Si lo deseas y es legítimo, te pertenece, ya viene camino de tu realidad. Entonces, le puedes dar un impulso. </w:t>
      </w:r>
    </w:p>
    <w:p w:rsidR="00EC4403" w:rsidRDefault="00EC4403" w:rsidP="001D7E0F"/>
    <w:p w:rsidR="00EC4403" w:rsidRDefault="00EC4403" w:rsidP="008E72DA">
      <w:r>
        <w:t xml:space="preserve">Lo que deseaste y no coincide con tu vibración actual se está alejando, pero si visualizas que el sitio ya está vacante, que ya se ha ido, acelerarás el proceso. </w:t>
      </w:r>
    </w:p>
    <w:p w:rsidR="00EC4403" w:rsidRDefault="00EC4403" w:rsidP="001D7E0F"/>
    <w:p w:rsidR="00EC4403" w:rsidRDefault="00EC4403" w:rsidP="001D7E0F">
      <w:r>
        <w:t xml:space="preserve">Es Legítimo este ejercicio. Te pertenece ver realizada la proyección de lo que Eres. El tiempo sutil se acelera y lo material no le sigue al mismo ritmo, por su vibración densa. Está bien, es correcto colaborar desde una dimensión superior para ver representado el resultado de lo que Eres. </w:t>
      </w:r>
    </w:p>
    <w:p w:rsidR="00EC4403" w:rsidRDefault="00EC4403" w:rsidP="001D7E0F"/>
    <w:p w:rsidR="00EC4403" w:rsidRDefault="00EC4403" w:rsidP="001D7E0F">
      <w:r>
        <w:t xml:space="preserve">Permite al Universo dar los pasos necesarios para reorganizar tu realidad desde lo que ahora representa hasta lo que has solicitado. Es posible que no siempre puedas interpretar correctamente los pasos que la naturaleza da, pero confía en que, independientemente de la apariencia que muestre, son los correctos, y al final estará tu tablero con las piezas elegidas para jugar una vida legítima, consciente y feliz. </w:t>
      </w:r>
    </w:p>
    <w:p w:rsidR="00EC4403" w:rsidRDefault="00EC4403" w:rsidP="001D7E0F"/>
    <w:p w:rsidR="00EC4403" w:rsidRDefault="00EC4403" w:rsidP="001D7E0F"/>
    <w:p w:rsidR="00EC4403" w:rsidRPr="008C5A70" w:rsidRDefault="00EC4403" w:rsidP="008C5A70">
      <w:pPr>
        <w:spacing w:after="0"/>
        <w:rPr>
          <w:i/>
        </w:rPr>
      </w:pPr>
      <w:r w:rsidRPr="008C5A70">
        <w:rPr>
          <w:i/>
        </w:rPr>
        <w:t>Graciela Bárbulo</w:t>
      </w:r>
    </w:p>
    <w:p w:rsidR="00EC4403" w:rsidRPr="008C5A70" w:rsidRDefault="00EC4403" w:rsidP="008C5A70">
      <w:pPr>
        <w:spacing w:after="0"/>
        <w:rPr>
          <w:i/>
        </w:rPr>
      </w:pPr>
      <w:hyperlink r:id="rId5" w:history="1">
        <w:r w:rsidRPr="008C5A70">
          <w:rPr>
            <w:rStyle w:val="Hyperlink"/>
            <w:i/>
          </w:rPr>
          <w:t>www.gracielabarbulo.com</w:t>
        </w:r>
      </w:hyperlink>
    </w:p>
    <w:p w:rsidR="00EC4403" w:rsidRPr="008C5A70" w:rsidRDefault="00EC4403" w:rsidP="008C5A70">
      <w:pPr>
        <w:spacing w:after="0"/>
        <w:rPr>
          <w:i/>
        </w:rPr>
      </w:pPr>
      <w:r>
        <w:rPr>
          <w:i/>
        </w:rPr>
        <w:t>Canalizado: 06</w:t>
      </w:r>
      <w:r w:rsidRPr="008C5A70">
        <w:rPr>
          <w:i/>
        </w:rPr>
        <w:t>/10/13</w:t>
      </w:r>
    </w:p>
    <w:p w:rsidR="00EC4403" w:rsidRDefault="00EC4403" w:rsidP="001D7E0F"/>
    <w:p w:rsidR="00EC4403" w:rsidRDefault="00EC4403" w:rsidP="001D7E0F"/>
    <w:p w:rsidR="00EC4403" w:rsidRDefault="00EC4403" w:rsidP="001D7E0F"/>
    <w:p w:rsidR="00EC4403" w:rsidRDefault="00EC4403" w:rsidP="001D7E0F"/>
    <w:sectPr w:rsidR="00EC4403" w:rsidSect="001B535B">
      <w:pgSz w:w="11906" w:h="16838"/>
      <w:pgMar w:top="1030" w:right="1030" w:bottom="1030" w:left="103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B225B8"/>
    <w:multiLevelType w:val="hybridMultilevel"/>
    <w:tmpl w:val="CD304FAA"/>
    <w:lvl w:ilvl="0" w:tplc="01BE5498">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1AA7"/>
    <w:rsid w:val="000007AF"/>
    <w:rsid w:val="0000347B"/>
    <w:rsid w:val="00003B10"/>
    <w:rsid w:val="000050B8"/>
    <w:rsid w:val="00005E18"/>
    <w:rsid w:val="00023DCB"/>
    <w:rsid w:val="0003478C"/>
    <w:rsid w:val="00036EC0"/>
    <w:rsid w:val="00046B69"/>
    <w:rsid w:val="000502ED"/>
    <w:rsid w:val="00056C96"/>
    <w:rsid w:val="00066C53"/>
    <w:rsid w:val="00075053"/>
    <w:rsid w:val="00075B54"/>
    <w:rsid w:val="0009000D"/>
    <w:rsid w:val="00091CBB"/>
    <w:rsid w:val="00093CEA"/>
    <w:rsid w:val="000A6684"/>
    <w:rsid w:val="000B3324"/>
    <w:rsid w:val="000B43A3"/>
    <w:rsid w:val="000C3AEE"/>
    <w:rsid w:val="000C3DC9"/>
    <w:rsid w:val="000C4C53"/>
    <w:rsid w:val="000C64B6"/>
    <w:rsid w:val="000D0DB0"/>
    <w:rsid w:val="000E0659"/>
    <w:rsid w:val="000E43E4"/>
    <w:rsid w:val="000F05C1"/>
    <w:rsid w:val="000F11E1"/>
    <w:rsid w:val="000F1643"/>
    <w:rsid w:val="000F18BD"/>
    <w:rsid w:val="00125609"/>
    <w:rsid w:val="001375E5"/>
    <w:rsid w:val="0015505D"/>
    <w:rsid w:val="00155321"/>
    <w:rsid w:val="001570F4"/>
    <w:rsid w:val="001648F3"/>
    <w:rsid w:val="00174D5A"/>
    <w:rsid w:val="001751AE"/>
    <w:rsid w:val="00183024"/>
    <w:rsid w:val="00183FF7"/>
    <w:rsid w:val="00197766"/>
    <w:rsid w:val="001A5CBF"/>
    <w:rsid w:val="001A616A"/>
    <w:rsid w:val="001B535B"/>
    <w:rsid w:val="001B5591"/>
    <w:rsid w:val="001C06B2"/>
    <w:rsid w:val="001C5D1B"/>
    <w:rsid w:val="001D3D2E"/>
    <w:rsid w:val="001D7E0F"/>
    <w:rsid w:val="001F0263"/>
    <w:rsid w:val="00200A76"/>
    <w:rsid w:val="002068DB"/>
    <w:rsid w:val="002134B9"/>
    <w:rsid w:val="00223BC7"/>
    <w:rsid w:val="00233D02"/>
    <w:rsid w:val="0023554D"/>
    <w:rsid w:val="00236979"/>
    <w:rsid w:val="00262CBB"/>
    <w:rsid w:val="0028300A"/>
    <w:rsid w:val="00287525"/>
    <w:rsid w:val="002B398D"/>
    <w:rsid w:val="002B597A"/>
    <w:rsid w:val="002C7A36"/>
    <w:rsid w:val="002D506C"/>
    <w:rsid w:val="002D6D9F"/>
    <w:rsid w:val="002E1687"/>
    <w:rsid w:val="002E2CB9"/>
    <w:rsid w:val="00311E1A"/>
    <w:rsid w:val="00315384"/>
    <w:rsid w:val="003209C3"/>
    <w:rsid w:val="00327C9C"/>
    <w:rsid w:val="00340254"/>
    <w:rsid w:val="00343C97"/>
    <w:rsid w:val="003442E1"/>
    <w:rsid w:val="00351AA7"/>
    <w:rsid w:val="0035658F"/>
    <w:rsid w:val="00360215"/>
    <w:rsid w:val="0036443A"/>
    <w:rsid w:val="0036703C"/>
    <w:rsid w:val="00387AC5"/>
    <w:rsid w:val="0039023D"/>
    <w:rsid w:val="003A51DE"/>
    <w:rsid w:val="003A69F2"/>
    <w:rsid w:val="003B0558"/>
    <w:rsid w:val="003B3B35"/>
    <w:rsid w:val="003C5659"/>
    <w:rsid w:val="003D0B97"/>
    <w:rsid w:val="003D2643"/>
    <w:rsid w:val="003D3681"/>
    <w:rsid w:val="003D4FBB"/>
    <w:rsid w:val="003D5279"/>
    <w:rsid w:val="003F63D8"/>
    <w:rsid w:val="003F6B42"/>
    <w:rsid w:val="00403A2E"/>
    <w:rsid w:val="00406BC3"/>
    <w:rsid w:val="00416128"/>
    <w:rsid w:val="00425B9D"/>
    <w:rsid w:val="00426BE4"/>
    <w:rsid w:val="00426FBF"/>
    <w:rsid w:val="004276CD"/>
    <w:rsid w:val="00430B70"/>
    <w:rsid w:val="00433F86"/>
    <w:rsid w:val="00437E2E"/>
    <w:rsid w:val="004518B5"/>
    <w:rsid w:val="0046341E"/>
    <w:rsid w:val="004650DF"/>
    <w:rsid w:val="00470CEE"/>
    <w:rsid w:val="00471BCB"/>
    <w:rsid w:val="00473AC8"/>
    <w:rsid w:val="004767F6"/>
    <w:rsid w:val="00497763"/>
    <w:rsid w:val="004C0B28"/>
    <w:rsid w:val="004C1EC5"/>
    <w:rsid w:val="004D36DB"/>
    <w:rsid w:val="004D4F1C"/>
    <w:rsid w:val="004E0E0D"/>
    <w:rsid w:val="004E6825"/>
    <w:rsid w:val="0050037C"/>
    <w:rsid w:val="005071F8"/>
    <w:rsid w:val="0051396B"/>
    <w:rsid w:val="00521D0D"/>
    <w:rsid w:val="0054760E"/>
    <w:rsid w:val="00556A6B"/>
    <w:rsid w:val="0056234A"/>
    <w:rsid w:val="0056462B"/>
    <w:rsid w:val="0056592B"/>
    <w:rsid w:val="00565AE0"/>
    <w:rsid w:val="00566793"/>
    <w:rsid w:val="00570DA1"/>
    <w:rsid w:val="00570EA0"/>
    <w:rsid w:val="00573155"/>
    <w:rsid w:val="00576495"/>
    <w:rsid w:val="00584A44"/>
    <w:rsid w:val="00586605"/>
    <w:rsid w:val="00592ABF"/>
    <w:rsid w:val="00594FDC"/>
    <w:rsid w:val="00595AA0"/>
    <w:rsid w:val="005B4603"/>
    <w:rsid w:val="005B50B7"/>
    <w:rsid w:val="005B50CB"/>
    <w:rsid w:val="005C3482"/>
    <w:rsid w:val="005D2FFA"/>
    <w:rsid w:val="005E0648"/>
    <w:rsid w:val="005E0DB2"/>
    <w:rsid w:val="005F489E"/>
    <w:rsid w:val="005F5C84"/>
    <w:rsid w:val="00600DB1"/>
    <w:rsid w:val="006013CF"/>
    <w:rsid w:val="00612F8B"/>
    <w:rsid w:val="00621771"/>
    <w:rsid w:val="00624729"/>
    <w:rsid w:val="00626092"/>
    <w:rsid w:val="006373EA"/>
    <w:rsid w:val="00651081"/>
    <w:rsid w:val="00655E37"/>
    <w:rsid w:val="00664891"/>
    <w:rsid w:val="00664A97"/>
    <w:rsid w:val="006677AE"/>
    <w:rsid w:val="00674B32"/>
    <w:rsid w:val="0068088C"/>
    <w:rsid w:val="00680DFB"/>
    <w:rsid w:val="006817E3"/>
    <w:rsid w:val="006954E1"/>
    <w:rsid w:val="00695CDE"/>
    <w:rsid w:val="006A2C77"/>
    <w:rsid w:val="006B1137"/>
    <w:rsid w:val="006B541A"/>
    <w:rsid w:val="006B67A3"/>
    <w:rsid w:val="006B706B"/>
    <w:rsid w:val="006C257F"/>
    <w:rsid w:val="006C7045"/>
    <w:rsid w:val="006D009E"/>
    <w:rsid w:val="006D7C76"/>
    <w:rsid w:val="006E130C"/>
    <w:rsid w:val="006E3C5C"/>
    <w:rsid w:val="006F1BFE"/>
    <w:rsid w:val="007141DE"/>
    <w:rsid w:val="007165D1"/>
    <w:rsid w:val="00717038"/>
    <w:rsid w:val="007179CC"/>
    <w:rsid w:val="00737D44"/>
    <w:rsid w:val="00741273"/>
    <w:rsid w:val="007578A9"/>
    <w:rsid w:val="0076659D"/>
    <w:rsid w:val="007766ED"/>
    <w:rsid w:val="00784953"/>
    <w:rsid w:val="00786FFC"/>
    <w:rsid w:val="007A5D67"/>
    <w:rsid w:val="007B0C99"/>
    <w:rsid w:val="007C07C2"/>
    <w:rsid w:val="007C6E69"/>
    <w:rsid w:val="007D0368"/>
    <w:rsid w:val="007D2C2C"/>
    <w:rsid w:val="007E31AD"/>
    <w:rsid w:val="007F3D4A"/>
    <w:rsid w:val="00800EE9"/>
    <w:rsid w:val="00801798"/>
    <w:rsid w:val="00803E59"/>
    <w:rsid w:val="00804CA9"/>
    <w:rsid w:val="0080559D"/>
    <w:rsid w:val="00813C89"/>
    <w:rsid w:val="008156F0"/>
    <w:rsid w:val="008157A8"/>
    <w:rsid w:val="0081592C"/>
    <w:rsid w:val="00825278"/>
    <w:rsid w:val="00830158"/>
    <w:rsid w:val="008343BF"/>
    <w:rsid w:val="00844652"/>
    <w:rsid w:val="00844C33"/>
    <w:rsid w:val="0084506F"/>
    <w:rsid w:val="0085315B"/>
    <w:rsid w:val="00855311"/>
    <w:rsid w:val="008570C2"/>
    <w:rsid w:val="0086083B"/>
    <w:rsid w:val="0088100C"/>
    <w:rsid w:val="0088567B"/>
    <w:rsid w:val="00891EDA"/>
    <w:rsid w:val="00893345"/>
    <w:rsid w:val="008A1A7C"/>
    <w:rsid w:val="008A22DC"/>
    <w:rsid w:val="008B0676"/>
    <w:rsid w:val="008C07F1"/>
    <w:rsid w:val="008C5A70"/>
    <w:rsid w:val="008D1ACA"/>
    <w:rsid w:val="008E72DA"/>
    <w:rsid w:val="008E78AF"/>
    <w:rsid w:val="008F0860"/>
    <w:rsid w:val="008F5EC1"/>
    <w:rsid w:val="008F73BD"/>
    <w:rsid w:val="009038E2"/>
    <w:rsid w:val="00917037"/>
    <w:rsid w:val="00917D8D"/>
    <w:rsid w:val="00921FD6"/>
    <w:rsid w:val="00927C62"/>
    <w:rsid w:val="00934070"/>
    <w:rsid w:val="0093424A"/>
    <w:rsid w:val="00936C46"/>
    <w:rsid w:val="009568FC"/>
    <w:rsid w:val="00960C0C"/>
    <w:rsid w:val="00965AF2"/>
    <w:rsid w:val="009812D1"/>
    <w:rsid w:val="00990C2D"/>
    <w:rsid w:val="00990DC1"/>
    <w:rsid w:val="009914BF"/>
    <w:rsid w:val="009C465B"/>
    <w:rsid w:val="009D2230"/>
    <w:rsid w:val="009D26D9"/>
    <w:rsid w:val="009E3A49"/>
    <w:rsid w:val="009E4AC9"/>
    <w:rsid w:val="009F218A"/>
    <w:rsid w:val="009F6D08"/>
    <w:rsid w:val="00A07007"/>
    <w:rsid w:val="00A11BB1"/>
    <w:rsid w:val="00A229D4"/>
    <w:rsid w:val="00A23B42"/>
    <w:rsid w:val="00A2479A"/>
    <w:rsid w:val="00A313C5"/>
    <w:rsid w:val="00A346F9"/>
    <w:rsid w:val="00A361A0"/>
    <w:rsid w:val="00A36B91"/>
    <w:rsid w:val="00A42A8C"/>
    <w:rsid w:val="00A43C5A"/>
    <w:rsid w:val="00A45580"/>
    <w:rsid w:val="00A468D4"/>
    <w:rsid w:val="00A63CB3"/>
    <w:rsid w:val="00A71B61"/>
    <w:rsid w:val="00A729BB"/>
    <w:rsid w:val="00A77338"/>
    <w:rsid w:val="00A90848"/>
    <w:rsid w:val="00A92D69"/>
    <w:rsid w:val="00A95333"/>
    <w:rsid w:val="00AA0F8A"/>
    <w:rsid w:val="00AA2F3E"/>
    <w:rsid w:val="00AA7FA9"/>
    <w:rsid w:val="00AB1D32"/>
    <w:rsid w:val="00AB6866"/>
    <w:rsid w:val="00AB73A4"/>
    <w:rsid w:val="00AC0673"/>
    <w:rsid w:val="00AC35F8"/>
    <w:rsid w:val="00AD3107"/>
    <w:rsid w:val="00AD720E"/>
    <w:rsid w:val="00AE0CDB"/>
    <w:rsid w:val="00AE1798"/>
    <w:rsid w:val="00AE5E9B"/>
    <w:rsid w:val="00AE657C"/>
    <w:rsid w:val="00AF3875"/>
    <w:rsid w:val="00B11C54"/>
    <w:rsid w:val="00B314EC"/>
    <w:rsid w:val="00B3759D"/>
    <w:rsid w:val="00B40738"/>
    <w:rsid w:val="00B50944"/>
    <w:rsid w:val="00B52A1F"/>
    <w:rsid w:val="00B66B70"/>
    <w:rsid w:val="00B703B8"/>
    <w:rsid w:val="00B804FD"/>
    <w:rsid w:val="00B810BC"/>
    <w:rsid w:val="00B91054"/>
    <w:rsid w:val="00B96494"/>
    <w:rsid w:val="00BB024C"/>
    <w:rsid w:val="00BB6F0C"/>
    <w:rsid w:val="00BC2E72"/>
    <w:rsid w:val="00BE6208"/>
    <w:rsid w:val="00BF7313"/>
    <w:rsid w:val="00C0045F"/>
    <w:rsid w:val="00C03057"/>
    <w:rsid w:val="00C03EA6"/>
    <w:rsid w:val="00C046A1"/>
    <w:rsid w:val="00C126D2"/>
    <w:rsid w:val="00C159E7"/>
    <w:rsid w:val="00C30B8A"/>
    <w:rsid w:val="00C31BCC"/>
    <w:rsid w:val="00C350E7"/>
    <w:rsid w:val="00C40138"/>
    <w:rsid w:val="00C430E0"/>
    <w:rsid w:val="00C503C8"/>
    <w:rsid w:val="00C50637"/>
    <w:rsid w:val="00C57202"/>
    <w:rsid w:val="00C62804"/>
    <w:rsid w:val="00C65DE0"/>
    <w:rsid w:val="00C660F4"/>
    <w:rsid w:val="00C95212"/>
    <w:rsid w:val="00C96D82"/>
    <w:rsid w:val="00C96E5F"/>
    <w:rsid w:val="00CA1E6A"/>
    <w:rsid w:val="00CA7669"/>
    <w:rsid w:val="00CB41F6"/>
    <w:rsid w:val="00CC475D"/>
    <w:rsid w:val="00CF3DF1"/>
    <w:rsid w:val="00CF63D1"/>
    <w:rsid w:val="00D079F8"/>
    <w:rsid w:val="00D11608"/>
    <w:rsid w:val="00D22C60"/>
    <w:rsid w:val="00D378E7"/>
    <w:rsid w:val="00D54130"/>
    <w:rsid w:val="00D61483"/>
    <w:rsid w:val="00D760B5"/>
    <w:rsid w:val="00D8623E"/>
    <w:rsid w:val="00D86C47"/>
    <w:rsid w:val="00D951B0"/>
    <w:rsid w:val="00DA1BB8"/>
    <w:rsid w:val="00DB518B"/>
    <w:rsid w:val="00DE2196"/>
    <w:rsid w:val="00E0417F"/>
    <w:rsid w:val="00E20F79"/>
    <w:rsid w:val="00E231F3"/>
    <w:rsid w:val="00E23365"/>
    <w:rsid w:val="00E27746"/>
    <w:rsid w:val="00E305A6"/>
    <w:rsid w:val="00E31800"/>
    <w:rsid w:val="00E402E9"/>
    <w:rsid w:val="00E44966"/>
    <w:rsid w:val="00E47BA9"/>
    <w:rsid w:val="00E65A8D"/>
    <w:rsid w:val="00E67AC3"/>
    <w:rsid w:val="00E76CF0"/>
    <w:rsid w:val="00E913EF"/>
    <w:rsid w:val="00E919C5"/>
    <w:rsid w:val="00E945C1"/>
    <w:rsid w:val="00E94B30"/>
    <w:rsid w:val="00EA4DE5"/>
    <w:rsid w:val="00EA5935"/>
    <w:rsid w:val="00EB2BF3"/>
    <w:rsid w:val="00EB42E7"/>
    <w:rsid w:val="00EC2555"/>
    <w:rsid w:val="00EC4403"/>
    <w:rsid w:val="00EC607F"/>
    <w:rsid w:val="00ED55E4"/>
    <w:rsid w:val="00EE5783"/>
    <w:rsid w:val="00F07802"/>
    <w:rsid w:val="00F13A95"/>
    <w:rsid w:val="00F158D8"/>
    <w:rsid w:val="00F271C8"/>
    <w:rsid w:val="00F40D6E"/>
    <w:rsid w:val="00F410C1"/>
    <w:rsid w:val="00F42174"/>
    <w:rsid w:val="00F45257"/>
    <w:rsid w:val="00F55F4E"/>
    <w:rsid w:val="00F56A3E"/>
    <w:rsid w:val="00F74428"/>
    <w:rsid w:val="00F929DE"/>
    <w:rsid w:val="00F97100"/>
    <w:rsid w:val="00F97300"/>
    <w:rsid w:val="00FC12F2"/>
    <w:rsid w:val="00FC5976"/>
    <w:rsid w:val="00FC5ED7"/>
    <w:rsid w:val="00FC64D1"/>
    <w:rsid w:val="00FD373C"/>
    <w:rsid w:val="00FD56BF"/>
    <w:rsid w:val="00FD6ADF"/>
    <w:rsid w:val="00FE23E7"/>
    <w:rsid w:val="00FE7E63"/>
    <w:rsid w:val="00FF64A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866"/>
    <w:pPr>
      <w:spacing w:after="200" w:line="276" w:lineRule="auto"/>
    </w:pPr>
    <w:rPr>
      <w:lang w:val="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F1BFE"/>
    <w:pPr>
      <w:ind w:left="720"/>
      <w:contextualSpacing/>
    </w:pPr>
  </w:style>
  <w:style w:type="character" w:styleId="Hyperlink">
    <w:name w:val="Hyperlink"/>
    <w:basedOn w:val="DefaultParagraphFont"/>
    <w:uiPriority w:val="99"/>
    <w:rsid w:val="008C5A70"/>
    <w:rPr>
      <w:rFonts w:cs="Times New Roman"/>
      <w:color w:val="0000FF"/>
      <w:u w:val="single"/>
    </w:rPr>
  </w:style>
  <w:style w:type="character" w:styleId="FollowedHyperlink">
    <w:name w:val="FollowedHyperlink"/>
    <w:basedOn w:val="DefaultParagraphFont"/>
    <w:uiPriority w:val="99"/>
    <w:rsid w:val="0036021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racielabarbul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834</Words>
  <Characters>4591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EJERCICIO PARA ACELERAR EL PROCESO DEL CAMBIO HACIA LA VIBRACIÓN QUE ERES</dc:title>
  <dc:subject/>
  <dc:creator>pc</dc:creator>
  <cp:keywords/>
  <dc:description/>
  <cp:lastModifiedBy>pc</cp:lastModifiedBy>
  <cp:revision>2</cp:revision>
  <dcterms:created xsi:type="dcterms:W3CDTF">2013-10-06T18:43:00Z</dcterms:created>
  <dcterms:modified xsi:type="dcterms:W3CDTF">2013-10-06T18:43:00Z</dcterms:modified>
</cp:coreProperties>
</file>