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506" w:rsidRPr="005355BC" w:rsidRDefault="00697506">
      <w:pPr>
        <w:rPr>
          <w:b/>
          <w:u w:val="single"/>
        </w:rPr>
      </w:pPr>
      <w:r>
        <w:rPr>
          <w:b/>
          <w:u w:val="single"/>
        </w:rPr>
        <w:t>Cómo pasar de la conciencia del humano a la Conciencia de Ser.</w:t>
      </w:r>
    </w:p>
    <w:p w:rsidR="00697506" w:rsidRDefault="00697506"/>
    <w:p w:rsidR="00697506" w:rsidRPr="006747B9" w:rsidRDefault="00697506">
      <w:pPr>
        <w:rPr>
          <w:b/>
        </w:rPr>
      </w:pPr>
      <w:r w:rsidRPr="006747B9">
        <w:rPr>
          <w:b/>
        </w:rPr>
        <w:t xml:space="preserve">El humano no puede descubrir la Realidad porque todo lo percibe con respecto a sí mismo. </w:t>
      </w:r>
    </w:p>
    <w:p w:rsidR="00697506" w:rsidRPr="006747B9" w:rsidRDefault="00697506">
      <w:pPr>
        <w:rPr>
          <w:b/>
        </w:rPr>
      </w:pPr>
      <w:r w:rsidRPr="006747B9">
        <w:rPr>
          <w:b/>
        </w:rPr>
        <w:t>El Ser percibe la Esencia, Lo Que Es</w:t>
      </w:r>
      <w:r>
        <w:rPr>
          <w:b/>
        </w:rPr>
        <w:t>: La Realidad</w:t>
      </w:r>
      <w:r w:rsidRPr="006747B9">
        <w:rPr>
          <w:b/>
        </w:rPr>
        <w:t xml:space="preserve">. </w:t>
      </w:r>
    </w:p>
    <w:p w:rsidR="00697506" w:rsidRDefault="00697506"/>
    <w:p w:rsidR="00697506" w:rsidRDefault="00697506">
      <w:r>
        <w:t xml:space="preserve">Por lo tanto, </w:t>
      </w:r>
      <w:r w:rsidRPr="00915256">
        <w:rPr>
          <w:b/>
        </w:rPr>
        <w:t>alcanzar la experiencia de Ser requiere abandonar la percepción subjetiva del humano</w:t>
      </w:r>
      <w:r>
        <w:t>; es decir, el juicio.</w:t>
      </w:r>
    </w:p>
    <w:p w:rsidR="00697506" w:rsidRDefault="00697506"/>
    <w:p w:rsidR="00697506" w:rsidRDefault="00697506">
      <w:r w:rsidRPr="005E6D9F">
        <w:rPr>
          <w:b/>
        </w:rPr>
        <w:t>El Ser percibe Lo Que Es desde “eso” mismo que Es</w:t>
      </w:r>
      <w:r>
        <w:t xml:space="preserve">. Se expande hasta aquello que está observando, y lo percibe desde la Esencia misma de “eso”. </w:t>
      </w:r>
    </w:p>
    <w:p w:rsidR="00697506" w:rsidRDefault="00697506"/>
    <w:p w:rsidR="00697506" w:rsidRDefault="00697506">
      <w:r w:rsidRPr="005E6D9F">
        <w:rPr>
          <w:b/>
        </w:rPr>
        <w:t>Siempre que percibimos una cualidad, estamos en el juicio</w:t>
      </w:r>
      <w:r>
        <w:t>, por lo tanto, en la dualidad.</w:t>
      </w:r>
    </w:p>
    <w:p w:rsidR="00697506" w:rsidRDefault="00697506"/>
    <w:p w:rsidR="00697506" w:rsidRDefault="00697506">
      <w:r>
        <w:t xml:space="preserve">Si somos capaces de </w:t>
      </w:r>
      <w:r w:rsidRPr="00813B1F">
        <w:rPr>
          <w:b/>
        </w:rPr>
        <w:t xml:space="preserve">abandonar </w:t>
      </w:r>
      <w:r>
        <w:rPr>
          <w:b/>
        </w:rPr>
        <w:t>nuestro juicio</w:t>
      </w:r>
      <w:r w:rsidRPr="00813B1F">
        <w:rPr>
          <w:b/>
        </w:rPr>
        <w:t xml:space="preserve"> con respecto a lo percibido</w:t>
      </w:r>
      <w:r>
        <w:t xml:space="preserve">, nos adentramos de inmediato en “ello”. En ese momento </w:t>
      </w:r>
      <w:r w:rsidRPr="00813B1F">
        <w:rPr>
          <w:b/>
        </w:rPr>
        <w:t>estamos en el Ser</w:t>
      </w:r>
      <w:r>
        <w:t xml:space="preserve">, y descubrimos que </w:t>
      </w:r>
      <w:r w:rsidRPr="00813B1F">
        <w:rPr>
          <w:b/>
        </w:rPr>
        <w:t>somos la Esencia de cada cosa y del conjunto de todas ellas</w:t>
      </w:r>
      <w:r>
        <w:t>. Descubrimos que todo constituye una unidad, incluido el “yo”.</w:t>
      </w:r>
    </w:p>
    <w:p w:rsidR="00697506" w:rsidRDefault="00697506"/>
    <w:p w:rsidR="00697506" w:rsidRDefault="00697506">
      <w:r>
        <w:t>Muchas personas creen que la única realidad existente es la que perciben desde sus sentidos. Esto sucede porque no han salido del “</w:t>
      </w:r>
      <w:r w:rsidRPr="008B0068">
        <w:rPr>
          <w:b/>
        </w:rPr>
        <w:t>lugar relativo</w:t>
      </w:r>
      <w:r>
        <w:t>”, es decir, “</w:t>
      </w:r>
      <w:r w:rsidRPr="00C706B9">
        <w:rPr>
          <w:b/>
        </w:rPr>
        <w:t>la percepción con respecto a mí</w:t>
      </w:r>
      <w:r>
        <w:t xml:space="preserve">”. </w:t>
      </w:r>
    </w:p>
    <w:p w:rsidR="00697506" w:rsidRDefault="00697506"/>
    <w:p w:rsidR="00697506" w:rsidRDefault="00697506">
      <w:r>
        <w:t>Pero en el momento en que abandonas el “</w:t>
      </w:r>
      <w:r w:rsidRPr="005C3EE3">
        <w:rPr>
          <w:b/>
        </w:rPr>
        <w:t>respecto a mí</w:t>
      </w:r>
      <w:r>
        <w:t xml:space="preserve">”, queda la </w:t>
      </w:r>
      <w:r w:rsidRPr="008B0068">
        <w:rPr>
          <w:b/>
        </w:rPr>
        <w:t>Percepción Pura</w:t>
      </w:r>
      <w:r>
        <w:t xml:space="preserve">. </w:t>
      </w:r>
    </w:p>
    <w:p w:rsidR="00697506" w:rsidRDefault="00697506"/>
    <w:p w:rsidR="00697506" w:rsidRDefault="00697506">
      <w:r>
        <w:t xml:space="preserve">Y en ésta Percepción Pura nos convertimos en el perceptor, en lo percibido y en la suma de ambos. Es decir, </w:t>
      </w:r>
      <w:r w:rsidRPr="0044012E">
        <w:rPr>
          <w:b/>
        </w:rPr>
        <w:t>al percibir con el Ser no se produce una traslación, sino una expansión</w:t>
      </w:r>
      <w:r>
        <w:t xml:space="preserve"> que logra englobar ambos extremos.</w:t>
      </w:r>
    </w:p>
    <w:p w:rsidR="00697506" w:rsidRDefault="00697506"/>
    <w:p w:rsidR="00697506" w:rsidRDefault="00697506">
      <w:r>
        <w:t>Esta experiencia nos lleva a la Consciencia de que todo lo que hemos considerado realidad es “</w:t>
      </w:r>
      <w:r w:rsidRPr="00726682">
        <w:rPr>
          <w:b/>
        </w:rPr>
        <w:t>percepción de la forma</w:t>
      </w:r>
      <w:r>
        <w:t>” (forma que, por cierto es personal y relativa),</w:t>
      </w:r>
      <w:r>
        <w:rPr>
          <w:b/>
          <w:color w:val="C00000"/>
        </w:rPr>
        <w:t xml:space="preserve"> </w:t>
      </w:r>
      <w:r w:rsidRPr="006C5F1F">
        <w:t xml:space="preserve">y </w:t>
      </w:r>
      <w:r w:rsidRPr="00DD4CED">
        <w:rPr>
          <w:b/>
        </w:rPr>
        <w:t>la Verdadera Realidad subyace a la percepción</w:t>
      </w:r>
      <w:r>
        <w:t>. Esta Realidad es eterna y multidimensional.</w:t>
      </w:r>
    </w:p>
    <w:p w:rsidR="00697506" w:rsidRDefault="00697506"/>
    <w:p w:rsidR="00697506" w:rsidRPr="00411052" w:rsidRDefault="00697506">
      <w:pPr>
        <w:rPr>
          <w:b/>
        </w:rPr>
      </w:pPr>
      <w:r w:rsidRPr="00411052">
        <w:rPr>
          <w:b/>
        </w:rPr>
        <w:t xml:space="preserve">Observa, simplemente observa, sin sentirte a ti mismo. Y </w:t>
      </w:r>
      <w:r>
        <w:rPr>
          <w:b/>
        </w:rPr>
        <w:t>mantente</w:t>
      </w:r>
      <w:r w:rsidRPr="00411052">
        <w:rPr>
          <w:b/>
        </w:rPr>
        <w:t xml:space="preserve">… </w:t>
      </w:r>
      <w:r>
        <w:rPr>
          <w:b/>
        </w:rPr>
        <w:t>Entonces</w:t>
      </w:r>
      <w:r w:rsidRPr="00411052">
        <w:rPr>
          <w:b/>
        </w:rPr>
        <w:t>, de repente, en un momento</w:t>
      </w:r>
      <w:r>
        <w:rPr>
          <w:b/>
        </w:rPr>
        <w:t xml:space="preserve"> dado</w:t>
      </w:r>
      <w:r w:rsidRPr="00411052">
        <w:rPr>
          <w:b/>
        </w:rPr>
        <w:t>, te habrás trasladado hacia lo observado, pero sin abandonar tu “yo”</w:t>
      </w:r>
      <w:r>
        <w:rPr>
          <w:b/>
        </w:rPr>
        <w:t>.</w:t>
      </w:r>
    </w:p>
    <w:p w:rsidR="00697506" w:rsidRDefault="00697506"/>
    <w:p w:rsidR="00697506" w:rsidRDefault="00697506">
      <w:r>
        <w:t xml:space="preserve">Cuando esto te ocurra, lo que realmente te estará sucediendo es que </w:t>
      </w:r>
      <w:r w:rsidRPr="00DE0CF4">
        <w:rPr>
          <w:b/>
        </w:rPr>
        <w:t>Estás en el Ser</w:t>
      </w:r>
      <w:r>
        <w:t xml:space="preserve">. Reconocerás que ésta Es </w:t>
      </w:r>
      <w:r w:rsidRPr="00DE0CF4">
        <w:rPr>
          <w:b/>
        </w:rPr>
        <w:t>tu Verdadera Naturaleza</w:t>
      </w:r>
      <w:r>
        <w:t>. Y entonces toda tu expresión sucederá a través de Él.</w:t>
      </w:r>
    </w:p>
    <w:p w:rsidR="00697506" w:rsidRDefault="00697506"/>
    <w:p w:rsidR="00697506" w:rsidRDefault="00697506"/>
    <w:p w:rsidR="00697506" w:rsidRDefault="00697506" w:rsidP="004613E8">
      <w:pPr>
        <w:spacing w:after="0"/>
      </w:pPr>
      <w:r>
        <w:t>Graciela Bárbulo</w:t>
      </w:r>
    </w:p>
    <w:p w:rsidR="00697506" w:rsidRDefault="00697506" w:rsidP="004613E8">
      <w:pPr>
        <w:spacing w:after="0"/>
      </w:pPr>
      <w:hyperlink r:id="rId6" w:history="1">
        <w:r w:rsidRPr="00F41044">
          <w:rPr>
            <w:rStyle w:val="Hyperlink"/>
          </w:rPr>
          <w:t>www.gracielabarbulo.com</w:t>
        </w:r>
      </w:hyperlink>
    </w:p>
    <w:p w:rsidR="00697506" w:rsidRDefault="00697506" w:rsidP="004613E8">
      <w:pPr>
        <w:spacing w:after="0"/>
      </w:pPr>
      <w:r>
        <w:t>15/10/13</w:t>
      </w:r>
    </w:p>
    <w:p w:rsidR="00697506" w:rsidRDefault="00697506">
      <w:pPr>
        <w:rPr>
          <w:rFonts w:ascii="Copperplate Gothic Light" w:hAnsi="Copperplate Gothic Light"/>
        </w:rPr>
      </w:pPr>
    </w:p>
    <w:sectPr w:rsidR="00697506" w:rsidSect="00AB6866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506" w:rsidRDefault="00697506" w:rsidP="002E37F9">
      <w:pPr>
        <w:spacing w:after="0" w:line="240" w:lineRule="auto"/>
      </w:pPr>
      <w:r>
        <w:separator/>
      </w:r>
    </w:p>
  </w:endnote>
  <w:endnote w:type="continuationSeparator" w:id="0">
    <w:p w:rsidR="00697506" w:rsidRDefault="00697506" w:rsidP="002E3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506" w:rsidRDefault="00697506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697506" w:rsidRDefault="0069750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506" w:rsidRDefault="00697506" w:rsidP="002E37F9">
      <w:pPr>
        <w:spacing w:after="0" w:line="240" w:lineRule="auto"/>
      </w:pPr>
      <w:r>
        <w:separator/>
      </w:r>
    </w:p>
  </w:footnote>
  <w:footnote w:type="continuationSeparator" w:id="0">
    <w:p w:rsidR="00697506" w:rsidRDefault="00697506" w:rsidP="002E37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7E81"/>
    <w:rsid w:val="000007AF"/>
    <w:rsid w:val="0000347B"/>
    <w:rsid w:val="000050B8"/>
    <w:rsid w:val="00005E18"/>
    <w:rsid w:val="00023DCB"/>
    <w:rsid w:val="00025CCA"/>
    <w:rsid w:val="0003478C"/>
    <w:rsid w:val="00046B69"/>
    <w:rsid w:val="000502ED"/>
    <w:rsid w:val="00056C96"/>
    <w:rsid w:val="00066C53"/>
    <w:rsid w:val="00075053"/>
    <w:rsid w:val="00075B54"/>
    <w:rsid w:val="0009000D"/>
    <w:rsid w:val="00091CBB"/>
    <w:rsid w:val="00093CEA"/>
    <w:rsid w:val="000A6684"/>
    <w:rsid w:val="000B3324"/>
    <w:rsid w:val="000B43A3"/>
    <w:rsid w:val="000C3AEE"/>
    <w:rsid w:val="000C3DC9"/>
    <w:rsid w:val="000C419D"/>
    <w:rsid w:val="000C4C53"/>
    <w:rsid w:val="000C64B6"/>
    <w:rsid w:val="000D0DB0"/>
    <w:rsid w:val="000E0659"/>
    <w:rsid w:val="000E43E4"/>
    <w:rsid w:val="000F05C1"/>
    <w:rsid w:val="000F11E1"/>
    <w:rsid w:val="000F18BD"/>
    <w:rsid w:val="000F7A59"/>
    <w:rsid w:val="00125609"/>
    <w:rsid w:val="00133748"/>
    <w:rsid w:val="0015505D"/>
    <w:rsid w:val="00155321"/>
    <w:rsid w:val="001570F4"/>
    <w:rsid w:val="001648F3"/>
    <w:rsid w:val="00174D5A"/>
    <w:rsid w:val="001751AE"/>
    <w:rsid w:val="00197766"/>
    <w:rsid w:val="001A616A"/>
    <w:rsid w:val="001B5591"/>
    <w:rsid w:val="001C06B2"/>
    <w:rsid w:val="001C5D1B"/>
    <w:rsid w:val="001D7861"/>
    <w:rsid w:val="001E3226"/>
    <w:rsid w:val="001F0263"/>
    <w:rsid w:val="00200A76"/>
    <w:rsid w:val="002068DB"/>
    <w:rsid w:val="002234AD"/>
    <w:rsid w:val="00223BC7"/>
    <w:rsid w:val="00233D02"/>
    <w:rsid w:val="0023554D"/>
    <w:rsid w:val="00262CBB"/>
    <w:rsid w:val="00265722"/>
    <w:rsid w:val="0028300A"/>
    <w:rsid w:val="002835EE"/>
    <w:rsid w:val="00287525"/>
    <w:rsid w:val="002B597A"/>
    <w:rsid w:val="002C3974"/>
    <w:rsid w:val="002C7A36"/>
    <w:rsid w:val="002D506C"/>
    <w:rsid w:val="002D6D9F"/>
    <w:rsid w:val="002E1687"/>
    <w:rsid w:val="002E2CB9"/>
    <w:rsid w:val="002E37F9"/>
    <w:rsid w:val="002F1304"/>
    <w:rsid w:val="00306DE6"/>
    <w:rsid w:val="00311E1A"/>
    <w:rsid w:val="00315384"/>
    <w:rsid w:val="00327E81"/>
    <w:rsid w:val="00343C97"/>
    <w:rsid w:val="003442E1"/>
    <w:rsid w:val="0035658F"/>
    <w:rsid w:val="0036443A"/>
    <w:rsid w:val="0036703C"/>
    <w:rsid w:val="003A51DE"/>
    <w:rsid w:val="003A69F2"/>
    <w:rsid w:val="003B0558"/>
    <w:rsid w:val="003B3B35"/>
    <w:rsid w:val="003C5659"/>
    <w:rsid w:val="003D0B97"/>
    <w:rsid w:val="003D1FE7"/>
    <w:rsid w:val="003D2643"/>
    <w:rsid w:val="003D46DB"/>
    <w:rsid w:val="003D5279"/>
    <w:rsid w:val="003E6371"/>
    <w:rsid w:val="003F63D8"/>
    <w:rsid w:val="00411052"/>
    <w:rsid w:val="00426BE4"/>
    <w:rsid w:val="00426FBF"/>
    <w:rsid w:val="004276CD"/>
    <w:rsid w:val="00433F86"/>
    <w:rsid w:val="00437E2E"/>
    <w:rsid w:val="0044012E"/>
    <w:rsid w:val="004518B5"/>
    <w:rsid w:val="004613E8"/>
    <w:rsid w:val="004650DF"/>
    <w:rsid w:val="00470CEE"/>
    <w:rsid w:val="00473AC8"/>
    <w:rsid w:val="004767F6"/>
    <w:rsid w:val="004818EA"/>
    <w:rsid w:val="00497763"/>
    <w:rsid w:val="004A3950"/>
    <w:rsid w:val="004B21C4"/>
    <w:rsid w:val="004C0B28"/>
    <w:rsid w:val="004C1EC5"/>
    <w:rsid w:val="004D4F1C"/>
    <w:rsid w:val="004D7427"/>
    <w:rsid w:val="004E0E0D"/>
    <w:rsid w:val="004E6825"/>
    <w:rsid w:val="0050037C"/>
    <w:rsid w:val="005071F8"/>
    <w:rsid w:val="00521D0D"/>
    <w:rsid w:val="005355BC"/>
    <w:rsid w:val="0054760E"/>
    <w:rsid w:val="0055421F"/>
    <w:rsid w:val="00556A6B"/>
    <w:rsid w:val="0056234A"/>
    <w:rsid w:val="0056462B"/>
    <w:rsid w:val="0056592B"/>
    <w:rsid w:val="00565AE0"/>
    <w:rsid w:val="00566793"/>
    <w:rsid w:val="00570DA1"/>
    <w:rsid w:val="00570EA0"/>
    <w:rsid w:val="00573155"/>
    <w:rsid w:val="00584A44"/>
    <w:rsid w:val="00586605"/>
    <w:rsid w:val="00592ABF"/>
    <w:rsid w:val="00594FDC"/>
    <w:rsid w:val="005B0806"/>
    <w:rsid w:val="005B4603"/>
    <w:rsid w:val="005B50B7"/>
    <w:rsid w:val="005C3482"/>
    <w:rsid w:val="005C3EE3"/>
    <w:rsid w:val="005D2FFA"/>
    <w:rsid w:val="005E0648"/>
    <w:rsid w:val="005E0DB2"/>
    <w:rsid w:val="005E6D9F"/>
    <w:rsid w:val="005F489E"/>
    <w:rsid w:val="006013CF"/>
    <w:rsid w:val="00612F8B"/>
    <w:rsid w:val="00621771"/>
    <w:rsid w:val="00626092"/>
    <w:rsid w:val="006373EA"/>
    <w:rsid w:val="00655E37"/>
    <w:rsid w:val="00664A97"/>
    <w:rsid w:val="006677AE"/>
    <w:rsid w:val="006747B9"/>
    <w:rsid w:val="00674B32"/>
    <w:rsid w:val="00680DFB"/>
    <w:rsid w:val="006817E3"/>
    <w:rsid w:val="00695CDE"/>
    <w:rsid w:val="00697506"/>
    <w:rsid w:val="006A2C77"/>
    <w:rsid w:val="006B541A"/>
    <w:rsid w:val="006B67A3"/>
    <w:rsid w:val="006B706B"/>
    <w:rsid w:val="006C257F"/>
    <w:rsid w:val="006C5F1F"/>
    <w:rsid w:val="006D7C76"/>
    <w:rsid w:val="006E130C"/>
    <w:rsid w:val="007032AE"/>
    <w:rsid w:val="007165D1"/>
    <w:rsid w:val="00717038"/>
    <w:rsid w:val="007179CC"/>
    <w:rsid w:val="00726682"/>
    <w:rsid w:val="00737D44"/>
    <w:rsid w:val="00741273"/>
    <w:rsid w:val="007462CD"/>
    <w:rsid w:val="007578A9"/>
    <w:rsid w:val="0076659D"/>
    <w:rsid w:val="007766ED"/>
    <w:rsid w:val="007830DA"/>
    <w:rsid w:val="00784953"/>
    <w:rsid w:val="00786FFC"/>
    <w:rsid w:val="007A5D67"/>
    <w:rsid w:val="007C07C2"/>
    <w:rsid w:val="007C6732"/>
    <w:rsid w:val="007C6E69"/>
    <w:rsid w:val="007D0368"/>
    <w:rsid w:val="007D2C2C"/>
    <w:rsid w:val="007E31AD"/>
    <w:rsid w:val="007F3D4A"/>
    <w:rsid w:val="00800EE9"/>
    <w:rsid w:val="00801798"/>
    <w:rsid w:val="00803E59"/>
    <w:rsid w:val="00804CA9"/>
    <w:rsid w:val="0080559D"/>
    <w:rsid w:val="00813B1F"/>
    <w:rsid w:val="00813C89"/>
    <w:rsid w:val="008156F0"/>
    <w:rsid w:val="008157A8"/>
    <w:rsid w:val="0081592C"/>
    <w:rsid w:val="00825278"/>
    <w:rsid w:val="00830158"/>
    <w:rsid w:val="008343BF"/>
    <w:rsid w:val="00844652"/>
    <w:rsid w:val="00844C33"/>
    <w:rsid w:val="0084506F"/>
    <w:rsid w:val="0085315B"/>
    <w:rsid w:val="00855311"/>
    <w:rsid w:val="008570C2"/>
    <w:rsid w:val="0086083B"/>
    <w:rsid w:val="0088100C"/>
    <w:rsid w:val="0088567B"/>
    <w:rsid w:val="00891EDA"/>
    <w:rsid w:val="00893345"/>
    <w:rsid w:val="008A1A7C"/>
    <w:rsid w:val="008A22DC"/>
    <w:rsid w:val="008B0068"/>
    <w:rsid w:val="008B0676"/>
    <w:rsid w:val="008C07F1"/>
    <w:rsid w:val="008D1ACA"/>
    <w:rsid w:val="008E78AF"/>
    <w:rsid w:val="008F0860"/>
    <w:rsid w:val="008F5EC1"/>
    <w:rsid w:val="009038E2"/>
    <w:rsid w:val="00915256"/>
    <w:rsid w:val="00917037"/>
    <w:rsid w:val="00917D8D"/>
    <w:rsid w:val="00921FD6"/>
    <w:rsid w:val="00923001"/>
    <w:rsid w:val="00927C62"/>
    <w:rsid w:val="00934070"/>
    <w:rsid w:val="0093424A"/>
    <w:rsid w:val="00936C46"/>
    <w:rsid w:val="009568FC"/>
    <w:rsid w:val="00960C0C"/>
    <w:rsid w:val="00965AF2"/>
    <w:rsid w:val="009812D1"/>
    <w:rsid w:val="00990C2D"/>
    <w:rsid w:val="00990DC1"/>
    <w:rsid w:val="009914BF"/>
    <w:rsid w:val="009967B3"/>
    <w:rsid w:val="009B7900"/>
    <w:rsid w:val="009C465B"/>
    <w:rsid w:val="009D2230"/>
    <w:rsid w:val="009E3A49"/>
    <w:rsid w:val="009F218A"/>
    <w:rsid w:val="009F6D08"/>
    <w:rsid w:val="00A04EF0"/>
    <w:rsid w:val="00A07007"/>
    <w:rsid w:val="00A11BB1"/>
    <w:rsid w:val="00A229D4"/>
    <w:rsid w:val="00A23B42"/>
    <w:rsid w:val="00A313C5"/>
    <w:rsid w:val="00A361A0"/>
    <w:rsid w:val="00A36B91"/>
    <w:rsid w:val="00A42A8C"/>
    <w:rsid w:val="00A63CB3"/>
    <w:rsid w:val="00A71B61"/>
    <w:rsid w:val="00A7439A"/>
    <w:rsid w:val="00A90848"/>
    <w:rsid w:val="00A92D69"/>
    <w:rsid w:val="00A95333"/>
    <w:rsid w:val="00AA0F8A"/>
    <w:rsid w:val="00AA2F3E"/>
    <w:rsid w:val="00AA7FA9"/>
    <w:rsid w:val="00AB1D32"/>
    <w:rsid w:val="00AB6866"/>
    <w:rsid w:val="00AB73A4"/>
    <w:rsid w:val="00AC0673"/>
    <w:rsid w:val="00AD3107"/>
    <w:rsid w:val="00AD66BE"/>
    <w:rsid w:val="00AD720E"/>
    <w:rsid w:val="00AE0CDB"/>
    <w:rsid w:val="00AE1798"/>
    <w:rsid w:val="00AE5E9B"/>
    <w:rsid w:val="00AE657C"/>
    <w:rsid w:val="00B032C4"/>
    <w:rsid w:val="00B11C54"/>
    <w:rsid w:val="00B24EA1"/>
    <w:rsid w:val="00B314EC"/>
    <w:rsid w:val="00B31F46"/>
    <w:rsid w:val="00B40738"/>
    <w:rsid w:val="00B4507F"/>
    <w:rsid w:val="00B50944"/>
    <w:rsid w:val="00B52A1F"/>
    <w:rsid w:val="00B66B70"/>
    <w:rsid w:val="00B703B8"/>
    <w:rsid w:val="00B804FD"/>
    <w:rsid w:val="00B810BC"/>
    <w:rsid w:val="00B91054"/>
    <w:rsid w:val="00B96494"/>
    <w:rsid w:val="00BA3E68"/>
    <w:rsid w:val="00BB024C"/>
    <w:rsid w:val="00BB6F0C"/>
    <w:rsid w:val="00BC2E72"/>
    <w:rsid w:val="00BE0191"/>
    <w:rsid w:val="00BE6208"/>
    <w:rsid w:val="00BF7313"/>
    <w:rsid w:val="00C0045F"/>
    <w:rsid w:val="00C03057"/>
    <w:rsid w:val="00C03EA6"/>
    <w:rsid w:val="00C126D2"/>
    <w:rsid w:val="00C159E7"/>
    <w:rsid w:val="00C30B8A"/>
    <w:rsid w:val="00C31BCC"/>
    <w:rsid w:val="00C33463"/>
    <w:rsid w:val="00C350E7"/>
    <w:rsid w:val="00C40138"/>
    <w:rsid w:val="00C430E0"/>
    <w:rsid w:val="00C503C8"/>
    <w:rsid w:val="00C57202"/>
    <w:rsid w:val="00C62804"/>
    <w:rsid w:val="00C65DE0"/>
    <w:rsid w:val="00C660F4"/>
    <w:rsid w:val="00C67840"/>
    <w:rsid w:val="00C706B9"/>
    <w:rsid w:val="00C95212"/>
    <w:rsid w:val="00C96855"/>
    <w:rsid w:val="00C96D82"/>
    <w:rsid w:val="00C96E5F"/>
    <w:rsid w:val="00CB41F6"/>
    <w:rsid w:val="00CC475D"/>
    <w:rsid w:val="00CC7EFD"/>
    <w:rsid w:val="00CD1F77"/>
    <w:rsid w:val="00CF3DF1"/>
    <w:rsid w:val="00CF63D1"/>
    <w:rsid w:val="00D079F8"/>
    <w:rsid w:val="00D11608"/>
    <w:rsid w:val="00D22C60"/>
    <w:rsid w:val="00D378E7"/>
    <w:rsid w:val="00D54130"/>
    <w:rsid w:val="00D64E3D"/>
    <w:rsid w:val="00D650F5"/>
    <w:rsid w:val="00D760B5"/>
    <w:rsid w:val="00D8623E"/>
    <w:rsid w:val="00D86C47"/>
    <w:rsid w:val="00D951B0"/>
    <w:rsid w:val="00DB518B"/>
    <w:rsid w:val="00DD4CED"/>
    <w:rsid w:val="00DE0CF4"/>
    <w:rsid w:val="00DE2196"/>
    <w:rsid w:val="00E0417F"/>
    <w:rsid w:val="00E231F3"/>
    <w:rsid w:val="00E23365"/>
    <w:rsid w:val="00E27746"/>
    <w:rsid w:val="00E305A6"/>
    <w:rsid w:val="00E402E9"/>
    <w:rsid w:val="00E44966"/>
    <w:rsid w:val="00E47BA9"/>
    <w:rsid w:val="00E65A8D"/>
    <w:rsid w:val="00E76CF0"/>
    <w:rsid w:val="00E81840"/>
    <w:rsid w:val="00E913EF"/>
    <w:rsid w:val="00E919C5"/>
    <w:rsid w:val="00E945C1"/>
    <w:rsid w:val="00E94B30"/>
    <w:rsid w:val="00EA4DE5"/>
    <w:rsid w:val="00EA5935"/>
    <w:rsid w:val="00EB2BF3"/>
    <w:rsid w:val="00EB42E7"/>
    <w:rsid w:val="00EC2555"/>
    <w:rsid w:val="00EC607F"/>
    <w:rsid w:val="00ED55E4"/>
    <w:rsid w:val="00EE5783"/>
    <w:rsid w:val="00F13A95"/>
    <w:rsid w:val="00F158D8"/>
    <w:rsid w:val="00F17F6A"/>
    <w:rsid w:val="00F22F4A"/>
    <w:rsid w:val="00F271C8"/>
    <w:rsid w:val="00F40D6E"/>
    <w:rsid w:val="00F41044"/>
    <w:rsid w:val="00F410C1"/>
    <w:rsid w:val="00F45257"/>
    <w:rsid w:val="00F55F4E"/>
    <w:rsid w:val="00F74428"/>
    <w:rsid w:val="00F756D3"/>
    <w:rsid w:val="00F76675"/>
    <w:rsid w:val="00F97100"/>
    <w:rsid w:val="00F97300"/>
    <w:rsid w:val="00FB0EFF"/>
    <w:rsid w:val="00FB4E1A"/>
    <w:rsid w:val="00FC12F2"/>
    <w:rsid w:val="00FC5976"/>
    <w:rsid w:val="00FC5ED7"/>
    <w:rsid w:val="00FC64D1"/>
    <w:rsid w:val="00FD373C"/>
    <w:rsid w:val="00FD56BF"/>
    <w:rsid w:val="00FD6ADF"/>
    <w:rsid w:val="00FE23E7"/>
    <w:rsid w:val="00FE4FD8"/>
    <w:rsid w:val="00FE7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866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E37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E37F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E37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E37F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E3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37F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4613E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3D1FE7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racielabarbulo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319</Words>
  <Characters>1755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Cómo pasar de la conciencia del humano a la Conciencia de Ser</dc:title>
  <dc:subject/>
  <dc:creator/>
  <cp:keywords/>
  <dc:description/>
  <cp:lastModifiedBy>pc</cp:lastModifiedBy>
  <cp:revision>3</cp:revision>
  <cp:lastPrinted>2013-10-15T00:01:00Z</cp:lastPrinted>
  <dcterms:created xsi:type="dcterms:W3CDTF">2013-10-15T23:10:00Z</dcterms:created>
  <dcterms:modified xsi:type="dcterms:W3CDTF">2013-10-15T23:14:00Z</dcterms:modified>
</cp:coreProperties>
</file>