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66" w:rsidRPr="00B85B4C" w:rsidRDefault="00D97F66" w:rsidP="00B85B4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85B4C">
        <w:rPr>
          <w:rFonts w:ascii="Trebuchet MS" w:hAnsi="Trebuchet MS"/>
          <w:smallCaps/>
          <w:shadow/>
          <w:sz w:val="36"/>
          <w:szCs w:val="36"/>
        </w:rPr>
        <w:t xml:space="preserve">Siempre estás en el Ahora. </w:t>
      </w:r>
      <w:r w:rsidRPr="00B85B4C">
        <w:rPr>
          <w:rFonts w:ascii="Trebuchet MS" w:hAnsi="Trebuchet MS"/>
          <w:smallCaps/>
          <w:shadow/>
          <w:sz w:val="36"/>
          <w:szCs w:val="36"/>
        </w:rPr>
        <w:br/>
      </w:r>
      <w:r w:rsidRPr="00B85B4C">
        <w:rPr>
          <w:rFonts w:ascii="Arial" w:hAnsi="Arial" w:cs="Arial"/>
          <w:sz w:val="20"/>
          <w:szCs w:val="20"/>
        </w:rPr>
        <w:t>Graciela Bárbulo</w:t>
      </w:r>
    </w:p>
    <w:p w:rsidR="00D97F66" w:rsidRPr="00B85B4C" w:rsidRDefault="00D97F66" w:rsidP="00B85B4C">
      <w:pPr>
        <w:spacing w:after="0"/>
        <w:jc w:val="center"/>
        <w:rPr>
          <w:rFonts w:ascii="Arial" w:hAnsi="Arial" w:cs="Arial"/>
          <w:sz w:val="20"/>
          <w:szCs w:val="20"/>
        </w:rPr>
      </w:pPr>
      <w:hyperlink r:id="rId4" w:history="1">
        <w:r w:rsidRPr="00B85B4C">
          <w:rPr>
            <w:rStyle w:val="Hyperlink"/>
            <w:rFonts w:ascii="Arial" w:hAnsi="Arial" w:cs="Arial"/>
            <w:sz w:val="20"/>
            <w:szCs w:val="20"/>
          </w:rPr>
          <w:t>www.gracielabarbulo.com</w:t>
        </w:r>
      </w:hyperlink>
    </w:p>
    <w:p w:rsidR="00D97F66" w:rsidRPr="00B85B4C" w:rsidRDefault="00D97F66" w:rsidP="00B85B4C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Canalizado: 30/09/13</w:t>
      </w:r>
    </w:p>
    <w:p w:rsidR="00D97F66" w:rsidRPr="00B85B4C" w:rsidRDefault="00D97F66">
      <w:pPr>
        <w:rPr>
          <w:rFonts w:ascii="Arial" w:hAnsi="Arial" w:cs="Arial"/>
          <w:b/>
          <w:sz w:val="20"/>
          <w:szCs w:val="20"/>
          <w:u w:val="single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Sólo existe el Ahora. Siempre estás en el ahora.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El pasado que recuerdas está en el ahora. Es ahora, que lo rememoras, que lo revives, cuando existe.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De tal forma, si sientes una carencia de algo que para tu conciencia existe en tu pasado, y quisieras volver a tener, toma contacto con “eso”. Pero no con la realidad argumental; usa ésta para contactar con la emoción gratificante que te produce en el presente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¿Tuviste recursos económicos y ahora no los tienes? Toma contacto con “quien eras” liberada de la carencia material, expresándote en la abundancia, y siéntete completa en este aspecto.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¿Tuviste amor y ahora estás sola? Toma contacto con tu sensación de plenitud emocional, con el regocijo de sentirte amada y amando. Siéntete completa en este aspecto.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¿Tuviste salud y ahora no la tienes? Toma contacto con la sensación de estar libre de problemas físicos o psicológicos, siéntete completa en este aspecto.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Tomar contacto con todo ello, y más, no es traer tu pasado. Es reactivar en tu concepto de “ahora” las realidades que están vacantes e implican “incomplitud”. Tu pasado no puede vivir en otro tiempo del único que existe. Es tu mente quien coloca una realidad a tu alcance o fuera de él, es tu mente la que marca tiempos.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Si lo has tenido, te pertenece. Si eres consciente de haberlo tenido, está en ti, en tu campo emocional y mental. Pero si tu conciencia de realidad te informa de que no lo tienes ahora, sucede, simplemente, que está desactivado.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Conéctate emocionalmente con cada cosa que sientas que has perdido. La conexión lo reactivará, haciendo que emerja en ti, en tu cuerpo y en tu vida, a través de la emoción mantenida.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Múltiples futuros existen. Si te anclas en la consciencia/creencia de que en tu realidad existe carencia de algún aspecto, el futuro que atraigas a tu presente se adecuará a ello, convirtiéndose en la consecuencia lógica lineal.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Pero puedes definir tu futuro para el ahora. Activa lo que ya sabes que existe en ti dormido, eso que reconoces como que “vivió y murió”, y escribe el futuro deseado.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Todo está en el ahora, el recuerdo está en el ahora, la expectativa está en el ahora. Vincula uno con otra y en tu presente los espacios vacantes de abundancia serán rellenados por aquello que te complete. Todo lo que Eres. </w:t>
      </w:r>
    </w:p>
    <w:p w:rsidR="00D97F66" w:rsidRPr="00B85B4C" w:rsidRDefault="00D97F66" w:rsidP="00B85B4C">
      <w:pPr>
        <w:jc w:val="both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 xml:space="preserve">Porque tú, hija, eres producto de la abundancia, y ésta está representada en tu aspecto humano. Mueve las fichas en los tiempos lineales, pues están todas, y vive completa y realizada. Sé Feliz, ya que la felicidad es tu naturaleza. </w:t>
      </w: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 w:rsidP="00521B51">
      <w:pPr>
        <w:spacing w:after="0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Graciela Bárbulo</w:t>
      </w:r>
    </w:p>
    <w:p w:rsidR="00D97F66" w:rsidRPr="00B85B4C" w:rsidRDefault="00D97F66" w:rsidP="00521B51">
      <w:pPr>
        <w:spacing w:after="0"/>
        <w:rPr>
          <w:rFonts w:ascii="Arial" w:hAnsi="Arial" w:cs="Arial"/>
          <w:sz w:val="20"/>
          <w:szCs w:val="20"/>
        </w:rPr>
      </w:pPr>
      <w:hyperlink r:id="rId5" w:history="1">
        <w:r w:rsidRPr="00B85B4C">
          <w:rPr>
            <w:rStyle w:val="Hyperlink"/>
            <w:rFonts w:ascii="Arial" w:hAnsi="Arial" w:cs="Arial"/>
            <w:sz w:val="20"/>
            <w:szCs w:val="20"/>
          </w:rPr>
          <w:t>www.gracielabarbulo.com</w:t>
        </w:r>
      </w:hyperlink>
    </w:p>
    <w:p w:rsidR="00D97F66" w:rsidRPr="00B85B4C" w:rsidRDefault="00D97F66" w:rsidP="00521B51">
      <w:pPr>
        <w:spacing w:after="0"/>
        <w:rPr>
          <w:rFonts w:ascii="Arial" w:hAnsi="Arial" w:cs="Arial"/>
          <w:sz w:val="20"/>
          <w:szCs w:val="20"/>
        </w:rPr>
      </w:pPr>
      <w:r w:rsidRPr="00B85B4C">
        <w:rPr>
          <w:rFonts w:ascii="Arial" w:hAnsi="Arial" w:cs="Arial"/>
          <w:sz w:val="20"/>
          <w:szCs w:val="20"/>
        </w:rPr>
        <w:t>Canalizado: 30/09/13</w:t>
      </w: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p w:rsidR="00D97F66" w:rsidRPr="00B85B4C" w:rsidRDefault="00D97F66">
      <w:pPr>
        <w:rPr>
          <w:rFonts w:ascii="Arial" w:hAnsi="Arial" w:cs="Arial"/>
          <w:sz w:val="20"/>
          <w:szCs w:val="20"/>
        </w:rPr>
      </w:pPr>
    </w:p>
    <w:sectPr w:rsidR="00D97F66" w:rsidRPr="00B85B4C" w:rsidSect="00B85B4C">
      <w:pgSz w:w="11906" w:h="16838"/>
      <w:pgMar w:top="1030" w:right="1030" w:bottom="1030" w:left="103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54"/>
    <w:rsid w:val="000007AF"/>
    <w:rsid w:val="00002894"/>
    <w:rsid w:val="0000347B"/>
    <w:rsid w:val="000050B8"/>
    <w:rsid w:val="00005E18"/>
    <w:rsid w:val="00023DCB"/>
    <w:rsid w:val="0003478C"/>
    <w:rsid w:val="00046B69"/>
    <w:rsid w:val="000502ED"/>
    <w:rsid w:val="00056C96"/>
    <w:rsid w:val="00066C53"/>
    <w:rsid w:val="00075053"/>
    <w:rsid w:val="00075B54"/>
    <w:rsid w:val="0009000D"/>
    <w:rsid w:val="00091CBB"/>
    <w:rsid w:val="00093CEA"/>
    <w:rsid w:val="000A6684"/>
    <w:rsid w:val="000B3324"/>
    <w:rsid w:val="000B43A3"/>
    <w:rsid w:val="000C3AEE"/>
    <w:rsid w:val="000C3DC9"/>
    <w:rsid w:val="000C4C53"/>
    <w:rsid w:val="000C64B6"/>
    <w:rsid w:val="000D0DB0"/>
    <w:rsid w:val="000E0659"/>
    <w:rsid w:val="000E43E4"/>
    <w:rsid w:val="000F05C1"/>
    <w:rsid w:val="000F11E1"/>
    <w:rsid w:val="000F18BD"/>
    <w:rsid w:val="00125609"/>
    <w:rsid w:val="0015505D"/>
    <w:rsid w:val="00155321"/>
    <w:rsid w:val="001570F4"/>
    <w:rsid w:val="001648F3"/>
    <w:rsid w:val="00170910"/>
    <w:rsid w:val="00174D5A"/>
    <w:rsid w:val="001751AE"/>
    <w:rsid w:val="00184B8E"/>
    <w:rsid w:val="00197766"/>
    <w:rsid w:val="001A616A"/>
    <w:rsid w:val="001B5591"/>
    <w:rsid w:val="001C06B2"/>
    <w:rsid w:val="001C5D1B"/>
    <w:rsid w:val="001F0263"/>
    <w:rsid w:val="00200A76"/>
    <w:rsid w:val="002068DB"/>
    <w:rsid w:val="00223BC7"/>
    <w:rsid w:val="00233D02"/>
    <w:rsid w:val="0023554D"/>
    <w:rsid w:val="002444C2"/>
    <w:rsid w:val="00262CBB"/>
    <w:rsid w:val="0028300A"/>
    <w:rsid w:val="00283677"/>
    <w:rsid w:val="00287525"/>
    <w:rsid w:val="002B597A"/>
    <w:rsid w:val="002C7A36"/>
    <w:rsid w:val="002D506C"/>
    <w:rsid w:val="002D6D9F"/>
    <w:rsid w:val="002E1687"/>
    <w:rsid w:val="002E2CB9"/>
    <w:rsid w:val="002E7BE0"/>
    <w:rsid w:val="002F63AE"/>
    <w:rsid w:val="00311E1A"/>
    <w:rsid w:val="00315384"/>
    <w:rsid w:val="00343C97"/>
    <w:rsid w:val="003442E1"/>
    <w:rsid w:val="0035658F"/>
    <w:rsid w:val="0036443A"/>
    <w:rsid w:val="0036703C"/>
    <w:rsid w:val="003A51DE"/>
    <w:rsid w:val="003A69F2"/>
    <w:rsid w:val="003B0558"/>
    <w:rsid w:val="003B3B35"/>
    <w:rsid w:val="003C5659"/>
    <w:rsid w:val="003D0B97"/>
    <w:rsid w:val="003D2643"/>
    <w:rsid w:val="003D5279"/>
    <w:rsid w:val="003D7F7A"/>
    <w:rsid w:val="003E0FEC"/>
    <w:rsid w:val="003F63D8"/>
    <w:rsid w:val="00426BE4"/>
    <w:rsid w:val="00426FBF"/>
    <w:rsid w:val="004276CD"/>
    <w:rsid w:val="00433F86"/>
    <w:rsid w:val="00437E2E"/>
    <w:rsid w:val="004513BB"/>
    <w:rsid w:val="004518B5"/>
    <w:rsid w:val="004650DF"/>
    <w:rsid w:val="00470CEE"/>
    <w:rsid w:val="0047221B"/>
    <w:rsid w:val="00473AC8"/>
    <w:rsid w:val="004767F6"/>
    <w:rsid w:val="00486C1F"/>
    <w:rsid w:val="00497763"/>
    <w:rsid w:val="004B332A"/>
    <w:rsid w:val="004C0B28"/>
    <w:rsid w:val="004C1EC5"/>
    <w:rsid w:val="004D4ECD"/>
    <w:rsid w:val="004D4F1C"/>
    <w:rsid w:val="004E0E0D"/>
    <w:rsid w:val="004E6825"/>
    <w:rsid w:val="004F642C"/>
    <w:rsid w:val="0050037C"/>
    <w:rsid w:val="005071F8"/>
    <w:rsid w:val="00521B51"/>
    <w:rsid w:val="00521D0D"/>
    <w:rsid w:val="0054760E"/>
    <w:rsid w:val="00556A6B"/>
    <w:rsid w:val="0056234A"/>
    <w:rsid w:val="0056462B"/>
    <w:rsid w:val="0056592B"/>
    <w:rsid w:val="00565AE0"/>
    <w:rsid w:val="00566793"/>
    <w:rsid w:val="00570DA1"/>
    <w:rsid w:val="00570EA0"/>
    <w:rsid w:val="00573155"/>
    <w:rsid w:val="00584A44"/>
    <w:rsid w:val="0058589E"/>
    <w:rsid w:val="00586605"/>
    <w:rsid w:val="00592ABF"/>
    <w:rsid w:val="00594FDC"/>
    <w:rsid w:val="005B4603"/>
    <w:rsid w:val="005B50B7"/>
    <w:rsid w:val="005C3482"/>
    <w:rsid w:val="005D2FFA"/>
    <w:rsid w:val="005E0648"/>
    <w:rsid w:val="005E0DB2"/>
    <w:rsid w:val="005F489E"/>
    <w:rsid w:val="006013CF"/>
    <w:rsid w:val="00612F8B"/>
    <w:rsid w:val="00621771"/>
    <w:rsid w:val="00626092"/>
    <w:rsid w:val="00634BDB"/>
    <w:rsid w:val="006373EA"/>
    <w:rsid w:val="00655E37"/>
    <w:rsid w:val="00664A97"/>
    <w:rsid w:val="00666E9C"/>
    <w:rsid w:val="006677AE"/>
    <w:rsid w:val="00674B32"/>
    <w:rsid w:val="00680DFB"/>
    <w:rsid w:val="006817E3"/>
    <w:rsid w:val="00695CDE"/>
    <w:rsid w:val="006A2C77"/>
    <w:rsid w:val="006B541A"/>
    <w:rsid w:val="006B67A3"/>
    <w:rsid w:val="006B706B"/>
    <w:rsid w:val="006B788B"/>
    <w:rsid w:val="006C257F"/>
    <w:rsid w:val="006D7C76"/>
    <w:rsid w:val="006E130C"/>
    <w:rsid w:val="006F1A32"/>
    <w:rsid w:val="007113F4"/>
    <w:rsid w:val="007165D1"/>
    <w:rsid w:val="00717038"/>
    <w:rsid w:val="007179CC"/>
    <w:rsid w:val="00737D44"/>
    <w:rsid w:val="00741273"/>
    <w:rsid w:val="007578A9"/>
    <w:rsid w:val="0076659D"/>
    <w:rsid w:val="007766ED"/>
    <w:rsid w:val="00784953"/>
    <w:rsid w:val="00786FFC"/>
    <w:rsid w:val="007A5D67"/>
    <w:rsid w:val="007C07C2"/>
    <w:rsid w:val="007C5F3F"/>
    <w:rsid w:val="007C6E69"/>
    <w:rsid w:val="007D0368"/>
    <w:rsid w:val="007D2C2C"/>
    <w:rsid w:val="007E31AD"/>
    <w:rsid w:val="007F1259"/>
    <w:rsid w:val="007F3D4A"/>
    <w:rsid w:val="00800EE9"/>
    <w:rsid w:val="00801798"/>
    <w:rsid w:val="00803E59"/>
    <w:rsid w:val="00804CA9"/>
    <w:rsid w:val="0080559D"/>
    <w:rsid w:val="008132D7"/>
    <w:rsid w:val="00813C89"/>
    <w:rsid w:val="008156F0"/>
    <w:rsid w:val="008157A8"/>
    <w:rsid w:val="0081592C"/>
    <w:rsid w:val="00825278"/>
    <w:rsid w:val="00830158"/>
    <w:rsid w:val="008343BF"/>
    <w:rsid w:val="00844652"/>
    <w:rsid w:val="00844C33"/>
    <w:rsid w:val="0084506F"/>
    <w:rsid w:val="0085315B"/>
    <w:rsid w:val="00855311"/>
    <w:rsid w:val="008570C2"/>
    <w:rsid w:val="0086083B"/>
    <w:rsid w:val="0088100C"/>
    <w:rsid w:val="0088567B"/>
    <w:rsid w:val="00891EDA"/>
    <w:rsid w:val="00893345"/>
    <w:rsid w:val="008A1A7C"/>
    <w:rsid w:val="008A22DC"/>
    <w:rsid w:val="008B0676"/>
    <w:rsid w:val="008C07F1"/>
    <w:rsid w:val="008D1ACA"/>
    <w:rsid w:val="008D415D"/>
    <w:rsid w:val="008E78AF"/>
    <w:rsid w:val="008F0860"/>
    <w:rsid w:val="008F5EC1"/>
    <w:rsid w:val="009038E2"/>
    <w:rsid w:val="00917037"/>
    <w:rsid w:val="00917D8D"/>
    <w:rsid w:val="00921FD6"/>
    <w:rsid w:val="00927C62"/>
    <w:rsid w:val="00934070"/>
    <w:rsid w:val="0093424A"/>
    <w:rsid w:val="00936C46"/>
    <w:rsid w:val="009568FC"/>
    <w:rsid w:val="00960C0C"/>
    <w:rsid w:val="00965AF2"/>
    <w:rsid w:val="009812D1"/>
    <w:rsid w:val="00990C2D"/>
    <w:rsid w:val="00990DC1"/>
    <w:rsid w:val="009914BF"/>
    <w:rsid w:val="009C465B"/>
    <w:rsid w:val="009D1C13"/>
    <w:rsid w:val="009D2230"/>
    <w:rsid w:val="009E3A49"/>
    <w:rsid w:val="009F218A"/>
    <w:rsid w:val="009F6D08"/>
    <w:rsid w:val="00A07007"/>
    <w:rsid w:val="00A11BB1"/>
    <w:rsid w:val="00A229D4"/>
    <w:rsid w:val="00A23B42"/>
    <w:rsid w:val="00A313C5"/>
    <w:rsid w:val="00A361A0"/>
    <w:rsid w:val="00A36B91"/>
    <w:rsid w:val="00A4105A"/>
    <w:rsid w:val="00A42A8C"/>
    <w:rsid w:val="00A63CB3"/>
    <w:rsid w:val="00A71B61"/>
    <w:rsid w:val="00A90848"/>
    <w:rsid w:val="00A92D69"/>
    <w:rsid w:val="00A95333"/>
    <w:rsid w:val="00AA0F8A"/>
    <w:rsid w:val="00AA2F3E"/>
    <w:rsid w:val="00AA7FA9"/>
    <w:rsid w:val="00AB1D32"/>
    <w:rsid w:val="00AB6866"/>
    <w:rsid w:val="00AB73A4"/>
    <w:rsid w:val="00AC0673"/>
    <w:rsid w:val="00AC06B1"/>
    <w:rsid w:val="00AD3107"/>
    <w:rsid w:val="00AD720E"/>
    <w:rsid w:val="00AE0CDB"/>
    <w:rsid w:val="00AE1798"/>
    <w:rsid w:val="00AE4B62"/>
    <w:rsid w:val="00AE5E9B"/>
    <w:rsid w:val="00AE657C"/>
    <w:rsid w:val="00AF4334"/>
    <w:rsid w:val="00B11C54"/>
    <w:rsid w:val="00B2302D"/>
    <w:rsid w:val="00B278F3"/>
    <w:rsid w:val="00B314EC"/>
    <w:rsid w:val="00B40738"/>
    <w:rsid w:val="00B50944"/>
    <w:rsid w:val="00B52A1F"/>
    <w:rsid w:val="00B54DE7"/>
    <w:rsid w:val="00B66B70"/>
    <w:rsid w:val="00B703B8"/>
    <w:rsid w:val="00B804FD"/>
    <w:rsid w:val="00B810BC"/>
    <w:rsid w:val="00B85B4C"/>
    <w:rsid w:val="00B91054"/>
    <w:rsid w:val="00B96494"/>
    <w:rsid w:val="00BB024C"/>
    <w:rsid w:val="00BB6669"/>
    <w:rsid w:val="00BB6F0C"/>
    <w:rsid w:val="00BC2E72"/>
    <w:rsid w:val="00BC32CC"/>
    <w:rsid w:val="00BE6208"/>
    <w:rsid w:val="00BF7313"/>
    <w:rsid w:val="00C0045F"/>
    <w:rsid w:val="00C03057"/>
    <w:rsid w:val="00C03EA6"/>
    <w:rsid w:val="00C0499C"/>
    <w:rsid w:val="00C126D2"/>
    <w:rsid w:val="00C159E7"/>
    <w:rsid w:val="00C30B8A"/>
    <w:rsid w:val="00C31BCC"/>
    <w:rsid w:val="00C350E7"/>
    <w:rsid w:val="00C40138"/>
    <w:rsid w:val="00C430E0"/>
    <w:rsid w:val="00C503C8"/>
    <w:rsid w:val="00C57202"/>
    <w:rsid w:val="00C62804"/>
    <w:rsid w:val="00C65DE0"/>
    <w:rsid w:val="00C660F4"/>
    <w:rsid w:val="00C75F54"/>
    <w:rsid w:val="00C95212"/>
    <w:rsid w:val="00C96D82"/>
    <w:rsid w:val="00C96E5F"/>
    <w:rsid w:val="00CB41F6"/>
    <w:rsid w:val="00CC475D"/>
    <w:rsid w:val="00CF3DF1"/>
    <w:rsid w:val="00CF63D1"/>
    <w:rsid w:val="00D079F8"/>
    <w:rsid w:val="00D11608"/>
    <w:rsid w:val="00D153AC"/>
    <w:rsid w:val="00D22C60"/>
    <w:rsid w:val="00D378E7"/>
    <w:rsid w:val="00D37A72"/>
    <w:rsid w:val="00D47388"/>
    <w:rsid w:val="00D54130"/>
    <w:rsid w:val="00D760B5"/>
    <w:rsid w:val="00D8623E"/>
    <w:rsid w:val="00D86C47"/>
    <w:rsid w:val="00D951B0"/>
    <w:rsid w:val="00D97F66"/>
    <w:rsid w:val="00DA40D2"/>
    <w:rsid w:val="00DB38F7"/>
    <w:rsid w:val="00DB518B"/>
    <w:rsid w:val="00DD76CF"/>
    <w:rsid w:val="00DE2196"/>
    <w:rsid w:val="00DF68C3"/>
    <w:rsid w:val="00E0417F"/>
    <w:rsid w:val="00E231F3"/>
    <w:rsid w:val="00E23365"/>
    <w:rsid w:val="00E27746"/>
    <w:rsid w:val="00E305A6"/>
    <w:rsid w:val="00E33D9C"/>
    <w:rsid w:val="00E34B3A"/>
    <w:rsid w:val="00E402E9"/>
    <w:rsid w:val="00E44966"/>
    <w:rsid w:val="00E47BA9"/>
    <w:rsid w:val="00E65A8D"/>
    <w:rsid w:val="00E76CF0"/>
    <w:rsid w:val="00E913EF"/>
    <w:rsid w:val="00E919C5"/>
    <w:rsid w:val="00E945C1"/>
    <w:rsid w:val="00E94B30"/>
    <w:rsid w:val="00EA4DE5"/>
    <w:rsid w:val="00EA5935"/>
    <w:rsid w:val="00EB2BF3"/>
    <w:rsid w:val="00EB42E7"/>
    <w:rsid w:val="00EC2555"/>
    <w:rsid w:val="00EC607F"/>
    <w:rsid w:val="00ED55E4"/>
    <w:rsid w:val="00EE5783"/>
    <w:rsid w:val="00F02DE8"/>
    <w:rsid w:val="00F13A95"/>
    <w:rsid w:val="00F158D8"/>
    <w:rsid w:val="00F271C8"/>
    <w:rsid w:val="00F33A12"/>
    <w:rsid w:val="00F40D6E"/>
    <w:rsid w:val="00F410C1"/>
    <w:rsid w:val="00F45257"/>
    <w:rsid w:val="00F55F4E"/>
    <w:rsid w:val="00F74428"/>
    <w:rsid w:val="00F845CA"/>
    <w:rsid w:val="00F97100"/>
    <w:rsid w:val="00F97300"/>
    <w:rsid w:val="00FB538B"/>
    <w:rsid w:val="00FC12F2"/>
    <w:rsid w:val="00FC5976"/>
    <w:rsid w:val="00FC5ED7"/>
    <w:rsid w:val="00FC64D1"/>
    <w:rsid w:val="00FD373C"/>
    <w:rsid w:val="00FD56BF"/>
    <w:rsid w:val="00FD6ADF"/>
    <w:rsid w:val="00FE23E7"/>
    <w:rsid w:val="00FE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66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21B5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85B4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cielabarbulo.com" TargetMode="External"/><Relationship Id="rId4" Type="http://schemas.openxmlformats.org/officeDocument/2006/relationships/hyperlink" Target="http://www.gracielabarbul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425</Words>
  <Characters>2340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Siempre estás en el Ahora</dc:title>
  <dc:subject/>
  <dc:creator/>
  <cp:keywords/>
  <dc:description/>
  <cp:lastModifiedBy>pc</cp:lastModifiedBy>
  <cp:revision>4</cp:revision>
  <dcterms:created xsi:type="dcterms:W3CDTF">2013-09-30T20:00:00Z</dcterms:created>
  <dcterms:modified xsi:type="dcterms:W3CDTF">2013-09-30T20:32:00Z</dcterms:modified>
</cp:coreProperties>
</file>