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FF7" w:rsidRPr="005B62C7" w:rsidRDefault="00B77FF7" w:rsidP="00177BE9">
      <w:pPr>
        <w:spacing w:after="0"/>
        <w:jc w:val="center"/>
        <w:rPr>
          <w:i/>
        </w:rPr>
      </w:pPr>
      <w:r w:rsidRPr="00177BE9">
        <w:rPr>
          <w:rFonts w:ascii="Trebuchet MS" w:hAnsi="Trebuchet MS"/>
          <w:smallCaps/>
          <w:shadow/>
          <w:sz w:val="32"/>
          <w:szCs w:val="32"/>
        </w:rPr>
        <w:t>Todo intento de comprensión de La Realidad es una entelequia.</w:t>
      </w:r>
      <w:r>
        <w:rPr>
          <w:rFonts w:ascii="Trebuchet MS" w:hAnsi="Trebuchet MS"/>
          <w:smallCaps/>
          <w:shadow/>
          <w:sz w:val="32"/>
          <w:szCs w:val="32"/>
        </w:rPr>
        <w:br/>
      </w:r>
      <w:r>
        <w:t>Por Graciela Bárbulo</w:t>
      </w:r>
      <w:r>
        <w:br/>
      </w:r>
      <w:hyperlink r:id="rId4" w:history="1">
        <w:r w:rsidRPr="005B62C7">
          <w:rPr>
            <w:rStyle w:val="Hyperlink"/>
            <w:i/>
          </w:rPr>
          <w:t>www.gracielabarbulo.com</w:t>
        </w:r>
      </w:hyperlink>
    </w:p>
    <w:p w:rsidR="00B77FF7" w:rsidRPr="00177BE9" w:rsidRDefault="00B77FF7" w:rsidP="00177BE9">
      <w:pPr>
        <w:jc w:val="center"/>
        <w:rPr>
          <w:rFonts w:ascii="Trebuchet MS" w:hAnsi="Trebuchet MS"/>
          <w:smallCaps/>
          <w:shadow/>
          <w:sz w:val="32"/>
          <w:szCs w:val="32"/>
        </w:rPr>
      </w:pPr>
    </w:p>
    <w:p w:rsidR="00B77FF7" w:rsidRDefault="00B77FF7">
      <w:r>
        <w:t>En el momento en que intentamos comprender La Realidad, la diseccionamos, generando un “perceptor” y un “lo percibido”.</w:t>
      </w:r>
    </w:p>
    <w:p w:rsidR="00B77FF7" w:rsidRDefault="00B77FF7">
      <w:r>
        <w:t>Por lo tanto, no es posible concebir La Realidad de manera intelectual. Siempre que es el intelecto el que pretende conocerla, la mente se separa del Todo, forzándole a convertirse en otra cosa. Entonces, lo que la mente puede percibir siempre es parcial (por lo tanto, ficticio).</w:t>
      </w:r>
    </w:p>
    <w:p w:rsidR="00B77FF7" w:rsidRDefault="00B77FF7">
      <w:r>
        <w:t xml:space="preserve">La Realidad no se puede comprender intelectualmente. Sólo se conoce siendo parte de Ella. De tal forma, la Realidad sólo se puede percibir “siendo” La Realidad. </w:t>
      </w:r>
    </w:p>
    <w:p w:rsidR="00B77FF7" w:rsidRDefault="00B77FF7">
      <w:r>
        <w:t xml:space="preserve">En el momento en que esto sucede, la proyección de la mente cognitiva desaparece, y lo observado también, puesto que de nuevo ambos vuelven a formar parte del Todo. </w:t>
      </w:r>
    </w:p>
    <w:p w:rsidR="00B77FF7" w:rsidRDefault="00B77FF7">
      <w:r>
        <w:t xml:space="preserve">En este momento de cancelación de proyecciones, en el que todo vuelve al Uno, y se toma consciencia de ello, el ser, al fundirse en todo lo demás, se convierte en la Nada, el vacío. </w:t>
      </w:r>
    </w:p>
    <w:p w:rsidR="00B77FF7" w:rsidRDefault="00B77FF7">
      <w:r>
        <w:t xml:space="preserve">Y es éste Gran Vacío el origen de toda proyección, el cual, concebido interdimensionalmente, coexiste con ella. </w:t>
      </w:r>
    </w:p>
    <w:p w:rsidR="00B77FF7" w:rsidRDefault="00B77FF7">
      <w:r>
        <w:t xml:space="preserve">El Origen nunca deja de existir. La Nada siempre “Es”. Es la consciencia de Ella lo que la convierte en El Todo, y el análisis lo que la convierte el “algo”. Entonces, la naturaleza de ese algo queda supeditada a la naturaleza de la búsqueda. </w:t>
      </w:r>
    </w:p>
    <w:p w:rsidR="00B77FF7" w:rsidRPr="005B62C7" w:rsidRDefault="00B77FF7" w:rsidP="00B932A1">
      <w:pPr>
        <w:spacing w:after="0"/>
        <w:rPr>
          <w:i/>
        </w:rPr>
      </w:pPr>
      <w:r w:rsidRPr="005B62C7">
        <w:rPr>
          <w:i/>
        </w:rPr>
        <w:t>Graciela Bárbulo</w:t>
      </w:r>
    </w:p>
    <w:p w:rsidR="00B77FF7" w:rsidRPr="005B62C7" w:rsidRDefault="00B77FF7" w:rsidP="00B932A1">
      <w:pPr>
        <w:spacing w:after="0"/>
        <w:rPr>
          <w:i/>
        </w:rPr>
      </w:pPr>
      <w:hyperlink r:id="rId5" w:history="1">
        <w:r w:rsidRPr="005B62C7">
          <w:rPr>
            <w:rStyle w:val="Hyperlink"/>
            <w:i/>
          </w:rPr>
          <w:t>www.gracielabarbulo.com</w:t>
        </w:r>
      </w:hyperlink>
    </w:p>
    <w:p w:rsidR="00B77FF7" w:rsidRPr="005B62C7" w:rsidRDefault="00B77FF7" w:rsidP="00B932A1">
      <w:pPr>
        <w:spacing w:after="0"/>
        <w:rPr>
          <w:i/>
        </w:rPr>
      </w:pPr>
      <w:r w:rsidRPr="005B62C7">
        <w:rPr>
          <w:i/>
        </w:rPr>
        <w:t>30 de julio de 2013</w:t>
      </w:r>
    </w:p>
    <w:p w:rsidR="00B77FF7" w:rsidRDefault="00B77FF7"/>
    <w:sectPr w:rsidR="00B77FF7" w:rsidSect="00AB686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77A6"/>
    <w:rsid w:val="000007AF"/>
    <w:rsid w:val="0000347B"/>
    <w:rsid w:val="000050B8"/>
    <w:rsid w:val="00005E18"/>
    <w:rsid w:val="00012417"/>
    <w:rsid w:val="00023DCB"/>
    <w:rsid w:val="0003478C"/>
    <w:rsid w:val="00046B69"/>
    <w:rsid w:val="000502ED"/>
    <w:rsid w:val="00056C96"/>
    <w:rsid w:val="00060418"/>
    <w:rsid w:val="00066C53"/>
    <w:rsid w:val="00075053"/>
    <w:rsid w:val="00075B54"/>
    <w:rsid w:val="0009000D"/>
    <w:rsid w:val="00091CBB"/>
    <w:rsid w:val="00093CEA"/>
    <w:rsid w:val="000A6684"/>
    <w:rsid w:val="000B3324"/>
    <w:rsid w:val="000B43A3"/>
    <w:rsid w:val="000C3AEE"/>
    <w:rsid w:val="000C3DC9"/>
    <w:rsid w:val="000C4C53"/>
    <w:rsid w:val="000C64B6"/>
    <w:rsid w:val="000D0DB0"/>
    <w:rsid w:val="000E0659"/>
    <w:rsid w:val="000E43E4"/>
    <w:rsid w:val="000F05C1"/>
    <w:rsid w:val="000F11E1"/>
    <w:rsid w:val="000F18BD"/>
    <w:rsid w:val="000F7457"/>
    <w:rsid w:val="00125609"/>
    <w:rsid w:val="0015505D"/>
    <w:rsid w:val="00155321"/>
    <w:rsid w:val="001570F4"/>
    <w:rsid w:val="001648F3"/>
    <w:rsid w:val="00174D5A"/>
    <w:rsid w:val="001751AE"/>
    <w:rsid w:val="00177BE9"/>
    <w:rsid w:val="00197766"/>
    <w:rsid w:val="001A616A"/>
    <w:rsid w:val="001B5591"/>
    <w:rsid w:val="001C06B2"/>
    <w:rsid w:val="001C5D1B"/>
    <w:rsid w:val="001D25F9"/>
    <w:rsid w:val="001F0263"/>
    <w:rsid w:val="00200A76"/>
    <w:rsid w:val="002068DB"/>
    <w:rsid w:val="00223BC7"/>
    <w:rsid w:val="00233D02"/>
    <w:rsid w:val="0023554D"/>
    <w:rsid w:val="00262B4D"/>
    <w:rsid w:val="00262CBB"/>
    <w:rsid w:val="0028300A"/>
    <w:rsid w:val="00287525"/>
    <w:rsid w:val="002B597A"/>
    <w:rsid w:val="002C5451"/>
    <w:rsid w:val="002C7A36"/>
    <w:rsid w:val="002D506C"/>
    <w:rsid w:val="002D6D9F"/>
    <w:rsid w:val="002E1687"/>
    <w:rsid w:val="002E2CB9"/>
    <w:rsid w:val="00311E1A"/>
    <w:rsid w:val="00315384"/>
    <w:rsid w:val="00343C97"/>
    <w:rsid w:val="003442E1"/>
    <w:rsid w:val="00347711"/>
    <w:rsid w:val="00354CD4"/>
    <w:rsid w:val="0035658F"/>
    <w:rsid w:val="0036443A"/>
    <w:rsid w:val="0036703C"/>
    <w:rsid w:val="003A51DE"/>
    <w:rsid w:val="003A69F2"/>
    <w:rsid w:val="003B0558"/>
    <w:rsid w:val="003B3B35"/>
    <w:rsid w:val="003C5659"/>
    <w:rsid w:val="003D0B97"/>
    <w:rsid w:val="003D2643"/>
    <w:rsid w:val="003D5279"/>
    <w:rsid w:val="003F63D8"/>
    <w:rsid w:val="00426BE4"/>
    <w:rsid w:val="00426FBF"/>
    <w:rsid w:val="004276CD"/>
    <w:rsid w:val="00433F86"/>
    <w:rsid w:val="00437E2E"/>
    <w:rsid w:val="004518B5"/>
    <w:rsid w:val="004650DF"/>
    <w:rsid w:val="00470CEE"/>
    <w:rsid w:val="00473AC8"/>
    <w:rsid w:val="004767F6"/>
    <w:rsid w:val="00497087"/>
    <w:rsid w:val="00497763"/>
    <w:rsid w:val="004B1C2C"/>
    <w:rsid w:val="004C0B28"/>
    <w:rsid w:val="004C1EC5"/>
    <w:rsid w:val="004D4F1C"/>
    <w:rsid w:val="004E0E0D"/>
    <w:rsid w:val="004E6825"/>
    <w:rsid w:val="0050037C"/>
    <w:rsid w:val="005071F8"/>
    <w:rsid w:val="00521D0D"/>
    <w:rsid w:val="0054760E"/>
    <w:rsid w:val="00556A6B"/>
    <w:rsid w:val="0056234A"/>
    <w:rsid w:val="0056462B"/>
    <w:rsid w:val="0056592B"/>
    <w:rsid w:val="00565AE0"/>
    <w:rsid w:val="00566793"/>
    <w:rsid w:val="00570DA1"/>
    <w:rsid w:val="00570EA0"/>
    <w:rsid w:val="00573155"/>
    <w:rsid w:val="00584A44"/>
    <w:rsid w:val="00586605"/>
    <w:rsid w:val="00592ABF"/>
    <w:rsid w:val="00594FDC"/>
    <w:rsid w:val="005B4603"/>
    <w:rsid w:val="005B50B7"/>
    <w:rsid w:val="005B62C7"/>
    <w:rsid w:val="005C3482"/>
    <w:rsid w:val="005D2FFA"/>
    <w:rsid w:val="005E0648"/>
    <w:rsid w:val="005E0DB2"/>
    <w:rsid w:val="005E3075"/>
    <w:rsid w:val="005F489E"/>
    <w:rsid w:val="006013CF"/>
    <w:rsid w:val="00612F8B"/>
    <w:rsid w:val="00621771"/>
    <w:rsid w:val="00626092"/>
    <w:rsid w:val="006373EA"/>
    <w:rsid w:val="00655E37"/>
    <w:rsid w:val="00664A97"/>
    <w:rsid w:val="006677AE"/>
    <w:rsid w:val="00674B32"/>
    <w:rsid w:val="00680DFB"/>
    <w:rsid w:val="006817E3"/>
    <w:rsid w:val="00695CDE"/>
    <w:rsid w:val="006A2C77"/>
    <w:rsid w:val="006A3CD4"/>
    <w:rsid w:val="006B541A"/>
    <w:rsid w:val="006B67A3"/>
    <w:rsid w:val="006B706B"/>
    <w:rsid w:val="006C257F"/>
    <w:rsid w:val="006D7C76"/>
    <w:rsid w:val="006E130C"/>
    <w:rsid w:val="007019F1"/>
    <w:rsid w:val="007165D1"/>
    <w:rsid w:val="00717038"/>
    <w:rsid w:val="007179CC"/>
    <w:rsid w:val="00737D44"/>
    <w:rsid w:val="0074102B"/>
    <w:rsid w:val="00741273"/>
    <w:rsid w:val="00745288"/>
    <w:rsid w:val="007578A9"/>
    <w:rsid w:val="0076659D"/>
    <w:rsid w:val="007766ED"/>
    <w:rsid w:val="007828F8"/>
    <w:rsid w:val="00784953"/>
    <w:rsid w:val="00786FFC"/>
    <w:rsid w:val="007A5D67"/>
    <w:rsid w:val="007B4658"/>
    <w:rsid w:val="007C07C2"/>
    <w:rsid w:val="007C6E69"/>
    <w:rsid w:val="007D0368"/>
    <w:rsid w:val="007D2C2C"/>
    <w:rsid w:val="007E31AD"/>
    <w:rsid w:val="007F3D4A"/>
    <w:rsid w:val="00800EE9"/>
    <w:rsid w:val="00801798"/>
    <w:rsid w:val="00803E59"/>
    <w:rsid w:val="00804CA9"/>
    <w:rsid w:val="0080559D"/>
    <w:rsid w:val="00813C89"/>
    <w:rsid w:val="008156F0"/>
    <w:rsid w:val="008157A8"/>
    <w:rsid w:val="0081592C"/>
    <w:rsid w:val="0081656D"/>
    <w:rsid w:val="00825278"/>
    <w:rsid w:val="00830158"/>
    <w:rsid w:val="008343BF"/>
    <w:rsid w:val="00844652"/>
    <w:rsid w:val="00844C33"/>
    <w:rsid w:val="0084506F"/>
    <w:rsid w:val="008524F9"/>
    <w:rsid w:val="0085315B"/>
    <w:rsid w:val="00855311"/>
    <w:rsid w:val="008570C2"/>
    <w:rsid w:val="0086083B"/>
    <w:rsid w:val="0087016B"/>
    <w:rsid w:val="0088100C"/>
    <w:rsid w:val="0088567B"/>
    <w:rsid w:val="00886A9E"/>
    <w:rsid w:val="00891EDA"/>
    <w:rsid w:val="00893345"/>
    <w:rsid w:val="008A1A7C"/>
    <w:rsid w:val="008A22DC"/>
    <w:rsid w:val="008B0676"/>
    <w:rsid w:val="008C07F1"/>
    <w:rsid w:val="008D1ACA"/>
    <w:rsid w:val="008D3641"/>
    <w:rsid w:val="008E78AF"/>
    <w:rsid w:val="008F0860"/>
    <w:rsid w:val="008F5EC1"/>
    <w:rsid w:val="009038E2"/>
    <w:rsid w:val="0090777F"/>
    <w:rsid w:val="00917037"/>
    <w:rsid w:val="00917D8D"/>
    <w:rsid w:val="00921FD6"/>
    <w:rsid w:val="00927C62"/>
    <w:rsid w:val="00931A3A"/>
    <w:rsid w:val="00934070"/>
    <w:rsid w:val="0093424A"/>
    <w:rsid w:val="00936C46"/>
    <w:rsid w:val="009568FC"/>
    <w:rsid w:val="00957992"/>
    <w:rsid w:val="00960C0C"/>
    <w:rsid w:val="00965AF2"/>
    <w:rsid w:val="009812D1"/>
    <w:rsid w:val="00990C2D"/>
    <w:rsid w:val="00990DC1"/>
    <w:rsid w:val="009914BF"/>
    <w:rsid w:val="009A17BF"/>
    <w:rsid w:val="009B05E7"/>
    <w:rsid w:val="009B6255"/>
    <w:rsid w:val="009C465B"/>
    <w:rsid w:val="009D2230"/>
    <w:rsid w:val="009E3A49"/>
    <w:rsid w:val="009F218A"/>
    <w:rsid w:val="009F6D08"/>
    <w:rsid w:val="00A07007"/>
    <w:rsid w:val="00A11BB1"/>
    <w:rsid w:val="00A229D4"/>
    <w:rsid w:val="00A23B42"/>
    <w:rsid w:val="00A313C5"/>
    <w:rsid w:val="00A361A0"/>
    <w:rsid w:val="00A36B91"/>
    <w:rsid w:val="00A42A8C"/>
    <w:rsid w:val="00A47A7B"/>
    <w:rsid w:val="00A63CB3"/>
    <w:rsid w:val="00A66076"/>
    <w:rsid w:val="00A71B61"/>
    <w:rsid w:val="00A90848"/>
    <w:rsid w:val="00A92D69"/>
    <w:rsid w:val="00A95333"/>
    <w:rsid w:val="00AA0F8A"/>
    <w:rsid w:val="00AA2A1D"/>
    <w:rsid w:val="00AA2F3E"/>
    <w:rsid w:val="00AA77A6"/>
    <w:rsid w:val="00AA7FA9"/>
    <w:rsid w:val="00AB1D32"/>
    <w:rsid w:val="00AB5CC9"/>
    <w:rsid w:val="00AB6866"/>
    <w:rsid w:val="00AB73A4"/>
    <w:rsid w:val="00AC0673"/>
    <w:rsid w:val="00AD3107"/>
    <w:rsid w:val="00AD720E"/>
    <w:rsid w:val="00AE0CDB"/>
    <w:rsid w:val="00AE1798"/>
    <w:rsid w:val="00AE5E9B"/>
    <w:rsid w:val="00AE657C"/>
    <w:rsid w:val="00B11C54"/>
    <w:rsid w:val="00B314EC"/>
    <w:rsid w:val="00B40738"/>
    <w:rsid w:val="00B50944"/>
    <w:rsid w:val="00B52A1F"/>
    <w:rsid w:val="00B66B70"/>
    <w:rsid w:val="00B703B8"/>
    <w:rsid w:val="00B77FF7"/>
    <w:rsid w:val="00B804FD"/>
    <w:rsid w:val="00B810BC"/>
    <w:rsid w:val="00B91054"/>
    <w:rsid w:val="00B932A1"/>
    <w:rsid w:val="00B96494"/>
    <w:rsid w:val="00BB024C"/>
    <w:rsid w:val="00BB6F0C"/>
    <w:rsid w:val="00BC2E72"/>
    <w:rsid w:val="00BE6208"/>
    <w:rsid w:val="00BF7313"/>
    <w:rsid w:val="00C0045F"/>
    <w:rsid w:val="00C03057"/>
    <w:rsid w:val="00C03EA6"/>
    <w:rsid w:val="00C126D2"/>
    <w:rsid w:val="00C159E7"/>
    <w:rsid w:val="00C30B8A"/>
    <w:rsid w:val="00C31BCC"/>
    <w:rsid w:val="00C350E7"/>
    <w:rsid w:val="00C40138"/>
    <w:rsid w:val="00C430E0"/>
    <w:rsid w:val="00C503C8"/>
    <w:rsid w:val="00C57202"/>
    <w:rsid w:val="00C62804"/>
    <w:rsid w:val="00C65DE0"/>
    <w:rsid w:val="00C660F4"/>
    <w:rsid w:val="00C90199"/>
    <w:rsid w:val="00C95212"/>
    <w:rsid w:val="00C9693C"/>
    <w:rsid w:val="00C96D82"/>
    <w:rsid w:val="00C96E5F"/>
    <w:rsid w:val="00CB41F6"/>
    <w:rsid w:val="00CC1800"/>
    <w:rsid w:val="00CC475D"/>
    <w:rsid w:val="00CE5C30"/>
    <w:rsid w:val="00CF3DF1"/>
    <w:rsid w:val="00CF63D1"/>
    <w:rsid w:val="00D079F8"/>
    <w:rsid w:val="00D11608"/>
    <w:rsid w:val="00D1765A"/>
    <w:rsid w:val="00D22C60"/>
    <w:rsid w:val="00D322D6"/>
    <w:rsid w:val="00D378E7"/>
    <w:rsid w:val="00D54130"/>
    <w:rsid w:val="00D760B5"/>
    <w:rsid w:val="00D8623E"/>
    <w:rsid w:val="00D86C47"/>
    <w:rsid w:val="00D946CD"/>
    <w:rsid w:val="00D951B0"/>
    <w:rsid w:val="00D96433"/>
    <w:rsid w:val="00DB518B"/>
    <w:rsid w:val="00DC24C4"/>
    <w:rsid w:val="00DE2196"/>
    <w:rsid w:val="00E0417F"/>
    <w:rsid w:val="00E20970"/>
    <w:rsid w:val="00E231F3"/>
    <w:rsid w:val="00E23365"/>
    <w:rsid w:val="00E27746"/>
    <w:rsid w:val="00E305A6"/>
    <w:rsid w:val="00E402E9"/>
    <w:rsid w:val="00E44966"/>
    <w:rsid w:val="00E47BA9"/>
    <w:rsid w:val="00E5140D"/>
    <w:rsid w:val="00E65A8D"/>
    <w:rsid w:val="00E76CF0"/>
    <w:rsid w:val="00E913EF"/>
    <w:rsid w:val="00E919C5"/>
    <w:rsid w:val="00E945C1"/>
    <w:rsid w:val="00E94B30"/>
    <w:rsid w:val="00EA4DE5"/>
    <w:rsid w:val="00EA5935"/>
    <w:rsid w:val="00EB13EB"/>
    <w:rsid w:val="00EB2BF3"/>
    <w:rsid w:val="00EB42E7"/>
    <w:rsid w:val="00EC2555"/>
    <w:rsid w:val="00EC607F"/>
    <w:rsid w:val="00EC62D6"/>
    <w:rsid w:val="00ED55E4"/>
    <w:rsid w:val="00EE5783"/>
    <w:rsid w:val="00F13A95"/>
    <w:rsid w:val="00F158D8"/>
    <w:rsid w:val="00F271C8"/>
    <w:rsid w:val="00F40D6E"/>
    <w:rsid w:val="00F410C1"/>
    <w:rsid w:val="00F45257"/>
    <w:rsid w:val="00F55F4E"/>
    <w:rsid w:val="00F632E7"/>
    <w:rsid w:val="00F74428"/>
    <w:rsid w:val="00F7587F"/>
    <w:rsid w:val="00F97100"/>
    <w:rsid w:val="00F97300"/>
    <w:rsid w:val="00FC12F2"/>
    <w:rsid w:val="00FC5976"/>
    <w:rsid w:val="00FC5ED7"/>
    <w:rsid w:val="00FC64D1"/>
    <w:rsid w:val="00FD373C"/>
    <w:rsid w:val="00FD56BF"/>
    <w:rsid w:val="00FD6ADF"/>
    <w:rsid w:val="00FE23E7"/>
    <w:rsid w:val="00FE7E63"/>
    <w:rsid w:val="00FF5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866"/>
    <w:pPr>
      <w:spacing w:after="200" w:line="276" w:lineRule="auto"/>
    </w:pPr>
    <w:rPr>
      <w:lang w:val="es-E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E2097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racielabarbulo.com" TargetMode="External"/><Relationship Id="rId4" Type="http://schemas.openxmlformats.org/officeDocument/2006/relationships/hyperlink" Target="http://www.gracielabarbul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1</Pages>
  <Words>235</Words>
  <Characters>1296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Todo intento de comprensión de La Realidad es una entelequia</dc:title>
  <dc:subject/>
  <dc:creator>Graciela</dc:creator>
  <cp:keywords/>
  <dc:description/>
  <cp:lastModifiedBy>pc</cp:lastModifiedBy>
  <cp:revision>3</cp:revision>
  <dcterms:created xsi:type="dcterms:W3CDTF">2013-07-31T23:34:00Z</dcterms:created>
  <dcterms:modified xsi:type="dcterms:W3CDTF">2013-08-03T19:15:00Z</dcterms:modified>
</cp:coreProperties>
</file>