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65C" w:rsidRDefault="0081365C" w:rsidP="007A2B0B">
      <w:pPr>
        <w:rPr>
          <w:b/>
          <w:sz w:val="32"/>
          <w:szCs w:val="32"/>
          <w:u w:val="single"/>
        </w:rPr>
      </w:pPr>
      <w:r w:rsidRPr="003E4854">
        <w:rPr>
          <w:b/>
          <w:sz w:val="32"/>
          <w:szCs w:val="32"/>
          <w:u w:val="single"/>
        </w:rPr>
        <w:t>Tú eres Todo</w:t>
      </w:r>
    </w:p>
    <w:p w:rsidR="0081365C" w:rsidRPr="00297514" w:rsidRDefault="0081365C" w:rsidP="007A2B0B">
      <w:pPr>
        <w:rPr>
          <w:b/>
          <w:i/>
        </w:rPr>
      </w:pPr>
      <w:r>
        <w:rPr>
          <w:b/>
          <w:i/>
        </w:rPr>
        <w:t>(</w:t>
      </w:r>
      <w:r w:rsidRPr="00297514">
        <w:rPr>
          <w:b/>
          <w:i/>
        </w:rPr>
        <w:t>Comunicación del Ser Superior</w:t>
      </w:r>
      <w:r>
        <w:rPr>
          <w:b/>
          <w:i/>
        </w:rPr>
        <w:t>)</w:t>
      </w:r>
      <w:r w:rsidRPr="00297514">
        <w:rPr>
          <w:b/>
          <w:i/>
        </w:rPr>
        <w:t>.</w:t>
      </w:r>
    </w:p>
    <w:p w:rsidR="0081365C" w:rsidRDefault="0081365C" w:rsidP="007A2B0B"/>
    <w:p w:rsidR="0081365C" w:rsidRPr="001037BE" w:rsidRDefault="0081365C" w:rsidP="007A2B0B">
      <w:pPr>
        <w:rPr>
          <w:b/>
          <w:u w:val="single"/>
        </w:rPr>
      </w:pPr>
      <w:r w:rsidRPr="001037BE">
        <w:rPr>
          <w:b/>
          <w:u w:val="single"/>
        </w:rPr>
        <w:t>Del Yo-Todo al “yo-ser” holográfico.</w:t>
      </w:r>
    </w:p>
    <w:p w:rsidR="0081365C" w:rsidRDefault="0081365C" w:rsidP="007A2B0B"/>
    <w:p w:rsidR="0081365C" w:rsidRDefault="0081365C" w:rsidP="007A2B0B">
      <w:r>
        <w:t xml:space="preserve">Yo Soy el total de posibilidades multidimensionales, Soy cada una de las opciones y todas y cada una de las combinaciones posibles en todos los tiempos probables. </w:t>
      </w:r>
    </w:p>
    <w:p w:rsidR="0081365C" w:rsidRDefault="0081365C" w:rsidP="007A2B0B"/>
    <w:p w:rsidR="0081365C" w:rsidRDefault="0081365C" w:rsidP="007A2B0B">
      <w:r>
        <w:t xml:space="preserve">Yo Soy el ilimitado potencial de vibración y tiempo, Soy la música que vibra en infinitas posibilidades. </w:t>
      </w:r>
    </w:p>
    <w:p w:rsidR="0081365C" w:rsidRDefault="0081365C" w:rsidP="007A2B0B"/>
    <w:p w:rsidR="0081365C" w:rsidRDefault="0081365C" w:rsidP="007A2B0B">
      <w:r>
        <w:t xml:space="preserve">Tú eres la concreción de cada una de ellas, definidas mediante un espacio tiempo holográfico a través de la conciencia individualizada de “yo”, extraída del potencial infinito. </w:t>
      </w:r>
    </w:p>
    <w:p w:rsidR="0081365C" w:rsidRDefault="0081365C" w:rsidP="007A2B0B"/>
    <w:p w:rsidR="0081365C" w:rsidRDefault="0081365C" w:rsidP="007A2B0B">
      <w:r>
        <w:t xml:space="preserve">De tal forma, tomando conciencia individual de “yo”, te concretizas como unidad independiente dentro de ese ámbito del cual estás formado; y de esa conciencia de “yo” surge la manifestación que lo define. </w:t>
      </w:r>
    </w:p>
    <w:p w:rsidR="0081365C" w:rsidRDefault="0081365C" w:rsidP="007A2B0B"/>
    <w:p w:rsidR="0081365C" w:rsidRDefault="0081365C" w:rsidP="007A2B0B">
      <w:r>
        <w:t xml:space="preserve">Esta manifestación es un holograma de luces y geometrías específicos del Todo, vibrando dentro del Todo, con cualidades concretas que lo delimitan. </w:t>
      </w:r>
    </w:p>
    <w:p w:rsidR="0081365C" w:rsidRDefault="0081365C" w:rsidP="007A2B0B"/>
    <w:p w:rsidR="0081365C" w:rsidRDefault="0081365C" w:rsidP="007A2B0B">
      <w:r>
        <w:t xml:space="preserve">Tú crees que tú eres un cuerpo, pero tú eres una vida, es decir, una realidad holográfica definida por un núcleo al que llamas “yo”, y configura el ser rodeado por circunstancias, a las que llamas “ello”. </w:t>
      </w:r>
    </w:p>
    <w:p w:rsidR="0081365C" w:rsidRDefault="0081365C" w:rsidP="007A2B0B"/>
    <w:p w:rsidR="0081365C" w:rsidRDefault="0081365C" w:rsidP="007A2B0B">
      <w:r>
        <w:t xml:space="preserve">Dado que tu conciencia está en el núcleo, sólo se identifica con el ser; sin embargo, “ello” es también parte de la proyección holográfica que surge de la individualización de “yo”, y como tal puede dejar de ser ajeno a ti en el momento en que pongas tu conciencia en “ello”. </w:t>
      </w:r>
    </w:p>
    <w:p w:rsidR="0081365C" w:rsidRDefault="0081365C" w:rsidP="007A2B0B"/>
    <w:p w:rsidR="0081365C" w:rsidRDefault="0081365C" w:rsidP="007A2B0B">
      <w:r>
        <w:t xml:space="preserve">De este modo, debes saber que tu creación holográfica de la individualidad del y desde el Todo contiene el Todo, es una réplica, pero al ser proyectada deja de ser potencial y se convierte en concreta. </w:t>
      </w:r>
    </w:p>
    <w:p w:rsidR="0081365C" w:rsidRDefault="0081365C" w:rsidP="007A2B0B"/>
    <w:p w:rsidR="0081365C" w:rsidRDefault="0081365C" w:rsidP="007A2B0B">
      <w:r>
        <w:t xml:space="preserve">Así, la conciencia del “yo” se concretiza en un ser y unas circunstancias. En el proceso de existencia, éste ser “yo” va generando frecuencias diferentes, de forma que en ocasiones incluye ciertas unidades de lo “otro” que, en otras, suelta. </w:t>
      </w:r>
    </w:p>
    <w:p w:rsidR="0081365C" w:rsidRDefault="0081365C" w:rsidP="007A2B0B"/>
    <w:p w:rsidR="0081365C" w:rsidRDefault="0081365C" w:rsidP="007A2B0B">
      <w:r>
        <w:t xml:space="preserve">El “yo-ser” traduce esto como “tengo” o “carezco” (para bien o para mal). </w:t>
      </w:r>
    </w:p>
    <w:p w:rsidR="0081365C" w:rsidRDefault="0081365C" w:rsidP="007A2B0B"/>
    <w:p w:rsidR="0081365C" w:rsidRDefault="0081365C" w:rsidP="007A2B0B">
      <w:r>
        <w:t xml:space="preserve">Por lo tanto: </w:t>
      </w:r>
    </w:p>
    <w:p w:rsidR="0081365C" w:rsidRDefault="0081365C" w:rsidP="007A2B0B">
      <w:pPr>
        <w:pStyle w:val="ListParagraph"/>
        <w:numPr>
          <w:ilvl w:val="0"/>
          <w:numId w:val="1"/>
        </w:numPr>
      </w:pPr>
      <w:r>
        <w:t>Siempre estás dentro, y formando parte, del Todo, siempre estás protegido, nunca estás sólo.</w:t>
      </w:r>
    </w:p>
    <w:p w:rsidR="0081365C" w:rsidRDefault="0081365C" w:rsidP="007A2B0B">
      <w:pPr>
        <w:pStyle w:val="ListParagraph"/>
        <w:numPr>
          <w:ilvl w:val="0"/>
          <w:numId w:val="1"/>
        </w:numPr>
      </w:pPr>
      <w:r>
        <w:t>Siempre que desees algo, sucede porque tienes conciencia de “ello” y, por lo tanto, forma parte de tu holograma.</w:t>
      </w:r>
    </w:p>
    <w:p w:rsidR="0081365C" w:rsidRDefault="0081365C" w:rsidP="007A2B0B">
      <w:pPr>
        <w:pStyle w:val="ListParagraph"/>
        <w:numPr>
          <w:ilvl w:val="0"/>
          <w:numId w:val="1"/>
        </w:numPr>
      </w:pPr>
      <w:r>
        <w:t xml:space="preserve">Todo está accesible para ti. Si quieres soltar o coger algo del exterior de “yo”, simplemente tienes que hacer una de éstas cosas, sabiendo que eso también es parte de tu proyección holográfica: </w:t>
      </w:r>
    </w:p>
    <w:p w:rsidR="0081365C" w:rsidRDefault="0081365C" w:rsidP="007A2B0B">
      <w:pPr>
        <w:pStyle w:val="ListParagraph"/>
        <w:numPr>
          <w:ilvl w:val="1"/>
          <w:numId w:val="1"/>
        </w:numPr>
      </w:pPr>
      <w:r>
        <w:t xml:space="preserve">Si quieres añadir a tu realidad, o a tu ser, algo exterior, entonces, simplemente tienes que poner tu conciencia de “yo” en “ello”. </w:t>
      </w:r>
    </w:p>
    <w:p w:rsidR="0081365C" w:rsidRDefault="0081365C" w:rsidP="007A2B0B">
      <w:pPr>
        <w:pStyle w:val="ListParagraph"/>
        <w:numPr>
          <w:ilvl w:val="1"/>
          <w:numId w:val="1"/>
        </w:numPr>
      </w:pPr>
      <w:r>
        <w:t>Si quieres librarte de algo que forma parte de tu ser o de tu realidad, simplemente tienes que retirar tu conciencia de “ello”.</w:t>
      </w:r>
    </w:p>
    <w:p w:rsidR="0081365C" w:rsidRDefault="0081365C" w:rsidP="004E7488">
      <w:pPr>
        <w:ind w:left="1080"/>
      </w:pPr>
      <w:r>
        <w:t xml:space="preserve">Estos procesos variarán la frecuencia vibratoria de tu conciencia, y en el tránsito de evolucionar de una melodía a otra, sentirás, tal vez, un tempo desafinado. </w:t>
      </w:r>
    </w:p>
    <w:p w:rsidR="0081365C" w:rsidRDefault="0081365C" w:rsidP="004E7488">
      <w:pPr>
        <w:ind w:left="1080"/>
      </w:pPr>
      <w:r>
        <w:t xml:space="preserve">Pero cuando al fin la vibración disonante que haya quedado latente se diluya por completo, y quede únicamente la vibración de tu nuevo “yo”, en ese instante habrás cambiado el foco hacia tu objetivo y, por lo tanto, logrado lo que deseabas. </w:t>
      </w:r>
    </w:p>
    <w:p w:rsidR="0081365C" w:rsidRDefault="0081365C" w:rsidP="007A2B0B"/>
    <w:p w:rsidR="0081365C" w:rsidRDefault="0081365C" w:rsidP="007A2B0B">
      <w:r>
        <w:t xml:space="preserve">Todo lo que deseas te pertenece, porque todo es tú. Si no lo tienes en tu “yo”, y lo deseas, viaja hasta “ello” y vivéncialo como “yo”, entonces habrás creado, de nuevo, una melodía para realizarte, y esta vez habrá sido conscientemente. </w:t>
      </w:r>
    </w:p>
    <w:p w:rsidR="0081365C" w:rsidRDefault="0081365C" w:rsidP="007A2B0B"/>
    <w:p w:rsidR="0081365C" w:rsidRDefault="0081365C" w:rsidP="007A2B0B">
      <w:r>
        <w:t xml:space="preserve">Siempre puedes realizar éste proceso, porque tu creación es para experimentar, y cuando cesen los procesos, cuando hayas finalizado tu ánimo de investigar, podrás diluirte, de nuevo, en el potencial del Todo. </w:t>
      </w:r>
    </w:p>
    <w:p w:rsidR="0081365C" w:rsidRDefault="0081365C" w:rsidP="007A2B0B"/>
    <w:p w:rsidR="0081365C" w:rsidRPr="00783D3B" w:rsidRDefault="0081365C" w:rsidP="00783D3B">
      <w:pPr>
        <w:spacing w:after="0"/>
        <w:rPr>
          <w:i/>
        </w:rPr>
      </w:pPr>
      <w:r w:rsidRPr="00783D3B">
        <w:rPr>
          <w:i/>
        </w:rPr>
        <w:t>Graciela Bárbulo</w:t>
      </w:r>
    </w:p>
    <w:p w:rsidR="0081365C" w:rsidRPr="00783D3B" w:rsidRDefault="0081365C" w:rsidP="00783D3B">
      <w:pPr>
        <w:spacing w:after="0"/>
        <w:rPr>
          <w:i/>
        </w:rPr>
      </w:pPr>
      <w:hyperlink r:id="rId5" w:history="1">
        <w:r w:rsidRPr="00783D3B">
          <w:rPr>
            <w:rStyle w:val="Hyperlink"/>
            <w:i/>
          </w:rPr>
          <w:t>www.gracielabarbulo.com</w:t>
        </w:r>
      </w:hyperlink>
    </w:p>
    <w:p w:rsidR="0081365C" w:rsidRPr="00783D3B" w:rsidRDefault="0081365C" w:rsidP="00783D3B">
      <w:pPr>
        <w:spacing w:after="0"/>
        <w:rPr>
          <w:i/>
        </w:rPr>
      </w:pPr>
      <w:r w:rsidRPr="00783D3B">
        <w:rPr>
          <w:i/>
        </w:rPr>
        <w:t>06/19/13</w:t>
      </w:r>
    </w:p>
    <w:p w:rsidR="0081365C" w:rsidRDefault="0081365C" w:rsidP="007A2B0B"/>
    <w:p w:rsidR="0081365C" w:rsidRDefault="0081365C"/>
    <w:sectPr w:rsidR="0081365C" w:rsidSect="00AB686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A24A3A"/>
    <w:multiLevelType w:val="hybridMultilevel"/>
    <w:tmpl w:val="D2EC324C"/>
    <w:lvl w:ilvl="0" w:tplc="CB1A430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2B0B"/>
    <w:rsid w:val="000007AF"/>
    <w:rsid w:val="0000347B"/>
    <w:rsid w:val="000050B8"/>
    <w:rsid w:val="00005E18"/>
    <w:rsid w:val="00023DCB"/>
    <w:rsid w:val="0003478C"/>
    <w:rsid w:val="00046B69"/>
    <w:rsid w:val="000502ED"/>
    <w:rsid w:val="00056C96"/>
    <w:rsid w:val="00066C53"/>
    <w:rsid w:val="00075053"/>
    <w:rsid w:val="00075B54"/>
    <w:rsid w:val="00076F75"/>
    <w:rsid w:val="0009000D"/>
    <w:rsid w:val="00091CBB"/>
    <w:rsid w:val="00093CEA"/>
    <w:rsid w:val="000A6684"/>
    <w:rsid w:val="000B3324"/>
    <w:rsid w:val="000B43A3"/>
    <w:rsid w:val="000C3AEE"/>
    <w:rsid w:val="000C3DC9"/>
    <w:rsid w:val="000C4C53"/>
    <w:rsid w:val="000C4F2B"/>
    <w:rsid w:val="000C64B6"/>
    <w:rsid w:val="000D0DB0"/>
    <w:rsid w:val="000E0659"/>
    <w:rsid w:val="000E43E4"/>
    <w:rsid w:val="000F05C1"/>
    <w:rsid w:val="000F11E1"/>
    <w:rsid w:val="000F18BD"/>
    <w:rsid w:val="001037BE"/>
    <w:rsid w:val="00125609"/>
    <w:rsid w:val="0015505D"/>
    <w:rsid w:val="00155321"/>
    <w:rsid w:val="001570F4"/>
    <w:rsid w:val="001648F3"/>
    <w:rsid w:val="00174D5A"/>
    <w:rsid w:val="001751AE"/>
    <w:rsid w:val="00197766"/>
    <w:rsid w:val="001A616A"/>
    <w:rsid w:val="001B5591"/>
    <w:rsid w:val="001C06B2"/>
    <w:rsid w:val="001C5D1B"/>
    <w:rsid w:val="001F0263"/>
    <w:rsid w:val="00200A76"/>
    <w:rsid w:val="002068DB"/>
    <w:rsid w:val="00223BC7"/>
    <w:rsid w:val="00233D02"/>
    <w:rsid w:val="0023554D"/>
    <w:rsid w:val="00245FAC"/>
    <w:rsid w:val="00262CBB"/>
    <w:rsid w:val="0028300A"/>
    <w:rsid w:val="00287525"/>
    <w:rsid w:val="00297514"/>
    <w:rsid w:val="002B00E6"/>
    <w:rsid w:val="002B597A"/>
    <w:rsid w:val="002C7A36"/>
    <w:rsid w:val="002D506C"/>
    <w:rsid w:val="002D6D9F"/>
    <w:rsid w:val="002E1687"/>
    <w:rsid w:val="002E2CB9"/>
    <w:rsid w:val="00311E1A"/>
    <w:rsid w:val="00315384"/>
    <w:rsid w:val="00343C97"/>
    <w:rsid w:val="003442E1"/>
    <w:rsid w:val="0035658F"/>
    <w:rsid w:val="0036443A"/>
    <w:rsid w:val="0036703C"/>
    <w:rsid w:val="003850F5"/>
    <w:rsid w:val="003A51DE"/>
    <w:rsid w:val="003A69F2"/>
    <w:rsid w:val="003B0558"/>
    <w:rsid w:val="003B3B35"/>
    <w:rsid w:val="003C5659"/>
    <w:rsid w:val="003D0B97"/>
    <w:rsid w:val="003D2643"/>
    <w:rsid w:val="003D5279"/>
    <w:rsid w:val="003E4854"/>
    <w:rsid w:val="003F63D8"/>
    <w:rsid w:val="004026FF"/>
    <w:rsid w:val="00426BE4"/>
    <w:rsid w:val="00426FBF"/>
    <w:rsid w:val="004276CD"/>
    <w:rsid w:val="00433F86"/>
    <w:rsid w:val="00437E2E"/>
    <w:rsid w:val="00446B1D"/>
    <w:rsid w:val="004518B5"/>
    <w:rsid w:val="004650DF"/>
    <w:rsid w:val="00470CEE"/>
    <w:rsid w:val="00473AC8"/>
    <w:rsid w:val="004767F6"/>
    <w:rsid w:val="00497763"/>
    <w:rsid w:val="004C0B28"/>
    <w:rsid w:val="004C1EC5"/>
    <w:rsid w:val="004D4F1C"/>
    <w:rsid w:val="004E0E0D"/>
    <w:rsid w:val="004E6825"/>
    <w:rsid w:val="004E7488"/>
    <w:rsid w:val="0050037C"/>
    <w:rsid w:val="005071F8"/>
    <w:rsid w:val="00521D0D"/>
    <w:rsid w:val="0054760E"/>
    <w:rsid w:val="00556A6B"/>
    <w:rsid w:val="0056234A"/>
    <w:rsid w:val="0056462B"/>
    <w:rsid w:val="0056592B"/>
    <w:rsid w:val="00565AE0"/>
    <w:rsid w:val="00566793"/>
    <w:rsid w:val="00570DA1"/>
    <w:rsid w:val="00570EA0"/>
    <w:rsid w:val="00573155"/>
    <w:rsid w:val="00584A44"/>
    <w:rsid w:val="00586605"/>
    <w:rsid w:val="00592ABF"/>
    <w:rsid w:val="00594FDC"/>
    <w:rsid w:val="005B2276"/>
    <w:rsid w:val="005B4603"/>
    <w:rsid w:val="005B50B7"/>
    <w:rsid w:val="005C3482"/>
    <w:rsid w:val="005D2FFA"/>
    <w:rsid w:val="005E0648"/>
    <w:rsid w:val="005E0DB2"/>
    <w:rsid w:val="005F489E"/>
    <w:rsid w:val="006013CF"/>
    <w:rsid w:val="00612F8B"/>
    <w:rsid w:val="00621771"/>
    <w:rsid w:val="00626092"/>
    <w:rsid w:val="006373EA"/>
    <w:rsid w:val="00655E37"/>
    <w:rsid w:val="00664A97"/>
    <w:rsid w:val="006677AE"/>
    <w:rsid w:val="00674B32"/>
    <w:rsid w:val="00680DFB"/>
    <w:rsid w:val="006817E3"/>
    <w:rsid w:val="00695CDE"/>
    <w:rsid w:val="006A2C77"/>
    <w:rsid w:val="006B541A"/>
    <w:rsid w:val="006B67A3"/>
    <w:rsid w:val="006B706B"/>
    <w:rsid w:val="006C257F"/>
    <w:rsid w:val="006D7C76"/>
    <w:rsid w:val="006E130C"/>
    <w:rsid w:val="007165D1"/>
    <w:rsid w:val="00717038"/>
    <w:rsid w:val="007179CC"/>
    <w:rsid w:val="00737D44"/>
    <w:rsid w:val="00741273"/>
    <w:rsid w:val="007578A9"/>
    <w:rsid w:val="00766562"/>
    <w:rsid w:val="0076659D"/>
    <w:rsid w:val="007766ED"/>
    <w:rsid w:val="00783D3B"/>
    <w:rsid w:val="00784953"/>
    <w:rsid w:val="00786FFC"/>
    <w:rsid w:val="007A2B0B"/>
    <w:rsid w:val="007A5D67"/>
    <w:rsid w:val="007A5F0F"/>
    <w:rsid w:val="007C07C2"/>
    <w:rsid w:val="007C6E69"/>
    <w:rsid w:val="007D0368"/>
    <w:rsid w:val="007D2C2C"/>
    <w:rsid w:val="007E31AD"/>
    <w:rsid w:val="007F3D4A"/>
    <w:rsid w:val="00800EE9"/>
    <w:rsid w:val="00801798"/>
    <w:rsid w:val="00803E59"/>
    <w:rsid w:val="00804CA9"/>
    <w:rsid w:val="0080559D"/>
    <w:rsid w:val="0081365C"/>
    <w:rsid w:val="00813C89"/>
    <w:rsid w:val="008156F0"/>
    <w:rsid w:val="008157A8"/>
    <w:rsid w:val="0081592C"/>
    <w:rsid w:val="00825278"/>
    <w:rsid w:val="00830158"/>
    <w:rsid w:val="008343BF"/>
    <w:rsid w:val="00844652"/>
    <w:rsid w:val="00844C33"/>
    <w:rsid w:val="0084506F"/>
    <w:rsid w:val="0085315B"/>
    <w:rsid w:val="00855311"/>
    <w:rsid w:val="008570C2"/>
    <w:rsid w:val="0086083B"/>
    <w:rsid w:val="0088100C"/>
    <w:rsid w:val="0088567B"/>
    <w:rsid w:val="00891EDA"/>
    <w:rsid w:val="00893345"/>
    <w:rsid w:val="008A1A7C"/>
    <w:rsid w:val="008A22DC"/>
    <w:rsid w:val="008B0676"/>
    <w:rsid w:val="008C07F1"/>
    <w:rsid w:val="008D1ACA"/>
    <w:rsid w:val="008E78AF"/>
    <w:rsid w:val="008F0860"/>
    <w:rsid w:val="008F5EC1"/>
    <w:rsid w:val="009023AD"/>
    <w:rsid w:val="009038E2"/>
    <w:rsid w:val="00917037"/>
    <w:rsid w:val="00917D8D"/>
    <w:rsid w:val="00921FD6"/>
    <w:rsid w:val="00927C62"/>
    <w:rsid w:val="00934070"/>
    <w:rsid w:val="0093424A"/>
    <w:rsid w:val="00936C46"/>
    <w:rsid w:val="00946E54"/>
    <w:rsid w:val="009568FC"/>
    <w:rsid w:val="00960C0C"/>
    <w:rsid w:val="00965AF2"/>
    <w:rsid w:val="009812D1"/>
    <w:rsid w:val="00990C2D"/>
    <w:rsid w:val="00990DC1"/>
    <w:rsid w:val="009914BF"/>
    <w:rsid w:val="00994F4C"/>
    <w:rsid w:val="009C465B"/>
    <w:rsid w:val="009D2230"/>
    <w:rsid w:val="009E3A49"/>
    <w:rsid w:val="009F218A"/>
    <w:rsid w:val="009F6D08"/>
    <w:rsid w:val="00A07007"/>
    <w:rsid w:val="00A11BB1"/>
    <w:rsid w:val="00A229D4"/>
    <w:rsid w:val="00A23B42"/>
    <w:rsid w:val="00A313C5"/>
    <w:rsid w:val="00A361A0"/>
    <w:rsid w:val="00A36B91"/>
    <w:rsid w:val="00A42A8C"/>
    <w:rsid w:val="00A63CB3"/>
    <w:rsid w:val="00A71B61"/>
    <w:rsid w:val="00A90848"/>
    <w:rsid w:val="00A92D69"/>
    <w:rsid w:val="00A95333"/>
    <w:rsid w:val="00AA0F8A"/>
    <w:rsid w:val="00AA2F3E"/>
    <w:rsid w:val="00AA7FA9"/>
    <w:rsid w:val="00AB1D32"/>
    <w:rsid w:val="00AB6866"/>
    <w:rsid w:val="00AB73A4"/>
    <w:rsid w:val="00AC0673"/>
    <w:rsid w:val="00AD3107"/>
    <w:rsid w:val="00AD61B6"/>
    <w:rsid w:val="00AD720E"/>
    <w:rsid w:val="00AE0CDB"/>
    <w:rsid w:val="00AE1798"/>
    <w:rsid w:val="00AE2437"/>
    <w:rsid w:val="00AE5E9B"/>
    <w:rsid w:val="00AE657C"/>
    <w:rsid w:val="00B11C54"/>
    <w:rsid w:val="00B314EC"/>
    <w:rsid w:val="00B40738"/>
    <w:rsid w:val="00B50944"/>
    <w:rsid w:val="00B52A1F"/>
    <w:rsid w:val="00B66B70"/>
    <w:rsid w:val="00B703B8"/>
    <w:rsid w:val="00B804FD"/>
    <w:rsid w:val="00B810BC"/>
    <w:rsid w:val="00B91054"/>
    <w:rsid w:val="00B96494"/>
    <w:rsid w:val="00BB024C"/>
    <w:rsid w:val="00BB6F0C"/>
    <w:rsid w:val="00BC2E72"/>
    <w:rsid w:val="00BE6208"/>
    <w:rsid w:val="00BF7313"/>
    <w:rsid w:val="00C0045F"/>
    <w:rsid w:val="00C03057"/>
    <w:rsid w:val="00C03EA6"/>
    <w:rsid w:val="00C126D2"/>
    <w:rsid w:val="00C159E7"/>
    <w:rsid w:val="00C30B8A"/>
    <w:rsid w:val="00C31BCC"/>
    <w:rsid w:val="00C350E7"/>
    <w:rsid w:val="00C40138"/>
    <w:rsid w:val="00C430E0"/>
    <w:rsid w:val="00C503C8"/>
    <w:rsid w:val="00C57202"/>
    <w:rsid w:val="00C62804"/>
    <w:rsid w:val="00C65DE0"/>
    <w:rsid w:val="00C660F4"/>
    <w:rsid w:val="00C95212"/>
    <w:rsid w:val="00C96D82"/>
    <w:rsid w:val="00C96E5F"/>
    <w:rsid w:val="00CB41F6"/>
    <w:rsid w:val="00CC475D"/>
    <w:rsid w:val="00CF3DF1"/>
    <w:rsid w:val="00CF63D1"/>
    <w:rsid w:val="00D079F8"/>
    <w:rsid w:val="00D11608"/>
    <w:rsid w:val="00D22C60"/>
    <w:rsid w:val="00D378E7"/>
    <w:rsid w:val="00D54130"/>
    <w:rsid w:val="00D760B5"/>
    <w:rsid w:val="00D8623E"/>
    <w:rsid w:val="00D86C47"/>
    <w:rsid w:val="00D951B0"/>
    <w:rsid w:val="00DB518B"/>
    <w:rsid w:val="00DE2196"/>
    <w:rsid w:val="00E0233E"/>
    <w:rsid w:val="00E0417F"/>
    <w:rsid w:val="00E231F3"/>
    <w:rsid w:val="00E23365"/>
    <w:rsid w:val="00E27746"/>
    <w:rsid w:val="00E305A6"/>
    <w:rsid w:val="00E402E9"/>
    <w:rsid w:val="00E44966"/>
    <w:rsid w:val="00E47BA9"/>
    <w:rsid w:val="00E65A8D"/>
    <w:rsid w:val="00E76CF0"/>
    <w:rsid w:val="00E913EF"/>
    <w:rsid w:val="00E919C5"/>
    <w:rsid w:val="00E945C1"/>
    <w:rsid w:val="00E94B30"/>
    <w:rsid w:val="00EA4DE5"/>
    <w:rsid w:val="00EA5935"/>
    <w:rsid w:val="00EB100A"/>
    <w:rsid w:val="00EB2BF3"/>
    <w:rsid w:val="00EB42E7"/>
    <w:rsid w:val="00EC2555"/>
    <w:rsid w:val="00EC607F"/>
    <w:rsid w:val="00ED55E4"/>
    <w:rsid w:val="00ED69A3"/>
    <w:rsid w:val="00EE5783"/>
    <w:rsid w:val="00F13A95"/>
    <w:rsid w:val="00F158D8"/>
    <w:rsid w:val="00F271C8"/>
    <w:rsid w:val="00F40D6E"/>
    <w:rsid w:val="00F410C1"/>
    <w:rsid w:val="00F45257"/>
    <w:rsid w:val="00F55F4E"/>
    <w:rsid w:val="00F74428"/>
    <w:rsid w:val="00F97100"/>
    <w:rsid w:val="00F97300"/>
    <w:rsid w:val="00FC12F2"/>
    <w:rsid w:val="00FC5976"/>
    <w:rsid w:val="00FC5ED7"/>
    <w:rsid w:val="00FC64D1"/>
    <w:rsid w:val="00FD373C"/>
    <w:rsid w:val="00FD56BF"/>
    <w:rsid w:val="00FD6ADF"/>
    <w:rsid w:val="00FE23E7"/>
    <w:rsid w:val="00FE7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B0B"/>
    <w:pPr>
      <w:spacing w:after="200" w:line="276" w:lineRule="auto"/>
    </w:pPr>
    <w:rPr>
      <w:lang w:val="es-E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A2B0B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783D3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racielabarbul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543</Words>
  <Characters>2992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Tú eres Todo</dc:title>
  <dc:subject/>
  <dc:creator>Graciela</dc:creator>
  <cp:keywords/>
  <dc:description/>
  <cp:lastModifiedBy>pc</cp:lastModifiedBy>
  <cp:revision>2</cp:revision>
  <dcterms:created xsi:type="dcterms:W3CDTF">2013-09-07T00:48:00Z</dcterms:created>
  <dcterms:modified xsi:type="dcterms:W3CDTF">2013-09-07T00:48:00Z</dcterms:modified>
</cp:coreProperties>
</file>