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1F57" w:rsidRPr="00835E6B" w:rsidRDefault="00FD1F57" w:rsidP="00835E6B">
      <w:pPr>
        <w:jc w:val="center"/>
        <w:rPr>
          <w:rFonts w:ascii="Arial" w:hAnsi="Arial" w:cs="Arial"/>
        </w:rPr>
      </w:pPr>
      <w:r w:rsidRPr="00835E6B">
        <w:rPr>
          <w:rFonts w:ascii="Arial" w:hAnsi="Arial" w:cs="Arial"/>
          <w:b/>
          <w:bCs/>
          <w:sz w:val="28"/>
          <w:szCs w:val="28"/>
        </w:rPr>
        <w:t>El DESPERTAR CUÁNTICO</w:t>
      </w:r>
    </w:p>
    <w:p w:rsidR="00FD1F57" w:rsidRPr="00835E6B" w:rsidRDefault="00FD1F57" w:rsidP="00835E6B">
      <w:pPr>
        <w:jc w:val="center"/>
        <w:rPr>
          <w:rFonts w:ascii="Arial" w:hAnsi="Arial" w:cs="Arial"/>
        </w:rPr>
      </w:pPr>
      <w:r w:rsidRPr="00835E6B">
        <w:rPr>
          <w:rFonts w:ascii="Arial" w:hAnsi="Arial" w:cs="Arial"/>
          <w:b/>
          <w:bCs/>
          <w:sz w:val="22"/>
          <w:szCs w:val="22"/>
        </w:rPr>
        <w:t>Un sitio en la red, un boletín electrónico mundial,</w:t>
      </w:r>
    </w:p>
    <w:p w:rsidR="00FD1F57" w:rsidRPr="00835E6B" w:rsidRDefault="00FD1F57" w:rsidP="00835E6B">
      <w:pPr>
        <w:jc w:val="center"/>
        <w:rPr>
          <w:rFonts w:ascii="Arial" w:hAnsi="Arial" w:cs="Arial"/>
        </w:rPr>
      </w:pPr>
      <w:r w:rsidRPr="00835E6B">
        <w:rPr>
          <w:rFonts w:ascii="Arial" w:hAnsi="Arial" w:cs="Arial"/>
          <w:b/>
          <w:bCs/>
          <w:sz w:val="22"/>
          <w:szCs w:val="22"/>
        </w:rPr>
        <w:t>un pensamiento, una forma de vida y un “Santuario de la Verdad”</w:t>
      </w:r>
      <w:r>
        <w:rPr>
          <w:rFonts w:ascii="Arial" w:hAnsi="Arial" w:cs="Arial"/>
          <w:b/>
          <w:bCs/>
          <w:sz w:val="22"/>
          <w:szCs w:val="22"/>
        </w:rPr>
        <w:br/>
      </w:r>
    </w:p>
    <w:p w:rsidR="00FD1F57" w:rsidRPr="00835E6B" w:rsidRDefault="00FD1F57" w:rsidP="00835E6B">
      <w:pPr>
        <w:jc w:val="center"/>
        <w:rPr>
          <w:rFonts w:ascii="Arial" w:hAnsi="Arial" w:cs="Arial"/>
        </w:rPr>
      </w:pPr>
      <w:r>
        <w:rPr>
          <w:rFonts w:ascii="Arial" w:hAnsi="Arial" w:cs="Arial"/>
          <w:b/>
          <w:bCs/>
        </w:rPr>
        <w:t>AGOSTO 2023 - Número 293</w:t>
      </w:r>
      <w:r>
        <w:rPr>
          <w:rFonts w:ascii="Arial" w:hAnsi="Arial" w:cs="Arial"/>
          <w:b/>
          <w:bCs/>
        </w:rPr>
        <w:br/>
      </w:r>
    </w:p>
    <w:p w:rsidR="00FD1F57" w:rsidRPr="00835E6B" w:rsidRDefault="00FD1F57" w:rsidP="00835E6B">
      <w:pPr>
        <w:jc w:val="center"/>
        <w:rPr>
          <w:rFonts w:ascii="Arial" w:hAnsi="Arial" w:cs="Arial"/>
        </w:rPr>
      </w:pPr>
      <w:r w:rsidRPr="00835E6B">
        <w:rPr>
          <w:rFonts w:ascii="Arial" w:hAnsi="Arial" w:cs="Arial"/>
          <w:b/>
          <w:bCs/>
          <w:sz w:val="22"/>
          <w:szCs w:val="22"/>
        </w:rPr>
        <w:t>Creado, canalizado, escrito, publicado y registrado con Amor y dedicación a la Luz por Gillian MacBeth-Louthan</w:t>
      </w:r>
      <w:r>
        <w:rPr>
          <w:rFonts w:ascii="Arial" w:hAnsi="Arial" w:cs="Arial"/>
          <w:b/>
          <w:bCs/>
          <w:sz w:val="22"/>
          <w:szCs w:val="22"/>
        </w:rPr>
        <w:br/>
      </w:r>
    </w:p>
    <w:p w:rsidR="00FD1F57" w:rsidRPr="000775D9" w:rsidRDefault="00FD1F57" w:rsidP="00835E6B">
      <w:pPr>
        <w:jc w:val="center"/>
        <w:rPr>
          <w:rFonts w:ascii="Arial" w:hAnsi="Arial" w:cs="Arial"/>
          <w:color w:val="666699"/>
          <w:sz w:val="20"/>
          <w:szCs w:val="20"/>
        </w:rPr>
      </w:pPr>
      <w:r w:rsidRPr="000775D9">
        <w:rPr>
          <w:rFonts w:ascii="Arial" w:hAnsi="Arial" w:cs="Arial"/>
          <w:bCs/>
          <w:sz w:val="20"/>
          <w:szCs w:val="20"/>
        </w:rPr>
        <w:t xml:space="preserve">Este boletín ha estado en circulación, impreso y en línea, desde 1986 y llega a un grupo central de millones de dedicados trabajadores de la luz planetaria. Más de 33 años de servicio a la Luz. Uno a uno, luz a Luz, hacemos Milagros. Siéntanse libres de compartir esta información otorgando el crédito a </w:t>
      </w:r>
      <w:hyperlink r:id="rId6" w:tgtFrame="_blank" w:history="1">
        <w:r w:rsidRPr="000775D9">
          <w:rPr>
            <w:rStyle w:val="Hyperlink"/>
            <w:rFonts w:ascii="Arial" w:hAnsi="Arial" w:cs="Arial"/>
            <w:bCs/>
            <w:color w:val="666699"/>
            <w:sz w:val="20"/>
            <w:szCs w:val="20"/>
          </w:rPr>
          <w:t>TheQuantumawakening.com</w:t>
        </w:r>
      </w:hyperlink>
    </w:p>
    <w:p w:rsidR="00FD1F57" w:rsidRPr="00CE3C94" w:rsidRDefault="00FD1F57" w:rsidP="00835E6B">
      <w:pPr>
        <w:jc w:val="center"/>
        <w:rPr>
          <w:rFonts w:ascii="Arial" w:hAnsi="Arial" w:cs="Arial"/>
          <w:b/>
          <w:sz w:val="20"/>
          <w:szCs w:val="20"/>
        </w:rPr>
      </w:pPr>
      <w:r w:rsidRPr="00CE3C94">
        <w:rPr>
          <w:rFonts w:ascii="Arial" w:hAnsi="Arial" w:cs="Arial"/>
          <w:b/>
          <w:bCs/>
          <w:sz w:val="20"/>
          <w:szCs w:val="20"/>
        </w:rPr>
        <w:t>Desde hace muchos años, El Despertar Cuántico es amorosamente traducido al español por Susy Peralta, de Argentina. Gracias, querida diosa argentina.</w:t>
      </w:r>
    </w:p>
    <w:p w:rsidR="00FD1F57" w:rsidRPr="000775D9" w:rsidRDefault="00FD1F57" w:rsidP="00CE1A8F">
      <w:pPr>
        <w:jc w:val="center"/>
        <w:rPr>
          <w:rFonts w:ascii="Arial" w:hAnsi="Arial" w:cs="Arial"/>
          <w:color w:val="666699"/>
          <w:sz w:val="20"/>
          <w:szCs w:val="20"/>
        </w:rPr>
      </w:pPr>
      <w:hyperlink r:id="rId7" w:history="1">
        <w:r w:rsidRPr="000775D9">
          <w:rPr>
            <w:rStyle w:val="Hyperlink"/>
            <w:rFonts w:ascii="Arial" w:hAnsi="Arial" w:cs="Arial"/>
            <w:bCs/>
            <w:color w:val="666699"/>
            <w:sz w:val="20"/>
            <w:szCs w:val="20"/>
          </w:rPr>
          <w:t>https://www.manantialcaduceo.com.ar/boletin/despertar_cuantico.htm</w:t>
        </w:r>
      </w:hyperlink>
    </w:p>
    <w:p w:rsidR="00FD1F57" w:rsidRPr="00835E6B" w:rsidRDefault="00FD1F57" w:rsidP="00835E6B">
      <w:pPr>
        <w:rPr>
          <w:rFonts w:ascii="Arial" w:hAnsi="Arial" w:cs="Arial"/>
        </w:rPr>
      </w:pPr>
      <w:r w:rsidRPr="00835E6B">
        <w:rPr>
          <w:rFonts w:ascii="Arial" w:hAnsi="Arial" w:cs="Arial"/>
          <w:b/>
          <w:bCs/>
          <w:sz w:val="20"/>
          <w:szCs w:val="20"/>
        </w:rPr>
        <w:t> </w:t>
      </w:r>
    </w:p>
    <w:p w:rsidR="00FD1F57" w:rsidRPr="00835E6B" w:rsidRDefault="00FD1F57" w:rsidP="00835E6B">
      <w:pPr>
        <w:rPr>
          <w:rFonts w:ascii="Arial" w:hAnsi="Arial" w:cs="Arial"/>
        </w:rPr>
      </w:pPr>
      <w:r w:rsidRPr="00835E6B">
        <w:rPr>
          <w:rFonts w:ascii="Arial" w:hAnsi="Arial" w:cs="Arial"/>
          <w:b/>
          <w:bCs/>
          <w:sz w:val="22"/>
          <w:szCs w:val="22"/>
        </w:rPr>
        <w:t>EN ESTE NÚMERO:</w:t>
      </w:r>
    </w:p>
    <w:p w:rsidR="00FD1F57" w:rsidRPr="00835E6B" w:rsidRDefault="00FD1F57" w:rsidP="00835E6B">
      <w:pPr>
        <w:rPr>
          <w:rFonts w:ascii="Arial" w:hAnsi="Arial" w:cs="Arial"/>
        </w:rPr>
      </w:pPr>
      <w:r w:rsidRPr="00835E6B">
        <w:rPr>
          <w:rFonts w:ascii="Arial" w:hAnsi="Arial" w:cs="Arial"/>
          <w:b/>
          <w:bCs/>
          <w:sz w:val="20"/>
          <w:szCs w:val="20"/>
        </w:rPr>
        <w:t> </w:t>
      </w:r>
    </w:p>
    <w:p w:rsidR="00FD1F57" w:rsidRPr="002947AB" w:rsidRDefault="00FD1F57" w:rsidP="002947AB">
      <w:pPr>
        <w:pStyle w:val="gmail-msonospacing"/>
        <w:spacing w:before="0" w:beforeAutospacing="0" w:after="0" w:afterAutospacing="0"/>
        <w:rPr>
          <w:rFonts w:ascii="Arial" w:hAnsi="Arial" w:cs="Arial"/>
          <w:sz w:val="20"/>
          <w:szCs w:val="20"/>
        </w:rPr>
      </w:pPr>
      <w:r w:rsidRPr="002947AB">
        <w:rPr>
          <w:rFonts w:ascii="Arial" w:hAnsi="Arial" w:cs="Arial"/>
          <w:b/>
          <w:bCs/>
          <w:sz w:val="20"/>
          <w:szCs w:val="20"/>
        </w:rPr>
        <w:t>▲ DE SU ANFITRIONA DE LA LUZ</w:t>
      </w:r>
    </w:p>
    <w:p w:rsidR="00FD1F57" w:rsidRPr="002947AB" w:rsidRDefault="00FD1F57" w:rsidP="002947AB">
      <w:pPr>
        <w:pStyle w:val="gmail-msonospacing"/>
        <w:spacing w:before="0" w:beforeAutospacing="0" w:after="0" w:afterAutospacing="0"/>
        <w:rPr>
          <w:rFonts w:ascii="Arial" w:hAnsi="Arial" w:cs="Arial"/>
          <w:sz w:val="20"/>
          <w:szCs w:val="20"/>
        </w:rPr>
      </w:pPr>
      <w:r w:rsidRPr="002947AB">
        <w:rPr>
          <w:rFonts w:ascii="Arial" w:hAnsi="Arial" w:cs="Arial"/>
          <w:b/>
          <w:bCs/>
          <w:sz w:val="20"/>
          <w:szCs w:val="20"/>
        </w:rPr>
        <w:t xml:space="preserve">▲ MERCURIO RETROGRADO AGOSTO </w:t>
      </w:r>
      <w:smartTag w:uri="urn:schemas-microsoft-com:office:smarttags" w:element="metricconverter">
        <w:smartTagPr>
          <w:attr w:name="ProductID" w:val="23 A"/>
        </w:smartTagPr>
        <w:r w:rsidRPr="002947AB">
          <w:rPr>
            <w:rFonts w:ascii="Arial" w:hAnsi="Arial" w:cs="Arial"/>
            <w:b/>
            <w:bCs/>
            <w:sz w:val="20"/>
            <w:szCs w:val="20"/>
          </w:rPr>
          <w:t>23 A</w:t>
        </w:r>
      </w:smartTag>
      <w:r w:rsidRPr="002947AB">
        <w:rPr>
          <w:rFonts w:ascii="Arial" w:hAnsi="Arial" w:cs="Arial"/>
          <w:b/>
          <w:bCs/>
          <w:sz w:val="20"/>
          <w:szCs w:val="20"/>
        </w:rPr>
        <w:t xml:space="preserve"> SEPTIEMBRE 14, 2023</w:t>
      </w:r>
    </w:p>
    <w:p w:rsidR="00FD1F57" w:rsidRPr="002947AB" w:rsidRDefault="00FD1F57" w:rsidP="002947AB">
      <w:pPr>
        <w:pStyle w:val="gmail-msonospacing"/>
        <w:spacing w:before="0" w:beforeAutospacing="0" w:after="0" w:afterAutospacing="0"/>
        <w:rPr>
          <w:rFonts w:ascii="Arial" w:hAnsi="Arial" w:cs="Arial"/>
          <w:sz w:val="20"/>
          <w:szCs w:val="20"/>
        </w:rPr>
      </w:pPr>
      <w:r w:rsidRPr="002947AB">
        <w:rPr>
          <w:rFonts w:ascii="Arial" w:hAnsi="Arial" w:cs="Arial"/>
          <w:b/>
          <w:bCs/>
          <w:sz w:val="20"/>
          <w:szCs w:val="20"/>
        </w:rPr>
        <w:t>▲ LOS AGUJEROS DE GUSANO DEL PENSAMIENTO</w:t>
      </w:r>
    </w:p>
    <w:p w:rsidR="00FD1F57" w:rsidRPr="002947AB" w:rsidRDefault="00FD1F57" w:rsidP="002947AB">
      <w:pPr>
        <w:pStyle w:val="gmail-msonospacing"/>
        <w:spacing w:before="0" w:beforeAutospacing="0" w:after="0" w:afterAutospacing="0"/>
        <w:rPr>
          <w:rFonts w:ascii="Arial" w:hAnsi="Arial" w:cs="Arial"/>
          <w:sz w:val="20"/>
          <w:szCs w:val="20"/>
        </w:rPr>
      </w:pPr>
      <w:r w:rsidRPr="002947AB">
        <w:rPr>
          <w:rFonts w:ascii="Arial" w:hAnsi="Arial" w:cs="Arial"/>
          <w:b/>
          <w:bCs/>
          <w:sz w:val="20"/>
          <w:szCs w:val="20"/>
        </w:rPr>
        <w:t>▲ LOS PORTALES DEL TIEMPO 2023</w:t>
      </w:r>
    </w:p>
    <w:p w:rsidR="00FD1F57" w:rsidRPr="002947AB" w:rsidRDefault="00FD1F57" w:rsidP="002947AB">
      <w:pPr>
        <w:pStyle w:val="gmail-msonospacing"/>
        <w:spacing w:before="0" w:beforeAutospacing="0" w:after="0" w:afterAutospacing="0"/>
        <w:rPr>
          <w:rFonts w:ascii="Arial" w:hAnsi="Arial" w:cs="Arial"/>
          <w:sz w:val="20"/>
          <w:szCs w:val="20"/>
        </w:rPr>
      </w:pPr>
      <w:r w:rsidRPr="002947AB">
        <w:rPr>
          <w:rFonts w:ascii="Arial" w:hAnsi="Arial" w:cs="Arial"/>
          <w:b/>
          <w:bCs/>
          <w:sz w:val="20"/>
          <w:szCs w:val="20"/>
        </w:rPr>
        <w:t>▲ 8:8 LA ELEVACIÓN DE SIRIO 2023</w:t>
      </w:r>
    </w:p>
    <w:p w:rsidR="00FD1F57" w:rsidRPr="002947AB" w:rsidRDefault="00FD1F57" w:rsidP="002947AB">
      <w:pPr>
        <w:pStyle w:val="gmail-msonospacing"/>
        <w:spacing w:before="0" w:beforeAutospacing="0" w:after="0" w:afterAutospacing="0"/>
        <w:rPr>
          <w:rFonts w:ascii="Arial" w:hAnsi="Arial" w:cs="Arial"/>
          <w:sz w:val="20"/>
          <w:szCs w:val="20"/>
        </w:rPr>
      </w:pPr>
      <w:r w:rsidRPr="002947AB">
        <w:rPr>
          <w:rFonts w:ascii="Arial" w:hAnsi="Arial" w:cs="Arial"/>
          <w:b/>
          <w:bCs/>
          <w:sz w:val="20"/>
          <w:szCs w:val="20"/>
        </w:rPr>
        <w:t> </w:t>
      </w:r>
    </w:p>
    <w:p w:rsidR="00FD1F57" w:rsidRPr="002947AB" w:rsidRDefault="00FD1F57" w:rsidP="002947AB">
      <w:pPr>
        <w:spacing w:after="200" w:line="276" w:lineRule="auto"/>
        <w:rPr>
          <w:rFonts w:ascii="Arial" w:hAnsi="Arial" w:cs="Arial"/>
          <w:sz w:val="20"/>
          <w:szCs w:val="20"/>
        </w:rPr>
      </w:pPr>
      <w:r w:rsidRPr="002947AB">
        <w:rPr>
          <w:rFonts w:ascii="Arial" w:hAnsi="Arial" w:cs="Arial"/>
          <w:b/>
          <w:bCs/>
          <w:color w:val="000000"/>
          <w:sz w:val="20"/>
          <w:szCs w:val="20"/>
        </w:rPr>
        <w:t>DE SU ANFITRIONA DE LA LUZ</w:t>
      </w:r>
    </w:p>
    <w:p w:rsidR="00FD1F57" w:rsidRPr="002947AB" w:rsidRDefault="00FD1F57" w:rsidP="002947AB">
      <w:pPr>
        <w:spacing w:after="200" w:line="276" w:lineRule="auto"/>
        <w:jc w:val="both"/>
        <w:rPr>
          <w:rFonts w:ascii="Arial" w:hAnsi="Arial" w:cs="Arial"/>
          <w:sz w:val="20"/>
          <w:szCs w:val="20"/>
        </w:rPr>
      </w:pPr>
      <w:r w:rsidRPr="002947AB">
        <w:rPr>
          <w:rFonts w:ascii="Arial" w:hAnsi="Arial" w:cs="Arial"/>
          <w:sz w:val="20"/>
          <w:szCs w:val="20"/>
        </w:rPr>
        <w:t>Mientras me preparo para la 35ª edición del taller 8:8 del Portal del León, el Universo empuja y tira de mi cerebro tratando de abrirme a nuevas perspectivas como si fuera un caramelo de agua salada en un caluroso día de verano. Como una cartelera luminosa, surgen las palabras "profecía auto-cumplida".  Una profecía auto-cumplida es una predicción que se hace realidad a sí misma debido al comportamiento del creyente. Auto-cumplida significa "producida como resultado de haber sido predicha o hablada hasta el punto de manifestarse", profecía se refiere a la predicción real. Otra definición de profecía auto-cumplida es que alguien "predice" o espera algo, y esta "predicción" o expectativa se hace realidad sencillamente porque la persona lo cree.  En este mundo virtual en el que vivimos todos, las profecías auto-cumplidas están a solo un tuit de distancia.</w:t>
      </w:r>
    </w:p>
    <w:p w:rsidR="00FD1F57" w:rsidRPr="002947AB" w:rsidRDefault="00FD1F57" w:rsidP="002947AB">
      <w:pPr>
        <w:spacing w:after="200" w:line="276" w:lineRule="auto"/>
        <w:jc w:val="both"/>
        <w:rPr>
          <w:rFonts w:ascii="Arial" w:hAnsi="Arial" w:cs="Arial"/>
          <w:sz w:val="20"/>
          <w:szCs w:val="20"/>
        </w:rPr>
      </w:pPr>
      <w:r w:rsidRPr="002947AB">
        <w:rPr>
          <w:rFonts w:ascii="Arial" w:hAnsi="Arial" w:cs="Arial"/>
          <w:sz w:val="20"/>
          <w:szCs w:val="20"/>
        </w:rPr>
        <w:t>Un ejemplo de esto es el cierre de un banco debido a los rumores de que iba a cerrar. Esto crea un " círculo causal " que tiene una fuerza vital propia.  El rumor magnifica todo, la gente entra en pánico y comienza a retirar su dinero del banco, forzando al banco a cerrar y a que la profecía se cumpla. Vemos esto a nivel global constantemente. Muchas de esas profecías se caen de golpe, otras siguen cobrando fuerza por mucho que intentemos cortarlas de raíz con nuestras oraciones. Las falsas creencias tienen fuerza vital propia. Entonces, ¿cómo cortar de raíz una profecía negativa auto-cumplida? Creando una profecía auto-cumplida más grande y brillante. Cada profecía auto-cumplida, no importa lo pequeña que sea (como contarle a su jefe una mentira piadosa y luego tener que vivirla como si cobrara vida),  acabará creando un "círculo causal". En estos tiempos virtuales, la historia futura se reescribirá a medida que todas las profecías auto-cumplidas de la Tierra se sigan tuiteando y tuiteando para siempre a través de la nube interminable.</w:t>
      </w:r>
    </w:p>
    <w:p w:rsidR="00FD1F57" w:rsidRPr="002947AB" w:rsidRDefault="00FD1F57" w:rsidP="002947AB">
      <w:pPr>
        <w:spacing w:after="200" w:line="276" w:lineRule="auto"/>
        <w:jc w:val="both"/>
        <w:rPr>
          <w:rFonts w:ascii="Arial" w:hAnsi="Arial" w:cs="Arial"/>
          <w:sz w:val="20"/>
          <w:szCs w:val="20"/>
        </w:rPr>
      </w:pPr>
      <w:r w:rsidRPr="002947AB">
        <w:rPr>
          <w:rFonts w:ascii="Arial" w:hAnsi="Arial" w:cs="Arial"/>
          <w:sz w:val="20"/>
          <w:szCs w:val="20"/>
        </w:rPr>
        <w:t>Un círculo causal es una cadena circular de variables que se afectan mutuamente. Una variable afecta a una segunda variable, que a su vez afecta a una tercera, y así sucesivamente. El círculo causal está conectado energéticamente con el chakra casual, que se está activando poderosamente en este momento de la historia. El chakra causal permite un flujo bidireccional de energía y luz desde los reinos superiores. El chakra causal tiene un propósito poderoso ya que proporciona al buscador una conexión profunda e íntima con el mundo del espíritu. A través del chakra causal recibimos mensajes, información e inspiración que nos permiten ver el panorama general a través de la intuición. El Chakra Causal está conectado con la Luna y es como su propia Luna personal, absorbiendo e irradiando luz femenina sanadora divina. La Luna es un satélite ascendido que contiene los aspectos superiores del divino femenino.</w:t>
      </w:r>
    </w:p>
    <w:p w:rsidR="00FD1F57" w:rsidRPr="002947AB" w:rsidRDefault="00FD1F57" w:rsidP="002947AB">
      <w:pPr>
        <w:spacing w:after="200" w:line="276" w:lineRule="auto"/>
        <w:jc w:val="both"/>
        <w:rPr>
          <w:rFonts w:ascii="Arial" w:hAnsi="Arial" w:cs="Arial"/>
          <w:sz w:val="20"/>
          <w:szCs w:val="20"/>
        </w:rPr>
      </w:pPr>
      <w:r w:rsidRPr="002947AB">
        <w:rPr>
          <w:rFonts w:ascii="Arial" w:hAnsi="Arial" w:cs="Arial"/>
          <w:sz w:val="20"/>
          <w:szCs w:val="20"/>
        </w:rPr>
        <w:t>Cada pensamiento es una fracción de tiempo que exige consideración inmediata. Cada minuto que pasa es como un cupón de regalo cósmico para gastar en el destino que elijan.  Las cantidades y valores de este cupón de regalo se estructuran y redefinen para ajustarse a las necesidades y deseos terrenales. A medida que el pulso de luz se fortalece en proporción a los resultados deseados, mueve su conciencia hacia adelante a través del tiempo para observar a todas y cada una de sus concepciones, viendo cómo están gastando su tiempo vital. Lo que es inferior en tiempo y valor se multiplica y expande a medida que las Elecciones son vistas sin tapujos por lo que están ocultando. Una longitud de onda evolutiva de expansión en proporción directa al pulso de los creadores se siente a nivel celular. El tiempo que alguna vez estuvo obstruido es visto por su flexibilidad; doblarse hacia adelante o hacia atrás consume la misma energía.</w:t>
      </w:r>
    </w:p>
    <w:p w:rsidR="00FD1F57" w:rsidRPr="002947AB" w:rsidRDefault="00FD1F57" w:rsidP="002947AB">
      <w:pPr>
        <w:spacing w:after="200" w:line="276" w:lineRule="auto"/>
        <w:jc w:val="both"/>
        <w:rPr>
          <w:rFonts w:ascii="Arial" w:hAnsi="Arial" w:cs="Arial"/>
          <w:sz w:val="20"/>
          <w:szCs w:val="20"/>
        </w:rPr>
      </w:pPr>
      <w:r w:rsidRPr="002947AB">
        <w:rPr>
          <w:rFonts w:ascii="Arial" w:hAnsi="Arial" w:cs="Arial"/>
          <w:sz w:val="20"/>
          <w:szCs w:val="20"/>
        </w:rPr>
        <w:t>A medida que la humanidad cambie su concepción de lo que es el espacio y el tiempo, se liberará de los grilletes de sus elecciones pasadas, que siguen restringiendo la vida.  Las moléculas de la vida, la libertad y la búsqueda de la felicidad avanzan por el tiempo y el espacio sin vacilar. La humanidad tiene la capacidad innata de llegar a ser como los "maestros" ante los que se inclina activamente.  Recibir las claves estelares es el centro de esta verdad.  Las estrellas y las galaxias residen dentro del cuerpo humano y del ADN. Son cautivas estelares de la materia y la antimateria, que piden ser liberadas. El Universo avanza con o sin ustedes, queridos.  La finalización de los viejos programas se acelera a medida que se emiten los nuevos códigos a la Tierra a través del pulso cósmico. Todo se amplifica a medida que la luz fluye y refluye.</w:t>
      </w:r>
    </w:p>
    <w:p w:rsidR="00FD1F57" w:rsidRPr="002947AB" w:rsidRDefault="00FD1F57" w:rsidP="002947AB">
      <w:pPr>
        <w:spacing w:after="200" w:line="276" w:lineRule="auto"/>
        <w:jc w:val="both"/>
        <w:rPr>
          <w:rFonts w:ascii="Arial" w:hAnsi="Arial" w:cs="Arial"/>
          <w:sz w:val="20"/>
          <w:szCs w:val="20"/>
        </w:rPr>
      </w:pPr>
      <w:r w:rsidRPr="002947AB">
        <w:rPr>
          <w:rFonts w:ascii="Arial" w:hAnsi="Arial" w:cs="Arial"/>
          <w:sz w:val="20"/>
          <w:szCs w:val="20"/>
        </w:rPr>
        <w:t>A medida que las formas de pensamiento de la luz se reúnan y revaloricen, Todos serán responsables del tiempo, de cómo lo gastan y de cómo lo ven.  El procesamiento físico es necesario para acelerar el proceso del hombre hacia una luz viva más brillante.  Un gran regalo espera a aquellos que son lo suficientemente fuertes para permanecer en el camino de la luz, la involución y la evolución. Aquellos que son justos en luz, pensamiento y acción son vistos por la difusión de sus intenciones. Serán elevados a lo alto para ser liberados de una inminente caída molecular.</w:t>
      </w:r>
    </w:p>
    <w:p w:rsidR="00FD1F57" w:rsidRPr="002947AB" w:rsidRDefault="00FD1F57" w:rsidP="002947AB">
      <w:pPr>
        <w:spacing w:after="200" w:line="276" w:lineRule="auto"/>
        <w:jc w:val="both"/>
        <w:rPr>
          <w:rFonts w:ascii="Arial" w:hAnsi="Arial" w:cs="Arial"/>
          <w:sz w:val="20"/>
          <w:szCs w:val="20"/>
        </w:rPr>
      </w:pPr>
      <w:r w:rsidRPr="002947AB">
        <w:rPr>
          <w:rFonts w:ascii="Arial" w:hAnsi="Arial" w:cs="Arial"/>
          <w:sz w:val="20"/>
          <w:szCs w:val="20"/>
        </w:rPr>
        <w:t>Antes de que esto pueda suceder, debe existir un cuerpo de creencias.  Los dones de lo que es sagrado llegarán a un punto de saturación y madurez y se completará un programa lleno de luz. La conciencia de luz de fuentes externas será transferida. Las viejas formas de pensar se licuarán. Se crearán nuevas creencias a una velocidad excelsa dando vida a todo pensamiento y palabra.  Semillas divinas que han tenido miedo de brotar hasta ahora echarán raíces en esta atmósfera más elevada de luz.  Al vivir en un lugar de luz vistiendo un ropaje de amor, la humanidad será capaz de traspasar la valla intergaláctica hacia un lugar de nuevos códigos de energía.  Las claves estelares se dan en respuesta a un clamor del futuro. A la humanidad se le volverán a dar las herramientas para salvarse de un coma autoinducido.</w:t>
      </w:r>
    </w:p>
    <w:p w:rsidR="00FD1F57" w:rsidRPr="002947AB" w:rsidRDefault="00FD1F57" w:rsidP="002947AB">
      <w:pPr>
        <w:pStyle w:val="gmail-msonospacing"/>
        <w:spacing w:before="0" w:beforeAutospacing="0" w:after="0" w:afterAutospacing="0"/>
        <w:rPr>
          <w:rFonts w:ascii="Arial" w:hAnsi="Arial" w:cs="Arial"/>
          <w:sz w:val="22"/>
          <w:szCs w:val="22"/>
        </w:rPr>
      </w:pPr>
      <w:r w:rsidRPr="002947AB">
        <w:rPr>
          <w:rFonts w:ascii="Arial" w:hAnsi="Arial" w:cs="Arial"/>
          <w:b/>
          <w:bCs/>
          <w:sz w:val="22"/>
          <w:szCs w:val="22"/>
        </w:rPr>
        <w:t>MERCURIO RETRÓGRADO</w:t>
      </w:r>
    </w:p>
    <w:p w:rsidR="00FD1F57" w:rsidRPr="002947AB" w:rsidRDefault="00FD1F57" w:rsidP="002947AB">
      <w:pPr>
        <w:pStyle w:val="gmail-msonospacing"/>
        <w:spacing w:before="0" w:beforeAutospacing="0" w:after="0" w:afterAutospacing="0"/>
        <w:rPr>
          <w:rFonts w:ascii="Arial" w:hAnsi="Arial" w:cs="Arial"/>
          <w:sz w:val="22"/>
          <w:szCs w:val="22"/>
        </w:rPr>
      </w:pPr>
      <w:r w:rsidRPr="002947AB">
        <w:rPr>
          <w:rFonts w:ascii="Arial" w:hAnsi="Arial" w:cs="Arial"/>
          <w:b/>
          <w:bCs/>
          <w:sz w:val="22"/>
          <w:szCs w:val="22"/>
        </w:rPr>
        <w:t>Desacelerar y escuchar el pasado</w:t>
      </w:r>
    </w:p>
    <w:p w:rsidR="00FD1F57" w:rsidRPr="002947AB" w:rsidRDefault="00FD1F57" w:rsidP="002947AB">
      <w:pPr>
        <w:pStyle w:val="gmail-msonospacing"/>
        <w:spacing w:before="0" w:beforeAutospacing="0" w:after="0" w:afterAutospacing="0"/>
        <w:rPr>
          <w:rFonts w:ascii="Arial" w:hAnsi="Arial" w:cs="Arial"/>
          <w:sz w:val="22"/>
          <w:szCs w:val="22"/>
        </w:rPr>
      </w:pPr>
      <w:r w:rsidRPr="002947AB">
        <w:rPr>
          <w:rFonts w:ascii="Arial" w:hAnsi="Arial" w:cs="Arial"/>
          <w:b/>
          <w:bCs/>
          <w:sz w:val="22"/>
          <w:szCs w:val="22"/>
        </w:rPr>
        <w:t>Del 23 de agosto al 14 de septiembre de 2023</w:t>
      </w:r>
    </w:p>
    <w:p w:rsidR="00FD1F57" w:rsidRPr="002947AB" w:rsidRDefault="00FD1F57" w:rsidP="002947AB">
      <w:pPr>
        <w:pStyle w:val="gmail-msonospacing"/>
        <w:spacing w:before="0" w:beforeAutospacing="0" w:after="0" w:afterAutospacing="0"/>
        <w:rPr>
          <w:rFonts w:ascii="Arial" w:hAnsi="Arial" w:cs="Arial"/>
          <w:sz w:val="20"/>
          <w:szCs w:val="20"/>
        </w:rPr>
      </w:pPr>
      <w:r w:rsidRPr="002947AB">
        <w:rPr>
          <w:rFonts w:ascii="Arial" w:hAnsi="Arial" w:cs="Arial"/>
          <w:b/>
          <w:bCs/>
          <w:sz w:val="20"/>
          <w:szCs w:val="20"/>
        </w:rPr>
        <w:t> </w:t>
      </w:r>
    </w:p>
    <w:p w:rsidR="00FD1F57" w:rsidRPr="002947AB" w:rsidRDefault="00FD1F57" w:rsidP="002947AB">
      <w:pPr>
        <w:spacing w:after="200" w:line="276" w:lineRule="auto"/>
        <w:jc w:val="both"/>
        <w:rPr>
          <w:rFonts w:ascii="Arial" w:hAnsi="Arial" w:cs="Arial"/>
          <w:sz w:val="20"/>
          <w:szCs w:val="20"/>
        </w:rPr>
      </w:pPr>
      <w:r w:rsidRPr="002947AB">
        <w:rPr>
          <w:rFonts w:ascii="Arial" w:hAnsi="Arial" w:cs="Arial"/>
          <w:sz w:val="20"/>
          <w:szCs w:val="20"/>
        </w:rPr>
        <w:t>A medida que las vibraciones de Mercurio nos envuelven, nuevamente viajamos a la tierra de los "no". En esta tierra de muchos “no” se les pide que vean lo que aún los tiene atados en cuerpo, corazón y alma.  Mercurio retrógrado les pide que vean lo que no quieren admitir, lo que no quieren soltar, lo que no quieren sanar. El mensajero alado Mercurio cojea ligeramente en este momento, mientras está sentado sobre una piedra invocando a las aguas sagradas del pozo sanador para que recorran sus líneas de estrés. Está allí sentado, reflexionando sobre lo que debería estar haciendo, lo que podría estar haciendo, lo que se supone que debería hacer. La tensión en sus pies alados le exige que modere su energía, ralentice su caminar y desacelere sus pensamientos.</w:t>
      </w:r>
    </w:p>
    <w:p w:rsidR="00FD1F57" w:rsidRPr="002947AB" w:rsidRDefault="00FD1F57" w:rsidP="002947AB">
      <w:pPr>
        <w:spacing w:after="200" w:line="276" w:lineRule="auto"/>
        <w:jc w:val="both"/>
        <w:rPr>
          <w:rFonts w:ascii="Arial" w:hAnsi="Arial" w:cs="Arial"/>
          <w:sz w:val="20"/>
          <w:szCs w:val="20"/>
        </w:rPr>
      </w:pPr>
      <w:r w:rsidRPr="002947AB">
        <w:rPr>
          <w:rFonts w:ascii="Arial" w:hAnsi="Arial" w:cs="Arial"/>
          <w:sz w:val="20"/>
          <w:szCs w:val="20"/>
        </w:rPr>
        <w:t>Mercurio retrógrado es un momento mágico de ralentización, o de obligarlos a detenerse, para oler las flores de su vida. Les pide que presten especial atención a los detalles, que presten especial atención a lo que es pequeño y diminuto. Vuélvanse como un ratón y observen de cerca lo que hay que abordar. Mercurio retrógrado les pide que se ocupen de todo lo que tienen miedo de recordar, de llegar a ser, de hacer. Mercurio está en reposo en este punto de la energía y de la historia. En este reposo dice que no avancen, sino que hagan una pausa y organicen su vida terrenal: ocúpense de los detalles, de la letra chica.</w:t>
      </w:r>
    </w:p>
    <w:p w:rsidR="00FD1F57" w:rsidRPr="002947AB" w:rsidRDefault="00FD1F57" w:rsidP="002947AB">
      <w:pPr>
        <w:spacing w:after="200" w:line="276" w:lineRule="auto"/>
        <w:jc w:val="both"/>
        <w:rPr>
          <w:rFonts w:ascii="Arial" w:hAnsi="Arial" w:cs="Arial"/>
          <w:sz w:val="20"/>
          <w:szCs w:val="20"/>
        </w:rPr>
      </w:pPr>
      <w:r w:rsidRPr="002947AB">
        <w:rPr>
          <w:rFonts w:ascii="Arial" w:hAnsi="Arial" w:cs="Arial"/>
          <w:sz w:val="20"/>
          <w:szCs w:val="20"/>
        </w:rPr>
        <w:t>Llamen a aquellos con los que no han hablado en meses, años o décadas. Llamen a los que ya no están y hablen con ellos de alma a alma, de corazón a corazón. Miren hacia atrás en el tiempo pero no se laman las heridas. Prepárense para plantar nuevas semillas en las viejas tierras de su alma. El Tiempo los llama a su lado mientras camina por el pasado, imagen a imagen, recuerdo a recuerdo, pensamiento a pensamiento. El espíritu del Tiempo los lleva más allá de las finas líneas del escrutinio. No hay rumores sobre quiénes eran, qué eran o qué hacían. Cada hilo suyo está entretejido en el hermoso tapiz que son ahora e incluso si no ven la belleza reflejada en sus propios ojos, realmente viene como un espejo de la Fuente. Dejen que los que los rodean reflejen esa belleza con su bondad.</w:t>
      </w:r>
    </w:p>
    <w:p w:rsidR="00FD1F57" w:rsidRPr="002947AB" w:rsidRDefault="00FD1F57" w:rsidP="002947AB">
      <w:pPr>
        <w:spacing w:after="200" w:line="276" w:lineRule="auto"/>
        <w:jc w:val="both"/>
        <w:rPr>
          <w:rFonts w:ascii="Arial" w:hAnsi="Arial" w:cs="Arial"/>
          <w:sz w:val="20"/>
          <w:szCs w:val="20"/>
        </w:rPr>
      </w:pPr>
      <w:r w:rsidRPr="002947AB">
        <w:rPr>
          <w:rFonts w:ascii="Arial" w:hAnsi="Arial" w:cs="Arial"/>
          <w:sz w:val="20"/>
          <w:szCs w:val="20"/>
        </w:rPr>
        <w:t>Son hijos de Dios. Son hijos del Universo. Hónrense a sí mismos como tales. Honren a los que los rodean en todas sus elecciones. La gente está enredada e inmersa en las arenas movedizas de sus pensamientos. No está escuchando y no oyen sus preocupaciones, ya que su sonido interno es un sonido envolvente Dolby digital. Permitan que este Mercurio retrógrado los rejuvenezca, que los lleve de regreso a cuando eran niños maravillosos, niños llenos de gracia. Recuperen su juventud a través de sus recuerdos y luego transformen y tamicen esos recuerdos en polvo de hadas. La juventud es ante todo un estado de la mente, luego un estado del corazón y después un estado del cuerpo. Denle tiempo a su cuerpo para que se ponga al día con sus pensamientos juveniles. Vean al niño que hay en cuantos los rodean y jueguen como si su vida dependiera de ello, porque así es.</w:t>
      </w:r>
    </w:p>
    <w:p w:rsidR="00FD1F57" w:rsidRPr="002947AB" w:rsidRDefault="00FD1F57" w:rsidP="002947AB">
      <w:pPr>
        <w:spacing w:after="200" w:line="276" w:lineRule="auto"/>
        <w:rPr>
          <w:rFonts w:ascii="Arial" w:hAnsi="Arial" w:cs="Arial"/>
          <w:sz w:val="22"/>
          <w:szCs w:val="22"/>
        </w:rPr>
      </w:pPr>
      <w:r w:rsidRPr="002947AB">
        <w:rPr>
          <w:rFonts w:ascii="Arial" w:hAnsi="Arial" w:cs="Arial"/>
          <w:b/>
          <w:bCs/>
          <w:sz w:val="22"/>
          <w:szCs w:val="22"/>
        </w:rPr>
        <w:t>LOS AGUJEROS DE GUSANO DEL PENSAMIENTO</w:t>
      </w:r>
    </w:p>
    <w:p w:rsidR="00FD1F57" w:rsidRPr="002947AB" w:rsidRDefault="00FD1F57" w:rsidP="002947AB">
      <w:pPr>
        <w:spacing w:after="200" w:line="276" w:lineRule="auto"/>
        <w:jc w:val="both"/>
        <w:rPr>
          <w:rFonts w:ascii="Arial" w:hAnsi="Arial" w:cs="Arial"/>
          <w:sz w:val="20"/>
          <w:szCs w:val="20"/>
        </w:rPr>
      </w:pPr>
      <w:r w:rsidRPr="002947AB">
        <w:rPr>
          <w:rFonts w:ascii="Arial" w:hAnsi="Arial" w:cs="Arial"/>
          <w:sz w:val="20"/>
          <w:szCs w:val="20"/>
        </w:rPr>
        <w:t>Uno de los muchos regalos de este verano es la capacidad de vislumbrar la posibilidad de lo que está por venir.  La verdadera esencia pura de querer y desear es tan poderosa como el nacimiento de una estrella. Al grado que cuando quieren (o desean) algo, se alinea exponencialmente con su creencia y poder para manifestarlo. Cada pensamiento que tienen posee su propia conciencia. Es como la conciencia dentro de la conciencia. Dentro de cada pensamiento reside un campo electromagnético de posibilidades. Estas posibilidades son atraídas magnéticamente a otras energías de vibración similar. Cuando suficientes energías forman un vínculo de semejanza, entonces dan a luz al objeto de su intención en forma física.  Cada pensamiento tiene un pulso vibratorio que magnetiza otros pensamientos similares. A medida que responden al llamado de clarín energético, comienzan a latir y luego se conectan con la imagen inherente dentro de cada uno de ellos y crean lo que acordaron.</w:t>
      </w:r>
    </w:p>
    <w:p w:rsidR="00FD1F57" w:rsidRPr="002947AB" w:rsidRDefault="00FD1F57" w:rsidP="002947AB">
      <w:pPr>
        <w:spacing w:after="200" w:line="276" w:lineRule="auto"/>
        <w:jc w:val="both"/>
        <w:rPr>
          <w:rFonts w:ascii="Arial" w:hAnsi="Arial" w:cs="Arial"/>
          <w:sz w:val="20"/>
          <w:szCs w:val="20"/>
        </w:rPr>
      </w:pPr>
      <w:r w:rsidRPr="002947AB">
        <w:rPr>
          <w:rFonts w:ascii="Arial" w:hAnsi="Arial" w:cs="Arial"/>
          <w:sz w:val="20"/>
          <w:szCs w:val="20"/>
        </w:rPr>
        <w:t>En otras palabras, todos los pensamientos, sean los que sean, tienen el potencial de manifestarse. La creencia crea un agujero de gusano vibratorio que seduce al pensamiento para que tome forma. Se ha demostrado que el ADN tiene su propio lenguaje, muy similar al de los humanos. Se cree que el lenguaje humano está basado en el lenguaje interno de nuestro ADN. Cada célula del cuerpo escucha cada palabra que pronuncian y piensan y luego crea a partir de ese diálogo. El ADN no descarta nada como un pensamiento casual o una broma. Todo se toma en serio y luego se plasma.</w:t>
      </w:r>
    </w:p>
    <w:p w:rsidR="00FD1F57" w:rsidRPr="002947AB" w:rsidRDefault="00FD1F57" w:rsidP="002947AB">
      <w:pPr>
        <w:spacing w:after="200" w:line="276" w:lineRule="auto"/>
        <w:jc w:val="both"/>
        <w:rPr>
          <w:rFonts w:ascii="Arial" w:hAnsi="Arial" w:cs="Arial"/>
          <w:sz w:val="20"/>
          <w:szCs w:val="20"/>
        </w:rPr>
      </w:pPr>
      <w:r w:rsidRPr="002947AB">
        <w:rPr>
          <w:rFonts w:ascii="Arial" w:hAnsi="Arial" w:cs="Arial"/>
          <w:sz w:val="20"/>
          <w:szCs w:val="20"/>
        </w:rPr>
        <w:t>Su ADN cree que son el comandante en jefe; los ve como un "pequeño dios en formación" y, según las instrucciones del Padre Universal, obedece cada una de sus palabras e impulsos.  La disposición del ADN responde a todos los pensamientos y palabras, ya sean mentiras piadosas o verdades. A medida que aprendemos a comunicarnos con nuestro universo celular interno, es importante que nos tomemos tiempo para desacelerarnos y ver con el corazón. Cuando entramos en el templo interno de nuestro ser, el diálogo con nuestro ADN se escucha alto y claro, sin interferencias ni zumbidos externos.  A medida que profundizamos en la comunicación con nuestra conciencia celular, encontramos infinitas vías de creación a nuestra disposición.</w:t>
      </w:r>
    </w:p>
    <w:p w:rsidR="00FD1F57" w:rsidRPr="002947AB" w:rsidRDefault="00FD1F57" w:rsidP="002947AB">
      <w:pPr>
        <w:spacing w:after="200" w:line="276" w:lineRule="auto"/>
        <w:jc w:val="both"/>
        <w:rPr>
          <w:rFonts w:ascii="Arial" w:hAnsi="Arial" w:cs="Arial"/>
          <w:sz w:val="20"/>
          <w:szCs w:val="20"/>
        </w:rPr>
      </w:pPr>
      <w:r w:rsidRPr="002947AB">
        <w:rPr>
          <w:rFonts w:ascii="Arial" w:hAnsi="Arial" w:cs="Arial"/>
          <w:sz w:val="20"/>
          <w:szCs w:val="20"/>
        </w:rPr>
        <w:t>Estamos en nuestro templo biológico viendo muchas columnas de posibilidades. Ponderamos los resultados. Para nuestro ADN y nuestros primos celulares, todo y cualquier cosa es posible. El yo censura nuestros deseos más profundos creando un charco para chapotear en lugar de un océano para nadar. ¿Quiénes somos nosotros para interponernos en nuestro camino y sabotear lo que el Universo ha decidido que hagamos?  Cuando estamos en un estado refinado de comunicación del ADN podemos viajar fácilmente al pasado, al futuro, y más allá del tiempo a través de varios agujeros de gusano del pensamiento. La humanidad tiene la capacidad de sobrepasar el tiempo y el espacio. En este lugar que está conectado a todo tiempo y espacio podemos ver lo que está por venir para sanar el pasado y conectar con nuestras verdades ancestrales más profundas en el ahora. Cuando nos adentramos en nuestro interior, todo es posible. Depende de nosotros sostener esa preciosa perla de posibilidad y no dejarla caer en la playa de nuestra propia confusión. Cuando visiten la visión de todo tiempo y espacio interno, sujétense con fuerza a los tesoros que traen de vuelta. Estas son verdades celulares que traen de regreso. Ustedes son los custodios de lo que podría ser, de lo que fue y de lo que será. Hónrenlos como sus tesoros más preciados. Son mundos que están esperando nacer.</w:t>
      </w:r>
    </w:p>
    <w:p w:rsidR="00FD1F57" w:rsidRPr="002947AB" w:rsidRDefault="00FD1F57" w:rsidP="002947AB">
      <w:pPr>
        <w:spacing w:after="200" w:line="276" w:lineRule="auto"/>
        <w:rPr>
          <w:rFonts w:ascii="Arial" w:hAnsi="Arial" w:cs="Arial"/>
          <w:sz w:val="22"/>
          <w:szCs w:val="22"/>
        </w:rPr>
      </w:pPr>
      <w:r w:rsidRPr="002947AB">
        <w:rPr>
          <w:rFonts w:ascii="Arial" w:hAnsi="Arial" w:cs="Arial"/>
          <w:b/>
          <w:bCs/>
          <w:sz w:val="22"/>
          <w:szCs w:val="22"/>
        </w:rPr>
        <w:t>LOS PORTALES DEL TIEMPO 2023</w:t>
      </w:r>
    </w:p>
    <w:p w:rsidR="00FD1F57" w:rsidRPr="002947AB" w:rsidRDefault="00FD1F57" w:rsidP="002947AB">
      <w:pPr>
        <w:spacing w:after="200" w:line="276" w:lineRule="auto"/>
        <w:jc w:val="both"/>
        <w:rPr>
          <w:rFonts w:ascii="Arial" w:hAnsi="Arial" w:cs="Arial"/>
          <w:sz w:val="20"/>
          <w:szCs w:val="20"/>
        </w:rPr>
      </w:pPr>
      <w:r w:rsidRPr="002947AB">
        <w:rPr>
          <w:rFonts w:ascii="Arial" w:hAnsi="Arial" w:cs="Arial"/>
          <w:sz w:val="20"/>
          <w:szCs w:val="20"/>
        </w:rPr>
        <w:t>Todos nosotros pregonamos desde las Estrellas más allá de las estrellas, todos nosotros vivimos más allá del lugar de la comprensión estelar. Todos poseemos las llaves de los Portales del Tiempo que reciben la emisión para abrirse en cada célula del universo viviente.  Los Portales del Tiempo fueron creados para ocupar un espacio que contiene todo aquello a lo que sirve.  A medida que los Portales del Tiempo se abren y el tiempo fluye equitativamente en todas direcciones, lo que una vez les sirvió será liberado en un flujo que se aleja de su campo de creación. Todo aquello a lo que se han aferrado emocional, física y mentalmente ahora recibe una sentencia de liberación.  La apertura de estos Portales del Tiempo anuncia una profunda y gran sanación para toda la humanidad.</w:t>
      </w:r>
    </w:p>
    <w:p w:rsidR="00FD1F57" w:rsidRPr="002947AB" w:rsidRDefault="00FD1F57" w:rsidP="002947AB">
      <w:pPr>
        <w:spacing w:after="200" w:line="276" w:lineRule="auto"/>
        <w:jc w:val="both"/>
        <w:rPr>
          <w:rFonts w:ascii="Arial" w:hAnsi="Arial" w:cs="Arial"/>
          <w:sz w:val="20"/>
          <w:szCs w:val="20"/>
        </w:rPr>
      </w:pPr>
      <w:r w:rsidRPr="002947AB">
        <w:rPr>
          <w:rFonts w:ascii="Arial" w:hAnsi="Arial" w:cs="Arial"/>
          <w:sz w:val="20"/>
          <w:szCs w:val="20"/>
        </w:rPr>
        <w:t>Los muros de su corazón, de su vida, de su pensamiento, les han servido bien.  Se han mantenido mirando los mismos recuerdos una y otra vez, nunca revitalizando lo que una vez soñaron, siempre trayendo el pesado y arduo pasado al muy "crudo ahora". El tiempo nació para mantenerlos a salvo dimensionalmente, hasta que estuvieran listos para expandir sus límites creativos.  A medida que se liberan los constructos de invisibles muros y techos holográficos impuestos por ustedes mismos, son libres de volar a casa hacia su fuente de luz original.</w:t>
      </w:r>
    </w:p>
    <w:p w:rsidR="00FD1F57" w:rsidRPr="002947AB" w:rsidRDefault="00FD1F57" w:rsidP="002947AB">
      <w:pPr>
        <w:spacing w:after="200" w:line="276" w:lineRule="auto"/>
        <w:jc w:val="both"/>
        <w:rPr>
          <w:rFonts w:ascii="Arial" w:hAnsi="Arial" w:cs="Arial"/>
          <w:sz w:val="20"/>
          <w:szCs w:val="20"/>
        </w:rPr>
      </w:pPr>
      <w:r w:rsidRPr="002947AB">
        <w:rPr>
          <w:rFonts w:ascii="Arial" w:hAnsi="Arial" w:cs="Arial"/>
          <w:sz w:val="20"/>
          <w:szCs w:val="20"/>
        </w:rPr>
        <w:t>Es hora de sanar.  Es hora de dejar ir el dolor de su corazón.  Es hora de soltar.  Es hora de perdonar.  Ha llegado el momento de amar, más profunda, más plena y más hermosamente de lo que jamás creyeron posible.  Los Portales del Tiempo han mantenido su pensamiento en una estructura organizada que le ha servido a la humanidad hasta ahora.  Mientras tuvieran la seguridad de las cuatro paredes y el techo, se sentirían seguros.  Al trasladar su conciencia a un futuro flexible, descubrirán que el tiempo puede sacarlos de cualquier situación hacia un probable futuro nuevo. Esto se hace elevando sus pensamientos y apartando su conciencia de la situación de arrinconamiento en la que están acampando.</w:t>
      </w:r>
    </w:p>
    <w:p w:rsidR="00FD1F57" w:rsidRPr="002947AB" w:rsidRDefault="00FD1F57" w:rsidP="002947AB">
      <w:pPr>
        <w:spacing w:after="200" w:line="276" w:lineRule="auto"/>
        <w:jc w:val="both"/>
        <w:rPr>
          <w:rFonts w:ascii="Arial" w:hAnsi="Arial" w:cs="Arial"/>
          <w:sz w:val="20"/>
          <w:szCs w:val="20"/>
        </w:rPr>
      </w:pPr>
      <w:r w:rsidRPr="002947AB">
        <w:rPr>
          <w:rFonts w:ascii="Arial" w:hAnsi="Arial" w:cs="Arial"/>
          <w:sz w:val="20"/>
          <w:szCs w:val="20"/>
        </w:rPr>
        <w:t>Los Portales del Tiempo y las experiencias temporales se están abriendo camino hacia todos los artefactos de poder antiguos y modernos.  Cuando se abre un Portal del Tiempo, afecta al giro molecular de todo el planeta. Aunque se estén moviendo tan rápido como pueden en su mente, sus acciones parecerán de dibujos animados, como si se movieran en cámara lenta como el Correcaminos y el Coyote Wiley. Cada persona observa el tiempo de forma diferente. El giro molecular de la vida por fin se ha ralentizado lo suficiente para poder mirarse a sí mismo, revelando dónde hay roturas y desgarraduras.  Es hora de sacar su conciencia del pasado y avanzar hacia un futuro que se sembró para ustedes.  El tiempo, tal como lo conocen, está en construcción y su reorientación está en marcha.</w:t>
      </w:r>
    </w:p>
    <w:p w:rsidR="00FD1F57" w:rsidRPr="002947AB" w:rsidRDefault="00FD1F57" w:rsidP="002947AB">
      <w:pPr>
        <w:spacing w:after="200" w:line="276" w:lineRule="auto"/>
        <w:jc w:val="both"/>
        <w:rPr>
          <w:rFonts w:ascii="Arial" w:hAnsi="Arial" w:cs="Arial"/>
          <w:sz w:val="20"/>
          <w:szCs w:val="20"/>
        </w:rPr>
      </w:pPr>
      <w:r w:rsidRPr="002947AB">
        <w:rPr>
          <w:rFonts w:ascii="Arial" w:hAnsi="Arial" w:cs="Arial"/>
          <w:sz w:val="20"/>
          <w:szCs w:val="20"/>
        </w:rPr>
        <w:t>A medida que las arenas del tiempo se deslizan a través de los portales de todo lo que es sagrado, visto y no visto, la esperanza de la humanidad se revela al verse en una completa gama de posibilidades.  A medida que el Tiempo comienza su viaje hacia sí mismo, su lugar de preferencia, les pide que no renuncien a lo que reside en su corazón. El Universo les ha puesto una semilla que no se puede sembrar en el bolsillo de otro.  El Universo les ha puesto una marca de tiempo que pide ser vista bajo el ojo microscópico de la verdad. Lo incognoscible se hace visible en los Salones del Tiempo que alguna vez estuvieran sellados. Lo que se ha vaciado, ahora se llena, liberándose de la explicación.  No hay nada que soltar, sencillamente son libres de explorar todo lo que son. Un cambio de reino despierta de un largo letargo para escoltarlos hasta la piedra angular donde se encuentran el tiempo y el espacio.</w:t>
      </w:r>
    </w:p>
    <w:p w:rsidR="00FD1F57" w:rsidRPr="002947AB" w:rsidRDefault="00FD1F57" w:rsidP="002947AB">
      <w:pPr>
        <w:spacing w:after="200" w:line="276" w:lineRule="auto"/>
        <w:jc w:val="both"/>
        <w:rPr>
          <w:rFonts w:ascii="Arial" w:hAnsi="Arial" w:cs="Arial"/>
          <w:sz w:val="22"/>
          <w:szCs w:val="22"/>
        </w:rPr>
      </w:pPr>
      <w:r w:rsidRPr="002947AB">
        <w:rPr>
          <w:rFonts w:ascii="Arial" w:hAnsi="Arial" w:cs="Arial"/>
          <w:b/>
          <w:bCs/>
          <w:sz w:val="22"/>
          <w:szCs w:val="22"/>
        </w:rPr>
        <w:t>8:8  LA ELEVACIÓN DE SIRIO 2023</w:t>
      </w:r>
    </w:p>
    <w:p w:rsidR="00FD1F57" w:rsidRPr="002947AB" w:rsidRDefault="00FD1F57" w:rsidP="002947AB">
      <w:pPr>
        <w:spacing w:after="200" w:line="276" w:lineRule="auto"/>
        <w:jc w:val="both"/>
        <w:rPr>
          <w:rFonts w:ascii="Arial" w:hAnsi="Arial" w:cs="Arial"/>
          <w:sz w:val="20"/>
          <w:szCs w:val="20"/>
        </w:rPr>
      </w:pPr>
      <w:r w:rsidRPr="002947AB">
        <w:rPr>
          <w:rFonts w:ascii="Arial" w:hAnsi="Arial" w:cs="Arial"/>
          <w:sz w:val="20"/>
          <w:szCs w:val="20"/>
        </w:rPr>
        <w:t>A medida que los rayos de Sirio se curvan sobre la Tierra a través del Sol antes del amanecer, las semillas crísticas de Sirio dentro de cada uno de nosotros serán enviadas a un nuevo patrón cuántico. Estas semillas crísticas son codificaciones de ADN que han esperado este determinado período de tiempo, emanación y configuración estelares con el fin de abrir registros sellados, revelando verdades que han permanecido silenciadas. Es en los tiempos silenciosos entre palabras y pensamientos donde encontrarán la llave que abre lo que no se ha visto hasta ahora.</w:t>
      </w:r>
    </w:p>
    <w:p w:rsidR="00FD1F57" w:rsidRPr="002947AB" w:rsidRDefault="00FD1F57" w:rsidP="002947AB">
      <w:pPr>
        <w:spacing w:after="200" w:line="276" w:lineRule="auto"/>
        <w:jc w:val="both"/>
        <w:rPr>
          <w:rFonts w:ascii="Arial" w:hAnsi="Arial" w:cs="Arial"/>
          <w:sz w:val="20"/>
          <w:szCs w:val="20"/>
        </w:rPr>
      </w:pPr>
      <w:r w:rsidRPr="002947AB">
        <w:rPr>
          <w:rFonts w:ascii="Arial" w:hAnsi="Arial" w:cs="Arial"/>
          <w:sz w:val="20"/>
          <w:szCs w:val="20"/>
        </w:rPr>
        <w:t>En la antigüedad, los "Registros del Recuerdo" se ocultaban físicamente en las profundidades de la Tierra, debajo, encima y alrededor de los lugares sagrados. La Matriz Madre de estas codificaciones mora dentro de la Gran Pirámide de Egipto con la Esfinge como Centinela Estelar. Cuando los antiguos cielos se alineaban en una configuración estelar específica, se abría una puerta energética a los lugares sagrados permitiendo la entrada a través de estas codificaciones geométricas sagradas. Todos llevamos dentro de nosotros la conciencia celular de cada lugar sagrado jamás emitido a la Tierra desde el principio del tiempo en la Tierra a través del tiempo en nuestro Sistema Solar inmediato. Es solo cuestión de afinar nuestra intención para recibir estas energías.</w:t>
      </w:r>
    </w:p>
    <w:p w:rsidR="00FD1F57" w:rsidRPr="002947AB" w:rsidRDefault="00FD1F57" w:rsidP="002947AB">
      <w:pPr>
        <w:spacing w:after="200" w:line="276" w:lineRule="auto"/>
        <w:jc w:val="both"/>
        <w:rPr>
          <w:rFonts w:ascii="Arial" w:hAnsi="Arial" w:cs="Arial"/>
          <w:sz w:val="20"/>
          <w:szCs w:val="20"/>
        </w:rPr>
      </w:pPr>
      <w:r w:rsidRPr="002947AB">
        <w:rPr>
          <w:rFonts w:ascii="Arial" w:hAnsi="Arial" w:cs="Arial"/>
          <w:sz w:val="20"/>
          <w:szCs w:val="20"/>
        </w:rPr>
        <w:t>La única forma en que la Tierra puede avanzar es a través del corazón. Toda herramienta de luz, meditación y OM es un árbol infructuoso a menos que entremos en contacto directo con el corazón. Activando una puerta de amor tan vasta nos incluimos automáticamente sin ningún esfuerzo.  Estamos destinados a convertirnos en más de lo que sabemos. Este nuevo reflejo en el espejo nos dará lo que hemos estado buscando durante eones. El 8 de agosto es una puerta natural. Nada forzado, nada provocado, nada hecho por el hombre. Solo un recordatorio natural iniciando nuestros códigos de luz latentes, elevándonos a un lugar donde podamos ver el desfile de luz que aún está por venir. El TIEMPO conocido y desconocido está en conjunción consigo mismo, mientras la cadena de tiempo del Universo hace una pausa para calibrarse. Todo lo que estaba oculto se ve, todo lo que se veía se esclarece.</w:t>
      </w:r>
    </w:p>
    <w:p w:rsidR="00FD1F57" w:rsidRPr="002947AB" w:rsidRDefault="00FD1F57" w:rsidP="002947AB">
      <w:pPr>
        <w:spacing w:after="200" w:line="276" w:lineRule="auto"/>
        <w:jc w:val="both"/>
        <w:rPr>
          <w:rFonts w:ascii="Arial" w:hAnsi="Arial" w:cs="Arial"/>
          <w:sz w:val="20"/>
          <w:szCs w:val="20"/>
        </w:rPr>
      </w:pPr>
      <w:r w:rsidRPr="002947AB">
        <w:rPr>
          <w:rFonts w:ascii="Arial" w:hAnsi="Arial" w:cs="Arial"/>
          <w:b/>
          <w:bCs/>
          <w:sz w:val="20"/>
          <w:szCs w:val="20"/>
        </w:rPr>
        <w:t>88,888</w:t>
      </w:r>
    </w:p>
    <w:p w:rsidR="00FD1F57" w:rsidRPr="002947AB" w:rsidRDefault="00FD1F57" w:rsidP="002947AB">
      <w:pPr>
        <w:spacing w:after="200" w:line="276" w:lineRule="auto"/>
        <w:jc w:val="both"/>
        <w:rPr>
          <w:rFonts w:ascii="Arial" w:hAnsi="Arial" w:cs="Arial"/>
          <w:sz w:val="20"/>
          <w:szCs w:val="20"/>
        </w:rPr>
      </w:pPr>
      <w:r w:rsidRPr="002947AB">
        <w:rPr>
          <w:rFonts w:ascii="Arial" w:hAnsi="Arial" w:cs="Arial"/>
          <w:sz w:val="20"/>
          <w:szCs w:val="20"/>
        </w:rPr>
        <w:t>COMO ES ARRIBA ES ABAJO. Esta configuración numérica les da el Portal del Infinito, escoltándolos más allá de todas las limitaciones anteriores. Es un número para ir más allá de lo que conocen como sus límites normales. Les pide que vuelen a la Luna y se detengan en la Vía Láctea en su camino de regreso. Es pura energía atómica espiritual, puro poder universal. Es logro, éxito, prosperidad y riqueza pura con el sabor añadido de las bendiciones universales. Es recordar finalmente su herencia divina que les fuera prometida por su Santo Creador. Es eliminar las limitaciones terrenales al creer finalmente al 100% que son merecedores de la abundancia celestial.</w:t>
      </w:r>
    </w:p>
    <w:p w:rsidR="00FD1F57" w:rsidRPr="002947AB" w:rsidRDefault="00FD1F57" w:rsidP="002947AB">
      <w:pPr>
        <w:spacing w:after="200" w:line="276" w:lineRule="auto"/>
        <w:jc w:val="both"/>
        <w:rPr>
          <w:rFonts w:ascii="Arial" w:hAnsi="Arial" w:cs="Arial"/>
          <w:sz w:val="20"/>
          <w:szCs w:val="20"/>
        </w:rPr>
      </w:pPr>
      <w:r w:rsidRPr="002947AB">
        <w:rPr>
          <w:rFonts w:ascii="Arial" w:hAnsi="Arial" w:cs="Arial"/>
          <w:b/>
          <w:bCs/>
          <w:sz w:val="20"/>
          <w:szCs w:val="20"/>
        </w:rPr>
        <w:t>El Portal del León 8:8</w:t>
      </w:r>
    </w:p>
    <w:p w:rsidR="00FD1F57" w:rsidRPr="002947AB" w:rsidRDefault="00FD1F57" w:rsidP="002947AB">
      <w:pPr>
        <w:spacing w:after="200" w:line="276" w:lineRule="auto"/>
        <w:jc w:val="both"/>
        <w:rPr>
          <w:rFonts w:ascii="Arial" w:hAnsi="Arial" w:cs="Arial"/>
          <w:sz w:val="20"/>
          <w:szCs w:val="20"/>
        </w:rPr>
      </w:pPr>
      <w:r w:rsidRPr="002947AB">
        <w:rPr>
          <w:rFonts w:ascii="Arial" w:hAnsi="Arial" w:cs="Arial"/>
          <w:sz w:val="20"/>
          <w:szCs w:val="20"/>
        </w:rPr>
        <w:t>La poderosa configuración numérica del 8:8 activa el "Portal del Infinito", que nos escolta más allá de todos los límites anteriores hacia un lugar ampliamente abastecido. El Portal del Infinito es una puerta hacia todo lo posible. El 8:8 está referido a aceptar su herencia y legado divinos en sus múltiples formas, utilizándolas a todas para mejorar al planeta y la humanidad. Este 8:8 es una Activación Galáctica de proporciones estelares. El Tiempo ha acelerado su paso y todo cambia de nuevo al igual que nuestra muy frágil conexión con el Universo.  El 8 de Agosto (8:8) es donde TODAS las posibilidades se encuentran con el poder sin diluir. Es una celebración de luz que nos escolta a casa a través del Portal del León Solar 8:8.</w:t>
      </w:r>
    </w:p>
    <w:p w:rsidR="00FD1F57" w:rsidRPr="002947AB" w:rsidRDefault="00FD1F57" w:rsidP="002947AB">
      <w:pPr>
        <w:spacing w:after="200" w:line="276" w:lineRule="auto"/>
        <w:jc w:val="both"/>
        <w:rPr>
          <w:rFonts w:ascii="Arial" w:hAnsi="Arial" w:cs="Arial"/>
          <w:sz w:val="20"/>
          <w:szCs w:val="20"/>
        </w:rPr>
      </w:pPr>
      <w:r w:rsidRPr="002947AB">
        <w:rPr>
          <w:rFonts w:ascii="Arial" w:hAnsi="Arial" w:cs="Arial"/>
          <w:sz w:val="20"/>
          <w:szCs w:val="20"/>
        </w:rPr>
        <w:t>Al igual que la acupuntura celestial, recibimos inyecciones de conocimientos que no se pueden explicar. Buscamos la pasión de hacer más, de ser más, de creer más y de crear sin sombra de duda. Todos los continentes enterrados en nuestra conciencia llegan a un punto de flotabilidad, circunnavegando nuestro pensamiento lineal de mundo plano. ¿Defendemos finalmente lo que creemos o lo que cree en nosotros? Al sentir la luz invisible de Sirio, nuestra humanidad surge con un conocimiento oculto. Las emanaciones de la luz tras la Luz reorganizan nuestras ondas cerebrales, reajustando los patrones de pensamiento que nos han mantenido rehenes en una órbita elíptica.  El Portal del León Solar se eleva desde su enigmática posición y libera lo que se mantuvo cautivo en la verdad y el tiempo.</w:t>
      </w:r>
    </w:p>
    <w:p w:rsidR="00FD1F57" w:rsidRPr="002947AB" w:rsidRDefault="00FD1F57" w:rsidP="002947AB">
      <w:pPr>
        <w:spacing w:after="200" w:line="276" w:lineRule="auto"/>
        <w:jc w:val="both"/>
        <w:rPr>
          <w:rFonts w:ascii="Arial" w:hAnsi="Arial" w:cs="Arial"/>
          <w:sz w:val="20"/>
          <w:szCs w:val="20"/>
        </w:rPr>
      </w:pPr>
      <w:r w:rsidRPr="002947AB">
        <w:rPr>
          <w:rFonts w:ascii="Arial" w:hAnsi="Arial" w:cs="Arial"/>
          <w:i/>
          <w:iCs/>
          <w:sz w:val="20"/>
          <w:szCs w:val="20"/>
        </w:rPr>
        <w:t xml:space="preserve">Nota: Para descripción y precios del ángel tallado de angelita y el set de piedras sanadoras vayan a </w:t>
      </w:r>
      <w:hyperlink r:id="rId8" w:history="1">
        <w:r w:rsidRPr="002947AB">
          <w:rPr>
            <w:rStyle w:val="Hyperlink"/>
            <w:rFonts w:ascii="Arial" w:hAnsi="Arial" w:cs="Arial"/>
            <w:i/>
            <w:iCs/>
            <w:sz w:val="20"/>
            <w:szCs w:val="20"/>
          </w:rPr>
          <w:t>www.thequantumawakening.com</w:t>
        </w:r>
      </w:hyperlink>
      <w:r w:rsidRPr="002947AB">
        <w:rPr>
          <w:rFonts w:ascii="Arial" w:hAnsi="Arial" w:cs="Arial"/>
          <w:i/>
          <w:iCs/>
          <w:sz w:val="20"/>
          <w:szCs w:val="20"/>
        </w:rPr>
        <w:t xml:space="preserve">.  Para participar en el taller del 6 de agosto (El Portal del León 8:8) por Zoom reserven lugar enviando un mail a </w:t>
      </w:r>
      <w:hyperlink r:id="rId9" w:history="1">
        <w:r w:rsidRPr="002947AB">
          <w:rPr>
            <w:rStyle w:val="Hyperlink"/>
            <w:rFonts w:ascii="Arial" w:hAnsi="Arial" w:cs="Arial"/>
            <w:i/>
            <w:iCs/>
            <w:sz w:val="20"/>
            <w:szCs w:val="20"/>
          </w:rPr>
          <w:t>thequantumawakening@gmail.com</w:t>
        </w:r>
      </w:hyperlink>
      <w:r w:rsidRPr="002947AB">
        <w:rPr>
          <w:rFonts w:ascii="Arial" w:hAnsi="Arial" w:cs="Arial"/>
          <w:i/>
          <w:iCs/>
          <w:sz w:val="20"/>
          <w:szCs w:val="20"/>
        </w:rPr>
        <w:t>.</w:t>
      </w:r>
    </w:p>
    <w:p w:rsidR="00FD1F57" w:rsidRPr="002947AB" w:rsidRDefault="00FD1F57" w:rsidP="002947AB">
      <w:pPr>
        <w:rPr>
          <w:rFonts w:ascii="Arial" w:hAnsi="Arial" w:cs="Arial"/>
          <w:sz w:val="20"/>
          <w:szCs w:val="20"/>
        </w:rPr>
      </w:pPr>
      <w:r w:rsidRPr="002947AB">
        <w:rPr>
          <w:rFonts w:ascii="Arial" w:hAnsi="Arial" w:cs="Arial"/>
          <w:sz w:val="20"/>
          <w:szCs w:val="20"/>
        </w:rPr>
        <w:t xml:space="preserve"> Este boletín está confeccionado amorosamente por el Espíritu. Cualquier imperfección ortográfica y gramatical solo realza su belleza y singularidad. </w:t>
      </w:r>
    </w:p>
    <w:p w:rsidR="00FD1F57" w:rsidRPr="002947AB" w:rsidRDefault="00FD1F57" w:rsidP="00835E6B">
      <w:pPr>
        <w:rPr>
          <w:rFonts w:ascii="Arial" w:hAnsi="Arial" w:cs="Arial"/>
          <w:sz w:val="20"/>
          <w:szCs w:val="20"/>
        </w:rPr>
      </w:pPr>
      <w:r w:rsidRPr="002947AB">
        <w:rPr>
          <w:rFonts w:ascii="Arial" w:hAnsi="Arial" w:cs="Arial"/>
          <w:color w:val="000000"/>
          <w:sz w:val="20"/>
          <w:szCs w:val="20"/>
        </w:rPr>
        <w:t> </w:t>
      </w:r>
    </w:p>
    <w:p w:rsidR="00FD1F57" w:rsidRPr="002947AB" w:rsidRDefault="00FD1F57" w:rsidP="00835E6B">
      <w:pPr>
        <w:rPr>
          <w:rFonts w:ascii="Arial" w:hAnsi="Arial" w:cs="Arial"/>
          <w:sz w:val="20"/>
          <w:szCs w:val="20"/>
          <w:lang w:val="en-US"/>
        </w:rPr>
      </w:pPr>
      <w:r w:rsidRPr="002947AB">
        <w:rPr>
          <w:rFonts w:ascii="Arial" w:hAnsi="Arial" w:cs="Arial"/>
          <w:sz w:val="20"/>
          <w:szCs w:val="20"/>
          <w:lang w:val="en-US"/>
        </w:rPr>
        <w:t>Gillian MacBeth-Louthan</w:t>
      </w:r>
    </w:p>
    <w:p w:rsidR="00FD1F57" w:rsidRPr="002947AB" w:rsidRDefault="00FD1F57" w:rsidP="00835E6B">
      <w:pPr>
        <w:rPr>
          <w:rFonts w:ascii="Arial" w:hAnsi="Arial" w:cs="Arial"/>
          <w:sz w:val="20"/>
          <w:szCs w:val="20"/>
          <w:lang w:val="en-US"/>
        </w:rPr>
      </w:pPr>
      <w:r w:rsidRPr="002947AB">
        <w:rPr>
          <w:rFonts w:ascii="Arial" w:hAnsi="Arial" w:cs="Arial"/>
          <w:sz w:val="20"/>
          <w:szCs w:val="20"/>
          <w:lang w:val="en-US"/>
        </w:rPr>
        <w:t>PO box 217</w:t>
      </w:r>
    </w:p>
    <w:p w:rsidR="00FD1F57" w:rsidRPr="002947AB" w:rsidRDefault="00FD1F57" w:rsidP="00835E6B">
      <w:pPr>
        <w:rPr>
          <w:rFonts w:ascii="Arial" w:hAnsi="Arial" w:cs="Arial"/>
          <w:sz w:val="20"/>
          <w:szCs w:val="20"/>
          <w:lang w:val="en-US"/>
        </w:rPr>
      </w:pPr>
      <w:r w:rsidRPr="002947AB">
        <w:rPr>
          <w:rFonts w:ascii="Arial" w:hAnsi="Arial" w:cs="Arial"/>
          <w:sz w:val="20"/>
          <w:szCs w:val="20"/>
          <w:lang w:val="en-US"/>
        </w:rPr>
        <w:t>Dandridge, Tennessee  TN 37725, USA</w:t>
      </w:r>
    </w:p>
    <w:p w:rsidR="00FD1F57" w:rsidRPr="002947AB" w:rsidRDefault="00FD1F57" w:rsidP="00835E6B">
      <w:pPr>
        <w:rPr>
          <w:rFonts w:ascii="Arial" w:hAnsi="Arial" w:cs="Arial"/>
          <w:sz w:val="20"/>
          <w:szCs w:val="20"/>
          <w:lang w:val="en-US"/>
        </w:rPr>
      </w:pPr>
      <w:r w:rsidRPr="002947AB">
        <w:rPr>
          <w:rFonts w:ascii="Arial" w:hAnsi="Arial" w:cs="Arial"/>
          <w:sz w:val="20"/>
          <w:szCs w:val="20"/>
          <w:lang w:val="en-US"/>
        </w:rPr>
        <w:t xml:space="preserve">37725-0217 </w:t>
      </w:r>
    </w:p>
    <w:p w:rsidR="00FD1F57" w:rsidRPr="002947AB" w:rsidRDefault="00FD1F57" w:rsidP="00835E6B">
      <w:pPr>
        <w:pStyle w:val="gmail-msonospacing"/>
        <w:spacing w:before="0" w:beforeAutospacing="0" w:after="0" w:afterAutospacing="0"/>
        <w:rPr>
          <w:rFonts w:ascii="Arial" w:hAnsi="Arial" w:cs="Arial"/>
          <w:sz w:val="20"/>
          <w:szCs w:val="20"/>
          <w:lang w:val="en-US"/>
        </w:rPr>
      </w:pPr>
      <w:hyperlink r:id="rId10" w:tgtFrame="_blank" w:history="1">
        <w:r w:rsidRPr="002947AB">
          <w:rPr>
            <w:rStyle w:val="Hyperlink"/>
            <w:rFonts w:ascii="Arial" w:hAnsi="Arial" w:cs="Arial"/>
            <w:color w:val="auto"/>
            <w:sz w:val="20"/>
            <w:szCs w:val="20"/>
            <w:lang w:val="en-US"/>
          </w:rPr>
          <w:t>www.thequantumawakening.com</w:t>
        </w:r>
      </w:hyperlink>
    </w:p>
    <w:p w:rsidR="00FD1F57" w:rsidRPr="002947AB" w:rsidRDefault="00FD1F57" w:rsidP="00835E6B">
      <w:pPr>
        <w:pStyle w:val="gmail-msonospacing"/>
        <w:spacing w:before="0" w:beforeAutospacing="0" w:after="0" w:afterAutospacing="0"/>
        <w:rPr>
          <w:rFonts w:ascii="Arial" w:hAnsi="Arial" w:cs="Arial"/>
          <w:sz w:val="20"/>
          <w:szCs w:val="20"/>
        </w:rPr>
      </w:pPr>
      <w:hyperlink r:id="rId11" w:tgtFrame="_blank" w:history="1">
        <w:r w:rsidRPr="002947AB">
          <w:rPr>
            <w:rStyle w:val="Hyperlink"/>
            <w:rFonts w:ascii="Arial" w:hAnsi="Arial" w:cs="Arial"/>
            <w:i/>
            <w:iCs/>
            <w:color w:val="000000"/>
            <w:sz w:val="20"/>
            <w:szCs w:val="20"/>
          </w:rPr>
          <w:t>thequantumawakening@gmail.com</w:t>
        </w:r>
      </w:hyperlink>
    </w:p>
    <w:p w:rsidR="00FD1F57" w:rsidRPr="002947AB" w:rsidRDefault="00FD1F57" w:rsidP="00835E6B">
      <w:pPr>
        <w:rPr>
          <w:rFonts w:ascii="Arial" w:hAnsi="Arial" w:cs="Arial"/>
          <w:sz w:val="20"/>
          <w:szCs w:val="20"/>
        </w:rPr>
      </w:pPr>
      <w:r w:rsidRPr="002947AB">
        <w:rPr>
          <w:rFonts w:ascii="Arial" w:hAnsi="Arial" w:cs="Arial"/>
          <w:sz w:val="20"/>
          <w:szCs w:val="20"/>
        </w:rPr>
        <w:t>Traducción: Susana Peralta</w:t>
      </w:r>
    </w:p>
    <w:p w:rsidR="00FD1F57" w:rsidRPr="002947AB" w:rsidRDefault="00FD1F57" w:rsidP="00835E6B">
      <w:pPr>
        <w:rPr>
          <w:rFonts w:ascii="Arial" w:hAnsi="Arial" w:cs="Arial"/>
          <w:sz w:val="20"/>
          <w:szCs w:val="20"/>
        </w:rPr>
      </w:pPr>
      <w:r w:rsidRPr="002947AB">
        <w:rPr>
          <w:rFonts w:ascii="Arial" w:hAnsi="Arial" w:cs="Arial"/>
          <w:color w:val="000000"/>
          <w:sz w:val="20"/>
          <w:szCs w:val="20"/>
        </w:rPr>
        <w:t xml:space="preserve">Sitio oficial de El Despertar Cuántico en español  </w:t>
      </w:r>
      <w:hyperlink r:id="rId12" w:history="1">
        <w:r w:rsidRPr="002947AB">
          <w:rPr>
            <w:rStyle w:val="Hyperlink"/>
            <w:rFonts w:ascii="Arial" w:hAnsi="Arial" w:cs="Arial"/>
            <w:sz w:val="20"/>
            <w:szCs w:val="20"/>
          </w:rPr>
          <w:t>https://www.manantialcaduceo.com.ar/boletin/despertar_cuantico.htm</w:t>
        </w:r>
      </w:hyperlink>
    </w:p>
    <w:p w:rsidR="00FD1F57" w:rsidRPr="002947AB" w:rsidRDefault="00FD1F57" w:rsidP="00835E6B">
      <w:pPr>
        <w:rPr>
          <w:rFonts w:ascii="Arial" w:hAnsi="Arial" w:cs="Arial"/>
          <w:sz w:val="20"/>
          <w:szCs w:val="20"/>
        </w:rPr>
      </w:pPr>
      <w:r w:rsidRPr="002947AB">
        <w:rPr>
          <w:rFonts w:ascii="Arial" w:hAnsi="Arial" w:cs="Arial"/>
          <w:sz w:val="20"/>
          <w:szCs w:val="20"/>
        </w:rPr>
        <w:t> </w:t>
      </w:r>
    </w:p>
    <w:p w:rsidR="00FD1F57" w:rsidRPr="002947AB" w:rsidRDefault="00FD1F57">
      <w:pPr>
        <w:rPr>
          <w:rFonts w:ascii="Arial" w:hAnsi="Arial" w:cs="Arial"/>
          <w:sz w:val="20"/>
          <w:szCs w:val="20"/>
        </w:rPr>
      </w:pPr>
    </w:p>
    <w:sectPr w:rsidR="00FD1F57" w:rsidRPr="002947AB" w:rsidSect="00835E6B">
      <w:footerReference w:type="even" r:id="rId13"/>
      <w:footerReference w:type="default" r:id="rId14"/>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1F57" w:rsidRDefault="00FD1F57">
      <w:r>
        <w:separator/>
      </w:r>
    </w:p>
  </w:endnote>
  <w:endnote w:type="continuationSeparator" w:id="0">
    <w:p w:rsidR="00FD1F57" w:rsidRDefault="00FD1F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F57" w:rsidRDefault="00FD1F57" w:rsidP="007C2C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D1F57" w:rsidRDefault="00FD1F5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F57" w:rsidRDefault="00FD1F57" w:rsidP="007C2C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FD1F57" w:rsidRDefault="00FD1F5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1F57" w:rsidRDefault="00FD1F57">
      <w:r>
        <w:separator/>
      </w:r>
    </w:p>
  </w:footnote>
  <w:footnote w:type="continuationSeparator" w:id="0">
    <w:p w:rsidR="00FD1F57" w:rsidRDefault="00FD1F5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5E6B"/>
    <w:rsid w:val="000775D9"/>
    <w:rsid w:val="00182297"/>
    <w:rsid w:val="001C2C43"/>
    <w:rsid w:val="002947AB"/>
    <w:rsid w:val="00524E91"/>
    <w:rsid w:val="007B19D5"/>
    <w:rsid w:val="007C2C5B"/>
    <w:rsid w:val="00835E6B"/>
    <w:rsid w:val="00880DA8"/>
    <w:rsid w:val="009B1FF8"/>
    <w:rsid w:val="009F19A1"/>
    <w:rsid w:val="00A90593"/>
    <w:rsid w:val="00B418CD"/>
    <w:rsid w:val="00BB46E4"/>
    <w:rsid w:val="00CE1A8F"/>
    <w:rsid w:val="00CE3C94"/>
    <w:rsid w:val="00D77078"/>
    <w:rsid w:val="00DA2491"/>
    <w:rsid w:val="00E114BB"/>
    <w:rsid w:val="00F7719A"/>
    <w:rsid w:val="00FD1F5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491"/>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35E6B"/>
    <w:rPr>
      <w:rFonts w:cs="Times New Roman"/>
      <w:color w:val="0000FF"/>
      <w:u w:val="single"/>
    </w:rPr>
  </w:style>
  <w:style w:type="paragraph" w:customStyle="1" w:styleId="gmail-msolistparagraph">
    <w:name w:val="gmail-msolistparagraph"/>
    <w:basedOn w:val="Normal"/>
    <w:uiPriority w:val="99"/>
    <w:rsid w:val="00835E6B"/>
    <w:pPr>
      <w:spacing w:before="100" w:beforeAutospacing="1" w:after="100" w:afterAutospacing="1"/>
    </w:pPr>
  </w:style>
  <w:style w:type="paragraph" w:customStyle="1" w:styleId="gmail-msolistparagraphcxspmiddle">
    <w:name w:val="gmail-msolistparagraphcxspmiddle"/>
    <w:basedOn w:val="Normal"/>
    <w:uiPriority w:val="99"/>
    <w:rsid w:val="00835E6B"/>
    <w:pPr>
      <w:spacing w:before="100" w:beforeAutospacing="1" w:after="100" w:afterAutospacing="1"/>
    </w:pPr>
  </w:style>
  <w:style w:type="paragraph" w:customStyle="1" w:styleId="gmail-msolistparagraphcxsplast">
    <w:name w:val="gmail-msolistparagraphcxsplast"/>
    <w:basedOn w:val="Normal"/>
    <w:uiPriority w:val="99"/>
    <w:rsid w:val="00835E6B"/>
    <w:pPr>
      <w:spacing w:before="100" w:beforeAutospacing="1" w:after="100" w:afterAutospacing="1"/>
    </w:pPr>
  </w:style>
  <w:style w:type="paragraph" w:styleId="NormalWeb">
    <w:name w:val="Normal (Web)"/>
    <w:basedOn w:val="Normal"/>
    <w:uiPriority w:val="99"/>
    <w:rsid w:val="00835E6B"/>
    <w:pPr>
      <w:spacing w:before="100" w:beforeAutospacing="1" w:after="100" w:afterAutospacing="1"/>
    </w:pPr>
  </w:style>
  <w:style w:type="character" w:styleId="Strong">
    <w:name w:val="Strong"/>
    <w:basedOn w:val="DefaultParagraphFont"/>
    <w:uiPriority w:val="99"/>
    <w:qFormat/>
    <w:rsid w:val="00835E6B"/>
    <w:rPr>
      <w:rFonts w:cs="Times New Roman"/>
      <w:b/>
      <w:bCs/>
    </w:rPr>
  </w:style>
  <w:style w:type="paragraph" w:customStyle="1" w:styleId="gmail-msonospacing">
    <w:name w:val="gmail-msonospacing"/>
    <w:basedOn w:val="Normal"/>
    <w:uiPriority w:val="99"/>
    <w:rsid w:val="00835E6B"/>
    <w:pPr>
      <w:spacing w:before="100" w:beforeAutospacing="1" w:after="100" w:afterAutospacing="1"/>
    </w:pPr>
  </w:style>
  <w:style w:type="paragraph" w:styleId="Footer">
    <w:name w:val="footer"/>
    <w:basedOn w:val="Normal"/>
    <w:link w:val="FooterChar"/>
    <w:uiPriority w:val="99"/>
    <w:rsid w:val="00D77078"/>
    <w:pPr>
      <w:tabs>
        <w:tab w:val="center" w:pos="4252"/>
        <w:tab w:val="right" w:pos="8504"/>
      </w:tabs>
    </w:pPr>
  </w:style>
  <w:style w:type="character" w:customStyle="1" w:styleId="FooterChar">
    <w:name w:val="Footer Char"/>
    <w:basedOn w:val="DefaultParagraphFont"/>
    <w:link w:val="Footer"/>
    <w:uiPriority w:val="99"/>
    <w:semiHidden/>
    <w:locked/>
    <w:rsid w:val="00F7719A"/>
    <w:rPr>
      <w:rFonts w:cs="Times New Roman"/>
      <w:sz w:val="24"/>
      <w:szCs w:val="24"/>
      <w:lang w:val="es-ES" w:eastAsia="es-ES"/>
    </w:rPr>
  </w:style>
  <w:style w:type="character" w:styleId="PageNumber">
    <w:name w:val="page number"/>
    <w:basedOn w:val="DefaultParagraphFont"/>
    <w:uiPriority w:val="99"/>
    <w:rsid w:val="00D77078"/>
    <w:rPr>
      <w:rFonts w:cs="Times New Roman"/>
    </w:rPr>
  </w:style>
</w:styles>
</file>

<file path=word/webSettings.xml><?xml version="1.0" encoding="utf-8"?>
<w:webSettings xmlns:r="http://schemas.openxmlformats.org/officeDocument/2006/relationships" xmlns:w="http://schemas.openxmlformats.org/wordprocessingml/2006/main">
  <w:divs>
    <w:div w:id="1787458019">
      <w:marLeft w:val="0"/>
      <w:marRight w:val="0"/>
      <w:marTop w:val="0"/>
      <w:marBottom w:val="0"/>
      <w:divBdr>
        <w:top w:val="none" w:sz="0" w:space="0" w:color="auto"/>
        <w:left w:val="none" w:sz="0" w:space="0" w:color="auto"/>
        <w:bottom w:val="none" w:sz="0" w:space="0" w:color="auto"/>
        <w:right w:val="none" w:sz="0" w:space="0" w:color="auto"/>
      </w:divBdr>
      <w:divsChild>
        <w:div w:id="1787458018">
          <w:marLeft w:val="0"/>
          <w:marRight w:val="0"/>
          <w:marTop w:val="0"/>
          <w:marBottom w:val="0"/>
          <w:divBdr>
            <w:top w:val="none" w:sz="0" w:space="0" w:color="auto"/>
            <w:left w:val="none" w:sz="0" w:space="0" w:color="auto"/>
            <w:bottom w:val="none" w:sz="0" w:space="0" w:color="auto"/>
            <w:right w:val="none" w:sz="0" w:space="0" w:color="auto"/>
          </w:divBdr>
        </w:div>
      </w:divsChild>
    </w:div>
    <w:div w:id="1787458020">
      <w:marLeft w:val="0"/>
      <w:marRight w:val="0"/>
      <w:marTop w:val="0"/>
      <w:marBottom w:val="0"/>
      <w:divBdr>
        <w:top w:val="none" w:sz="0" w:space="0" w:color="auto"/>
        <w:left w:val="none" w:sz="0" w:space="0" w:color="auto"/>
        <w:bottom w:val="none" w:sz="0" w:space="0" w:color="auto"/>
        <w:right w:val="none" w:sz="0" w:space="0" w:color="auto"/>
      </w:divBdr>
      <w:divsChild>
        <w:div w:id="17874580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quantumawakening.com"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manantialcaduceo.com.ar/boletin/despertar_cuantico.htm" TargetMode="External"/><Relationship Id="rId12" Type="http://schemas.openxmlformats.org/officeDocument/2006/relationships/hyperlink" Target="https://www.manantialcaduceo.com.ar/boletin/despertar_cuantico.htm"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TheQuantumawakening.com/?fbclid=IwAR0yXOLKfvzpHKl5lueq6qagumGSA14Hp5RUKOK-Gm5-mqehGA8C-1tnBsI" TargetMode="External"/><Relationship Id="rId11" Type="http://schemas.openxmlformats.org/officeDocument/2006/relationships/hyperlink" Target="mailto:mailto:thequantumawakening@gmail.com"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l.facebook.com/l.php?u=http%3A%2F%2Fwww.thequantumawakening.com%2F%3Ffbclid%3DIwAR2HmpF3hwi9LUq4z9yrhx9Rk3gv8pB9r-6weFUtSaplhLsffLMeK-SY6Cs&amp;h=AT3JRQlaOgCWg7LUt74CJAcWiobxoDsHYr0-Sm0ear5LciWtHsLDgWmm4d0fqEvSAStZRvOQbvFo9YbICO3W2UrjvwP7kUOjPjHCBgcF9kl7LP7ZDG-e-jn-IS5GIU5R8dCK_RA2LaI8pheaRm8&amp;__tn__=-UK-R&amp;c%5b0%5d=AT172GigJI7k5Fdk82Lj2NvofqhMLgjDytd8B9qj__RSu_2Eex2snFg9N8t_W5twqEOcx2fWkWjZBxCgSEE5n-0VOky5CSvCl8t_t8Ybk6i0nOaKYSqlN6LKj9QtWTUeje_b2g1Hl-2yUO1YyUP0isaeAe069-hbpeu-jaYpdh_kFB1Rp_YM" TargetMode="External"/><Relationship Id="rId4" Type="http://schemas.openxmlformats.org/officeDocument/2006/relationships/footnotes" Target="footnotes.xml"/><Relationship Id="rId9" Type="http://schemas.openxmlformats.org/officeDocument/2006/relationships/hyperlink" Target="mailto:thequantumawakening@gmail.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6</Pages>
  <Words>3666</Words>
  <Characters>20165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gwartel@hotmail.com</dc:creator>
  <cp:keywords/>
  <dc:description/>
  <cp:lastModifiedBy>gwartel@hotmail.com</cp:lastModifiedBy>
  <cp:revision>3</cp:revision>
  <dcterms:created xsi:type="dcterms:W3CDTF">2023-08-05T16:36:00Z</dcterms:created>
  <dcterms:modified xsi:type="dcterms:W3CDTF">2023-08-05T16:40:00Z</dcterms:modified>
</cp:coreProperties>
</file>