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297" w:rsidRPr="00835E6B" w:rsidRDefault="00182297" w:rsidP="00835E6B">
      <w:pPr>
        <w:jc w:val="center"/>
        <w:rPr>
          <w:rFonts w:ascii="Arial" w:hAnsi="Arial" w:cs="Arial"/>
        </w:rPr>
      </w:pPr>
      <w:r w:rsidRPr="00835E6B">
        <w:rPr>
          <w:rFonts w:ascii="Arial" w:hAnsi="Arial" w:cs="Arial"/>
          <w:b/>
          <w:bCs/>
          <w:sz w:val="28"/>
          <w:szCs w:val="28"/>
        </w:rPr>
        <w:t>El DESPERTAR CUÁNTICO</w:t>
      </w:r>
    </w:p>
    <w:p w:rsidR="00182297" w:rsidRPr="00835E6B" w:rsidRDefault="00182297" w:rsidP="00835E6B">
      <w:pPr>
        <w:jc w:val="center"/>
        <w:rPr>
          <w:rFonts w:ascii="Arial" w:hAnsi="Arial" w:cs="Arial"/>
        </w:rPr>
      </w:pPr>
      <w:r w:rsidRPr="00835E6B">
        <w:rPr>
          <w:rFonts w:ascii="Arial" w:hAnsi="Arial" w:cs="Arial"/>
          <w:b/>
          <w:bCs/>
          <w:sz w:val="22"/>
          <w:szCs w:val="22"/>
        </w:rPr>
        <w:t>Un sitio en la red, un boletín electrónico mundial,</w:t>
      </w:r>
    </w:p>
    <w:p w:rsidR="00182297" w:rsidRPr="00835E6B" w:rsidRDefault="00182297"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p>
    <w:p w:rsidR="00182297" w:rsidRPr="00835E6B" w:rsidRDefault="00182297" w:rsidP="00835E6B">
      <w:pPr>
        <w:jc w:val="center"/>
        <w:rPr>
          <w:rFonts w:ascii="Arial" w:hAnsi="Arial" w:cs="Arial"/>
        </w:rPr>
      </w:pPr>
      <w:r w:rsidRPr="00835E6B">
        <w:rPr>
          <w:rFonts w:ascii="Arial" w:hAnsi="Arial" w:cs="Arial"/>
          <w:b/>
          <w:bCs/>
        </w:rPr>
        <w:t>JULIO 2023 - Número 292</w:t>
      </w:r>
      <w:r>
        <w:rPr>
          <w:rFonts w:ascii="Arial" w:hAnsi="Arial" w:cs="Arial"/>
          <w:b/>
          <w:bCs/>
        </w:rPr>
        <w:br/>
      </w:r>
    </w:p>
    <w:p w:rsidR="00182297" w:rsidRPr="00835E6B" w:rsidRDefault="00182297"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182297" w:rsidRPr="000775D9" w:rsidRDefault="00182297"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6" w:tgtFrame="_blank" w:history="1">
        <w:r w:rsidRPr="000775D9">
          <w:rPr>
            <w:rStyle w:val="Hyperlink"/>
            <w:rFonts w:ascii="Arial" w:hAnsi="Arial" w:cs="Arial"/>
            <w:bCs/>
            <w:color w:val="666699"/>
            <w:sz w:val="20"/>
            <w:szCs w:val="20"/>
          </w:rPr>
          <w:t>TheQuantumawakening.com</w:t>
        </w:r>
      </w:hyperlink>
    </w:p>
    <w:p w:rsidR="00182297" w:rsidRPr="00CE3C94" w:rsidRDefault="00182297"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182297" w:rsidRPr="000775D9" w:rsidRDefault="00182297" w:rsidP="00CE1A8F">
      <w:pPr>
        <w:jc w:val="center"/>
        <w:rPr>
          <w:rFonts w:ascii="Arial" w:hAnsi="Arial" w:cs="Arial"/>
          <w:color w:val="666699"/>
          <w:sz w:val="20"/>
          <w:szCs w:val="20"/>
        </w:rPr>
      </w:pPr>
      <w:hyperlink r:id="rId7" w:history="1">
        <w:r w:rsidRPr="000775D9">
          <w:rPr>
            <w:rStyle w:val="Hyperlink"/>
            <w:rFonts w:ascii="Arial" w:hAnsi="Arial" w:cs="Arial"/>
            <w:bCs/>
            <w:color w:val="666699"/>
            <w:sz w:val="20"/>
            <w:szCs w:val="20"/>
          </w:rPr>
          <w:t>https://www.manantialcaduceo.com.ar/boletin/despertar_cuantico.htm</w:t>
        </w:r>
      </w:hyperlink>
    </w:p>
    <w:p w:rsidR="00182297" w:rsidRPr="00835E6B" w:rsidRDefault="00182297" w:rsidP="00835E6B">
      <w:pPr>
        <w:rPr>
          <w:rFonts w:ascii="Arial" w:hAnsi="Arial" w:cs="Arial"/>
        </w:rPr>
      </w:pPr>
      <w:r w:rsidRPr="00835E6B">
        <w:rPr>
          <w:rFonts w:ascii="Arial" w:hAnsi="Arial" w:cs="Arial"/>
          <w:b/>
          <w:bCs/>
          <w:sz w:val="20"/>
          <w:szCs w:val="20"/>
        </w:rPr>
        <w:t> </w:t>
      </w:r>
    </w:p>
    <w:p w:rsidR="00182297" w:rsidRPr="00835E6B" w:rsidRDefault="00182297" w:rsidP="00835E6B">
      <w:pPr>
        <w:rPr>
          <w:rFonts w:ascii="Arial" w:hAnsi="Arial" w:cs="Arial"/>
        </w:rPr>
      </w:pPr>
      <w:r w:rsidRPr="00835E6B">
        <w:rPr>
          <w:rFonts w:ascii="Arial" w:hAnsi="Arial" w:cs="Arial"/>
          <w:b/>
          <w:bCs/>
          <w:sz w:val="22"/>
          <w:szCs w:val="22"/>
        </w:rPr>
        <w:t>EN ESTE NÚMERO:</w:t>
      </w:r>
    </w:p>
    <w:p w:rsidR="00182297" w:rsidRPr="00835E6B" w:rsidRDefault="00182297" w:rsidP="00835E6B">
      <w:pPr>
        <w:rPr>
          <w:rFonts w:ascii="Arial" w:hAnsi="Arial" w:cs="Arial"/>
        </w:rPr>
      </w:pPr>
      <w:r w:rsidRPr="00835E6B">
        <w:rPr>
          <w:rFonts w:ascii="Arial" w:hAnsi="Arial" w:cs="Arial"/>
          <w:b/>
          <w:bCs/>
          <w:sz w:val="20"/>
          <w:szCs w:val="20"/>
        </w:rPr>
        <w:t> </w:t>
      </w:r>
    </w:p>
    <w:p w:rsidR="00182297" w:rsidRPr="00835E6B" w:rsidRDefault="00182297" w:rsidP="00835E6B">
      <w:pPr>
        <w:rPr>
          <w:rFonts w:ascii="Arial" w:hAnsi="Arial" w:cs="Arial"/>
        </w:rPr>
      </w:pPr>
      <w:r w:rsidRPr="00835E6B">
        <w:rPr>
          <w:rFonts w:ascii="Arial" w:hAnsi="Arial" w:cs="Arial"/>
          <w:b/>
          <w:b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v:imagedata r:id="rId8" r:href="rId9"/>
          </v:shape>
        </w:pict>
      </w:r>
      <w:r w:rsidRPr="00835E6B">
        <w:rPr>
          <w:rFonts w:ascii="Arial" w:hAnsi="Arial" w:cs="Arial"/>
          <w:b/>
          <w:bCs/>
          <w:sz w:val="22"/>
          <w:szCs w:val="22"/>
        </w:rPr>
        <w:t> De su Anfitriona de la Luz</w:t>
      </w:r>
    </w:p>
    <w:p w:rsidR="00182297" w:rsidRPr="00835E6B" w:rsidRDefault="00182297" w:rsidP="00835E6B">
      <w:pPr>
        <w:rPr>
          <w:rFonts w:ascii="Arial" w:hAnsi="Arial" w:cs="Arial"/>
        </w:rPr>
      </w:pPr>
      <w:r w:rsidRPr="00835E6B">
        <w:rPr>
          <w:rFonts w:ascii="Arial" w:hAnsi="Arial" w:cs="Arial"/>
          <w:sz w:val="22"/>
          <w:szCs w:val="22"/>
        </w:rPr>
        <w:pict>
          <v:shape id="_x0000_i1026" type="#_x0000_t75" alt="♥" style="width:24pt;height:24pt">
            <v:imagedata r:id="rId8" r:href="rId10"/>
          </v:shape>
        </w:pict>
      </w:r>
      <w:r w:rsidRPr="00835E6B">
        <w:rPr>
          <w:rFonts w:ascii="Arial" w:hAnsi="Arial" w:cs="Arial"/>
          <w:b/>
          <w:bCs/>
          <w:color w:val="000000"/>
          <w:sz w:val="22"/>
          <w:szCs w:val="22"/>
        </w:rPr>
        <w:t> En julio llegamos a las santas intersecciones del tiempo y los días de energía sagrada</w:t>
      </w:r>
    </w:p>
    <w:p w:rsidR="00182297" w:rsidRPr="00835E6B" w:rsidRDefault="00182297" w:rsidP="00835E6B">
      <w:pPr>
        <w:rPr>
          <w:rFonts w:ascii="Arial" w:hAnsi="Arial" w:cs="Arial"/>
        </w:rPr>
      </w:pPr>
      <w:r w:rsidRPr="00835E6B">
        <w:rPr>
          <w:rFonts w:ascii="Arial" w:hAnsi="Arial" w:cs="Arial"/>
          <w:sz w:val="22"/>
          <w:szCs w:val="22"/>
        </w:rPr>
        <w:pict>
          <v:shape id="_x0000_i1027" type="#_x0000_t75" alt="♥" style="width:24pt;height:24pt">
            <v:imagedata r:id="rId8" r:href="rId11"/>
          </v:shape>
        </w:pict>
      </w:r>
      <w:r w:rsidRPr="00835E6B">
        <w:rPr>
          <w:rFonts w:ascii="Arial" w:hAnsi="Arial" w:cs="Arial"/>
          <w:b/>
          <w:bCs/>
          <w:sz w:val="22"/>
          <w:szCs w:val="22"/>
        </w:rPr>
        <w:t>Elevación de Sirio</w:t>
      </w:r>
    </w:p>
    <w:p w:rsidR="00182297" w:rsidRPr="00835E6B" w:rsidRDefault="00182297" w:rsidP="00835E6B">
      <w:pPr>
        <w:rPr>
          <w:rFonts w:ascii="Arial" w:hAnsi="Arial" w:cs="Arial"/>
        </w:rPr>
      </w:pPr>
      <w:r w:rsidRPr="00835E6B">
        <w:rPr>
          <w:rFonts w:ascii="Arial" w:hAnsi="Arial" w:cs="Arial"/>
          <w:sz w:val="22"/>
          <w:szCs w:val="22"/>
        </w:rPr>
        <w:pict>
          <v:shape id="_x0000_i1028" type="#_x0000_t75" alt="♥" style="width:24pt;height:24pt">
            <v:imagedata r:id="rId8" r:href="rId12"/>
          </v:shape>
        </w:pict>
      </w:r>
      <w:r w:rsidRPr="00835E6B">
        <w:rPr>
          <w:rFonts w:ascii="Arial" w:hAnsi="Arial" w:cs="Arial"/>
          <w:b/>
          <w:bCs/>
          <w:color w:val="000000"/>
          <w:sz w:val="22"/>
          <w:szCs w:val="22"/>
        </w:rPr>
        <w:t> El 25 de julio entraremos en el “Día Fuera del Tiempo” maya</w:t>
      </w:r>
    </w:p>
    <w:p w:rsidR="00182297" w:rsidRPr="00835E6B" w:rsidRDefault="00182297" w:rsidP="00835E6B">
      <w:pPr>
        <w:rPr>
          <w:rFonts w:ascii="Arial" w:hAnsi="Arial" w:cs="Arial"/>
        </w:rPr>
      </w:pPr>
      <w:r w:rsidRPr="00835E6B">
        <w:rPr>
          <w:rFonts w:ascii="Arial" w:hAnsi="Arial" w:cs="Arial"/>
          <w:b/>
          <w:bCs/>
          <w:color w:val="000000"/>
          <w:sz w:val="22"/>
          <w:szCs w:val="22"/>
        </w:rPr>
        <w:pict>
          <v:shape id="_x0000_i1029" type="#_x0000_t75" alt="♥" style="width:24pt;height:24pt">
            <v:imagedata r:id="rId8" r:href="rId13"/>
          </v:shape>
        </w:pict>
      </w:r>
      <w:r w:rsidRPr="00835E6B">
        <w:rPr>
          <w:rFonts w:ascii="Arial" w:hAnsi="Arial" w:cs="Arial"/>
          <w:b/>
          <w:bCs/>
          <w:color w:val="000000"/>
          <w:sz w:val="22"/>
          <w:szCs w:val="22"/>
        </w:rPr>
        <w:t> Año Nuevo Maya – 26 de Julio de 2023</w:t>
      </w:r>
    </w:p>
    <w:p w:rsidR="00182297" w:rsidRPr="00835E6B" w:rsidRDefault="00182297" w:rsidP="00835E6B">
      <w:pPr>
        <w:rPr>
          <w:rFonts w:ascii="Arial" w:hAnsi="Arial" w:cs="Arial"/>
        </w:rPr>
      </w:pPr>
      <w:r w:rsidRPr="00835E6B">
        <w:rPr>
          <w:rFonts w:ascii="Arial" w:hAnsi="Arial" w:cs="Arial"/>
          <w:color w:val="000000"/>
          <w:sz w:val="22"/>
          <w:szCs w:val="22"/>
        </w:rPr>
        <w:pict>
          <v:shape id="_x0000_i1030" type="#_x0000_t75" alt="♥" style="width:24pt;height:24pt">
            <v:imagedata r:id="rId8" r:href="rId14"/>
          </v:shape>
        </w:pict>
      </w:r>
      <w:r w:rsidRPr="00835E6B">
        <w:rPr>
          <w:rFonts w:ascii="Arial" w:hAnsi="Arial" w:cs="Arial"/>
          <w:b/>
          <w:bCs/>
          <w:color w:val="000000"/>
          <w:sz w:val="22"/>
          <w:szCs w:val="22"/>
        </w:rPr>
        <w:t>Permanezcan en su vibración específica de poder</w:t>
      </w:r>
    </w:p>
    <w:p w:rsidR="00182297" w:rsidRPr="00835E6B" w:rsidRDefault="00182297" w:rsidP="00835E6B">
      <w:pPr>
        <w:rPr>
          <w:rFonts w:ascii="Arial" w:hAnsi="Arial" w:cs="Arial"/>
        </w:rPr>
      </w:pPr>
      <w:r w:rsidRPr="00835E6B">
        <w:rPr>
          <w:rFonts w:ascii="Arial" w:hAnsi="Arial" w:cs="Arial"/>
          <w:b/>
          <w:bCs/>
          <w:color w:val="000000"/>
          <w:sz w:val="22"/>
          <w:szCs w:val="22"/>
        </w:rPr>
        <w:pict>
          <v:shape id="_x0000_i1031" type="#_x0000_t75" alt="♥" style="width:24pt;height:24pt">
            <v:imagedata r:id="rId8" r:href="rId15"/>
          </v:shape>
        </w:pict>
      </w:r>
      <w:r w:rsidRPr="00835E6B">
        <w:rPr>
          <w:rFonts w:ascii="Arial" w:hAnsi="Arial" w:cs="Arial"/>
          <w:b/>
          <w:bCs/>
          <w:color w:val="000000"/>
          <w:sz w:val="22"/>
          <w:szCs w:val="22"/>
        </w:rPr>
        <w:t>Verdades para vivir…</w:t>
      </w:r>
    </w:p>
    <w:p w:rsidR="00182297" w:rsidRPr="00835E6B" w:rsidRDefault="00182297" w:rsidP="00835E6B">
      <w:pPr>
        <w:rPr>
          <w:rFonts w:ascii="Arial" w:hAnsi="Arial" w:cs="Arial"/>
        </w:rPr>
      </w:pPr>
      <w:r w:rsidRPr="00835E6B">
        <w:rPr>
          <w:rFonts w:ascii="Arial" w:hAnsi="Arial" w:cs="Arial"/>
          <w:b/>
          <w:bCs/>
          <w:color w:val="000000"/>
        </w:rPr>
        <w:t> </w:t>
      </w:r>
    </w:p>
    <w:p w:rsidR="00182297" w:rsidRPr="00835E6B" w:rsidRDefault="00182297" w:rsidP="00835E6B">
      <w:pPr>
        <w:jc w:val="center"/>
        <w:rPr>
          <w:rFonts w:ascii="Arial" w:hAnsi="Arial" w:cs="Arial"/>
        </w:rPr>
      </w:pPr>
      <w:r w:rsidRPr="00835E6B">
        <w:rPr>
          <w:rFonts w:ascii="Arial" w:hAnsi="Arial" w:cs="Arial"/>
          <w:b/>
          <w:bCs/>
          <w:color w:val="000000"/>
          <w:sz w:val="22"/>
          <w:szCs w:val="22"/>
        </w:rPr>
        <w:t>DE SU ANFITRIONA DE LA LUZ</w:t>
      </w:r>
    </w:p>
    <w:p w:rsidR="00182297" w:rsidRPr="00835E6B" w:rsidRDefault="00182297" w:rsidP="00835E6B">
      <w:pPr>
        <w:jc w:val="both"/>
        <w:rPr>
          <w:rFonts w:ascii="Arial" w:hAnsi="Arial" w:cs="Arial"/>
        </w:rPr>
      </w:pPr>
      <w:r w:rsidRPr="00835E6B">
        <w:rPr>
          <w:rFonts w:ascii="Arial" w:hAnsi="Arial" w:cs="Arial"/>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A medida que este boletín se envía al Universo, la vibración sagrada viviente del 7/7/7 lo escolta en su camino. Un portal de energía espiritual atómica pura estalla desde el Gran Sol Central hasta el Sol Solar y nuestro Sol planetario, explotando hacia afuera en nuestro sistema planetario, atando cada planeta con la Luz 7/7/7. El poder vivo de la Fuente viviente surge el 7/7/7 escoltándonos como un semental solar increíblemente hermoso a las vibraciones más altas de las descargas y actualizaciones de este verano. El tiempo lo dirá todo, pero probablemente se quedará callado un poco más. Cuando nacen nuevas energías y nuevas verdades, puede haber muchas modificaciones en nuestros pensamientos y en la línea del tiempo real. Cada uno tiene un punto de vista diferente, un punto de tiempo distinto y un punto de referencia diferente. 7/7/7 abre el "portal de lo suficiente"; Sin necesidades, sin deseos, sin anhelos, todo está equilibrado aunque solo sea por un momento en el tiempo universal. Todo está en perfecto orden, divinamente cronometrado y lleno de Amor hasta el borde.</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Al avanzar todos en este caluroso verano bochornoso, se hace obvio que las líneas de tiempo de la Tierra necesitan reiniciarse, restaurarse y reconfigurarse. La energía parece estar dando vueltas y vueltas como una partícula acelerada sin salida. Estamos chocando internamente con dis/locaciones de tiempo que no son realmente para nuestro mayor interés o están en nuestra realidad personal. Tratar de repetir la misma vieja receta fuera del tiempo en esta experiencia divina proporcionada puede terminar muchas veces con un pastel que se come con cuchara. Dentro de cualquier réplica hay diminutas alteraciones infinitesimales que buscan tomar forma y volar libres de sus propios límites de creación.</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 xml:space="preserve">Esta es mi época favorita del año, es como una Navidad Cósmica y un Año Nuevo Galáctico, todo envuelto en un gran lazo brillante. Mi corazón late un poco más rápido y respiro un poco más profundo a medida que entramos en estos días de poder del verano de </w:t>
      </w:r>
      <w:smartTag w:uri="urn:schemas-microsoft-com:office:smarttags" w:element="metricconverter">
        <w:smartTagPr>
          <w:attr w:name="ProductID" w:val="2023. A"/>
        </w:smartTagPr>
        <w:r w:rsidRPr="00D77078">
          <w:rPr>
            <w:rFonts w:ascii="Arial" w:hAnsi="Arial" w:cs="Arial"/>
            <w:sz w:val="20"/>
            <w:szCs w:val="20"/>
          </w:rPr>
          <w:t>2023. A</w:t>
        </w:r>
      </w:smartTag>
      <w:r w:rsidRPr="00D77078">
        <w:rPr>
          <w:rFonts w:ascii="Arial" w:hAnsi="Arial" w:cs="Arial"/>
          <w:sz w:val="20"/>
          <w:szCs w:val="20"/>
        </w:rPr>
        <w:t xml:space="preserve"> medida que llegamos lentamente al mes de Leo, la Leona y todo lo que conlleva, llegamos a una conjunción de tiempo que pide ser reconocida y aceptada en una vibración atómica diferente de la verdad. Permitan que los guíen a este lugar de conocimiento que busca reconocimiento.</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A medida que uno entra en esta energía cósmica tortuosa en pensamiento y acción, redescubre una porción estelar de uno mismo que ha estado viviendo en un gran agujero negro. Estirar el tiempo para obtener otra oportunidad es como tratar de enchufar una partícula de quark en una botella con un genio; siempre puede escaparse de su centro de detención de dis/CERN/imiento*. Un umbral cósmico de proporciones inesperadas abre sus ojos somnolientos a medida que se le da rienda suelta a una nueva línea de tiempo entrecruzada para que dirija la Tierra. Esta nueva línea de tiempo zigzaguea mientras olfatea todo, hambrienta para alimentarse como un viejo sabueso; mostrando que la materia y la antimateria están relacionadas en todos los universos.</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 CERN son las siglas en inglés de la Organización Europea para la Investigación Nuclear (N de la T)</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b/>
          <w:bCs/>
          <w:color w:val="000000"/>
          <w:sz w:val="20"/>
          <w:szCs w:val="20"/>
        </w:rPr>
        <w:t>EN JULIO LLEGAMOS A LAS SANTAS INTERSECCIONES DEL TIEMPO Y LOS DÍAS DE ENERGÍA SAGRADA</w:t>
      </w:r>
    </w:p>
    <w:p w:rsidR="00182297" w:rsidRPr="00D77078" w:rsidRDefault="00182297" w:rsidP="00835E6B">
      <w:pPr>
        <w:rPr>
          <w:rFonts w:ascii="Arial" w:hAnsi="Arial" w:cs="Arial"/>
          <w:sz w:val="20"/>
          <w:szCs w:val="20"/>
        </w:rPr>
      </w:pPr>
      <w:r w:rsidRPr="00D77078">
        <w:rPr>
          <w:rFonts w:ascii="Arial" w:hAnsi="Arial" w:cs="Arial"/>
          <w:b/>
          <w:bCs/>
          <w:color w:val="000000"/>
          <w:sz w:val="20"/>
          <w:szCs w:val="20"/>
        </w:rPr>
        <w:t> </w:t>
      </w:r>
    </w:p>
    <w:p w:rsidR="00182297" w:rsidRPr="00D77078" w:rsidRDefault="00182297" w:rsidP="00835E6B">
      <w:pPr>
        <w:jc w:val="both"/>
        <w:rPr>
          <w:rFonts w:ascii="Arial" w:hAnsi="Arial" w:cs="Arial"/>
          <w:sz w:val="20"/>
          <w:szCs w:val="20"/>
        </w:rPr>
      </w:pPr>
      <w:r w:rsidRPr="00D77078">
        <w:rPr>
          <w:rFonts w:ascii="Arial" w:hAnsi="Arial" w:cs="Arial"/>
          <w:color w:val="000000"/>
          <w:sz w:val="20"/>
          <w:szCs w:val="20"/>
        </w:rPr>
        <w:t>En este mes de julio llegamos a las intersecciones santas del tiempo y los días de energía sagrada</w:t>
      </w:r>
      <w:r w:rsidRPr="00D77078">
        <w:rPr>
          <w:rFonts w:ascii="Arial" w:hAnsi="Arial" w:cs="Arial"/>
          <w:b/>
          <w:bCs/>
          <w:color w:val="000000"/>
          <w:sz w:val="20"/>
          <w:szCs w:val="20"/>
        </w:rPr>
        <w:t xml:space="preserve"> </w:t>
      </w:r>
      <w:r w:rsidRPr="00D77078">
        <w:rPr>
          <w:rFonts w:ascii="Arial" w:hAnsi="Arial" w:cs="Arial"/>
          <w:color w:val="000000"/>
          <w:sz w:val="20"/>
          <w:szCs w:val="20"/>
        </w:rPr>
        <w:t xml:space="preserve">que tienen tanto un final como un comienzo. </w:t>
      </w:r>
      <w:r w:rsidRPr="00D77078">
        <w:rPr>
          <w:rFonts w:ascii="Arial" w:hAnsi="Arial" w:cs="Arial"/>
          <w:sz w:val="20"/>
          <w:szCs w:val="20"/>
        </w:rPr>
        <w:t>Un gran pulso estelar sale de Sirio a través de nuestra estrella diurna directamente al corazón de toda la humanidad. Avanzamos lentamente, paso a paso, como un gusano de un centímetro, eludiendo tantos problemas personales como podemos, embutiendo las emociones dentro de la dulzura que no estamos encontrando en el mundo real.</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 xml:space="preserve">En la antigüedad, el </w:t>
      </w:r>
      <w:r w:rsidRPr="00D77078">
        <w:rPr>
          <w:rFonts w:ascii="Arial" w:hAnsi="Arial" w:cs="Arial"/>
          <w:b/>
          <w:bCs/>
          <w:sz w:val="20"/>
          <w:szCs w:val="20"/>
        </w:rPr>
        <w:t>22 de julio, el Año Nuevo egipcio</w:t>
      </w:r>
      <w:r w:rsidRPr="00D77078">
        <w:rPr>
          <w:rFonts w:ascii="Arial" w:hAnsi="Arial" w:cs="Arial"/>
          <w:sz w:val="20"/>
          <w:szCs w:val="20"/>
        </w:rPr>
        <w:t xml:space="preserve"> se celebraba con la crecida del Nilo con Isis en la parte superior de ese pastel de cumpleaños egipcio. A continuación viene </w:t>
      </w:r>
      <w:r w:rsidRPr="00D77078">
        <w:rPr>
          <w:rFonts w:ascii="Arial" w:hAnsi="Arial" w:cs="Arial"/>
          <w:b/>
          <w:bCs/>
          <w:sz w:val="20"/>
          <w:szCs w:val="20"/>
        </w:rPr>
        <w:t>el Año Nuevo Atlante</w:t>
      </w:r>
      <w:r w:rsidRPr="00D77078">
        <w:rPr>
          <w:rFonts w:ascii="Arial" w:hAnsi="Arial" w:cs="Arial"/>
          <w:sz w:val="20"/>
          <w:szCs w:val="20"/>
        </w:rPr>
        <w:t xml:space="preserve"> celebrando quiénes éramos en aquel tiempo único de luz. Entonces nos vestimos para </w:t>
      </w:r>
      <w:r w:rsidRPr="00D77078">
        <w:rPr>
          <w:rFonts w:ascii="Arial" w:hAnsi="Arial" w:cs="Arial"/>
          <w:b/>
          <w:bCs/>
          <w:sz w:val="20"/>
          <w:szCs w:val="20"/>
        </w:rPr>
        <w:t>el "día fuera del tiempo" maya</w:t>
      </w:r>
      <w:r w:rsidRPr="00D77078">
        <w:rPr>
          <w:rFonts w:ascii="Arial" w:hAnsi="Arial" w:cs="Arial"/>
          <w:sz w:val="20"/>
          <w:szCs w:val="20"/>
        </w:rPr>
        <w:t xml:space="preserve"> </w:t>
      </w:r>
      <w:r w:rsidRPr="00D77078">
        <w:rPr>
          <w:rFonts w:ascii="Arial" w:hAnsi="Arial" w:cs="Arial"/>
          <w:b/>
          <w:bCs/>
          <w:sz w:val="20"/>
          <w:szCs w:val="20"/>
        </w:rPr>
        <w:t>que es el 25 de julio.</w:t>
      </w:r>
      <w:r w:rsidRPr="00D77078">
        <w:rPr>
          <w:rFonts w:ascii="Arial" w:hAnsi="Arial" w:cs="Arial"/>
          <w:sz w:val="20"/>
          <w:szCs w:val="20"/>
        </w:rPr>
        <w:t xml:space="preserve"> Luego </w:t>
      </w:r>
      <w:r w:rsidRPr="00D77078">
        <w:rPr>
          <w:rFonts w:ascii="Arial" w:hAnsi="Arial" w:cs="Arial"/>
          <w:b/>
          <w:bCs/>
          <w:sz w:val="20"/>
          <w:szCs w:val="20"/>
        </w:rPr>
        <w:t>el Año Nuevo Maya es el 26 de julio</w:t>
      </w:r>
      <w:r w:rsidRPr="00D77078">
        <w:rPr>
          <w:rFonts w:ascii="Arial" w:hAnsi="Arial" w:cs="Arial"/>
          <w:sz w:val="20"/>
          <w:szCs w:val="20"/>
        </w:rPr>
        <w:t xml:space="preserve"> en toda su magnificencia. En esta época del año entramos en una Iniciación tras otra, paso a paso, célula a célula y luz a luz.</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 xml:space="preserve">El siguiente paso adelante a través de este pasaje es la salida de la estrella Sirio antes que el Sol, iniciando una vez más un punto avanzado de luz solar. La luz solar es la suma total de toda la consciencia que existe a través de todas las dimensiones; contiene dentro de ella la luz de todas las almas, todos los planetas, toda la vida en nuestro universo. Es una luz de voluntad superior, de amor universal e inteligencia creativa. La luz solar es un ser vivo. La elevación de Sirio es una puerta de oportunidad sin precedentes para sumergirse hacia adelante en el oleaje estelar, que precede a lo que se va a crear. Sirius ha sido honrado desde la antigüedad. En la Atlántida, los misterios vinieron de la Estrella Sirio a través de las Altas Sacerdotisas. Después de la tercera caída de la Atlántida, los Misterios de Sirio se extendieron al Antiguo Egipto. Ya en el año </w:t>
      </w:r>
      <w:smartTag w:uri="urn:schemas-microsoft-com:office:smarttags" w:element="metricconverter">
        <w:smartTagPr>
          <w:attr w:name="ProductID" w:val="3000 aC"/>
        </w:smartTagPr>
        <w:r w:rsidRPr="00D77078">
          <w:rPr>
            <w:rFonts w:ascii="Arial" w:hAnsi="Arial" w:cs="Arial"/>
            <w:sz w:val="20"/>
            <w:szCs w:val="20"/>
          </w:rPr>
          <w:t>3000 aC</w:t>
        </w:r>
      </w:smartTag>
      <w:r w:rsidRPr="00D77078">
        <w:rPr>
          <w:rFonts w:ascii="Arial" w:hAnsi="Arial" w:cs="Arial"/>
          <w:sz w:val="20"/>
          <w:szCs w:val="20"/>
        </w:rPr>
        <w:t xml:space="preserve">, los egipcios comenzaron a celebrar la salida helicoidal de la estrella Sirio declarando esto el Año Nuevo cuando el Nilo inundaba sus orillas en el mes del Leo.  </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b/>
          <w:bCs/>
          <w:sz w:val="20"/>
          <w:szCs w:val="20"/>
        </w:rPr>
        <w:t xml:space="preserve">Sirio es el hogar del Cristo Cósmico, </w:t>
      </w:r>
      <w:r w:rsidRPr="00D77078">
        <w:rPr>
          <w:rFonts w:ascii="Arial" w:hAnsi="Arial" w:cs="Arial"/>
          <w:sz w:val="20"/>
          <w:szCs w:val="20"/>
        </w:rPr>
        <w:t xml:space="preserve">los Maestros Ascendidos y los Señores del Karma. "Siempre" ha sido </w:t>
      </w:r>
      <w:r w:rsidRPr="00D77078">
        <w:rPr>
          <w:rFonts w:ascii="Arial" w:hAnsi="Arial" w:cs="Arial"/>
          <w:i/>
          <w:iCs/>
          <w:sz w:val="20"/>
          <w:szCs w:val="20"/>
        </w:rPr>
        <w:t>un prototipo espiritual</w:t>
      </w:r>
      <w:r w:rsidRPr="00D77078">
        <w:rPr>
          <w:rFonts w:ascii="Arial" w:hAnsi="Arial" w:cs="Arial"/>
          <w:sz w:val="20"/>
          <w:szCs w:val="20"/>
        </w:rPr>
        <w:t xml:space="preserve"> para la Tierra. A medida que los rayos de Sirio se inclinan hacia la Tierra a través del Sol, tenemos otra oportunidad de activar la semilla del Cristo Cósmico en nuestro interior. Las pequeñas joyas solares que contienen codificaciones de ADN latentes esperan emanaciones estelares específicas para abrir archivos celulares sellados. Cuando Sirio ascienda en su parte del mundo, salgan antes del amanecer y miren hacia el este. Ya esté nublado u oscuro, visible o invisible, la estrella Sirio se elevará para encontrarse con ustedes. Es en los momentos tranquilos entre palabras y pensamientos que encontrarán la llave que abre la puerta a lo que buscan. Salgan, miren hacia el este y permitan que las energías previas al amanecer entren en ustedes. Pidan ser liberados de todo lo que ya no sirve a su luz más elevada y ser colmados con aquello que sirva a su nuevo camino del alma y a su evolución espiritual.</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b/>
          <w:bCs/>
          <w:sz w:val="20"/>
          <w:szCs w:val="20"/>
        </w:rPr>
        <w:t>EL 25 DE JULIO ENTRAREMOS EN EL DÍA FUERA DEL TIEMPO</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b/>
          <w:bCs/>
          <w:sz w:val="20"/>
          <w:szCs w:val="20"/>
        </w:rPr>
        <w:t>El 25 de julio entraremos en el “Día Fuera del Tiempo maya”</w:t>
      </w:r>
      <w:r w:rsidRPr="00D77078">
        <w:rPr>
          <w:rFonts w:ascii="Arial" w:hAnsi="Arial" w:cs="Arial"/>
          <w:sz w:val="20"/>
          <w:szCs w:val="20"/>
        </w:rPr>
        <w:t>, un portal, un lugar donde todo y nada existe simultáneamente. Un lugar que ataría la "teoría de las cuerdas en nudos" si se encontrasen alguna vez. El "Día Fuera del Tiempo" maya es el último día del año galáctico en el calendario maya, es el día extra, el día 365, llamado el Día Fuera del Tiempo. Este día se observa como un día "libre de tiempo". Este "día libre" vuelve a alinear el año solar. Está alineado con el aspecto femenino de la naturaleza, es un día de reverencia y respeto por toda la vida, dedicado a todo tiempo y no tiempo. Todos y cada uno de los días necesitamos "salir del tiempo" y volver a alinear nuestras energías, nadar profundamente en el vacío por ese minuto eterno y volver a alinearnos con el corazón y el deseo del alma para ver el Multiverso en todas sus opciones.</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b/>
          <w:bCs/>
          <w:sz w:val="20"/>
          <w:szCs w:val="20"/>
        </w:rPr>
        <w:t>Este año, el “Día Fuera del Tiempo” maya se llama HUMANO ELÉCTRICO AMARILLO</w:t>
      </w:r>
      <w:r w:rsidRPr="00D77078">
        <w:rPr>
          <w:rFonts w:ascii="Arial" w:hAnsi="Arial" w:cs="Arial"/>
          <w:sz w:val="20"/>
          <w:szCs w:val="20"/>
        </w:rPr>
        <w:t xml:space="preserve">. </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Tener una vida humana es el más precioso de los regalos. Dentro de cada ser humano fluye una corriente de las verdades vivientes de nuestros antepasados. Todo lo que hacemos, decimos, pensamos, actuamos o influenciamos afecta a cada ser humano que encontramos, ya sea de manera positiva o negativa. Al poder experimentar con el don del libre albedrío, se acumula una gran sabiduría. El Humano Eléctrico Amarillo nos pide que compartamos nuestra sabiduría entre nosotros. Ser completamente humanos en el aquí y ahora requiere que uno se conozca y se honre a sí mismo primero y luego honre a su prójimo como a sí mismo. El Servicio al Alma hace que el amor sea visible y viable. Permitan una estructura dimensional expandida llena de posibilidades de creación fluida. Despierten corrientes creativas dormidas que buscan una salida. Todos somos solo aspectos individuales de una Luz altamente creativa que busca conocerse a sí misma.</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b/>
          <w:bCs/>
          <w:color w:val="000000"/>
          <w:sz w:val="20"/>
          <w:szCs w:val="20"/>
        </w:rPr>
        <w:t>AÑO NUEVO MAYA – 26 DE JULIO DE 2023</w:t>
      </w:r>
    </w:p>
    <w:p w:rsidR="00182297" w:rsidRPr="00D77078" w:rsidRDefault="00182297" w:rsidP="00835E6B">
      <w:pPr>
        <w:jc w:val="center"/>
        <w:rPr>
          <w:rFonts w:ascii="Arial" w:hAnsi="Arial" w:cs="Arial"/>
          <w:sz w:val="20"/>
          <w:szCs w:val="20"/>
        </w:rPr>
      </w:pPr>
      <w:r w:rsidRPr="00D77078">
        <w:rPr>
          <w:rFonts w:ascii="Arial" w:hAnsi="Arial" w:cs="Arial"/>
          <w:b/>
          <w:bCs/>
          <w:color w:val="000000"/>
          <w:sz w:val="20"/>
          <w:szCs w:val="20"/>
        </w:rPr>
        <w:t>NUEVO AÑO GALÁCTICO: MAGO ENTONADO BLANCO</w:t>
      </w:r>
    </w:p>
    <w:p w:rsidR="00182297" w:rsidRPr="00D77078" w:rsidRDefault="00182297" w:rsidP="00835E6B">
      <w:pPr>
        <w:jc w:val="center"/>
        <w:rPr>
          <w:rFonts w:ascii="Arial" w:hAnsi="Arial" w:cs="Arial"/>
          <w:sz w:val="20"/>
          <w:szCs w:val="20"/>
        </w:rPr>
      </w:pPr>
      <w:r w:rsidRPr="00D77078">
        <w:rPr>
          <w:rFonts w:ascii="Arial" w:hAnsi="Arial" w:cs="Arial"/>
          <w:b/>
          <w:bCs/>
          <w:sz w:val="20"/>
          <w:szCs w:val="20"/>
        </w:rPr>
        <w:t xml:space="preserve">Palabras clave: Empoderamiento </w:t>
      </w:r>
      <w:r w:rsidRPr="00D77078">
        <w:rPr>
          <w:rFonts w:ascii="Arial" w:hAnsi="Arial" w:cs="Arial"/>
          <w:b/>
          <w:bCs/>
          <w:i/>
          <w:iCs/>
          <w:color w:val="000000"/>
          <w:sz w:val="20"/>
          <w:szCs w:val="20"/>
        </w:rPr>
        <w:t>~</w:t>
      </w:r>
      <w:r w:rsidRPr="00D77078">
        <w:rPr>
          <w:rFonts w:ascii="Arial" w:hAnsi="Arial" w:cs="Arial"/>
          <w:b/>
          <w:bCs/>
          <w:sz w:val="20"/>
          <w:szCs w:val="20"/>
        </w:rPr>
        <w:t xml:space="preserve"> Mando  </w:t>
      </w:r>
      <w:r w:rsidRPr="00D77078">
        <w:rPr>
          <w:rFonts w:ascii="Arial" w:hAnsi="Arial" w:cs="Arial"/>
          <w:b/>
          <w:bCs/>
          <w:color w:val="000000"/>
          <w:sz w:val="20"/>
          <w:szCs w:val="20"/>
        </w:rPr>
        <w:t xml:space="preserve">~ Resplandor </w:t>
      </w:r>
      <w:r w:rsidRPr="00D77078">
        <w:rPr>
          <w:rFonts w:ascii="Arial" w:hAnsi="Arial" w:cs="Arial"/>
          <w:b/>
          <w:bCs/>
          <w:sz w:val="20"/>
          <w:szCs w:val="20"/>
        </w:rPr>
        <w:t> </w:t>
      </w:r>
      <w:r w:rsidRPr="00D77078">
        <w:rPr>
          <w:rFonts w:ascii="Arial" w:hAnsi="Arial" w:cs="Arial"/>
          <w:b/>
          <w:bCs/>
          <w:color w:val="000000"/>
          <w:sz w:val="20"/>
          <w:szCs w:val="20"/>
        </w:rPr>
        <w:t>~ Atemporalidad ~Receptividad ~ Encantamiento</w:t>
      </w:r>
    </w:p>
    <w:p w:rsidR="00182297" w:rsidRPr="00D77078" w:rsidRDefault="00182297" w:rsidP="00835E6B">
      <w:pPr>
        <w:jc w:val="both"/>
        <w:rPr>
          <w:rFonts w:ascii="Arial" w:hAnsi="Arial" w:cs="Arial"/>
          <w:sz w:val="20"/>
          <w:szCs w:val="20"/>
        </w:rPr>
      </w:pPr>
      <w:r w:rsidRPr="00D77078">
        <w:rPr>
          <w:rFonts w:ascii="Arial" w:hAnsi="Arial" w:cs="Arial"/>
          <w:b/>
          <w:bCs/>
          <w:color w:val="000000"/>
          <w:sz w:val="20"/>
          <w:szCs w:val="20"/>
        </w:rPr>
        <w:t> </w:t>
      </w:r>
    </w:p>
    <w:p w:rsidR="00182297" w:rsidRPr="00D77078" w:rsidRDefault="00182297" w:rsidP="00835E6B">
      <w:pPr>
        <w:jc w:val="both"/>
        <w:rPr>
          <w:rFonts w:ascii="Arial" w:hAnsi="Arial" w:cs="Arial"/>
          <w:sz w:val="20"/>
          <w:szCs w:val="20"/>
        </w:rPr>
      </w:pPr>
      <w:r w:rsidRPr="00D77078">
        <w:rPr>
          <w:rFonts w:ascii="Arial" w:hAnsi="Arial" w:cs="Arial"/>
          <w:b/>
          <w:bCs/>
          <w:sz w:val="20"/>
          <w:szCs w:val="20"/>
        </w:rPr>
        <w:t>El Mago Blanco representa el poder del jaguar, el chamán el vidente nocturno, el mago de la Tierra.</w:t>
      </w:r>
      <w:r w:rsidRPr="00D77078">
        <w:rPr>
          <w:rFonts w:ascii="Arial" w:hAnsi="Arial" w:cs="Arial"/>
          <w:sz w:val="20"/>
          <w:szCs w:val="20"/>
        </w:rPr>
        <w:t xml:space="preserve"> Te pide que seas puntual contigo mismo. El armónico está referido al mando, al empoderamiento. Conéctate con tu verdad y luego irradia ese conocimiento. Concéntrate en el meollo del asunto. Centra el corazón en el Amor. La Frecuencia Galáctica de este próximo año nos pide que encarnemos y emanar nuestro propio rayo de lo Sagrado; finalmente respirando fuerza vital en la chispa única de magia que está codificada en tu alma. Esto permite que lo inspirado "divinamente" se encarne a través de ti mediante tus palabras y hechos. A medida que extiendes hacia afuera tus tesoros internos, ayudas a volver a encantar y revivir tu luz viva de adentro hacia afuera. Sé dueño de tu poder radiante. Date permiso para brillar. Reclama tu voz, tu autenticidad, tu singularidad, tu influencia, tu espíritu. Trae los regalos de tu presencia multidimensional. Lleva la comprensión y la visión de tu corazón a las distorsiones del mundo. Sé un difusor cultural. Sé un hijo místico del Universo; Disuelve los velos y ayuda a la humanidad a recordar que la vida es una aventura... ¡Sé el mago que deseas ver en el mundo!" </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sz w:val="20"/>
          <w:szCs w:val="20"/>
        </w:rPr>
        <w:t>La</w:t>
      </w:r>
      <w:r w:rsidRPr="00D77078">
        <w:rPr>
          <w:rFonts w:ascii="Arial" w:hAnsi="Arial" w:cs="Arial"/>
          <w:b/>
          <w:bCs/>
          <w:sz w:val="20"/>
          <w:szCs w:val="20"/>
        </w:rPr>
        <w:t xml:space="preserve"> verdadera atemporalidad (todo tiempo y no tiempo) proclama "¡que uno debe liberar el pasado y bendecir el futuro!"</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b/>
          <w:bCs/>
          <w:sz w:val="20"/>
          <w:szCs w:val="20"/>
        </w:rPr>
        <w:t>PERMANEZCAN EN SU VIBRACIÓN ESPECÍFICA DE PODER</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Este caluroso mes de julio nos ofrece la oportunidad de ver con los ojos de nuevas geometrías sagradas, a través de mil perspectivas diferentes. Se nos pide que miremos a través de todos los niveles y dimensiones de las emociones en los delicados arrecifes subyacentes del yo que son muy frágiles y necesitan reparación. Nos esforzamos tanto por bloquear lo que duele, que nos amortiguamos de todas las formas que podemos. Tarde o temprano, todo cierra el círculo en la noria kármica y nos encontramos cara a cara con aquello de lo que huimos para empezar. El mes bochornoso de la cangreja se aleja de su verdad y corre de aquí para allá, protegiéndose de todo sentimiento y emoción.</w:t>
      </w:r>
    </w:p>
    <w:p w:rsidR="00182297" w:rsidRPr="00D77078" w:rsidRDefault="00182297" w:rsidP="00835E6B">
      <w:pPr>
        <w:jc w:val="both"/>
        <w:rPr>
          <w:rFonts w:ascii="Arial" w:hAnsi="Arial" w:cs="Arial"/>
          <w:sz w:val="20"/>
          <w:szCs w:val="20"/>
        </w:rPr>
      </w:pPr>
      <w:r w:rsidRPr="00D77078">
        <w:rPr>
          <w:rFonts w:ascii="Arial" w:hAnsi="Arial" w:cs="Arial"/>
          <w:sz w:val="20"/>
          <w:szCs w:val="20"/>
        </w:rPr>
        <w:t> </w:t>
      </w:r>
    </w:p>
    <w:p w:rsidR="00182297" w:rsidRPr="00D77078" w:rsidRDefault="00182297" w:rsidP="00835E6B">
      <w:pPr>
        <w:jc w:val="both"/>
        <w:rPr>
          <w:rFonts w:ascii="Arial" w:hAnsi="Arial" w:cs="Arial"/>
          <w:sz w:val="20"/>
          <w:szCs w:val="20"/>
        </w:rPr>
      </w:pPr>
      <w:r w:rsidRPr="00D77078">
        <w:rPr>
          <w:rFonts w:ascii="Arial" w:hAnsi="Arial" w:cs="Arial"/>
          <w:sz w:val="20"/>
          <w:szCs w:val="20"/>
        </w:rPr>
        <w:t>Vida tras vida se opusieron a lo que era oscuro, a lo que era una mentira y a lo que era una manipulación descarada. Se pusieron de pie cuando nadie más lo hacía y esa misma vibración específica de poder reside en su corazón y en su alma. Ustedes son una Luz bendita, una brillante intención esperanzadora en forma humana. Irradiar desde su corazón, sus ojos y sus palabras es una luz todopoderosa que toca a todos como el primer día soleado después de un largo y duro invierno. Vengan a la meseta de la paz interior, un lugar donde las palabras, acciones o emanaciones de los demás no pueden tocarlos a menos que los inviten. Encuentren su Centro, su punto de apoyo, y permanezcan en ese lugar empoderados. Son un superhéroe, un maestro de la luz encarnada. Es hora de ponerse ese manto del recuerdo y estar plenamente empoderados. Ustedes son los grabados del tiempo, la memoria y los lugares sagrados envueltos en uno; Ustedes son las plegarias y la posibilidad del amor en forma humana. Acepten esas certezas fuertes y poderosas que les permiten convertirse en su Fortaleza de Soledad y Santuario de Sanación. ¡Vale la pena luchar por este planeta, vale la pena luchar por ustedes mismos y vale la pena luchar por la vida! Manténganse fuertes y erguidos, conviértanse en una luz viva impenetrable.</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jc w:val="center"/>
        <w:rPr>
          <w:rFonts w:ascii="Arial" w:hAnsi="Arial" w:cs="Arial"/>
          <w:sz w:val="20"/>
          <w:szCs w:val="20"/>
        </w:rPr>
      </w:pPr>
      <w:r w:rsidRPr="00D77078">
        <w:rPr>
          <w:rFonts w:ascii="Arial" w:hAnsi="Arial" w:cs="Arial"/>
          <w:b/>
          <w:bCs/>
          <w:sz w:val="20"/>
          <w:szCs w:val="20"/>
        </w:rPr>
        <w:t>VERDADES PARA VIVIR…</w:t>
      </w:r>
    </w:p>
    <w:p w:rsidR="00182297" w:rsidRPr="00D77078" w:rsidRDefault="00182297" w:rsidP="00835E6B">
      <w:pPr>
        <w:jc w:val="center"/>
        <w:rPr>
          <w:rFonts w:ascii="Arial" w:hAnsi="Arial" w:cs="Arial"/>
          <w:sz w:val="20"/>
          <w:szCs w:val="20"/>
        </w:rPr>
      </w:pPr>
      <w:r w:rsidRPr="00D77078">
        <w:rPr>
          <w:rFonts w:ascii="Arial" w:hAnsi="Arial" w:cs="Arial"/>
          <w:b/>
          <w:bCs/>
          <w:sz w:val="20"/>
          <w:szCs w:val="20"/>
        </w:rPr>
        <w:t> </w:t>
      </w:r>
    </w:p>
    <w:p w:rsidR="00182297" w:rsidRPr="00D77078" w:rsidRDefault="00182297" w:rsidP="00835E6B">
      <w:pPr>
        <w:pStyle w:val="gmail-msolistparagraph"/>
        <w:spacing w:before="0" w:beforeAutospacing="0" w:after="0" w:afterAutospacing="0"/>
        <w:ind w:left="720"/>
        <w:rPr>
          <w:rFonts w:ascii="Arial" w:hAnsi="Arial" w:cs="Arial"/>
          <w:sz w:val="20"/>
          <w:szCs w:val="20"/>
        </w:rPr>
      </w:pPr>
      <w:r w:rsidRPr="00D77078">
        <w:rPr>
          <w:rFonts w:ascii="Arial" w:hAnsi="Arial" w:cs="Arial"/>
          <w:sz w:val="20"/>
          <w:szCs w:val="20"/>
        </w:rPr>
        <w:t xml:space="preserve">·         Vive por debajo de tus posibilidades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Devuelve todo lo que pidas prestado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Deja de culpar a los demás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Cuando cometas un error, admítelo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Da ropa sin usar a la caridad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Haz algo agradable y trata de que no te descubran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Escucha más, habla menos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Todos los días da un paseo de 30 minutos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Esfuérzate por la excelencia, no por la perfección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Llega a tiempo, no pongas excusas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No discutas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Organízate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Sé amable con las personas desagradables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Deja que alguien se te adelante en la fila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Tómate tiempo para estar solo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Cultiva buenos modales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Sé humilde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Toma conciencia y acepta que la vida no es justa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Sabe cuándo mantener la boca cerrada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Pasa un día entero sin criticar a nadie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Aprende del pasado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Planea para el futuro </w:t>
      </w:r>
    </w:p>
    <w:p w:rsidR="00182297" w:rsidRPr="00D77078" w:rsidRDefault="00182297" w:rsidP="00835E6B">
      <w:pPr>
        <w:pStyle w:val="gmail-msolistparagraphcxspmiddle"/>
        <w:spacing w:before="0" w:beforeAutospacing="0" w:after="0" w:afterAutospacing="0"/>
        <w:ind w:left="720"/>
        <w:rPr>
          <w:rFonts w:ascii="Arial" w:hAnsi="Arial" w:cs="Arial"/>
          <w:sz w:val="20"/>
          <w:szCs w:val="20"/>
        </w:rPr>
      </w:pPr>
      <w:r w:rsidRPr="00D77078">
        <w:rPr>
          <w:rFonts w:ascii="Arial" w:hAnsi="Arial" w:cs="Arial"/>
          <w:sz w:val="20"/>
          <w:szCs w:val="20"/>
        </w:rPr>
        <w:t xml:space="preserve">·         Vive en el presente </w:t>
      </w:r>
    </w:p>
    <w:p w:rsidR="00182297" w:rsidRPr="00D77078" w:rsidRDefault="00182297" w:rsidP="00835E6B">
      <w:pPr>
        <w:pStyle w:val="gmail-msolistparagraphcxsplast"/>
        <w:spacing w:before="0" w:beforeAutospacing="0" w:after="0" w:afterAutospacing="0"/>
        <w:ind w:left="720"/>
        <w:rPr>
          <w:rFonts w:ascii="Arial" w:hAnsi="Arial" w:cs="Arial"/>
          <w:sz w:val="20"/>
          <w:szCs w:val="20"/>
        </w:rPr>
      </w:pPr>
      <w:r w:rsidRPr="00D77078">
        <w:rPr>
          <w:rFonts w:ascii="Arial" w:hAnsi="Arial" w:cs="Arial"/>
          <w:sz w:val="20"/>
          <w:szCs w:val="20"/>
        </w:rPr>
        <w:t>·         No te preocupes por pequeñeces.... Todo es de poca importancia</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rsidP="00835E6B">
      <w:pPr>
        <w:rPr>
          <w:rFonts w:ascii="Arial" w:hAnsi="Arial" w:cs="Arial"/>
          <w:sz w:val="20"/>
          <w:szCs w:val="20"/>
        </w:rPr>
      </w:pPr>
      <w:r w:rsidRPr="00D77078">
        <w:rPr>
          <w:rFonts w:ascii="Arial" w:hAnsi="Arial" w:cs="Arial"/>
          <w:i/>
          <w:iCs/>
          <w:sz w:val="20"/>
          <w:szCs w:val="20"/>
        </w:rPr>
        <w:t xml:space="preserve">Nota: Para descripción y precios del conjunto de Cristal del hada madrina y brazalete mágico vayan a </w:t>
      </w:r>
      <w:hyperlink r:id="rId16" w:history="1">
        <w:r w:rsidRPr="00D77078">
          <w:rPr>
            <w:rStyle w:val="Hyperlink"/>
            <w:rFonts w:ascii="Arial" w:hAnsi="Arial" w:cs="Arial"/>
            <w:i/>
            <w:iCs/>
            <w:sz w:val="20"/>
            <w:szCs w:val="20"/>
          </w:rPr>
          <w:t>www.thequantumawakening.com</w:t>
        </w:r>
      </w:hyperlink>
      <w:r w:rsidRPr="00D77078">
        <w:rPr>
          <w:rFonts w:ascii="Arial" w:hAnsi="Arial" w:cs="Arial"/>
          <w:i/>
          <w:iCs/>
          <w:sz w:val="20"/>
          <w:szCs w:val="20"/>
        </w:rPr>
        <w:t xml:space="preserve"> Para participar en los talleres del 23 de julio (Los portales cósmicos se abren) y del 6 de agosto (El Portal del León 8:8) por Zoom reserven lugar enviando un mail a </w:t>
      </w:r>
      <w:hyperlink r:id="rId17" w:history="1">
        <w:r w:rsidRPr="00D77078">
          <w:rPr>
            <w:rStyle w:val="Hyperlink"/>
            <w:rFonts w:ascii="Arial" w:hAnsi="Arial" w:cs="Arial"/>
            <w:i/>
            <w:iCs/>
            <w:sz w:val="20"/>
            <w:szCs w:val="20"/>
          </w:rPr>
          <w:t>thequantumawakening@gmail.com</w:t>
        </w:r>
      </w:hyperlink>
    </w:p>
    <w:p w:rsidR="00182297" w:rsidRPr="00D77078" w:rsidRDefault="00182297" w:rsidP="00835E6B">
      <w:pPr>
        <w:pStyle w:val="NormalWeb"/>
        <w:spacing w:before="0" w:beforeAutospacing="0" w:after="0" w:afterAutospacing="0"/>
        <w:rPr>
          <w:rFonts w:ascii="Arial" w:hAnsi="Arial" w:cs="Arial"/>
          <w:sz w:val="20"/>
          <w:szCs w:val="20"/>
        </w:rPr>
      </w:pPr>
      <w:r w:rsidRPr="00D77078">
        <w:rPr>
          <w:rStyle w:val="Strong"/>
          <w:rFonts w:ascii="Arial" w:hAnsi="Arial" w:cs="Arial"/>
          <w:color w:val="252525"/>
          <w:sz w:val="20"/>
          <w:szCs w:val="20"/>
        </w:rPr>
        <w:t> </w:t>
      </w:r>
    </w:p>
    <w:p w:rsidR="00182297" w:rsidRPr="00D77078" w:rsidRDefault="00182297" w:rsidP="00835E6B">
      <w:pPr>
        <w:rPr>
          <w:rFonts w:ascii="Arial" w:hAnsi="Arial" w:cs="Arial"/>
          <w:sz w:val="20"/>
          <w:szCs w:val="20"/>
        </w:rPr>
      </w:pPr>
      <w:r w:rsidRPr="00D77078">
        <w:rPr>
          <w:rFonts w:ascii="Arial" w:hAnsi="Arial" w:cs="Arial"/>
          <w:sz w:val="20"/>
          <w:szCs w:val="20"/>
        </w:rPr>
        <w:t xml:space="preserve">Este boletín está confeccionado amorosamente por el Espíritu. Cualquier imperfección ortográfica y gramatical solo realza su belleza y singularidad. </w:t>
      </w:r>
    </w:p>
    <w:p w:rsidR="00182297" w:rsidRPr="00D77078" w:rsidRDefault="00182297" w:rsidP="00835E6B">
      <w:pPr>
        <w:rPr>
          <w:rFonts w:ascii="Arial" w:hAnsi="Arial" w:cs="Arial"/>
          <w:sz w:val="20"/>
          <w:szCs w:val="20"/>
        </w:rPr>
      </w:pPr>
      <w:r w:rsidRPr="00D77078">
        <w:rPr>
          <w:rFonts w:ascii="Arial" w:hAnsi="Arial" w:cs="Arial"/>
          <w:color w:val="000000"/>
          <w:sz w:val="20"/>
          <w:szCs w:val="20"/>
        </w:rPr>
        <w:t> </w:t>
      </w:r>
    </w:p>
    <w:p w:rsidR="00182297" w:rsidRPr="00D77078" w:rsidRDefault="00182297" w:rsidP="00835E6B">
      <w:pPr>
        <w:rPr>
          <w:rFonts w:ascii="Arial" w:hAnsi="Arial" w:cs="Arial"/>
          <w:sz w:val="20"/>
          <w:szCs w:val="20"/>
          <w:lang w:val="en-US"/>
        </w:rPr>
      </w:pPr>
      <w:r w:rsidRPr="00D77078">
        <w:rPr>
          <w:rFonts w:ascii="Arial" w:hAnsi="Arial" w:cs="Arial"/>
          <w:sz w:val="20"/>
          <w:szCs w:val="20"/>
          <w:lang w:val="en-US"/>
        </w:rPr>
        <w:t>Gillian MacBeth-Louthan</w:t>
      </w:r>
    </w:p>
    <w:p w:rsidR="00182297" w:rsidRPr="00D77078" w:rsidRDefault="00182297" w:rsidP="00835E6B">
      <w:pPr>
        <w:rPr>
          <w:rFonts w:ascii="Arial" w:hAnsi="Arial" w:cs="Arial"/>
          <w:sz w:val="20"/>
          <w:szCs w:val="20"/>
          <w:lang w:val="en-US"/>
        </w:rPr>
      </w:pPr>
      <w:r w:rsidRPr="00D77078">
        <w:rPr>
          <w:rFonts w:ascii="Arial" w:hAnsi="Arial" w:cs="Arial"/>
          <w:sz w:val="20"/>
          <w:szCs w:val="20"/>
          <w:lang w:val="en-US"/>
        </w:rPr>
        <w:t>PO box 217</w:t>
      </w:r>
    </w:p>
    <w:p w:rsidR="00182297" w:rsidRPr="00D77078" w:rsidRDefault="00182297" w:rsidP="00835E6B">
      <w:pPr>
        <w:rPr>
          <w:rFonts w:ascii="Arial" w:hAnsi="Arial" w:cs="Arial"/>
          <w:sz w:val="20"/>
          <w:szCs w:val="20"/>
          <w:lang w:val="en-US"/>
        </w:rPr>
      </w:pPr>
      <w:r w:rsidRPr="00D77078">
        <w:rPr>
          <w:rFonts w:ascii="Arial" w:hAnsi="Arial" w:cs="Arial"/>
          <w:sz w:val="20"/>
          <w:szCs w:val="20"/>
          <w:lang w:val="en-US"/>
        </w:rPr>
        <w:t>Dandridge, Tennessee  TN 37725, USA</w:t>
      </w:r>
    </w:p>
    <w:p w:rsidR="00182297" w:rsidRPr="00D77078" w:rsidRDefault="00182297" w:rsidP="00835E6B">
      <w:pPr>
        <w:rPr>
          <w:rFonts w:ascii="Arial" w:hAnsi="Arial" w:cs="Arial"/>
          <w:sz w:val="20"/>
          <w:szCs w:val="20"/>
          <w:lang w:val="en-US"/>
        </w:rPr>
      </w:pPr>
      <w:r w:rsidRPr="00D77078">
        <w:rPr>
          <w:rFonts w:ascii="Arial" w:hAnsi="Arial" w:cs="Arial"/>
          <w:sz w:val="20"/>
          <w:szCs w:val="20"/>
          <w:lang w:val="en-US"/>
        </w:rPr>
        <w:t xml:space="preserve">37725-0217 </w:t>
      </w:r>
    </w:p>
    <w:p w:rsidR="00182297" w:rsidRPr="00D77078" w:rsidRDefault="00182297" w:rsidP="00835E6B">
      <w:pPr>
        <w:pStyle w:val="gmail-msonospacing"/>
        <w:spacing w:before="0" w:beforeAutospacing="0" w:after="0" w:afterAutospacing="0"/>
        <w:rPr>
          <w:rFonts w:ascii="Arial" w:hAnsi="Arial" w:cs="Arial"/>
          <w:sz w:val="20"/>
          <w:szCs w:val="20"/>
          <w:lang w:val="en-US"/>
        </w:rPr>
      </w:pPr>
      <w:hyperlink r:id="rId18" w:tgtFrame="_blank" w:history="1">
        <w:r w:rsidRPr="00D77078">
          <w:rPr>
            <w:rStyle w:val="Hyperlink"/>
            <w:rFonts w:ascii="Arial" w:hAnsi="Arial" w:cs="Arial"/>
            <w:color w:val="auto"/>
            <w:sz w:val="20"/>
            <w:szCs w:val="20"/>
            <w:lang w:val="en-US"/>
          </w:rPr>
          <w:t>www.thequantumawakening.com</w:t>
        </w:r>
      </w:hyperlink>
    </w:p>
    <w:p w:rsidR="00182297" w:rsidRPr="00D77078" w:rsidRDefault="00182297" w:rsidP="00835E6B">
      <w:pPr>
        <w:pStyle w:val="gmail-msonospacing"/>
        <w:spacing w:before="0" w:beforeAutospacing="0" w:after="0" w:afterAutospacing="0"/>
        <w:rPr>
          <w:rFonts w:ascii="Arial" w:hAnsi="Arial" w:cs="Arial"/>
          <w:sz w:val="20"/>
          <w:szCs w:val="20"/>
        </w:rPr>
      </w:pPr>
      <w:hyperlink r:id="rId19" w:tgtFrame="_blank" w:history="1">
        <w:r w:rsidRPr="00D77078">
          <w:rPr>
            <w:rStyle w:val="Hyperlink"/>
            <w:rFonts w:ascii="Arial" w:hAnsi="Arial" w:cs="Arial"/>
            <w:i/>
            <w:iCs/>
            <w:color w:val="000000"/>
            <w:sz w:val="20"/>
            <w:szCs w:val="20"/>
          </w:rPr>
          <w:t>thequantumawakening@gmail.com</w:t>
        </w:r>
      </w:hyperlink>
    </w:p>
    <w:p w:rsidR="00182297" w:rsidRPr="00D77078" w:rsidRDefault="00182297" w:rsidP="00835E6B">
      <w:pPr>
        <w:rPr>
          <w:rFonts w:ascii="Arial" w:hAnsi="Arial" w:cs="Arial"/>
          <w:sz w:val="20"/>
          <w:szCs w:val="20"/>
        </w:rPr>
      </w:pPr>
      <w:r w:rsidRPr="00D77078">
        <w:rPr>
          <w:rFonts w:ascii="Arial" w:hAnsi="Arial" w:cs="Arial"/>
          <w:sz w:val="20"/>
          <w:szCs w:val="20"/>
        </w:rPr>
        <w:t>Traducción: Susana Peralta</w:t>
      </w:r>
    </w:p>
    <w:p w:rsidR="00182297" w:rsidRPr="00D77078" w:rsidRDefault="00182297" w:rsidP="00835E6B">
      <w:pPr>
        <w:rPr>
          <w:rFonts w:ascii="Arial" w:hAnsi="Arial" w:cs="Arial"/>
          <w:sz w:val="20"/>
          <w:szCs w:val="20"/>
        </w:rPr>
      </w:pPr>
      <w:r w:rsidRPr="00D77078">
        <w:rPr>
          <w:rFonts w:ascii="Arial" w:hAnsi="Arial" w:cs="Arial"/>
          <w:color w:val="000000"/>
          <w:sz w:val="20"/>
          <w:szCs w:val="20"/>
        </w:rPr>
        <w:t xml:space="preserve">Sitio oficial de El Despertar Cuántico en español  </w:t>
      </w:r>
      <w:hyperlink r:id="rId20" w:history="1">
        <w:r w:rsidRPr="00D77078">
          <w:rPr>
            <w:rStyle w:val="Hyperlink"/>
            <w:rFonts w:ascii="Arial" w:hAnsi="Arial" w:cs="Arial"/>
            <w:sz w:val="20"/>
            <w:szCs w:val="20"/>
          </w:rPr>
          <w:t>https://www.manantialcaduceo.com.ar/boletin/despertar_cuantico.htm</w:t>
        </w:r>
      </w:hyperlink>
    </w:p>
    <w:p w:rsidR="00182297" w:rsidRPr="00D77078" w:rsidRDefault="00182297" w:rsidP="00835E6B">
      <w:pPr>
        <w:rPr>
          <w:rFonts w:ascii="Arial" w:hAnsi="Arial" w:cs="Arial"/>
          <w:sz w:val="20"/>
          <w:szCs w:val="20"/>
        </w:rPr>
      </w:pPr>
      <w:r w:rsidRPr="00D77078">
        <w:rPr>
          <w:rFonts w:ascii="Arial" w:hAnsi="Arial" w:cs="Arial"/>
          <w:sz w:val="20"/>
          <w:szCs w:val="20"/>
        </w:rPr>
        <w:t> </w:t>
      </w:r>
    </w:p>
    <w:p w:rsidR="00182297" w:rsidRPr="00D77078" w:rsidRDefault="00182297">
      <w:pPr>
        <w:rPr>
          <w:rFonts w:ascii="Arial" w:hAnsi="Arial" w:cs="Arial"/>
          <w:sz w:val="20"/>
          <w:szCs w:val="20"/>
        </w:rPr>
      </w:pPr>
    </w:p>
    <w:sectPr w:rsidR="00182297" w:rsidRPr="00D77078" w:rsidSect="00835E6B">
      <w:footerReference w:type="even" r:id="rId21"/>
      <w:footerReference w:type="default" r:id="rId2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297" w:rsidRDefault="00182297">
      <w:r>
        <w:separator/>
      </w:r>
    </w:p>
  </w:endnote>
  <w:endnote w:type="continuationSeparator" w:id="0">
    <w:p w:rsidR="00182297" w:rsidRDefault="001822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97" w:rsidRDefault="0018229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2297" w:rsidRDefault="001822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97" w:rsidRDefault="0018229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2297" w:rsidRDefault="001822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297" w:rsidRDefault="00182297">
      <w:r>
        <w:separator/>
      </w:r>
    </w:p>
  </w:footnote>
  <w:footnote w:type="continuationSeparator" w:id="0">
    <w:p w:rsidR="00182297" w:rsidRDefault="001822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182297"/>
    <w:rsid w:val="001C2C43"/>
    <w:rsid w:val="00524E91"/>
    <w:rsid w:val="007C2C5B"/>
    <w:rsid w:val="00835E6B"/>
    <w:rsid w:val="00A90593"/>
    <w:rsid w:val="00CE1A8F"/>
    <w:rsid w:val="00CE3C94"/>
    <w:rsid w:val="00D77078"/>
    <w:rsid w:val="00E114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rsid w:val="00154C41"/>
    <w:rPr>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326135030">
      <w:marLeft w:val="0"/>
      <w:marRight w:val="0"/>
      <w:marTop w:val="0"/>
      <w:marBottom w:val="0"/>
      <w:divBdr>
        <w:top w:val="none" w:sz="0" w:space="0" w:color="auto"/>
        <w:left w:val="none" w:sz="0" w:space="0" w:color="auto"/>
        <w:bottom w:val="none" w:sz="0" w:space="0" w:color="auto"/>
        <w:right w:val="none" w:sz="0" w:space="0" w:color="auto"/>
      </w:divBdr>
      <w:divsChild>
        <w:div w:id="326135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wlmailhtml:%7b3D95CC82-E799-49DD-9E14-7B00BABFAB7A%7dmid:/00000071/%20" TargetMode="External"/><Relationship Id="rId18"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s://www.manantialcaduceo.com.ar/boletin/despertar_cuantico.htm" TargetMode="External"/><Relationship Id="rId12" Type="http://schemas.openxmlformats.org/officeDocument/2006/relationships/image" Target="wlmailhtml:%7b3D95CC82-E799-49DD-9E14-7B00BABFAB7A%7dmid:/00000071/%20" TargetMode="External"/><Relationship Id="rId17" Type="http://schemas.openxmlformats.org/officeDocument/2006/relationships/hyperlink" Target="mailto:thequantumawakening@gmail.com" TargetMode="External"/><Relationship Id="rId2" Type="http://schemas.openxmlformats.org/officeDocument/2006/relationships/settings" Target="settings.xml"/><Relationship Id="rId16" Type="http://schemas.openxmlformats.org/officeDocument/2006/relationships/hyperlink" Target="http://www.thequantumawakening.com" TargetMode="External"/><Relationship Id="rId20" Type="http://schemas.openxmlformats.org/officeDocument/2006/relationships/hyperlink" Target="https://www.manantialcaduceo.com.ar/boletin/despertar_cuantico.htm" TargetMode="Externa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image" Target="wlmailhtml:%7b3D95CC82-E799-49DD-9E14-7B00BABFAB7A%7dmid:/00000071/%2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wlmailhtml:%7b3D95CC82-E799-49DD-9E14-7B00BABFAB7A%7dmid:/00000071/%20" TargetMode="External"/><Relationship Id="rId23" Type="http://schemas.openxmlformats.org/officeDocument/2006/relationships/fontTable" Target="fontTable.xml"/><Relationship Id="rId10" Type="http://schemas.openxmlformats.org/officeDocument/2006/relationships/image" Target="wlmailhtml:%7b3D95CC82-E799-49DD-9E14-7B00BABFAB7A%7dmid:/00000071/%20" TargetMode="External"/><Relationship Id="rId19" Type="http://schemas.openxmlformats.org/officeDocument/2006/relationships/hyperlink" Target="mailto:mailto:thequantumawakening@gmail.com" TargetMode="External"/><Relationship Id="rId4" Type="http://schemas.openxmlformats.org/officeDocument/2006/relationships/footnotes" Target="footnotes.xml"/><Relationship Id="rId9" Type="http://schemas.openxmlformats.org/officeDocument/2006/relationships/image" Target="wlmailhtml:%7b3D95CC82-E799-49DD-9E14-7B00BABFAB7A%7dmid:/00000071/%20" TargetMode="External"/><Relationship Id="rId14" Type="http://schemas.openxmlformats.org/officeDocument/2006/relationships/image" Target="wlmailhtml:%7b3D95CC82-E799-49DD-9E14-7B00BABFAB7A%7dmid:/00000071/%2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2559</Words>
  <Characters>14077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5</cp:revision>
  <dcterms:created xsi:type="dcterms:W3CDTF">2023-07-10T14:40:00Z</dcterms:created>
  <dcterms:modified xsi:type="dcterms:W3CDTF">2023-07-10T14:45:00Z</dcterms:modified>
</cp:coreProperties>
</file>