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0E7" w:rsidRPr="009B45D5" w:rsidRDefault="00FF50E7">
      <w:pPr>
        <w:rPr>
          <w:rFonts w:ascii="Arial" w:hAnsi="Arial" w:cs="Arial"/>
        </w:rPr>
      </w:pPr>
    </w:p>
    <w:sectPr w:rsidR="00FF50E7" w:rsidRPr="009B45D5" w:rsidSect="009B45D5">
      <w:footerReference w:type="even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0E7" w:rsidRDefault="00FF50E7">
      <w:r>
        <w:separator/>
      </w:r>
    </w:p>
  </w:endnote>
  <w:endnote w:type="continuationSeparator" w:id="0">
    <w:p w:rsidR="00FF50E7" w:rsidRDefault="00FF50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0E7" w:rsidRDefault="00FF50E7" w:rsidP="007C2C5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F50E7" w:rsidRDefault="00FF50E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0E7" w:rsidRDefault="00FF50E7" w:rsidP="007C2C5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F50E7" w:rsidRDefault="00FF50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0E7" w:rsidRDefault="00FF50E7">
      <w:r>
        <w:separator/>
      </w:r>
    </w:p>
  </w:footnote>
  <w:footnote w:type="continuationSeparator" w:id="0">
    <w:p w:rsidR="00FF50E7" w:rsidRDefault="00FF50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45D5"/>
    <w:rsid w:val="000C3314"/>
    <w:rsid w:val="001C2C43"/>
    <w:rsid w:val="00524E91"/>
    <w:rsid w:val="007C2C5B"/>
    <w:rsid w:val="009B45D5"/>
    <w:rsid w:val="00A90593"/>
    <w:rsid w:val="00B1383B"/>
    <w:rsid w:val="00E114BB"/>
    <w:rsid w:val="00FF5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B45D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9B45D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9B45D5"/>
    <w:rPr>
      <w:rFonts w:cs="Times New Roman"/>
      <w:b/>
      <w:bCs/>
    </w:rPr>
  </w:style>
  <w:style w:type="paragraph" w:styleId="Footer">
    <w:name w:val="footer"/>
    <w:basedOn w:val="Normal"/>
    <w:link w:val="FooterChar"/>
    <w:uiPriority w:val="99"/>
    <w:rsid w:val="000C3314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5AE4"/>
    <w:rPr>
      <w:sz w:val="24"/>
      <w:szCs w:val="24"/>
      <w:lang w:val="es-ES" w:eastAsia="es-ES"/>
    </w:rPr>
  </w:style>
  <w:style w:type="character" w:styleId="PageNumber">
    <w:name w:val="page number"/>
    <w:basedOn w:val="DefaultParagraphFont"/>
    <w:uiPriority w:val="99"/>
    <w:rsid w:val="000C331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49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9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1</Pages>
  <Words>0</Words>
  <Characters>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DESPERTAR CUÁNTICO</dc:title>
  <dc:subject/>
  <dc:creator>gwartel@hotmail.com</dc:creator>
  <cp:keywords/>
  <dc:description/>
  <cp:lastModifiedBy>gwartel@hotmail.com</cp:lastModifiedBy>
  <cp:revision>3</cp:revision>
  <dcterms:created xsi:type="dcterms:W3CDTF">2023-07-10T15:00:00Z</dcterms:created>
  <dcterms:modified xsi:type="dcterms:W3CDTF">2023-07-10T15:22:00Z</dcterms:modified>
</cp:coreProperties>
</file>