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FF4" w:rsidRPr="00835E6B" w:rsidRDefault="00AF0FF4" w:rsidP="00835E6B">
      <w:pPr>
        <w:jc w:val="center"/>
        <w:rPr>
          <w:rFonts w:ascii="Arial" w:hAnsi="Arial" w:cs="Arial"/>
        </w:rPr>
      </w:pPr>
      <w:r w:rsidRPr="00835E6B">
        <w:rPr>
          <w:rFonts w:ascii="Arial" w:hAnsi="Arial" w:cs="Arial"/>
          <w:b/>
          <w:bCs/>
          <w:sz w:val="28"/>
          <w:szCs w:val="28"/>
        </w:rPr>
        <w:t>El DESPERTAR CUÁNTICO</w:t>
      </w:r>
    </w:p>
    <w:p w:rsidR="00AF0FF4" w:rsidRPr="00835E6B" w:rsidRDefault="00AF0FF4" w:rsidP="00835E6B">
      <w:pPr>
        <w:jc w:val="center"/>
        <w:rPr>
          <w:rFonts w:ascii="Arial" w:hAnsi="Arial" w:cs="Arial"/>
        </w:rPr>
      </w:pPr>
      <w:r w:rsidRPr="00835E6B">
        <w:rPr>
          <w:rFonts w:ascii="Arial" w:hAnsi="Arial" w:cs="Arial"/>
          <w:b/>
          <w:bCs/>
          <w:sz w:val="22"/>
          <w:szCs w:val="22"/>
        </w:rPr>
        <w:t>Un sitio en la red, un boletín electrónico mundial,</w:t>
      </w:r>
    </w:p>
    <w:p w:rsidR="00AF0FF4" w:rsidRPr="00835E6B" w:rsidRDefault="00AF0FF4" w:rsidP="00835E6B">
      <w:pPr>
        <w:jc w:val="center"/>
        <w:rPr>
          <w:rFonts w:ascii="Arial" w:hAnsi="Arial" w:cs="Arial"/>
        </w:rPr>
      </w:pPr>
      <w:r w:rsidRPr="00835E6B">
        <w:rPr>
          <w:rFonts w:ascii="Arial" w:hAnsi="Arial" w:cs="Arial"/>
          <w:b/>
          <w:bCs/>
          <w:sz w:val="22"/>
          <w:szCs w:val="22"/>
        </w:rPr>
        <w:t>un pensamiento, una forma de vida y un “Santuario de la Verdad”</w:t>
      </w:r>
      <w:r>
        <w:rPr>
          <w:rFonts w:ascii="Arial" w:hAnsi="Arial" w:cs="Arial"/>
          <w:b/>
          <w:bCs/>
          <w:sz w:val="22"/>
          <w:szCs w:val="22"/>
        </w:rPr>
        <w:br/>
      </w:r>
    </w:p>
    <w:p w:rsidR="00AF0FF4" w:rsidRPr="00835E6B" w:rsidRDefault="00AF0FF4" w:rsidP="00835E6B">
      <w:pPr>
        <w:jc w:val="center"/>
        <w:rPr>
          <w:rFonts w:ascii="Arial" w:hAnsi="Arial" w:cs="Arial"/>
        </w:rPr>
      </w:pPr>
      <w:r>
        <w:rPr>
          <w:rFonts w:ascii="Arial" w:hAnsi="Arial" w:cs="Arial"/>
          <w:b/>
          <w:bCs/>
        </w:rPr>
        <w:t>SEPTIEMBRE 2023 - Número 294</w:t>
      </w:r>
      <w:r>
        <w:rPr>
          <w:rFonts w:ascii="Arial" w:hAnsi="Arial" w:cs="Arial"/>
          <w:b/>
          <w:bCs/>
        </w:rPr>
        <w:br/>
      </w:r>
    </w:p>
    <w:p w:rsidR="00AF0FF4" w:rsidRPr="00835E6B" w:rsidRDefault="00AF0FF4" w:rsidP="00835E6B">
      <w:pPr>
        <w:jc w:val="center"/>
        <w:rPr>
          <w:rFonts w:ascii="Arial" w:hAnsi="Arial" w:cs="Arial"/>
        </w:rPr>
      </w:pPr>
      <w:r w:rsidRPr="00835E6B">
        <w:rPr>
          <w:rFonts w:ascii="Arial" w:hAnsi="Arial" w:cs="Arial"/>
          <w:b/>
          <w:bCs/>
          <w:sz w:val="22"/>
          <w:szCs w:val="22"/>
        </w:rPr>
        <w:t>Creado, canalizado, escrito, publicado y registrado con Amor y dedicación a la Luz por Gillian MacBeth-Louthan</w:t>
      </w:r>
      <w:r>
        <w:rPr>
          <w:rFonts w:ascii="Arial" w:hAnsi="Arial" w:cs="Arial"/>
          <w:b/>
          <w:bCs/>
          <w:sz w:val="22"/>
          <w:szCs w:val="22"/>
        </w:rPr>
        <w:br/>
      </w:r>
    </w:p>
    <w:p w:rsidR="00AF0FF4" w:rsidRPr="000775D9" w:rsidRDefault="00AF0FF4" w:rsidP="00835E6B">
      <w:pPr>
        <w:jc w:val="center"/>
        <w:rPr>
          <w:rFonts w:ascii="Arial" w:hAnsi="Arial" w:cs="Arial"/>
          <w:color w:val="666699"/>
          <w:sz w:val="20"/>
          <w:szCs w:val="20"/>
        </w:rPr>
      </w:pPr>
      <w:r w:rsidRPr="000775D9">
        <w:rPr>
          <w:rFonts w:ascii="Arial" w:hAnsi="Arial" w:cs="Arial"/>
          <w:bCs/>
          <w:sz w:val="20"/>
          <w:szCs w:val="20"/>
        </w:rPr>
        <w:t xml:space="preserve">Este boletín ha estado en circulación, impreso y en línea, desde 1986 y llega a un grupo central de millones de dedicados trabajadores de la luz planetaria. Más de 33 años de servicio a la Luz. Uno a uno, luz a Luz, hacemos Milagros. Siéntanse libres de compartir esta información otorgando el crédito a </w:t>
      </w:r>
      <w:hyperlink r:id="rId6" w:tgtFrame="_blank" w:history="1">
        <w:r w:rsidRPr="000775D9">
          <w:rPr>
            <w:rStyle w:val="Hyperlink"/>
            <w:rFonts w:ascii="Arial" w:hAnsi="Arial" w:cs="Arial"/>
            <w:bCs/>
            <w:color w:val="666699"/>
            <w:sz w:val="20"/>
            <w:szCs w:val="20"/>
          </w:rPr>
          <w:t>TheQuantumawakening.com</w:t>
        </w:r>
      </w:hyperlink>
    </w:p>
    <w:p w:rsidR="00AF0FF4" w:rsidRPr="00CE3C94" w:rsidRDefault="00AF0FF4" w:rsidP="00835E6B">
      <w:pPr>
        <w:jc w:val="center"/>
        <w:rPr>
          <w:rFonts w:ascii="Arial" w:hAnsi="Arial" w:cs="Arial"/>
          <w:b/>
          <w:sz w:val="20"/>
          <w:szCs w:val="20"/>
        </w:rPr>
      </w:pPr>
      <w:r w:rsidRPr="00CE3C94">
        <w:rPr>
          <w:rFonts w:ascii="Arial" w:hAnsi="Arial" w:cs="Arial"/>
          <w:b/>
          <w:bCs/>
          <w:sz w:val="20"/>
          <w:szCs w:val="20"/>
        </w:rPr>
        <w:t>Desde hace muchos años, El Despertar Cuántico es amorosamente traducido al español por Susy Peralta, de Argentina. Gracias, querida diosa argentina.</w:t>
      </w:r>
    </w:p>
    <w:p w:rsidR="00AF0FF4" w:rsidRPr="000775D9" w:rsidRDefault="00AF0FF4" w:rsidP="00CE1A8F">
      <w:pPr>
        <w:jc w:val="center"/>
        <w:rPr>
          <w:rFonts w:ascii="Arial" w:hAnsi="Arial" w:cs="Arial"/>
          <w:color w:val="666699"/>
          <w:sz w:val="20"/>
          <w:szCs w:val="20"/>
        </w:rPr>
      </w:pPr>
      <w:hyperlink r:id="rId7" w:history="1">
        <w:r w:rsidRPr="000775D9">
          <w:rPr>
            <w:rStyle w:val="Hyperlink"/>
            <w:rFonts w:ascii="Arial" w:hAnsi="Arial" w:cs="Arial"/>
            <w:bCs/>
            <w:color w:val="666699"/>
            <w:sz w:val="20"/>
            <w:szCs w:val="20"/>
          </w:rPr>
          <w:t>https://www.manantialcaduceo.com.ar/boletin/despertar_cuantico.htm</w:t>
        </w:r>
      </w:hyperlink>
    </w:p>
    <w:p w:rsidR="00AF0FF4" w:rsidRPr="00835E6B" w:rsidRDefault="00AF0FF4" w:rsidP="00835E6B">
      <w:pPr>
        <w:rPr>
          <w:rFonts w:ascii="Arial" w:hAnsi="Arial" w:cs="Arial"/>
        </w:rPr>
      </w:pPr>
      <w:r w:rsidRPr="00835E6B">
        <w:rPr>
          <w:rFonts w:ascii="Arial" w:hAnsi="Arial" w:cs="Arial"/>
          <w:b/>
          <w:bCs/>
          <w:sz w:val="20"/>
          <w:szCs w:val="20"/>
        </w:rPr>
        <w:t> </w:t>
      </w:r>
    </w:p>
    <w:p w:rsidR="00AF0FF4" w:rsidRPr="00835E6B" w:rsidRDefault="00AF0FF4" w:rsidP="00835E6B">
      <w:pPr>
        <w:rPr>
          <w:rFonts w:ascii="Arial" w:hAnsi="Arial" w:cs="Arial"/>
        </w:rPr>
      </w:pPr>
      <w:r w:rsidRPr="00835E6B">
        <w:rPr>
          <w:rFonts w:ascii="Arial" w:hAnsi="Arial" w:cs="Arial"/>
          <w:b/>
          <w:bCs/>
          <w:sz w:val="22"/>
          <w:szCs w:val="22"/>
        </w:rPr>
        <w:t>EN ESTE NÚMERO:</w:t>
      </w:r>
    </w:p>
    <w:p w:rsidR="00AF0FF4" w:rsidRPr="00835E6B" w:rsidRDefault="00AF0FF4" w:rsidP="00835E6B">
      <w:pPr>
        <w:rPr>
          <w:rFonts w:ascii="Arial" w:hAnsi="Arial" w:cs="Arial"/>
        </w:rPr>
      </w:pPr>
      <w:r w:rsidRPr="00835E6B">
        <w:rPr>
          <w:rFonts w:ascii="Arial" w:hAnsi="Arial" w:cs="Arial"/>
          <w:b/>
          <w:bCs/>
          <w:sz w:val="20"/>
          <w:szCs w:val="20"/>
        </w:rPr>
        <w:t> </w:t>
      </w:r>
    </w:p>
    <w:p w:rsidR="00AF0FF4" w:rsidRPr="002947AB" w:rsidRDefault="00AF0FF4" w:rsidP="002947AB">
      <w:pPr>
        <w:pStyle w:val="gmail-msonospacing"/>
        <w:spacing w:before="0" w:beforeAutospacing="0" w:after="0" w:afterAutospacing="0"/>
        <w:rPr>
          <w:rFonts w:ascii="Arial" w:hAnsi="Arial" w:cs="Arial"/>
          <w:sz w:val="20"/>
          <w:szCs w:val="20"/>
        </w:rPr>
      </w:pPr>
      <w:r w:rsidRPr="002947AB">
        <w:rPr>
          <w:rFonts w:ascii="Arial" w:hAnsi="Arial" w:cs="Arial"/>
          <w:b/>
          <w:bCs/>
          <w:sz w:val="20"/>
          <w:szCs w:val="20"/>
        </w:rPr>
        <w:t>▲ DE SU ANFITRIONA DE LA LUZ</w:t>
      </w:r>
    </w:p>
    <w:p w:rsidR="00AF0FF4" w:rsidRPr="00605C5F" w:rsidRDefault="00AF0FF4" w:rsidP="00605C5F">
      <w:pPr>
        <w:spacing w:after="200" w:line="276" w:lineRule="auto"/>
        <w:rPr>
          <w:rFonts w:ascii="Arial" w:hAnsi="Arial" w:cs="Arial"/>
          <w:b/>
          <w:sz w:val="20"/>
          <w:szCs w:val="20"/>
        </w:rPr>
      </w:pPr>
      <w:r w:rsidRPr="00605C5F">
        <w:rPr>
          <w:rFonts w:ascii="Arial" w:hAnsi="Arial" w:cs="Arial"/>
          <w:b/>
          <w:sz w:val="20"/>
          <w:szCs w:val="20"/>
        </w:rPr>
        <w:t>▲ ESTÁS LITERALMENTE ESCAPANDO DE ADENTRO HACIA AFUERA</w:t>
      </w:r>
      <w:r w:rsidRPr="00605C5F">
        <w:rPr>
          <w:rFonts w:ascii="Arial" w:hAnsi="Arial" w:cs="Arial"/>
          <w:b/>
          <w:sz w:val="20"/>
          <w:szCs w:val="20"/>
        </w:rPr>
        <w:br/>
        <w:t>▲ VÓRTICE DE ATEMPORALIDAD</w:t>
      </w:r>
      <w:r w:rsidRPr="00605C5F">
        <w:rPr>
          <w:rFonts w:ascii="Arial" w:hAnsi="Arial" w:cs="Arial"/>
          <w:b/>
          <w:sz w:val="20"/>
          <w:szCs w:val="20"/>
        </w:rPr>
        <w:br/>
        <w:t xml:space="preserve">▲ </w:t>
      </w:r>
      <w:r w:rsidRPr="00605C5F">
        <w:rPr>
          <w:rFonts w:ascii="Arial" w:hAnsi="Arial" w:cs="Arial"/>
          <w:b/>
          <w:bCs/>
          <w:sz w:val="20"/>
          <w:szCs w:val="20"/>
        </w:rPr>
        <w:t>ABRE LA PUERTA A TODO LO QUE ESTÁS DESTINADO A SER, ¡SIN TODO EL DRAMA DE LA TIERRA!</w:t>
      </w:r>
    </w:p>
    <w:p w:rsidR="00AF0FF4" w:rsidRPr="002947AB" w:rsidRDefault="00AF0FF4" w:rsidP="002947AB">
      <w:pPr>
        <w:pStyle w:val="gmail-msonospacing"/>
        <w:spacing w:before="0" w:beforeAutospacing="0" w:after="0" w:afterAutospacing="0"/>
        <w:rPr>
          <w:rFonts w:ascii="Arial" w:hAnsi="Arial" w:cs="Arial"/>
          <w:sz w:val="20"/>
          <w:szCs w:val="20"/>
        </w:rPr>
      </w:pPr>
      <w:r w:rsidRPr="002947AB">
        <w:rPr>
          <w:rFonts w:ascii="Arial" w:hAnsi="Arial" w:cs="Arial"/>
          <w:b/>
          <w:bCs/>
          <w:sz w:val="20"/>
          <w:szCs w:val="20"/>
        </w:rPr>
        <w:t> </w:t>
      </w:r>
    </w:p>
    <w:p w:rsidR="00AF0FF4" w:rsidRPr="002947AB" w:rsidRDefault="00AF0FF4" w:rsidP="002947AB">
      <w:pPr>
        <w:spacing w:after="200" w:line="276" w:lineRule="auto"/>
        <w:rPr>
          <w:rFonts w:ascii="Arial" w:hAnsi="Arial" w:cs="Arial"/>
          <w:sz w:val="20"/>
          <w:szCs w:val="20"/>
        </w:rPr>
      </w:pPr>
      <w:r w:rsidRPr="002947AB">
        <w:rPr>
          <w:rFonts w:ascii="Arial" w:hAnsi="Arial" w:cs="Arial"/>
          <w:b/>
          <w:bCs/>
          <w:color w:val="000000"/>
          <w:sz w:val="20"/>
          <w:szCs w:val="20"/>
        </w:rPr>
        <w:t>DE SU ANFITRIONA DE LA LUZ</w:t>
      </w:r>
    </w:p>
    <w:p w:rsidR="00AF0FF4" w:rsidRPr="00605C5F" w:rsidRDefault="00AF0FF4" w:rsidP="00605C5F">
      <w:pPr>
        <w:spacing w:after="200" w:line="276" w:lineRule="auto"/>
        <w:jc w:val="both"/>
        <w:rPr>
          <w:rFonts w:ascii="Arial" w:hAnsi="Arial" w:cs="Arial"/>
          <w:sz w:val="20"/>
          <w:szCs w:val="20"/>
        </w:rPr>
      </w:pPr>
      <w:r w:rsidRPr="00605C5F">
        <w:rPr>
          <w:rFonts w:ascii="Arial" w:hAnsi="Arial" w:cs="Arial"/>
          <w:sz w:val="20"/>
          <w:szCs w:val="20"/>
        </w:rPr>
        <w:t>En primer lugar, amigos, la lección de este otoño es recordar que no se puede arreglar a nadie a menos que quiera "ser arreglado" (o no "ser arreglado"). La definición de "locura" es hacer lo mismo una y otra vez con los mismos resultados. ¿Cuántas veces han dado su "todo" a otro solo para verlo repetir el mismo hábito destructivo una y otra vez? Cuando otra persona quiere arreglar de verdad lo que lo aflige, lo hará. Una vez que una mente está decidida, siempre completa sus acciones. Porque cada célula de su cuerpo cree lo que dice y piensa. El testigo silencioso interior lo sabe todo, lo ve todo, no podemos "engañarnos a nosotros mismos".</w:t>
      </w:r>
    </w:p>
    <w:p w:rsidR="00AF0FF4" w:rsidRPr="00605C5F" w:rsidRDefault="00AF0FF4" w:rsidP="00605C5F">
      <w:pPr>
        <w:spacing w:after="200" w:line="276" w:lineRule="auto"/>
        <w:jc w:val="both"/>
        <w:rPr>
          <w:rFonts w:ascii="Arial" w:hAnsi="Arial" w:cs="Arial"/>
          <w:sz w:val="20"/>
          <w:szCs w:val="20"/>
        </w:rPr>
      </w:pPr>
      <w:r w:rsidRPr="00605C5F">
        <w:rPr>
          <w:rFonts w:ascii="Arial" w:hAnsi="Arial" w:cs="Arial"/>
          <w:sz w:val="20"/>
          <w:szCs w:val="20"/>
        </w:rPr>
        <w:t>Cada año, a medida que avanzamos en el tiempo, nos vemos presionados e incitados a hacer más de lo que realmente estamos preparados para hacer.  El Universo sonríe y sigue haciendo que sus hijos coman todas sus verduras. La alimentación forzada del alma a veces es una necesidad. Como seres humanos, ¿estamos listos para las enseñanzas que nos resultan difíciles? Las energías nos mantienen cerca de nuestra "cueva de seguridad" ya que no nos aventuramos lejos del puerto.</w:t>
      </w:r>
    </w:p>
    <w:p w:rsidR="00AF0FF4" w:rsidRPr="00605C5F" w:rsidRDefault="00AF0FF4" w:rsidP="00605C5F">
      <w:pPr>
        <w:spacing w:after="200" w:line="276" w:lineRule="auto"/>
        <w:rPr>
          <w:rFonts w:ascii="Arial" w:hAnsi="Arial" w:cs="Arial"/>
          <w:sz w:val="20"/>
          <w:szCs w:val="20"/>
        </w:rPr>
      </w:pPr>
      <w:r w:rsidRPr="00605C5F">
        <w:rPr>
          <w:rFonts w:ascii="Arial" w:hAnsi="Arial" w:cs="Arial"/>
          <w:sz w:val="20"/>
          <w:szCs w:val="20"/>
        </w:rPr>
        <w:t>Manténgase alerta a medida que la cima de su conciencia espiritual se afila al máximo. No se lancen desde el precipicio como un faro ansioso, tratando de salvar a aquellos en los mares turbulentos que ven su mano extendida. Brillen para ellos y enséñenles a apoyarse en una luz más elevada y en un sistema de fe más fuerte. Muchos han perdido su confianza en el Universo; se han extraviado en el espejismo de la confusión. Algunos han perdido los paisajes de su futuro. Estos vientos del cambio han expandido sus alas. La gran esperanza que mantienen para sí mismos, dénsela a todos con su propia fuerza, coraje y convicción.</w:t>
      </w:r>
    </w:p>
    <w:p w:rsidR="00AF0FF4" w:rsidRPr="00605C5F" w:rsidRDefault="00AF0FF4" w:rsidP="00605C5F">
      <w:pPr>
        <w:spacing w:after="200" w:line="276" w:lineRule="auto"/>
        <w:rPr>
          <w:rFonts w:ascii="Arial" w:hAnsi="Arial" w:cs="Arial"/>
          <w:sz w:val="20"/>
          <w:szCs w:val="20"/>
        </w:rPr>
      </w:pPr>
      <w:r w:rsidRPr="00605C5F">
        <w:rPr>
          <w:rFonts w:ascii="Arial" w:hAnsi="Arial" w:cs="Arial"/>
          <w:b/>
          <w:bCs/>
          <w:sz w:val="20"/>
          <w:szCs w:val="20"/>
        </w:rPr>
        <w:t>ESTÁS  LITERALMENTE ESCAPANDO DE ADENTRO HACIA AFUERA</w:t>
      </w:r>
    </w:p>
    <w:p w:rsidR="00AF0FF4" w:rsidRPr="00605C5F" w:rsidRDefault="00AF0FF4" w:rsidP="00605C5F">
      <w:pPr>
        <w:spacing w:after="200" w:line="276" w:lineRule="auto"/>
        <w:jc w:val="both"/>
        <w:rPr>
          <w:rFonts w:ascii="Arial" w:hAnsi="Arial" w:cs="Arial"/>
          <w:sz w:val="20"/>
          <w:szCs w:val="20"/>
        </w:rPr>
      </w:pPr>
      <w:r w:rsidRPr="00605C5F">
        <w:rPr>
          <w:rFonts w:ascii="Arial" w:hAnsi="Arial" w:cs="Arial"/>
          <w:sz w:val="20"/>
          <w:szCs w:val="20"/>
        </w:rPr>
        <w:t>Todo está cambiando y actualizándose. La vida se vuelve caótica, insistente y exigente.  Exige que prestes atención, que escuches. Como una vieja niñera, el Universo te pellizca la oreja y te aprieta el codo para llamar tu atención.  Te exige que escuches con el corazón y no con la cabeza dura.  El cerebro que ha mantenido las cosas en secreto ahora está listo para hablar en paz.  Está dispuesto a hablarte de ti mismo.  ¿Quién eres realmente?  ¿Por qué lo eres realmente?  Temes mirarte a ti mismo.  Te ocupas de tus relaciones, de la limpieza, de las preocupaciones y las tareas domésticas.  Cuando por fin te detienes, te desconectas y duermes.  Escapas de adentro hacia fuera.</w:t>
      </w:r>
    </w:p>
    <w:p w:rsidR="00AF0FF4" w:rsidRPr="00605C5F" w:rsidRDefault="00AF0FF4" w:rsidP="00605C5F">
      <w:pPr>
        <w:spacing w:after="200" w:line="276" w:lineRule="auto"/>
        <w:jc w:val="both"/>
        <w:rPr>
          <w:rFonts w:ascii="Arial" w:hAnsi="Arial" w:cs="Arial"/>
          <w:sz w:val="20"/>
          <w:szCs w:val="20"/>
        </w:rPr>
      </w:pPr>
      <w:r w:rsidRPr="00605C5F">
        <w:rPr>
          <w:rFonts w:ascii="Arial" w:hAnsi="Arial" w:cs="Arial"/>
          <w:sz w:val="20"/>
          <w:szCs w:val="20"/>
        </w:rPr>
        <w:t>Todo en tu mundo salta delante de ti y te dice: "¡Mírame!  Soy una parte del holograma (también conocido como vida) con la que no estás tratando". Para ti, las imperfecciones, las fragilidades y los fracasos son negativos. Una mirada y giras tu linda cabeza y te alejas.   Para el universo, son un lugar de oportunidades.  Son regalos que exigen ser desenvueltos.  La vida te está dando constantemente.  Existe un equilibrio entre dar y recibir que debe cumplirse. Te da los milagros que necesitas para mantenerte a flote durante las mareas bajas.  Esos mensajes mágicos tan necesarios en forma de arco iris, de pajarito azul o de hermosa rosa.  Algo que es solo para tus ojos es tu regalo.  Cuando la magia del momento se expresa en voz alta, desaparece como la niebla bajo el sol de la mañana.  ¿Cómo tomar los elementos de la magia y los milagros y mostrárselos / contárselos a otro?  La Tierra está encantada de compartir sus secretos y apoyarte en todos tus cambios.</w:t>
      </w:r>
    </w:p>
    <w:p w:rsidR="00AF0FF4" w:rsidRPr="00605C5F" w:rsidRDefault="00AF0FF4" w:rsidP="00605C5F">
      <w:pPr>
        <w:spacing w:after="200" w:line="276" w:lineRule="auto"/>
        <w:jc w:val="both"/>
        <w:rPr>
          <w:rFonts w:ascii="Arial" w:hAnsi="Arial" w:cs="Arial"/>
          <w:sz w:val="20"/>
          <w:szCs w:val="20"/>
        </w:rPr>
      </w:pPr>
      <w:r w:rsidRPr="00605C5F">
        <w:rPr>
          <w:rFonts w:ascii="Arial" w:hAnsi="Arial" w:cs="Arial"/>
          <w:sz w:val="20"/>
          <w:szCs w:val="20"/>
        </w:rPr>
        <w:t>Es hora de dejar de huir de tu condición humana.  El hámster no llega a ninguna parte en un encierro que se impuso él mismo. Las limitaciones son siempre impuestas por uno mismo. Te enseñaron que ser una buena persona era hacer algo por los demás y que hacerlo por ti mismo era egoísta.  Te enseñaron a amar al prójimo como a ti mismo, pero ¿te amas a ti mismo?   ¿Amas así a tu prójimo?  ¿Lo amas lo mejor que puedes o solo lo amas en la medida en que te amas a ti mismo, que es poco o nada? Entras en una época de amarte a ti mismo, aprendiendo a amar la condición humana.  Ama cuando tengas dolor de cabeza, sabiendo que están respondiendo al mensaje, a la señal que te está dando tu cuerpo.  Tal vez comiste algo que no está en consonancia contigo, o alguien está usando tu línea telefónica psíquica.</w:t>
      </w:r>
    </w:p>
    <w:p w:rsidR="00AF0FF4" w:rsidRPr="00605C5F" w:rsidRDefault="00AF0FF4" w:rsidP="00605C5F">
      <w:pPr>
        <w:spacing w:after="200" w:line="276" w:lineRule="auto"/>
        <w:jc w:val="both"/>
        <w:rPr>
          <w:rFonts w:ascii="Arial" w:hAnsi="Arial" w:cs="Arial"/>
          <w:sz w:val="20"/>
          <w:szCs w:val="20"/>
        </w:rPr>
      </w:pPr>
      <w:r w:rsidRPr="00605C5F">
        <w:rPr>
          <w:rFonts w:ascii="Arial" w:hAnsi="Arial" w:cs="Arial"/>
          <w:sz w:val="20"/>
          <w:szCs w:val="20"/>
        </w:rPr>
        <w:t xml:space="preserve">Todo en tu cuerpo te habla.  Todo en tu mundo te habla reflejándote justo lo que necesitas.  Responde a esa llamada.  Es un SOS.  Trata de predicar con el ejemplo, o eso parece. No renuncies a lo que eres.  No pienses que hay algo malo en ti.  No puedes deshacerte de lo que eres y convertirte en otra cosa.  Eres quién eres y lo que eres.  Honra quién eres y sé quién eres en verdad para facilitar la evolución.  Cuando vas contra la corriente del yo, las situaciones se vuelven inamovibles como montañas.  Muchos de ustedes se esfuerzan demasiado.  Están intentando SER; no deberían intentar SER.  Debería ser algo natural y fácil de hacer.   No debería ser algo que cause estancamientos en su vida.  No te esfuerces tanto por SER.  Tan solo relájate.  Es lo que haces naturalmente; es lo que haces mejor, SOLO SER.      </w:t>
      </w:r>
    </w:p>
    <w:p w:rsidR="00AF0FF4" w:rsidRPr="00605C5F" w:rsidRDefault="00AF0FF4" w:rsidP="00605C5F">
      <w:pPr>
        <w:spacing w:after="200" w:line="276" w:lineRule="auto"/>
        <w:jc w:val="both"/>
        <w:rPr>
          <w:rFonts w:ascii="Arial" w:hAnsi="Arial" w:cs="Arial"/>
          <w:sz w:val="20"/>
          <w:szCs w:val="20"/>
        </w:rPr>
      </w:pPr>
      <w:r w:rsidRPr="00605C5F">
        <w:rPr>
          <w:rFonts w:ascii="Arial" w:hAnsi="Arial" w:cs="Arial"/>
          <w:sz w:val="20"/>
          <w:szCs w:val="20"/>
        </w:rPr>
        <w:t xml:space="preserve">Te pedimos que no te esfuerces tanto por ser y, al mismo tiempo, que no dejes de intentarlo.  Es como un río que se encuentra con un océano.  Al confluir, las aguas se agitan, pero al final todo se calma.  No te esfuerces tanto, pero tampoco te rindas.   Es en el punto en el que el río confluye con el océano donde nace la creación y lo nuevo adquiere autonomía de vuelo. Los seres humanos han buscado su verdadero yo durante demasiado tiempo.  Este es el momento de relajarte en quién eres verdaderamente, en cómo te ves en realidad, cómo hueles realmente y cómo te sientes de veras. </w:t>
      </w:r>
    </w:p>
    <w:p w:rsidR="00AF0FF4" w:rsidRPr="00605C5F" w:rsidRDefault="00AF0FF4" w:rsidP="00605C5F">
      <w:pPr>
        <w:spacing w:after="200" w:line="276" w:lineRule="auto"/>
        <w:jc w:val="both"/>
        <w:rPr>
          <w:rFonts w:ascii="Arial" w:hAnsi="Arial" w:cs="Arial"/>
          <w:sz w:val="20"/>
          <w:szCs w:val="20"/>
        </w:rPr>
      </w:pPr>
      <w:r w:rsidRPr="00605C5F">
        <w:rPr>
          <w:rFonts w:ascii="Arial" w:hAnsi="Arial" w:cs="Arial"/>
          <w:sz w:val="20"/>
          <w:szCs w:val="20"/>
        </w:rPr>
        <w:t>Te pedimos que entres en el ojo de la ola.  Vela por encima de ti.  Vela debajo de ti y súbete a ella.  No renuncies a lo que sabes en tu corazón que es lo correcto para ti.  Aunque no lo veas manifestarse, velo como si estuvieses viendo una película y tú fueses la estrella. Tú eres el visionario, la profecía y el futuro.  Tú caminas delante de la manada.  No te rindas porque otros no te entienden.  Eres un ser hermoso, hermoso.  Ya es hora de que lo veas.</w:t>
      </w:r>
    </w:p>
    <w:p w:rsidR="00AF0FF4" w:rsidRPr="00605C5F" w:rsidRDefault="00AF0FF4" w:rsidP="00605C5F">
      <w:pPr>
        <w:spacing w:after="200" w:line="276" w:lineRule="auto"/>
        <w:rPr>
          <w:rFonts w:ascii="Arial" w:hAnsi="Arial" w:cs="Arial"/>
          <w:sz w:val="20"/>
          <w:szCs w:val="20"/>
        </w:rPr>
      </w:pPr>
      <w:r w:rsidRPr="00605C5F">
        <w:rPr>
          <w:rFonts w:ascii="Arial" w:hAnsi="Arial" w:cs="Arial"/>
          <w:b/>
          <w:bCs/>
          <w:sz w:val="20"/>
          <w:szCs w:val="20"/>
        </w:rPr>
        <w:t>VÓRTICE DE ATEMPORALIDAD</w:t>
      </w:r>
    </w:p>
    <w:p w:rsidR="00AF0FF4" w:rsidRPr="00605C5F" w:rsidRDefault="00AF0FF4" w:rsidP="00605C5F">
      <w:pPr>
        <w:spacing w:after="200" w:line="276" w:lineRule="auto"/>
        <w:jc w:val="both"/>
        <w:rPr>
          <w:rFonts w:ascii="Arial" w:hAnsi="Arial" w:cs="Arial"/>
          <w:sz w:val="20"/>
          <w:szCs w:val="20"/>
        </w:rPr>
      </w:pPr>
      <w:r w:rsidRPr="00605C5F">
        <w:rPr>
          <w:rFonts w:ascii="Arial" w:hAnsi="Arial" w:cs="Arial"/>
          <w:sz w:val="20"/>
          <w:szCs w:val="20"/>
        </w:rPr>
        <w:t>Llegamos a un punto sin retorno dentro de un vórtice de atemporalidad. Escuchamos con cada partícula a lo que habla en todos los lenguajes de la Tierra. Vemos con la cúspide de nuestro ser mientras miramos en el corazón de lo que está por venir. Anunciamos desde el tiempo desconocido e incontenible. Escuchamos los gritos de una civilización que está en el punto de no retorno de una manera molecular centrada en el corazón. Venimos a abrir lugares dentro de nuestra conciencia que han estado estancados demasiado tiempo. Les pedimos que den un paso hacia un futuro que se crea día a día en un holograma de conciencia que se hace señas a sí mismo para llegar a ser más.</w:t>
      </w:r>
    </w:p>
    <w:p w:rsidR="00AF0FF4" w:rsidRPr="00605C5F" w:rsidRDefault="00AF0FF4" w:rsidP="00605C5F">
      <w:pPr>
        <w:spacing w:after="200" w:line="276" w:lineRule="auto"/>
        <w:rPr>
          <w:rFonts w:ascii="Arial" w:hAnsi="Arial" w:cs="Arial"/>
          <w:sz w:val="20"/>
          <w:szCs w:val="20"/>
        </w:rPr>
      </w:pPr>
      <w:r w:rsidRPr="00605C5F">
        <w:rPr>
          <w:rFonts w:ascii="Arial" w:hAnsi="Arial" w:cs="Arial"/>
          <w:sz w:val="20"/>
          <w:szCs w:val="20"/>
        </w:rPr>
        <w:t> Contenemos los esquemas para el próximo menú del día que la humanidad se ha servido a sí misma.  Busquemos en nuestro interior un vuelo de fantasía que ha vuelto a crecer después de haberle cortado las alas. Observen las minúsculas partículas invisibles de potencial no realizado. Abran los ojos de su corazón para ver, para ver de verdad. Conéctense con esa parte suya que desea verse en el reflejo del arco iris de los sueños hechos realidad. Perdonen todos los reflejos pasados dentro y fuera del tiempo. Concéntrese solamente en la oportunidad cristalina que reside en lo profundo de su matrix. Vean las fracturas del tiempo dentro de nuestros seres y luego concéntrense en los arco iris dentro de ustedes que esas fracturas también sembraron. Cuán brillantes son ustedes a medida que el tiempo los va desgastando, haciendo surgir una profunda belleza oculta.  La luz se refleja en cada intersección del ser, creando un entramado de amor que libera lo que una vez estuvo cercado.</w:t>
      </w:r>
    </w:p>
    <w:p w:rsidR="00AF0FF4" w:rsidRPr="00605C5F" w:rsidRDefault="00AF0FF4" w:rsidP="00605C5F">
      <w:pPr>
        <w:spacing w:after="200" w:line="276" w:lineRule="auto"/>
        <w:rPr>
          <w:rFonts w:ascii="Arial" w:hAnsi="Arial" w:cs="Arial"/>
          <w:sz w:val="20"/>
          <w:szCs w:val="20"/>
        </w:rPr>
      </w:pPr>
      <w:r w:rsidRPr="00605C5F">
        <w:rPr>
          <w:rFonts w:ascii="Arial" w:hAnsi="Arial" w:cs="Arial"/>
          <w:b/>
          <w:bCs/>
          <w:sz w:val="20"/>
          <w:szCs w:val="20"/>
        </w:rPr>
        <w:t>ABRE LA PUERTA A TODO LO QUE ESTÁS DESTINADO A SER, ¡SIN TODO EL DRAMA DE LA TIERRA!</w:t>
      </w:r>
    </w:p>
    <w:p w:rsidR="00AF0FF4" w:rsidRPr="00605C5F" w:rsidRDefault="00AF0FF4" w:rsidP="00605C5F">
      <w:pPr>
        <w:spacing w:after="200" w:line="276" w:lineRule="auto"/>
        <w:jc w:val="both"/>
        <w:rPr>
          <w:rFonts w:ascii="Arial" w:hAnsi="Arial" w:cs="Arial"/>
          <w:sz w:val="20"/>
          <w:szCs w:val="20"/>
        </w:rPr>
      </w:pPr>
      <w:r w:rsidRPr="00605C5F">
        <w:rPr>
          <w:rFonts w:ascii="Arial" w:hAnsi="Arial" w:cs="Arial"/>
          <w:sz w:val="20"/>
          <w:szCs w:val="20"/>
        </w:rPr>
        <w:t>Es hora de "abrir la puerta" a todas las experiencias de las que te mantienes separado, en pensamientos, en actos, en anhelos y deseos del corazón.  Abre la puerta que te mantiene alejado de un futuro dulce y abundante. Lo que te mantiene estancado sin avanzar es tu sistema de creencias.  Es tu desfiladero personal que parece interminable, en un cielo que parece cubierto de futuras nubes de tormenta.  Abre la puerta y libera todo lo que una vez te sirvió para que pueda aprender a volar, a nadar, a cavar túneles profundos en los misterios de la Tierra.  Abre la puerta a todo lo que estás destinado a ser, sin todo el drama de la Tierra.</w:t>
      </w:r>
    </w:p>
    <w:p w:rsidR="00AF0FF4" w:rsidRPr="00605C5F" w:rsidRDefault="00AF0FF4" w:rsidP="00605C5F">
      <w:pPr>
        <w:spacing w:after="200" w:line="276" w:lineRule="auto"/>
        <w:rPr>
          <w:rFonts w:ascii="Arial" w:hAnsi="Arial" w:cs="Arial"/>
          <w:sz w:val="20"/>
          <w:szCs w:val="20"/>
        </w:rPr>
      </w:pPr>
      <w:r w:rsidRPr="00605C5F">
        <w:rPr>
          <w:rFonts w:ascii="Arial" w:hAnsi="Arial" w:cs="Arial"/>
          <w:sz w:val="20"/>
          <w:szCs w:val="20"/>
        </w:rPr>
        <w:t xml:space="preserve">Experimenta el fluir de la veracidad de tu principio sin fin, de tu fin sin principio.  Libérate de todas las limitaciones y programas que te impusiste a ti mismo.  </w:t>
      </w:r>
      <w:r w:rsidRPr="00605C5F">
        <w:rPr>
          <w:rFonts w:ascii="Arial" w:hAnsi="Arial" w:cs="Arial"/>
          <w:i/>
          <w:iCs/>
          <w:sz w:val="20"/>
          <w:szCs w:val="20"/>
        </w:rPr>
        <w:t>Deja ir todas las excusas y postergaciones</w:t>
      </w:r>
      <w:r w:rsidRPr="00605C5F">
        <w:rPr>
          <w:rFonts w:ascii="Arial" w:hAnsi="Arial" w:cs="Arial"/>
          <w:sz w:val="20"/>
          <w:szCs w:val="20"/>
        </w:rPr>
        <w:t xml:space="preserve">.  Desentierra el potencial que has mantenido cautivo.  Ábrete a ver todo lo que está sucediendo en un solo momento en cualquier lugar de este Universo. Porque tienes esa capacidad, pero debes anunciártela a ti mismo recordándola.  "Puedo ver a través del espacio y del tiempo, a través del cielo y de las nubes, a través de la suciedad. Puedo caminar a través de las estrellas y el aire con la mayor facilidad”. </w:t>
      </w:r>
    </w:p>
    <w:p w:rsidR="00AF0FF4" w:rsidRPr="00605C5F" w:rsidRDefault="00AF0FF4" w:rsidP="00605C5F">
      <w:pPr>
        <w:spacing w:after="200" w:line="276" w:lineRule="auto"/>
        <w:jc w:val="both"/>
        <w:rPr>
          <w:rFonts w:ascii="Arial" w:hAnsi="Arial" w:cs="Arial"/>
          <w:sz w:val="20"/>
          <w:szCs w:val="20"/>
        </w:rPr>
      </w:pPr>
      <w:r w:rsidRPr="00605C5F">
        <w:rPr>
          <w:rFonts w:ascii="Arial" w:hAnsi="Arial" w:cs="Arial"/>
          <w:sz w:val="20"/>
          <w:szCs w:val="20"/>
        </w:rPr>
        <w:t>Lo que buscas es inherente a todo. ¿Qué es valioso para ti?  ¿Los diamantes?  ¿El oro?  ¿La madera?  ¿El agua?  Depende de la parte del Universo en la que te encuentres.  Puedes atraer hacia ti todas las cosas que inherentemente contienen la riqueza que deseas hasta que seas capaz de manifestarla vibratoriamente en tu propio mundo terrenal.  Dejar ir los límites, las expectativas, las fronteras, los contenedores y las formas de pensamiento te libera para que seas todo.</w:t>
      </w:r>
    </w:p>
    <w:p w:rsidR="00AF0FF4" w:rsidRPr="00605C5F" w:rsidRDefault="00AF0FF4" w:rsidP="00605C5F">
      <w:pPr>
        <w:spacing w:after="200" w:line="276" w:lineRule="auto"/>
        <w:rPr>
          <w:rFonts w:ascii="Arial" w:hAnsi="Arial" w:cs="Arial"/>
          <w:sz w:val="20"/>
          <w:szCs w:val="20"/>
        </w:rPr>
      </w:pPr>
      <w:r w:rsidRPr="00605C5F">
        <w:rPr>
          <w:rFonts w:ascii="Arial" w:hAnsi="Arial" w:cs="Arial"/>
          <w:sz w:val="20"/>
          <w:szCs w:val="20"/>
        </w:rPr>
        <w:t xml:space="preserve">Imagínate que eres la Tierra, ¿Y el Universo? ¿Estás preparado para semejante expansión estelar?  ¿Estás preparado para abrir tus brazos, tu corazón y tu mente a tal lugar de totalidad?  </w:t>
      </w:r>
      <w:r w:rsidRPr="00605C5F">
        <w:rPr>
          <w:rFonts w:ascii="Arial" w:hAnsi="Arial" w:cs="Arial"/>
          <w:i/>
          <w:iCs/>
          <w:sz w:val="20"/>
          <w:szCs w:val="20"/>
        </w:rPr>
        <w:t>¿Estás listo para convertirte en lo que en verdad eres capaz de ser, de concebir, de percibir, de dar a luz, de crear, de manifestar?  Cuando Dios, el Todopoderoso, la Fuente, el Primer Creador desea, ese deseo es suficiente para hacerlo realidad.</w:t>
      </w:r>
      <w:r w:rsidRPr="00605C5F">
        <w:rPr>
          <w:rFonts w:ascii="Arial" w:hAnsi="Arial" w:cs="Arial"/>
          <w:sz w:val="20"/>
          <w:szCs w:val="20"/>
        </w:rPr>
        <w:t xml:space="preserve">  Tus deseos tienen un gran potencial dentro de ellos.  </w:t>
      </w:r>
      <w:r w:rsidRPr="00605C5F">
        <w:rPr>
          <w:rFonts w:ascii="Arial" w:hAnsi="Arial" w:cs="Arial"/>
          <w:i/>
          <w:iCs/>
          <w:sz w:val="20"/>
          <w:szCs w:val="20"/>
        </w:rPr>
        <w:t>Dios no se estresa ni se esfuerza por sus creaciones. Su deseo es natural.</w:t>
      </w:r>
      <w:r w:rsidRPr="00605C5F">
        <w:rPr>
          <w:rFonts w:ascii="Arial" w:hAnsi="Arial" w:cs="Arial"/>
          <w:sz w:val="20"/>
          <w:szCs w:val="20"/>
        </w:rPr>
        <w:t xml:space="preserve"> Observa tu mundo más de cerca y verás que lo que decimos no es una verdad dividida ni diluida; estas habilidades son tuyas para que las reconozcas.  Abandona la forma en que te defines a ti mismo y permite que tu alma te redefina de una forma que sirva a la Luz.  Se considera que el alma se expande, re-crea y re-define porque esa es su naturaleza.  Tu linaje de luz se activa y brilla como una luciérnaga.  Es hora de VER quién eres realmente.</w:t>
      </w:r>
    </w:p>
    <w:p w:rsidR="00AF0FF4" w:rsidRPr="002947AB" w:rsidRDefault="00AF0FF4" w:rsidP="002947AB">
      <w:pPr>
        <w:spacing w:after="200" w:line="276" w:lineRule="auto"/>
        <w:jc w:val="both"/>
        <w:rPr>
          <w:rFonts w:ascii="Arial" w:hAnsi="Arial" w:cs="Arial"/>
          <w:sz w:val="20"/>
          <w:szCs w:val="20"/>
        </w:rPr>
      </w:pPr>
      <w:r w:rsidRPr="002947AB">
        <w:rPr>
          <w:rFonts w:ascii="Arial" w:hAnsi="Arial" w:cs="Arial"/>
          <w:i/>
          <w:iCs/>
          <w:sz w:val="20"/>
          <w:szCs w:val="20"/>
        </w:rPr>
        <w:t xml:space="preserve">Nota: Para descripción y precios del ángel tallado de angelita y el set de piedras sanadoras vayan a </w:t>
      </w:r>
      <w:hyperlink r:id="rId8" w:history="1">
        <w:r w:rsidRPr="002947AB">
          <w:rPr>
            <w:rStyle w:val="Hyperlink"/>
            <w:rFonts w:ascii="Arial" w:hAnsi="Arial" w:cs="Arial"/>
            <w:i/>
            <w:iCs/>
            <w:sz w:val="20"/>
            <w:szCs w:val="20"/>
          </w:rPr>
          <w:t>www.thequantumawakening.com</w:t>
        </w:r>
      </w:hyperlink>
      <w:r w:rsidRPr="002947AB">
        <w:rPr>
          <w:rFonts w:ascii="Arial" w:hAnsi="Arial" w:cs="Arial"/>
          <w:i/>
          <w:iCs/>
          <w:sz w:val="20"/>
          <w:szCs w:val="20"/>
        </w:rPr>
        <w:t xml:space="preserve">.  Para participar en el taller del 6 de agosto (El Portal del León 8:8) por Zoom reserven lugar enviando un mail a </w:t>
      </w:r>
      <w:hyperlink r:id="rId9" w:history="1">
        <w:r w:rsidRPr="002947AB">
          <w:rPr>
            <w:rStyle w:val="Hyperlink"/>
            <w:rFonts w:ascii="Arial" w:hAnsi="Arial" w:cs="Arial"/>
            <w:i/>
            <w:iCs/>
            <w:sz w:val="20"/>
            <w:szCs w:val="20"/>
          </w:rPr>
          <w:t>thequantumawakening@gmail.com</w:t>
        </w:r>
      </w:hyperlink>
      <w:r w:rsidRPr="002947AB">
        <w:rPr>
          <w:rFonts w:ascii="Arial" w:hAnsi="Arial" w:cs="Arial"/>
          <w:i/>
          <w:iCs/>
          <w:sz w:val="20"/>
          <w:szCs w:val="20"/>
        </w:rPr>
        <w:t>.</w:t>
      </w:r>
    </w:p>
    <w:p w:rsidR="00AF0FF4" w:rsidRPr="002947AB" w:rsidRDefault="00AF0FF4" w:rsidP="002947AB">
      <w:pPr>
        <w:rPr>
          <w:rFonts w:ascii="Arial" w:hAnsi="Arial" w:cs="Arial"/>
          <w:sz w:val="20"/>
          <w:szCs w:val="20"/>
        </w:rPr>
      </w:pPr>
      <w:r w:rsidRPr="002947AB">
        <w:rPr>
          <w:rFonts w:ascii="Arial" w:hAnsi="Arial" w:cs="Arial"/>
          <w:sz w:val="20"/>
          <w:szCs w:val="20"/>
        </w:rPr>
        <w:t xml:space="preserve"> Este boletín está confeccionado amorosamente por el Espíritu. Cualquier imperfección ortográfica y gramatical solo realza su belleza y singularidad. </w:t>
      </w:r>
    </w:p>
    <w:p w:rsidR="00AF0FF4" w:rsidRPr="002947AB" w:rsidRDefault="00AF0FF4" w:rsidP="00835E6B">
      <w:pPr>
        <w:rPr>
          <w:rFonts w:ascii="Arial" w:hAnsi="Arial" w:cs="Arial"/>
          <w:sz w:val="20"/>
          <w:szCs w:val="20"/>
        </w:rPr>
      </w:pPr>
      <w:r w:rsidRPr="002947AB">
        <w:rPr>
          <w:rFonts w:ascii="Arial" w:hAnsi="Arial" w:cs="Arial"/>
          <w:color w:val="000000"/>
          <w:sz w:val="20"/>
          <w:szCs w:val="20"/>
        </w:rPr>
        <w:t> </w:t>
      </w:r>
    </w:p>
    <w:p w:rsidR="00AF0FF4" w:rsidRPr="002947AB" w:rsidRDefault="00AF0FF4" w:rsidP="00835E6B">
      <w:pPr>
        <w:rPr>
          <w:rFonts w:ascii="Arial" w:hAnsi="Arial" w:cs="Arial"/>
          <w:sz w:val="20"/>
          <w:szCs w:val="20"/>
          <w:lang w:val="en-US"/>
        </w:rPr>
      </w:pPr>
      <w:r w:rsidRPr="002947AB">
        <w:rPr>
          <w:rFonts w:ascii="Arial" w:hAnsi="Arial" w:cs="Arial"/>
          <w:sz w:val="20"/>
          <w:szCs w:val="20"/>
          <w:lang w:val="en-US"/>
        </w:rPr>
        <w:t>Gillian MacBeth-Louthan</w:t>
      </w:r>
    </w:p>
    <w:p w:rsidR="00AF0FF4" w:rsidRPr="002947AB" w:rsidRDefault="00AF0FF4" w:rsidP="00835E6B">
      <w:pPr>
        <w:rPr>
          <w:rFonts w:ascii="Arial" w:hAnsi="Arial" w:cs="Arial"/>
          <w:sz w:val="20"/>
          <w:szCs w:val="20"/>
          <w:lang w:val="en-US"/>
        </w:rPr>
      </w:pPr>
      <w:r w:rsidRPr="002947AB">
        <w:rPr>
          <w:rFonts w:ascii="Arial" w:hAnsi="Arial" w:cs="Arial"/>
          <w:sz w:val="20"/>
          <w:szCs w:val="20"/>
          <w:lang w:val="en-US"/>
        </w:rPr>
        <w:t>PO box 217</w:t>
      </w:r>
    </w:p>
    <w:p w:rsidR="00AF0FF4" w:rsidRPr="002947AB" w:rsidRDefault="00AF0FF4" w:rsidP="00835E6B">
      <w:pPr>
        <w:rPr>
          <w:rFonts w:ascii="Arial" w:hAnsi="Arial" w:cs="Arial"/>
          <w:sz w:val="20"/>
          <w:szCs w:val="20"/>
          <w:lang w:val="en-US"/>
        </w:rPr>
      </w:pPr>
      <w:r w:rsidRPr="002947AB">
        <w:rPr>
          <w:rFonts w:ascii="Arial" w:hAnsi="Arial" w:cs="Arial"/>
          <w:sz w:val="20"/>
          <w:szCs w:val="20"/>
          <w:lang w:val="en-US"/>
        </w:rPr>
        <w:t>Dandridge, Tennessee  TN 37725, USA</w:t>
      </w:r>
    </w:p>
    <w:p w:rsidR="00AF0FF4" w:rsidRPr="002947AB" w:rsidRDefault="00AF0FF4" w:rsidP="00835E6B">
      <w:pPr>
        <w:rPr>
          <w:rFonts w:ascii="Arial" w:hAnsi="Arial" w:cs="Arial"/>
          <w:sz w:val="20"/>
          <w:szCs w:val="20"/>
          <w:lang w:val="en-US"/>
        </w:rPr>
      </w:pPr>
      <w:r w:rsidRPr="002947AB">
        <w:rPr>
          <w:rFonts w:ascii="Arial" w:hAnsi="Arial" w:cs="Arial"/>
          <w:sz w:val="20"/>
          <w:szCs w:val="20"/>
          <w:lang w:val="en-US"/>
        </w:rPr>
        <w:t xml:space="preserve">37725-0217 </w:t>
      </w:r>
    </w:p>
    <w:p w:rsidR="00AF0FF4" w:rsidRPr="002947AB" w:rsidRDefault="00AF0FF4" w:rsidP="00835E6B">
      <w:pPr>
        <w:pStyle w:val="gmail-msonospacing"/>
        <w:spacing w:before="0" w:beforeAutospacing="0" w:after="0" w:afterAutospacing="0"/>
        <w:rPr>
          <w:rFonts w:ascii="Arial" w:hAnsi="Arial" w:cs="Arial"/>
          <w:sz w:val="20"/>
          <w:szCs w:val="20"/>
          <w:lang w:val="en-US"/>
        </w:rPr>
      </w:pPr>
      <w:hyperlink r:id="rId10" w:tgtFrame="_blank" w:history="1">
        <w:r w:rsidRPr="002947AB">
          <w:rPr>
            <w:rStyle w:val="Hyperlink"/>
            <w:rFonts w:ascii="Arial" w:hAnsi="Arial" w:cs="Arial"/>
            <w:color w:val="auto"/>
            <w:sz w:val="20"/>
            <w:szCs w:val="20"/>
            <w:lang w:val="en-US"/>
          </w:rPr>
          <w:t>www.thequantumawakening.com</w:t>
        </w:r>
      </w:hyperlink>
    </w:p>
    <w:p w:rsidR="00AF0FF4" w:rsidRPr="002947AB" w:rsidRDefault="00AF0FF4" w:rsidP="00835E6B">
      <w:pPr>
        <w:pStyle w:val="gmail-msonospacing"/>
        <w:spacing w:before="0" w:beforeAutospacing="0" w:after="0" w:afterAutospacing="0"/>
        <w:rPr>
          <w:rFonts w:ascii="Arial" w:hAnsi="Arial" w:cs="Arial"/>
          <w:sz w:val="20"/>
          <w:szCs w:val="20"/>
        </w:rPr>
      </w:pPr>
      <w:hyperlink r:id="rId11" w:tgtFrame="_blank" w:history="1">
        <w:r w:rsidRPr="002947AB">
          <w:rPr>
            <w:rStyle w:val="Hyperlink"/>
            <w:rFonts w:ascii="Arial" w:hAnsi="Arial" w:cs="Arial"/>
            <w:i/>
            <w:iCs/>
            <w:color w:val="000000"/>
            <w:sz w:val="20"/>
            <w:szCs w:val="20"/>
          </w:rPr>
          <w:t>thequantumawakening@gmail.com</w:t>
        </w:r>
      </w:hyperlink>
    </w:p>
    <w:p w:rsidR="00AF0FF4" w:rsidRPr="002947AB" w:rsidRDefault="00AF0FF4" w:rsidP="00835E6B">
      <w:pPr>
        <w:rPr>
          <w:rFonts w:ascii="Arial" w:hAnsi="Arial" w:cs="Arial"/>
          <w:sz w:val="20"/>
          <w:szCs w:val="20"/>
        </w:rPr>
      </w:pPr>
      <w:r w:rsidRPr="002947AB">
        <w:rPr>
          <w:rFonts w:ascii="Arial" w:hAnsi="Arial" w:cs="Arial"/>
          <w:sz w:val="20"/>
          <w:szCs w:val="20"/>
        </w:rPr>
        <w:t>Traducción: Susana Peralta</w:t>
      </w:r>
    </w:p>
    <w:p w:rsidR="00AF0FF4" w:rsidRPr="002947AB" w:rsidRDefault="00AF0FF4" w:rsidP="00835E6B">
      <w:pPr>
        <w:rPr>
          <w:rFonts w:ascii="Arial" w:hAnsi="Arial" w:cs="Arial"/>
          <w:sz w:val="20"/>
          <w:szCs w:val="20"/>
        </w:rPr>
      </w:pPr>
      <w:r w:rsidRPr="002947AB">
        <w:rPr>
          <w:rFonts w:ascii="Arial" w:hAnsi="Arial" w:cs="Arial"/>
          <w:color w:val="000000"/>
          <w:sz w:val="20"/>
          <w:szCs w:val="20"/>
        </w:rPr>
        <w:t xml:space="preserve">Sitio oficial de El Despertar Cuántico en español  </w:t>
      </w:r>
      <w:hyperlink r:id="rId12" w:history="1">
        <w:r w:rsidRPr="002947AB">
          <w:rPr>
            <w:rStyle w:val="Hyperlink"/>
            <w:rFonts w:ascii="Arial" w:hAnsi="Arial" w:cs="Arial"/>
            <w:sz w:val="20"/>
            <w:szCs w:val="20"/>
          </w:rPr>
          <w:t>https://www.manantialcaduceo.com.ar/boletin/despertar_cuantico.htm</w:t>
        </w:r>
      </w:hyperlink>
    </w:p>
    <w:p w:rsidR="00AF0FF4" w:rsidRPr="002947AB" w:rsidRDefault="00AF0FF4" w:rsidP="00835E6B">
      <w:pPr>
        <w:rPr>
          <w:rFonts w:ascii="Arial" w:hAnsi="Arial" w:cs="Arial"/>
          <w:sz w:val="20"/>
          <w:szCs w:val="20"/>
        </w:rPr>
      </w:pPr>
      <w:r w:rsidRPr="002947AB">
        <w:rPr>
          <w:rFonts w:ascii="Arial" w:hAnsi="Arial" w:cs="Arial"/>
          <w:sz w:val="20"/>
          <w:szCs w:val="20"/>
        </w:rPr>
        <w:t> </w:t>
      </w:r>
    </w:p>
    <w:p w:rsidR="00AF0FF4" w:rsidRPr="002947AB" w:rsidRDefault="00AF0FF4">
      <w:pPr>
        <w:rPr>
          <w:rFonts w:ascii="Arial" w:hAnsi="Arial" w:cs="Arial"/>
          <w:sz w:val="20"/>
          <w:szCs w:val="20"/>
        </w:rPr>
      </w:pPr>
    </w:p>
    <w:sectPr w:rsidR="00AF0FF4" w:rsidRPr="002947AB" w:rsidSect="00835E6B">
      <w:footerReference w:type="even" r:id="rId13"/>
      <w:footerReference w:type="default" r:id="rId14"/>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0FF4" w:rsidRDefault="00AF0FF4">
      <w:r>
        <w:separator/>
      </w:r>
    </w:p>
  </w:endnote>
  <w:endnote w:type="continuationSeparator" w:id="0">
    <w:p w:rsidR="00AF0FF4" w:rsidRDefault="00AF0F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FF4" w:rsidRDefault="00AF0FF4"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F0FF4" w:rsidRDefault="00AF0FF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FF4" w:rsidRDefault="00AF0FF4"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AF0FF4" w:rsidRDefault="00AF0FF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0FF4" w:rsidRDefault="00AF0FF4">
      <w:r>
        <w:separator/>
      </w:r>
    </w:p>
  </w:footnote>
  <w:footnote w:type="continuationSeparator" w:id="0">
    <w:p w:rsidR="00AF0FF4" w:rsidRDefault="00AF0FF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5E6B"/>
    <w:rsid w:val="000775D9"/>
    <w:rsid w:val="0011691A"/>
    <w:rsid w:val="00182297"/>
    <w:rsid w:val="001C2C43"/>
    <w:rsid w:val="002947AB"/>
    <w:rsid w:val="00524E91"/>
    <w:rsid w:val="00605C5F"/>
    <w:rsid w:val="007B19D5"/>
    <w:rsid w:val="007C2C5B"/>
    <w:rsid w:val="00835E6B"/>
    <w:rsid w:val="00880DA8"/>
    <w:rsid w:val="009B1FF8"/>
    <w:rsid w:val="009F19A1"/>
    <w:rsid w:val="00A90593"/>
    <w:rsid w:val="00AF0FF4"/>
    <w:rsid w:val="00B418CD"/>
    <w:rsid w:val="00BB46E4"/>
    <w:rsid w:val="00C901C2"/>
    <w:rsid w:val="00CE1A8F"/>
    <w:rsid w:val="00CE3C94"/>
    <w:rsid w:val="00D77078"/>
    <w:rsid w:val="00DA2491"/>
    <w:rsid w:val="00DB367A"/>
    <w:rsid w:val="00E114BB"/>
    <w:rsid w:val="00F7719A"/>
    <w:rsid w:val="00FD1F57"/>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491"/>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35E6B"/>
    <w:rPr>
      <w:rFonts w:cs="Times New Roman"/>
      <w:color w:val="0000FF"/>
      <w:u w:val="single"/>
    </w:rPr>
  </w:style>
  <w:style w:type="paragraph" w:customStyle="1" w:styleId="gmail-msolistparagraph">
    <w:name w:val="gmail-msolistparagraph"/>
    <w:basedOn w:val="Normal"/>
    <w:uiPriority w:val="99"/>
    <w:rsid w:val="00835E6B"/>
    <w:pPr>
      <w:spacing w:before="100" w:beforeAutospacing="1" w:after="100" w:afterAutospacing="1"/>
    </w:pPr>
  </w:style>
  <w:style w:type="paragraph" w:customStyle="1" w:styleId="gmail-msolistparagraphcxspmiddle">
    <w:name w:val="gmail-msolistparagraphcxspmiddle"/>
    <w:basedOn w:val="Normal"/>
    <w:uiPriority w:val="99"/>
    <w:rsid w:val="00835E6B"/>
    <w:pPr>
      <w:spacing w:before="100" w:beforeAutospacing="1" w:after="100" w:afterAutospacing="1"/>
    </w:pPr>
  </w:style>
  <w:style w:type="paragraph" w:customStyle="1" w:styleId="gmail-msolistparagraphcxsplast">
    <w:name w:val="gmail-msolistparagraphcxsplast"/>
    <w:basedOn w:val="Normal"/>
    <w:uiPriority w:val="99"/>
    <w:rsid w:val="00835E6B"/>
    <w:pPr>
      <w:spacing w:before="100" w:beforeAutospacing="1" w:after="100" w:afterAutospacing="1"/>
    </w:pPr>
  </w:style>
  <w:style w:type="paragraph" w:styleId="NormalWeb">
    <w:name w:val="Normal (Web)"/>
    <w:basedOn w:val="Normal"/>
    <w:uiPriority w:val="99"/>
    <w:rsid w:val="00835E6B"/>
    <w:pPr>
      <w:spacing w:before="100" w:beforeAutospacing="1" w:after="100" w:afterAutospacing="1"/>
    </w:pPr>
  </w:style>
  <w:style w:type="character" w:styleId="Strong">
    <w:name w:val="Strong"/>
    <w:basedOn w:val="DefaultParagraphFont"/>
    <w:uiPriority w:val="99"/>
    <w:qFormat/>
    <w:rsid w:val="00835E6B"/>
    <w:rPr>
      <w:rFonts w:cs="Times New Roman"/>
      <w:b/>
      <w:bCs/>
    </w:rPr>
  </w:style>
  <w:style w:type="paragraph" w:customStyle="1" w:styleId="gmail-msonospacing">
    <w:name w:val="gmail-msonospacing"/>
    <w:basedOn w:val="Normal"/>
    <w:uiPriority w:val="99"/>
    <w:rsid w:val="00835E6B"/>
    <w:pPr>
      <w:spacing w:before="100" w:beforeAutospacing="1" w:after="100" w:afterAutospacing="1"/>
    </w:pPr>
  </w:style>
  <w:style w:type="paragraph" w:styleId="Footer">
    <w:name w:val="footer"/>
    <w:basedOn w:val="Normal"/>
    <w:link w:val="FooterChar"/>
    <w:uiPriority w:val="99"/>
    <w:rsid w:val="00D77078"/>
    <w:pPr>
      <w:tabs>
        <w:tab w:val="center" w:pos="4252"/>
        <w:tab w:val="right" w:pos="8504"/>
      </w:tabs>
    </w:pPr>
  </w:style>
  <w:style w:type="character" w:customStyle="1" w:styleId="FooterChar">
    <w:name w:val="Footer Char"/>
    <w:basedOn w:val="DefaultParagraphFont"/>
    <w:link w:val="Footer"/>
    <w:uiPriority w:val="99"/>
    <w:semiHidden/>
    <w:locked/>
    <w:rsid w:val="00F7719A"/>
    <w:rPr>
      <w:rFonts w:cs="Times New Roman"/>
      <w:sz w:val="24"/>
      <w:szCs w:val="24"/>
      <w:lang w:val="es-ES" w:eastAsia="es-ES"/>
    </w:rPr>
  </w:style>
  <w:style w:type="character" w:styleId="PageNumber">
    <w:name w:val="page number"/>
    <w:basedOn w:val="DefaultParagraphFont"/>
    <w:uiPriority w:val="99"/>
    <w:rsid w:val="00D77078"/>
    <w:rPr>
      <w:rFonts w:cs="Times New Roman"/>
    </w:rPr>
  </w:style>
</w:styles>
</file>

<file path=word/webSettings.xml><?xml version="1.0" encoding="utf-8"?>
<w:webSettings xmlns:r="http://schemas.openxmlformats.org/officeDocument/2006/relationships" xmlns:w="http://schemas.openxmlformats.org/wordprocessingml/2006/main">
  <w:divs>
    <w:div w:id="572400164">
      <w:marLeft w:val="0"/>
      <w:marRight w:val="0"/>
      <w:marTop w:val="0"/>
      <w:marBottom w:val="0"/>
      <w:divBdr>
        <w:top w:val="none" w:sz="0" w:space="0" w:color="auto"/>
        <w:left w:val="none" w:sz="0" w:space="0" w:color="auto"/>
        <w:bottom w:val="none" w:sz="0" w:space="0" w:color="auto"/>
        <w:right w:val="none" w:sz="0" w:space="0" w:color="auto"/>
      </w:divBdr>
      <w:divsChild>
        <w:div w:id="572400163">
          <w:marLeft w:val="0"/>
          <w:marRight w:val="0"/>
          <w:marTop w:val="0"/>
          <w:marBottom w:val="0"/>
          <w:divBdr>
            <w:top w:val="none" w:sz="0" w:space="0" w:color="auto"/>
            <w:left w:val="none" w:sz="0" w:space="0" w:color="auto"/>
            <w:bottom w:val="none" w:sz="0" w:space="0" w:color="auto"/>
            <w:right w:val="none" w:sz="0" w:space="0" w:color="auto"/>
          </w:divBdr>
        </w:div>
      </w:divsChild>
    </w:div>
    <w:div w:id="572400165">
      <w:marLeft w:val="0"/>
      <w:marRight w:val="0"/>
      <w:marTop w:val="0"/>
      <w:marBottom w:val="0"/>
      <w:divBdr>
        <w:top w:val="none" w:sz="0" w:space="0" w:color="auto"/>
        <w:left w:val="none" w:sz="0" w:space="0" w:color="auto"/>
        <w:bottom w:val="none" w:sz="0" w:space="0" w:color="auto"/>
        <w:right w:val="none" w:sz="0" w:space="0" w:color="auto"/>
      </w:divBdr>
      <w:divsChild>
        <w:div w:id="572400166">
          <w:marLeft w:val="0"/>
          <w:marRight w:val="0"/>
          <w:marTop w:val="0"/>
          <w:marBottom w:val="0"/>
          <w:divBdr>
            <w:top w:val="none" w:sz="0" w:space="0" w:color="auto"/>
            <w:left w:val="none" w:sz="0" w:space="0" w:color="auto"/>
            <w:bottom w:val="none" w:sz="0" w:space="0" w:color="auto"/>
            <w:right w:val="none" w:sz="0" w:space="0" w:color="auto"/>
          </w:divBdr>
        </w:div>
      </w:divsChild>
    </w:div>
    <w:div w:id="572400168">
      <w:marLeft w:val="0"/>
      <w:marRight w:val="0"/>
      <w:marTop w:val="0"/>
      <w:marBottom w:val="0"/>
      <w:divBdr>
        <w:top w:val="none" w:sz="0" w:space="0" w:color="auto"/>
        <w:left w:val="none" w:sz="0" w:space="0" w:color="auto"/>
        <w:bottom w:val="none" w:sz="0" w:space="0" w:color="auto"/>
        <w:right w:val="none" w:sz="0" w:space="0" w:color="auto"/>
      </w:divBdr>
      <w:divsChild>
        <w:div w:id="572400169">
          <w:marLeft w:val="0"/>
          <w:marRight w:val="0"/>
          <w:marTop w:val="0"/>
          <w:marBottom w:val="0"/>
          <w:divBdr>
            <w:top w:val="none" w:sz="0" w:space="0" w:color="auto"/>
            <w:left w:val="none" w:sz="0" w:space="0" w:color="auto"/>
            <w:bottom w:val="none" w:sz="0" w:space="0" w:color="auto"/>
            <w:right w:val="none" w:sz="0" w:space="0" w:color="auto"/>
          </w:divBdr>
          <w:divsChild>
            <w:div w:id="572400171">
              <w:marLeft w:val="0"/>
              <w:marRight w:val="0"/>
              <w:marTop w:val="0"/>
              <w:marBottom w:val="0"/>
              <w:divBdr>
                <w:top w:val="none" w:sz="0" w:space="0" w:color="auto"/>
                <w:left w:val="none" w:sz="0" w:space="0" w:color="auto"/>
                <w:bottom w:val="none" w:sz="0" w:space="0" w:color="auto"/>
                <w:right w:val="none" w:sz="0" w:space="0" w:color="auto"/>
              </w:divBdr>
              <w:divsChild>
                <w:div w:id="57240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400170">
      <w:marLeft w:val="0"/>
      <w:marRight w:val="0"/>
      <w:marTop w:val="0"/>
      <w:marBottom w:val="0"/>
      <w:divBdr>
        <w:top w:val="none" w:sz="0" w:space="0" w:color="auto"/>
        <w:left w:val="none" w:sz="0" w:space="0" w:color="auto"/>
        <w:bottom w:val="none" w:sz="0" w:space="0" w:color="auto"/>
        <w:right w:val="none" w:sz="0" w:space="0" w:color="auto"/>
      </w:divBdr>
      <w:divsChild>
        <w:div w:id="572400173">
          <w:marLeft w:val="0"/>
          <w:marRight w:val="0"/>
          <w:marTop w:val="0"/>
          <w:marBottom w:val="0"/>
          <w:divBdr>
            <w:top w:val="none" w:sz="0" w:space="0" w:color="auto"/>
            <w:left w:val="none" w:sz="0" w:space="0" w:color="auto"/>
            <w:bottom w:val="none" w:sz="0" w:space="0" w:color="auto"/>
            <w:right w:val="none" w:sz="0" w:space="0" w:color="auto"/>
          </w:divBdr>
          <w:divsChild>
            <w:div w:id="572400174">
              <w:marLeft w:val="0"/>
              <w:marRight w:val="0"/>
              <w:marTop w:val="0"/>
              <w:marBottom w:val="0"/>
              <w:divBdr>
                <w:top w:val="none" w:sz="0" w:space="0" w:color="auto"/>
                <w:left w:val="none" w:sz="0" w:space="0" w:color="auto"/>
                <w:bottom w:val="none" w:sz="0" w:space="0" w:color="auto"/>
                <w:right w:val="none" w:sz="0" w:space="0" w:color="auto"/>
              </w:divBdr>
              <w:divsChild>
                <w:div w:id="572400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quantumawakening.com"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manantialcaduceo.com.ar/boletin/despertar_cuantico.htm" TargetMode="External"/><Relationship Id="rId12" Type="http://schemas.openxmlformats.org/officeDocument/2006/relationships/hyperlink" Target="https://www.manantialcaduceo.com.ar/boletin/despertar_cuantico.ht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TheQuantumawakening.com/?fbclid=IwAR0yXOLKfvzpHKl5lueq6qagumGSA14Hp5RUKOK-Gm5-mqehGA8C-1tnBsI" TargetMode="External"/><Relationship Id="rId11" Type="http://schemas.openxmlformats.org/officeDocument/2006/relationships/hyperlink" Target="mailto:mailto:thequantumawakening@gmail.com"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l.facebook.com/l.php?u=http%3A%2F%2Fwww.thequantumawakening.com%2F%3Ffbclid%3DIwAR2HmpF3hwi9LUq4z9yrhx9Rk3gv8pB9r-6weFUtSaplhLsffLMeK-SY6Cs&amp;h=AT3JRQlaOgCWg7LUt74CJAcWiobxoDsHYr0-Sm0ear5LciWtHsLDgWmm4d0fqEvSAStZRvOQbvFo9YbICO3W2UrjvwP7kUOjPjHCBgcF9kl7LP7ZDG-e-jn-IS5GIU5R8dCK_RA2LaI8pheaRm8&amp;__tn__=-UK-R&amp;c%5b0%5d=AT172GigJI7k5Fdk82Lj2NvofqhMLgjDytd8B9qj__RSu_2Eex2snFg9N8t_W5twqEOcx2fWkWjZBxCgSEE5n-0VOky5CSvCl8t_t8Ybk6i0nOaKYSqlN6LKj9QtWTUeje_b2g1Hl-2yUO1YyUP0isaeAe069-hbpeu-jaYpdh_kFB1Rp_YM" TargetMode="External"/><Relationship Id="rId4" Type="http://schemas.openxmlformats.org/officeDocument/2006/relationships/footnotes" Target="footnotes.xml"/><Relationship Id="rId9" Type="http://schemas.openxmlformats.org/officeDocument/2006/relationships/hyperlink" Target="mailto:thequantumawakening@gmail.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4</Pages>
  <Words>2066</Words>
  <Characters>11366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gwartel@hotmail.com</dc:creator>
  <cp:keywords/>
  <dc:description/>
  <cp:lastModifiedBy>gwartel@hotmail.com</cp:lastModifiedBy>
  <cp:revision>3</cp:revision>
  <dcterms:created xsi:type="dcterms:W3CDTF">2023-09-15T21:54:00Z</dcterms:created>
  <dcterms:modified xsi:type="dcterms:W3CDTF">2023-09-15T22:01:00Z</dcterms:modified>
</cp:coreProperties>
</file>