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674AA" w:rsidRPr="00943A67" w:rsidRDefault="00A674AA" w:rsidP="00943A67">
      <w:pPr>
        <w:shd w:val="clear" w:color="auto" w:fill="FFFFFF"/>
        <w:jc w:val="center"/>
        <w:rPr>
          <w:rFonts w:ascii="Arial" w:hAnsi="Arial" w:cs="Arial"/>
          <w:b/>
          <w:bCs/>
          <w:i/>
          <w:smallCaps/>
          <w:shadow/>
          <w:color w:val="000000"/>
          <w:sz w:val="20"/>
          <w:szCs w:val="20"/>
        </w:rPr>
      </w:pPr>
      <w:r>
        <w:rPr>
          <w:rFonts w:ascii="Trebuchet MS" w:hAnsi="Trebuchet MS" w:cs="Arial"/>
          <w:smallCaps/>
          <w:shadow/>
          <w:color w:val="000000"/>
          <w:sz w:val="36"/>
          <w:szCs w:val="36"/>
        </w:rPr>
        <w:t xml:space="preserve">8:8 - </w:t>
      </w:r>
      <w:r w:rsidRPr="00B46708">
        <w:rPr>
          <w:rFonts w:ascii="Trebuchet MS" w:hAnsi="Trebuchet MS" w:cs="Arial"/>
          <w:smallCaps/>
          <w:shadow/>
          <w:color w:val="000000"/>
          <w:sz w:val="36"/>
          <w:szCs w:val="36"/>
        </w:rPr>
        <w:t xml:space="preserve">El </w:t>
      </w:r>
      <w:r>
        <w:rPr>
          <w:rFonts w:ascii="Trebuchet MS" w:hAnsi="Trebuchet MS" w:cs="Arial"/>
          <w:smallCaps/>
          <w:shadow/>
          <w:color w:val="000000"/>
          <w:sz w:val="36"/>
          <w:szCs w:val="36"/>
        </w:rPr>
        <w:t>Portal del León</w:t>
      </w:r>
      <w:r>
        <w:rPr>
          <w:rFonts w:ascii="Trebuchet MS" w:hAnsi="Trebuchet MS" w:cs="Arial"/>
          <w:smallCaps/>
          <w:shadow/>
          <w:color w:val="000000"/>
          <w:sz w:val="36"/>
          <w:szCs w:val="36"/>
        </w:rPr>
        <w:br/>
      </w:r>
      <w:r w:rsidRPr="00943A67">
        <w:rPr>
          <w:rFonts w:ascii="Arial" w:hAnsi="Arial" w:cs="Arial"/>
          <w:i/>
          <w:sz w:val="20"/>
          <w:szCs w:val="20"/>
        </w:rPr>
        <w:t>Por Gillian MacBeth-Louthan</w:t>
      </w:r>
    </w:p>
    <w:p w:rsidR="00A674AA" w:rsidRDefault="00A674AA" w:rsidP="00943A67">
      <w:pPr>
        <w:pStyle w:val="NormalWeb"/>
        <w:jc w:val="both"/>
        <w:rPr>
          <w:rFonts w:ascii="Arial" w:hAnsi="Arial" w:cs="Arial"/>
          <w:sz w:val="20"/>
          <w:szCs w:val="20"/>
        </w:rPr>
      </w:pPr>
    </w:p>
    <w:p w:rsidR="00A674AA" w:rsidRPr="00943A67" w:rsidRDefault="00A674AA" w:rsidP="00943A67">
      <w:pPr>
        <w:pStyle w:val="NormalWeb"/>
        <w:jc w:val="both"/>
        <w:rPr>
          <w:rFonts w:ascii="Arial" w:hAnsi="Arial" w:cs="Arial"/>
          <w:sz w:val="20"/>
          <w:szCs w:val="20"/>
        </w:rPr>
      </w:pPr>
      <w:r w:rsidRPr="00943A67">
        <w:rPr>
          <w:rFonts w:ascii="Arial" w:hAnsi="Arial" w:cs="Arial"/>
          <w:sz w:val="20"/>
          <w:szCs w:val="20"/>
        </w:rPr>
        <w:t xml:space="preserve">Entramos en el reino del león y la leona, "la que protege a toda costa." Las estrellas se alinean para mostrarnos el camino a casa mientras levantamos la vista buscando lejos un portal de escape que deje atrás la crueldad del mundo. La intrepidez de la próxima etapa de nuestro viaje no es negociable ni reembolsable. Aborda todo lo que se halla al pie de nuestro corazón y todavía arroja una sombra de duda. La esencia de Rigel y Regal* se presenta para acompañar a la novia de luz desde la estrella Sirio, permitiéndole brillar sobre el umbral de una nueva Luz que les pide que encaren y reacomoden lo que alguna vez pensaron que era verdad. </w:t>
      </w:r>
    </w:p>
    <w:p w:rsidR="00A674AA" w:rsidRPr="00943A67" w:rsidRDefault="00A674AA" w:rsidP="00943A67">
      <w:pPr>
        <w:pStyle w:val="NormalWeb"/>
        <w:jc w:val="both"/>
        <w:rPr>
          <w:rFonts w:ascii="Arial" w:hAnsi="Arial" w:cs="Arial"/>
          <w:sz w:val="20"/>
          <w:szCs w:val="20"/>
        </w:rPr>
      </w:pPr>
      <w:r w:rsidRPr="00943A67">
        <w:rPr>
          <w:rFonts w:ascii="Arial" w:hAnsi="Arial" w:cs="Arial"/>
          <w:sz w:val="20"/>
          <w:szCs w:val="20"/>
        </w:rPr>
        <w:t>Sirio es el hogar de la conciencia del Cristo y lo que percibimos en la Tierra como sagrado y santísimo. Sirio es responsable del inicio y la recalibración de nuestro ascenso celestial y de la desconexión de la posibilidad espiritual y la memoria de la humanidad. Sirio es nuestra estrella madre, una madre amorosa que decidió ayudar a sus hijos a crecer un poco más rápido de lo que podían y luego los castigó por ser demasiado evolucionados y estar demasiado involucrados.</w:t>
      </w:r>
    </w:p>
    <w:p w:rsidR="00A674AA" w:rsidRPr="00943A67" w:rsidRDefault="00A674AA" w:rsidP="00943A67">
      <w:pPr>
        <w:pStyle w:val="NormalWeb"/>
        <w:jc w:val="both"/>
        <w:rPr>
          <w:rFonts w:ascii="Arial" w:hAnsi="Arial" w:cs="Arial"/>
          <w:sz w:val="20"/>
          <w:szCs w:val="20"/>
        </w:rPr>
      </w:pPr>
      <w:r w:rsidRPr="00943A67">
        <w:rPr>
          <w:rFonts w:ascii="Arial" w:hAnsi="Arial" w:cs="Arial"/>
          <w:sz w:val="20"/>
          <w:szCs w:val="20"/>
        </w:rPr>
        <w:t>Muchos de los sirianos originales (una luz/una mente/maestros de luz) se han encarnado en la Tierra esperando el llamado de su hogar estelar que dice: "Es tiempo." ¿Tiempo para hacer lo que pedimos? Es hora de levantar allí su propia luz tan alta que toque el corazón del Sol con una gran emisión de liberación de desechos kármicos terrenales y olvido, eso que ha mantenido a los habitantes de la Tierra tontos y retontos durante eones de tiempo.</w:t>
      </w:r>
    </w:p>
    <w:p w:rsidR="00A674AA" w:rsidRPr="00943A67" w:rsidRDefault="00A674AA" w:rsidP="00943A67">
      <w:pPr>
        <w:pStyle w:val="NormalWeb"/>
        <w:jc w:val="both"/>
        <w:rPr>
          <w:rFonts w:ascii="Arial" w:hAnsi="Arial" w:cs="Arial"/>
          <w:sz w:val="20"/>
          <w:szCs w:val="20"/>
        </w:rPr>
      </w:pPr>
      <w:r w:rsidRPr="00943A67">
        <w:rPr>
          <w:rFonts w:ascii="Arial" w:hAnsi="Arial" w:cs="Arial"/>
          <w:sz w:val="20"/>
          <w:szCs w:val="20"/>
        </w:rPr>
        <w:t xml:space="preserve">Ha comenzado una descarga cósmica y los eclipses de agosto son los cuidantes de esa planta de aguas residuales. Muchos han intentado arduamente reciclar la basura y utilizarla sabiamente de una manera constructiva y colectiva, pero esa barcaza zarpó muchas lunas. A medida que cada uno de nosotros descargue y libere todos los portales de la ira, injusticia y falsas acusaciones que hemos recolectado kármicamente como un escudo a nuestro alrededor, todos comenzaremos a sentirnos como damas totalmente desnudas, tratando de verse hermosas expuestas en sus verdades. Nuestra piel es tan sensible como nuestro corazón y atacamos sin previo aviso como una cascabel malhumorada en un día de verano. No nos importa a quiénes herimos o incluso por qué atacamos con tanto veneno. </w:t>
      </w:r>
    </w:p>
    <w:p w:rsidR="00A674AA" w:rsidRPr="00943A67" w:rsidRDefault="00A674AA" w:rsidP="00943A67">
      <w:pPr>
        <w:pStyle w:val="NormalWeb"/>
        <w:jc w:val="both"/>
        <w:rPr>
          <w:rFonts w:ascii="Arial" w:hAnsi="Arial" w:cs="Arial"/>
          <w:sz w:val="20"/>
          <w:szCs w:val="20"/>
        </w:rPr>
      </w:pPr>
      <w:r w:rsidRPr="00943A67">
        <w:rPr>
          <w:rFonts w:ascii="Arial" w:hAnsi="Arial" w:cs="Arial"/>
          <w:sz w:val="20"/>
          <w:szCs w:val="20"/>
        </w:rPr>
        <w:t>Todos los portales de dolor y sufrimiento en que entramos ahora a nivel emocional o incluso físico tienen su origen en el pasado, no en el Ahora. Aunque quienes los sacan de quicio tal vez estén justo a su lado, el pecado original, por así decirlo, podría haberse generado hace años luz, en una forma diferente, en un lugar diferente. No todas las injusticias kármicas se generaron en la Tierra. Atacar a otros como un misil nuclear sin conciencia es autodestructivo ya que todas las emanaciones por medio del pensamiento y las acciones se amplifican hasta el punto de no retorno; una vez que se ha inició el ataque no hay vuelta atrás.</w:t>
      </w:r>
    </w:p>
    <w:p w:rsidR="00A674AA" w:rsidRPr="00943A67" w:rsidRDefault="00A674AA" w:rsidP="00943A67">
      <w:pPr>
        <w:pStyle w:val="NormalWeb"/>
        <w:ind w:left="360"/>
        <w:jc w:val="both"/>
        <w:rPr>
          <w:rFonts w:ascii="Arial" w:hAnsi="Arial" w:cs="Arial"/>
          <w:sz w:val="20"/>
          <w:szCs w:val="20"/>
        </w:rPr>
      </w:pPr>
      <w:r w:rsidRPr="00943A67">
        <w:rPr>
          <w:rFonts w:ascii="Arial" w:hAnsi="Arial" w:cs="Arial"/>
          <w:i/>
          <w:iCs/>
          <w:sz w:val="20"/>
          <w:szCs w:val="20"/>
        </w:rPr>
        <w:t>(*) Rigel y Regal son la misma energía que representa la majestad y la constelación de Leo. (aclaración de Gillian)</w:t>
      </w:r>
    </w:p>
    <w:p w:rsidR="00A674AA" w:rsidRPr="003A3144" w:rsidRDefault="00A674AA" w:rsidP="00B46708">
      <w:pPr>
        <w:shd w:val="clear" w:color="auto" w:fill="FFFFFF"/>
        <w:rPr>
          <w:rFonts w:ascii="Arial" w:hAnsi="Arial" w:cs="Arial"/>
          <w:color w:val="000000"/>
          <w:sz w:val="20"/>
          <w:szCs w:val="20"/>
        </w:rPr>
      </w:pPr>
      <w:r w:rsidRPr="003A3144">
        <w:rPr>
          <w:rFonts w:ascii="Arial" w:hAnsi="Arial" w:cs="Arial"/>
          <w:color w:val="000000"/>
          <w:sz w:val="20"/>
          <w:szCs w:val="20"/>
        </w:rPr>
        <w:br/>
      </w:r>
    </w:p>
    <w:p w:rsidR="00A674AA" w:rsidRPr="003A3144" w:rsidRDefault="00A674AA" w:rsidP="00B46708">
      <w:pPr>
        <w:shd w:val="clear" w:color="auto" w:fill="FFFFFF"/>
        <w:rPr>
          <w:rFonts w:ascii="Arial" w:hAnsi="Arial" w:cs="Arial"/>
          <w:color w:val="000000"/>
          <w:sz w:val="20"/>
          <w:szCs w:val="20"/>
        </w:rPr>
      </w:pPr>
      <w:r w:rsidRPr="003A3144">
        <w:rPr>
          <w:rFonts w:ascii="Arial" w:hAnsi="Arial" w:cs="Arial"/>
          <w:color w:val="000000"/>
          <w:sz w:val="20"/>
          <w:szCs w:val="20"/>
          <w:lang w:val="en-US"/>
        </w:rPr>
        <w:t>Gillian MacBeth-Louthan</w:t>
      </w:r>
    </w:p>
    <w:p w:rsidR="00A674AA" w:rsidRPr="003A3144" w:rsidRDefault="00A674AA" w:rsidP="00B46708">
      <w:pPr>
        <w:shd w:val="clear" w:color="auto" w:fill="FFFFFF"/>
        <w:rPr>
          <w:rFonts w:ascii="Arial" w:hAnsi="Arial" w:cs="Arial"/>
          <w:color w:val="000000"/>
          <w:sz w:val="20"/>
          <w:szCs w:val="20"/>
        </w:rPr>
      </w:pPr>
      <w:smartTag w:uri="urn:schemas-microsoft-com:office:smarttags" w:element="PersonName">
        <w:smartTag w:uri="urn:schemas-microsoft-com:office:smarttags" w:element="PersonName">
          <w:r w:rsidRPr="003A3144">
            <w:rPr>
              <w:rFonts w:ascii="Arial" w:hAnsi="Arial" w:cs="Arial"/>
              <w:color w:val="000000"/>
              <w:sz w:val="20"/>
              <w:szCs w:val="20"/>
              <w:lang w:val="en-US"/>
            </w:rPr>
            <w:t>PO Box 217</w:t>
          </w:r>
        </w:smartTag>
        <w:r w:rsidRPr="003A3144">
          <w:rPr>
            <w:rFonts w:ascii="Arial" w:hAnsi="Arial" w:cs="Arial"/>
            <w:color w:val="000000"/>
            <w:sz w:val="20"/>
            <w:szCs w:val="20"/>
            <w:lang w:val="en-US"/>
          </w:rPr>
          <w:br/>
        </w:r>
        <w:smartTag w:uri="urn:schemas-microsoft-com:office:smarttags" w:element="PersonName">
          <w:r w:rsidRPr="003A3144">
            <w:rPr>
              <w:rFonts w:ascii="Arial" w:hAnsi="Arial" w:cs="Arial"/>
              <w:color w:val="000000"/>
              <w:sz w:val="20"/>
              <w:szCs w:val="20"/>
              <w:lang w:val="en-US"/>
            </w:rPr>
            <w:t>Dandridge</w:t>
          </w:r>
        </w:smartTag>
        <w:r w:rsidRPr="003A3144">
          <w:rPr>
            <w:rFonts w:ascii="Arial" w:hAnsi="Arial" w:cs="Arial"/>
            <w:color w:val="000000"/>
            <w:sz w:val="20"/>
            <w:szCs w:val="20"/>
            <w:lang w:val="en-US"/>
          </w:rPr>
          <w:t xml:space="preserve">, </w:t>
        </w:r>
        <w:smartTag w:uri="urn:schemas-microsoft-com:office:smarttags" w:element="PersonName">
          <w:r w:rsidRPr="003A3144">
            <w:rPr>
              <w:rFonts w:ascii="Arial" w:hAnsi="Arial" w:cs="Arial"/>
              <w:color w:val="000000"/>
              <w:sz w:val="20"/>
              <w:szCs w:val="20"/>
              <w:lang w:val="en-US"/>
            </w:rPr>
            <w:t>Tennessee</w:t>
          </w:r>
        </w:smartTag>
      </w:smartTag>
    </w:p>
    <w:p w:rsidR="00A674AA" w:rsidRPr="003A3144" w:rsidRDefault="00A674AA" w:rsidP="00B46708">
      <w:pPr>
        <w:shd w:val="clear" w:color="auto" w:fill="FFFFFF"/>
        <w:rPr>
          <w:rFonts w:ascii="Arial" w:hAnsi="Arial" w:cs="Arial"/>
          <w:color w:val="000000"/>
          <w:sz w:val="20"/>
          <w:szCs w:val="20"/>
        </w:rPr>
      </w:pPr>
      <w:r w:rsidRPr="003A3144">
        <w:rPr>
          <w:rFonts w:ascii="Arial" w:hAnsi="Arial" w:cs="Arial"/>
          <w:color w:val="000000"/>
          <w:sz w:val="20"/>
          <w:szCs w:val="20"/>
          <w:lang w:val="en-US"/>
        </w:rPr>
        <w:t>37725-0217</w:t>
      </w:r>
      <w:r w:rsidRPr="003A3144">
        <w:rPr>
          <w:rFonts w:ascii="Arial" w:hAnsi="Arial" w:cs="Arial"/>
          <w:color w:val="000000"/>
          <w:sz w:val="20"/>
          <w:szCs w:val="20"/>
          <w:lang w:val="en-US"/>
        </w:rPr>
        <w:br/>
      </w:r>
      <w:hyperlink r:id="rId4" w:tgtFrame="_blank" w:history="1">
        <w:r w:rsidRPr="003A3144">
          <w:rPr>
            <w:rFonts w:ascii="Arial" w:hAnsi="Arial" w:cs="Arial"/>
            <w:sz w:val="20"/>
            <w:szCs w:val="20"/>
            <w:u w:val="single"/>
            <w:lang w:val="en-US"/>
          </w:rPr>
          <w:t>www.thequantumawakening.com</w:t>
        </w:r>
      </w:hyperlink>
    </w:p>
    <w:p w:rsidR="00A674AA" w:rsidRPr="003A3144" w:rsidRDefault="00A674AA" w:rsidP="00B46708">
      <w:pPr>
        <w:shd w:val="clear" w:color="auto" w:fill="FFFFFF"/>
        <w:rPr>
          <w:rFonts w:ascii="Arial" w:hAnsi="Arial" w:cs="Arial"/>
          <w:color w:val="000000"/>
          <w:sz w:val="20"/>
          <w:szCs w:val="20"/>
        </w:rPr>
      </w:pPr>
      <w:hyperlink r:id="rId5" w:tgtFrame="_blank" w:history="1">
        <w:r w:rsidRPr="003A3144">
          <w:rPr>
            <w:rFonts w:ascii="Arial" w:hAnsi="Arial" w:cs="Arial"/>
            <w:sz w:val="20"/>
            <w:szCs w:val="20"/>
            <w:u w:val="single"/>
            <w:lang w:val="en-US"/>
          </w:rPr>
          <w:t>thequantumawakening@gmail.com</w:t>
        </w:r>
      </w:hyperlink>
      <w:r w:rsidRPr="003A3144">
        <w:rPr>
          <w:rFonts w:ascii="Arial" w:hAnsi="Arial" w:cs="Arial"/>
          <w:color w:val="000000"/>
          <w:sz w:val="20"/>
          <w:szCs w:val="20"/>
          <w:lang w:val="en-US"/>
        </w:rPr>
        <w:t xml:space="preserve"> </w:t>
      </w:r>
    </w:p>
    <w:p w:rsidR="00A674AA" w:rsidRPr="003A3144" w:rsidRDefault="00A674AA" w:rsidP="00B46708">
      <w:pPr>
        <w:shd w:val="clear" w:color="auto" w:fill="FFFFFF"/>
        <w:rPr>
          <w:rFonts w:ascii="Arial" w:hAnsi="Arial" w:cs="Arial"/>
          <w:color w:val="000000"/>
          <w:sz w:val="20"/>
          <w:szCs w:val="20"/>
        </w:rPr>
      </w:pPr>
      <w:r w:rsidRPr="003A3144">
        <w:rPr>
          <w:rFonts w:ascii="Arial" w:hAnsi="Arial" w:cs="Arial"/>
          <w:color w:val="000000"/>
          <w:sz w:val="20"/>
          <w:szCs w:val="20"/>
        </w:rPr>
        <w:t xml:space="preserve">Traducción: </w:t>
      </w:r>
      <w:smartTag w:uri="urn:schemas-microsoft-com:office:smarttags" w:element="PersonName">
        <w:r w:rsidRPr="003A3144">
          <w:rPr>
            <w:rFonts w:ascii="Arial" w:hAnsi="Arial" w:cs="Arial"/>
            <w:color w:val="000000"/>
            <w:sz w:val="20"/>
            <w:szCs w:val="20"/>
          </w:rPr>
          <w:t>Susana Peralta</w:t>
        </w:r>
      </w:smartTag>
    </w:p>
    <w:p w:rsidR="00A674AA" w:rsidRPr="00DF52DD" w:rsidRDefault="00A674AA" w:rsidP="00DF52DD">
      <w:pPr>
        <w:shd w:val="clear" w:color="auto" w:fill="FFFFFF"/>
        <w:rPr>
          <w:rFonts w:ascii="Arial" w:hAnsi="Arial" w:cs="Arial"/>
          <w:color w:val="666699"/>
          <w:sz w:val="20"/>
          <w:szCs w:val="20"/>
        </w:rPr>
      </w:pPr>
      <w:r w:rsidRPr="00DF52DD">
        <w:rPr>
          <w:rFonts w:ascii="Arial" w:hAnsi="Arial" w:cs="Arial"/>
          <w:color w:val="000000"/>
          <w:sz w:val="20"/>
          <w:szCs w:val="20"/>
        </w:rPr>
        <w:t>Sitio oficial de El Despertar Cuántico en español: &lt;</w:t>
      </w:r>
      <w:hyperlink r:id="rId6" w:tgtFrame="_blank" w:history="1">
        <w:r w:rsidRPr="00DF52DD">
          <w:rPr>
            <w:rFonts w:ascii="Arial" w:hAnsi="Arial" w:cs="Arial"/>
            <w:sz w:val="20"/>
            <w:szCs w:val="20"/>
            <w:u w:val="single"/>
          </w:rPr>
          <w:t>www.manantialcaduceo.com.ar/libros.htm</w:t>
        </w:r>
      </w:hyperlink>
      <w:r w:rsidRPr="00DF52DD">
        <w:rPr>
          <w:rFonts w:ascii="Arial" w:hAnsi="Arial" w:cs="Arial"/>
          <w:sz w:val="20"/>
          <w:szCs w:val="20"/>
        </w:rPr>
        <w:t>&gt;</w:t>
      </w:r>
    </w:p>
    <w:sectPr w:rsidR="00A674AA" w:rsidRPr="00DF52DD" w:rsidSect="003E54BD">
      <w:pgSz w:w="11906" w:h="16838"/>
      <w:pgMar w:top="760" w:right="760" w:bottom="760" w:left="76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stylePaneFormatFilter w:val="3F01"/>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E54BD"/>
    <w:rsid w:val="00000478"/>
    <w:rsid w:val="000005D5"/>
    <w:rsid w:val="000006E0"/>
    <w:rsid w:val="00000B20"/>
    <w:rsid w:val="00000B35"/>
    <w:rsid w:val="00000D9B"/>
    <w:rsid w:val="00000E3D"/>
    <w:rsid w:val="00001138"/>
    <w:rsid w:val="000011A6"/>
    <w:rsid w:val="00001317"/>
    <w:rsid w:val="0000164C"/>
    <w:rsid w:val="00001ECF"/>
    <w:rsid w:val="00001F6E"/>
    <w:rsid w:val="00002348"/>
    <w:rsid w:val="00002780"/>
    <w:rsid w:val="0000326A"/>
    <w:rsid w:val="00003376"/>
    <w:rsid w:val="00003747"/>
    <w:rsid w:val="0000374C"/>
    <w:rsid w:val="0000395A"/>
    <w:rsid w:val="00003A8A"/>
    <w:rsid w:val="00003AEF"/>
    <w:rsid w:val="000040C1"/>
    <w:rsid w:val="00004608"/>
    <w:rsid w:val="0000466D"/>
    <w:rsid w:val="00004820"/>
    <w:rsid w:val="00005082"/>
    <w:rsid w:val="0000519B"/>
    <w:rsid w:val="000054A8"/>
    <w:rsid w:val="000054EB"/>
    <w:rsid w:val="000054F4"/>
    <w:rsid w:val="000058ED"/>
    <w:rsid w:val="000059A6"/>
    <w:rsid w:val="0000621D"/>
    <w:rsid w:val="00006356"/>
    <w:rsid w:val="00006448"/>
    <w:rsid w:val="00006807"/>
    <w:rsid w:val="00006B81"/>
    <w:rsid w:val="00006F35"/>
    <w:rsid w:val="00007028"/>
    <w:rsid w:val="000072BD"/>
    <w:rsid w:val="0000752A"/>
    <w:rsid w:val="00007FC5"/>
    <w:rsid w:val="00007FD2"/>
    <w:rsid w:val="0001042B"/>
    <w:rsid w:val="00010A05"/>
    <w:rsid w:val="00010CBA"/>
    <w:rsid w:val="00010CF4"/>
    <w:rsid w:val="0001193E"/>
    <w:rsid w:val="000123F4"/>
    <w:rsid w:val="00012DEE"/>
    <w:rsid w:val="00013172"/>
    <w:rsid w:val="000133BD"/>
    <w:rsid w:val="00013DD6"/>
    <w:rsid w:val="00014345"/>
    <w:rsid w:val="0001441B"/>
    <w:rsid w:val="0001466E"/>
    <w:rsid w:val="00014BCA"/>
    <w:rsid w:val="00014EE2"/>
    <w:rsid w:val="00014FDE"/>
    <w:rsid w:val="000156AB"/>
    <w:rsid w:val="00015873"/>
    <w:rsid w:val="00015AA3"/>
    <w:rsid w:val="00015E4D"/>
    <w:rsid w:val="00015FA9"/>
    <w:rsid w:val="00016A62"/>
    <w:rsid w:val="000171B6"/>
    <w:rsid w:val="00017CB1"/>
    <w:rsid w:val="00017D45"/>
    <w:rsid w:val="00017ECC"/>
    <w:rsid w:val="000208C0"/>
    <w:rsid w:val="000213DF"/>
    <w:rsid w:val="000214DE"/>
    <w:rsid w:val="00021ABB"/>
    <w:rsid w:val="0002211E"/>
    <w:rsid w:val="0002299F"/>
    <w:rsid w:val="00022D59"/>
    <w:rsid w:val="000234D4"/>
    <w:rsid w:val="000237FA"/>
    <w:rsid w:val="00023A70"/>
    <w:rsid w:val="00023D47"/>
    <w:rsid w:val="00024296"/>
    <w:rsid w:val="000245E9"/>
    <w:rsid w:val="000249B1"/>
    <w:rsid w:val="00024D9C"/>
    <w:rsid w:val="000250FE"/>
    <w:rsid w:val="000258FF"/>
    <w:rsid w:val="00025B68"/>
    <w:rsid w:val="00025E14"/>
    <w:rsid w:val="00025F74"/>
    <w:rsid w:val="00026437"/>
    <w:rsid w:val="000266EC"/>
    <w:rsid w:val="000274B2"/>
    <w:rsid w:val="000279D7"/>
    <w:rsid w:val="00027A0B"/>
    <w:rsid w:val="00027D11"/>
    <w:rsid w:val="0003008B"/>
    <w:rsid w:val="0003063E"/>
    <w:rsid w:val="0003083D"/>
    <w:rsid w:val="00030D09"/>
    <w:rsid w:val="00031316"/>
    <w:rsid w:val="0003178A"/>
    <w:rsid w:val="00031B17"/>
    <w:rsid w:val="00032031"/>
    <w:rsid w:val="000323B5"/>
    <w:rsid w:val="000328EE"/>
    <w:rsid w:val="00032F58"/>
    <w:rsid w:val="00033180"/>
    <w:rsid w:val="00033657"/>
    <w:rsid w:val="00033777"/>
    <w:rsid w:val="0003397E"/>
    <w:rsid w:val="00033BC2"/>
    <w:rsid w:val="00033BD5"/>
    <w:rsid w:val="00033EEE"/>
    <w:rsid w:val="00033F0E"/>
    <w:rsid w:val="00034069"/>
    <w:rsid w:val="00034333"/>
    <w:rsid w:val="00034349"/>
    <w:rsid w:val="00034447"/>
    <w:rsid w:val="00034877"/>
    <w:rsid w:val="00034A05"/>
    <w:rsid w:val="00034C7B"/>
    <w:rsid w:val="00034E55"/>
    <w:rsid w:val="0003518E"/>
    <w:rsid w:val="00035425"/>
    <w:rsid w:val="0003591F"/>
    <w:rsid w:val="00035A00"/>
    <w:rsid w:val="00035FA8"/>
    <w:rsid w:val="000362AA"/>
    <w:rsid w:val="00036834"/>
    <w:rsid w:val="000368B1"/>
    <w:rsid w:val="00036C12"/>
    <w:rsid w:val="00036D15"/>
    <w:rsid w:val="00036D88"/>
    <w:rsid w:val="00037450"/>
    <w:rsid w:val="000379BC"/>
    <w:rsid w:val="00037C11"/>
    <w:rsid w:val="00037F49"/>
    <w:rsid w:val="000403F2"/>
    <w:rsid w:val="000404AE"/>
    <w:rsid w:val="00040652"/>
    <w:rsid w:val="000406B2"/>
    <w:rsid w:val="00040ABB"/>
    <w:rsid w:val="00040DEB"/>
    <w:rsid w:val="00041B28"/>
    <w:rsid w:val="00041D0D"/>
    <w:rsid w:val="00041E59"/>
    <w:rsid w:val="00042074"/>
    <w:rsid w:val="0004260E"/>
    <w:rsid w:val="000432FB"/>
    <w:rsid w:val="00043467"/>
    <w:rsid w:val="000434BD"/>
    <w:rsid w:val="00043602"/>
    <w:rsid w:val="00043D3B"/>
    <w:rsid w:val="000444E0"/>
    <w:rsid w:val="00044EDA"/>
    <w:rsid w:val="000450E6"/>
    <w:rsid w:val="00045659"/>
    <w:rsid w:val="00045771"/>
    <w:rsid w:val="00045ACA"/>
    <w:rsid w:val="000463EA"/>
    <w:rsid w:val="000467C4"/>
    <w:rsid w:val="000468DA"/>
    <w:rsid w:val="00046A88"/>
    <w:rsid w:val="00046D20"/>
    <w:rsid w:val="00047293"/>
    <w:rsid w:val="000473E2"/>
    <w:rsid w:val="000475BC"/>
    <w:rsid w:val="00047908"/>
    <w:rsid w:val="00047A2E"/>
    <w:rsid w:val="00047ECB"/>
    <w:rsid w:val="00050A1F"/>
    <w:rsid w:val="00050FCB"/>
    <w:rsid w:val="00051331"/>
    <w:rsid w:val="000516A7"/>
    <w:rsid w:val="000526BD"/>
    <w:rsid w:val="000529E0"/>
    <w:rsid w:val="00052BA2"/>
    <w:rsid w:val="00053015"/>
    <w:rsid w:val="00053179"/>
    <w:rsid w:val="0005332C"/>
    <w:rsid w:val="000533D7"/>
    <w:rsid w:val="00053730"/>
    <w:rsid w:val="00053852"/>
    <w:rsid w:val="00053B73"/>
    <w:rsid w:val="00053D84"/>
    <w:rsid w:val="0005419F"/>
    <w:rsid w:val="00054234"/>
    <w:rsid w:val="0005433B"/>
    <w:rsid w:val="00054D94"/>
    <w:rsid w:val="0005502A"/>
    <w:rsid w:val="00055324"/>
    <w:rsid w:val="00055937"/>
    <w:rsid w:val="000559F2"/>
    <w:rsid w:val="00055C84"/>
    <w:rsid w:val="00055F64"/>
    <w:rsid w:val="00055FF8"/>
    <w:rsid w:val="00056033"/>
    <w:rsid w:val="000564EA"/>
    <w:rsid w:val="00056B2B"/>
    <w:rsid w:val="00056CC9"/>
    <w:rsid w:val="00056F8A"/>
    <w:rsid w:val="000575B5"/>
    <w:rsid w:val="0005773D"/>
    <w:rsid w:val="000579B4"/>
    <w:rsid w:val="00057C72"/>
    <w:rsid w:val="00057CA8"/>
    <w:rsid w:val="00057E62"/>
    <w:rsid w:val="000601EE"/>
    <w:rsid w:val="00060237"/>
    <w:rsid w:val="00060792"/>
    <w:rsid w:val="0006091C"/>
    <w:rsid w:val="00060BCA"/>
    <w:rsid w:val="00061060"/>
    <w:rsid w:val="0006107D"/>
    <w:rsid w:val="000612F9"/>
    <w:rsid w:val="00061478"/>
    <w:rsid w:val="00061804"/>
    <w:rsid w:val="00061A6F"/>
    <w:rsid w:val="00062D2A"/>
    <w:rsid w:val="00063EAD"/>
    <w:rsid w:val="0006422A"/>
    <w:rsid w:val="000647B0"/>
    <w:rsid w:val="000652CB"/>
    <w:rsid w:val="00065474"/>
    <w:rsid w:val="0006555A"/>
    <w:rsid w:val="000656E8"/>
    <w:rsid w:val="00065DE7"/>
    <w:rsid w:val="00066295"/>
    <w:rsid w:val="00066DC8"/>
    <w:rsid w:val="00066ED1"/>
    <w:rsid w:val="00066F62"/>
    <w:rsid w:val="000670E3"/>
    <w:rsid w:val="00067A6D"/>
    <w:rsid w:val="00067C54"/>
    <w:rsid w:val="00067CE8"/>
    <w:rsid w:val="00070413"/>
    <w:rsid w:val="00070567"/>
    <w:rsid w:val="000705A3"/>
    <w:rsid w:val="0007060E"/>
    <w:rsid w:val="00070BE7"/>
    <w:rsid w:val="00070ED0"/>
    <w:rsid w:val="00070F13"/>
    <w:rsid w:val="000713C9"/>
    <w:rsid w:val="000717AF"/>
    <w:rsid w:val="00071BDB"/>
    <w:rsid w:val="0007253A"/>
    <w:rsid w:val="000729D6"/>
    <w:rsid w:val="00072D0A"/>
    <w:rsid w:val="00073D22"/>
    <w:rsid w:val="00073F71"/>
    <w:rsid w:val="00073FE3"/>
    <w:rsid w:val="00075548"/>
    <w:rsid w:val="0007560B"/>
    <w:rsid w:val="0007566E"/>
    <w:rsid w:val="00075B2F"/>
    <w:rsid w:val="00075D20"/>
    <w:rsid w:val="00076031"/>
    <w:rsid w:val="00076085"/>
    <w:rsid w:val="00076905"/>
    <w:rsid w:val="00076D32"/>
    <w:rsid w:val="00076E23"/>
    <w:rsid w:val="000775D6"/>
    <w:rsid w:val="000776CC"/>
    <w:rsid w:val="000777D4"/>
    <w:rsid w:val="00077DD0"/>
    <w:rsid w:val="00077F88"/>
    <w:rsid w:val="00077FC1"/>
    <w:rsid w:val="00080037"/>
    <w:rsid w:val="000800A3"/>
    <w:rsid w:val="00080224"/>
    <w:rsid w:val="00080676"/>
    <w:rsid w:val="000819D1"/>
    <w:rsid w:val="00082697"/>
    <w:rsid w:val="0008289D"/>
    <w:rsid w:val="000829FB"/>
    <w:rsid w:val="00082A6D"/>
    <w:rsid w:val="00083302"/>
    <w:rsid w:val="0008384F"/>
    <w:rsid w:val="0008391E"/>
    <w:rsid w:val="00083A0C"/>
    <w:rsid w:val="00083DE1"/>
    <w:rsid w:val="000846FF"/>
    <w:rsid w:val="000847ED"/>
    <w:rsid w:val="00084C4E"/>
    <w:rsid w:val="0008510E"/>
    <w:rsid w:val="00085524"/>
    <w:rsid w:val="00085A66"/>
    <w:rsid w:val="00085EA9"/>
    <w:rsid w:val="00086321"/>
    <w:rsid w:val="00086445"/>
    <w:rsid w:val="000865F5"/>
    <w:rsid w:val="00086933"/>
    <w:rsid w:val="00086BFD"/>
    <w:rsid w:val="00086EB2"/>
    <w:rsid w:val="00086EDE"/>
    <w:rsid w:val="00086F60"/>
    <w:rsid w:val="000873B9"/>
    <w:rsid w:val="000879B2"/>
    <w:rsid w:val="00090047"/>
    <w:rsid w:val="0009016A"/>
    <w:rsid w:val="00090374"/>
    <w:rsid w:val="00090AE3"/>
    <w:rsid w:val="00090E50"/>
    <w:rsid w:val="00090E64"/>
    <w:rsid w:val="00091483"/>
    <w:rsid w:val="000917CD"/>
    <w:rsid w:val="00091BB5"/>
    <w:rsid w:val="00091DB5"/>
    <w:rsid w:val="000920ED"/>
    <w:rsid w:val="00092A76"/>
    <w:rsid w:val="00093082"/>
    <w:rsid w:val="000930DB"/>
    <w:rsid w:val="00093321"/>
    <w:rsid w:val="0009429D"/>
    <w:rsid w:val="00094A64"/>
    <w:rsid w:val="00094B16"/>
    <w:rsid w:val="0009551A"/>
    <w:rsid w:val="00095706"/>
    <w:rsid w:val="00095B52"/>
    <w:rsid w:val="00095EC9"/>
    <w:rsid w:val="00096BA1"/>
    <w:rsid w:val="00096F1A"/>
    <w:rsid w:val="00097A04"/>
    <w:rsid w:val="00097ADC"/>
    <w:rsid w:val="00097D55"/>
    <w:rsid w:val="00097E7A"/>
    <w:rsid w:val="000A0078"/>
    <w:rsid w:val="000A00BF"/>
    <w:rsid w:val="000A0381"/>
    <w:rsid w:val="000A03DC"/>
    <w:rsid w:val="000A0AF0"/>
    <w:rsid w:val="000A0B47"/>
    <w:rsid w:val="000A18F3"/>
    <w:rsid w:val="000A2D95"/>
    <w:rsid w:val="000A2E60"/>
    <w:rsid w:val="000A2E7E"/>
    <w:rsid w:val="000A392A"/>
    <w:rsid w:val="000A431C"/>
    <w:rsid w:val="000A46E5"/>
    <w:rsid w:val="000A4E85"/>
    <w:rsid w:val="000A500C"/>
    <w:rsid w:val="000A5327"/>
    <w:rsid w:val="000A5606"/>
    <w:rsid w:val="000A5912"/>
    <w:rsid w:val="000A606A"/>
    <w:rsid w:val="000A62C3"/>
    <w:rsid w:val="000A7221"/>
    <w:rsid w:val="000A72B0"/>
    <w:rsid w:val="000A7A89"/>
    <w:rsid w:val="000B0904"/>
    <w:rsid w:val="000B0BD1"/>
    <w:rsid w:val="000B1091"/>
    <w:rsid w:val="000B1530"/>
    <w:rsid w:val="000B17C3"/>
    <w:rsid w:val="000B1990"/>
    <w:rsid w:val="000B1E0B"/>
    <w:rsid w:val="000B2091"/>
    <w:rsid w:val="000B2123"/>
    <w:rsid w:val="000B2438"/>
    <w:rsid w:val="000B2710"/>
    <w:rsid w:val="000B28DE"/>
    <w:rsid w:val="000B2E4B"/>
    <w:rsid w:val="000B35AD"/>
    <w:rsid w:val="000B3622"/>
    <w:rsid w:val="000B372D"/>
    <w:rsid w:val="000B37BF"/>
    <w:rsid w:val="000B37D6"/>
    <w:rsid w:val="000B3AC2"/>
    <w:rsid w:val="000B3AD1"/>
    <w:rsid w:val="000B4B42"/>
    <w:rsid w:val="000B50C7"/>
    <w:rsid w:val="000B51D7"/>
    <w:rsid w:val="000B5652"/>
    <w:rsid w:val="000B56A9"/>
    <w:rsid w:val="000B5B75"/>
    <w:rsid w:val="000B5EA8"/>
    <w:rsid w:val="000B611E"/>
    <w:rsid w:val="000B64B1"/>
    <w:rsid w:val="000B6574"/>
    <w:rsid w:val="000B6D98"/>
    <w:rsid w:val="000B70B7"/>
    <w:rsid w:val="000B724D"/>
    <w:rsid w:val="000B7826"/>
    <w:rsid w:val="000B7BCC"/>
    <w:rsid w:val="000C01A2"/>
    <w:rsid w:val="000C021C"/>
    <w:rsid w:val="000C03EC"/>
    <w:rsid w:val="000C0EC5"/>
    <w:rsid w:val="000C170E"/>
    <w:rsid w:val="000C1A5D"/>
    <w:rsid w:val="000C1DB8"/>
    <w:rsid w:val="000C1FF2"/>
    <w:rsid w:val="000C2173"/>
    <w:rsid w:val="000C21A5"/>
    <w:rsid w:val="000C23FA"/>
    <w:rsid w:val="000C26F5"/>
    <w:rsid w:val="000C30D7"/>
    <w:rsid w:val="000C31A0"/>
    <w:rsid w:val="000C35E4"/>
    <w:rsid w:val="000C39C8"/>
    <w:rsid w:val="000C3AAC"/>
    <w:rsid w:val="000C3F82"/>
    <w:rsid w:val="000C409D"/>
    <w:rsid w:val="000C49EF"/>
    <w:rsid w:val="000C4E34"/>
    <w:rsid w:val="000C522E"/>
    <w:rsid w:val="000C55AF"/>
    <w:rsid w:val="000C5795"/>
    <w:rsid w:val="000C57B9"/>
    <w:rsid w:val="000C58E5"/>
    <w:rsid w:val="000C59ED"/>
    <w:rsid w:val="000C624C"/>
    <w:rsid w:val="000C636C"/>
    <w:rsid w:val="000C63F9"/>
    <w:rsid w:val="000C7261"/>
    <w:rsid w:val="000C74A7"/>
    <w:rsid w:val="000C74EE"/>
    <w:rsid w:val="000C7520"/>
    <w:rsid w:val="000C79B2"/>
    <w:rsid w:val="000C7A55"/>
    <w:rsid w:val="000C7FFD"/>
    <w:rsid w:val="000D0098"/>
    <w:rsid w:val="000D039C"/>
    <w:rsid w:val="000D042C"/>
    <w:rsid w:val="000D0B17"/>
    <w:rsid w:val="000D0E6E"/>
    <w:rsid w:val="000D0EFA"/>
    <w:rsid w:val="000D159F"/>
    <w:rsid w:val="000D1BD9"/>
    <w:rsid w:val="000D1E67"/>
    <w:rsid w:val="000D2016"/>
    <w:rsid w:val="000D2EA1"/>
    <w:rsid w:val="000D2F7F"/>
    <w:rsid w:val="000D3206"/>
    <w:rsid w:val="000D3234"/>
    <w:rsid w:val="000D3286"/>
    <w:rsid w:val="000D3918"/>
    <w:rsid w:val="000D39B7"/>
    <w:rsid w:val="000D4086"/>
    <w:rsid w:val="000D5BB5"/>
    <w:rsid w:val="000D5D77"/>
    <w:rsid w:val="000D624B"/>
    <w:rsid w:val="000D65D6"/>
    <w:rsid w:val="000D65E9"/>
    <w:rsid w:val="000D6612"/>
    <w:rsid w:val="000D68A7"/>
    <w:rsid w:val="000D6A77"/>
    <w:rsid w:val="000D6D76"/>
    <w:rsid w:val="000D6DC6"/>
    <w:rsid w:val="000D71CC"/>
    <w:rsid w:val="000D7531"/>
    <w:rsid w:val="000D7563"/>
    <w:rsid w:val="000E032D"/>
    <w:rsid w:val="000E0335"/>
    <w:rsid w:val="000E08EA"/>
    <w:rsid w:val="000E0919"/>
    <w:rsid w:val="000E1C20"/>
    <w:rsid w:val="000E1D4E"/>
    <w:rsid w:val="000E23EC"/>
    <w:rsid w:val="000E25B7"/>
    <w:rsid w:val="000E2AB3"/>
    <w:rsid w:val="000E31F6"/>
    <w:rsid w:val="000E3374"/>
    <w:rsid w:val="000E35D9"/>
    <w:rsid w:val="000E3706"/>
    <w:rsid w:val="000E396B"/>
    <w:rsid w:val="000E397F"/>
    <w:rsid w:val="000E3A3E"/>
    <w:rsid w:val="000E3A45"/>
    <w:rsid w:val="000E460C"/>
    <w:rsid w:val="000E49EB"/>
    <w:rsid w:val="000E4A74"/>
    <w:rsid w:val="000E4B64"/>
    <w:rsid w:val="000E4FE7"/>
    <w:rsid w:val="000E539C"/>
    <w:rsid w:val="000E5F73"/>
    <w:rsid w:val="000E628D"/>
    <w:rsid w:val="000E66F1"/>
    <w:rsid w:val="000E699D"/>
    <w:rsid w:val="000E6FBB"/>
    <w:rsid w:val="000E6FF0"/>
    <w:rsid w:val="000E7761"/>
    <w:rsid w:val="000E7FA9"/>
    <w:rsid w:val="000F03CC"/>
    <w:rsid w:val="000F03FB"/>
    <w:rsid w:val="000F09FF"/>
    <w:rsid w:val="000F0A8E"/>
    <w:rsid w:val="000F0FE8"/>
    <w:rsid w:val="000F1AA7"/>
    <w:rsid w:val="000F214D"/>
    <w:rsid w:val="000F237E"/>
    <w:rsid w:val="000F23A5"/>
    <w:rsid w:val="000F25A6"/>
    <w:rsid w:val="000F2F69"/>
    <w:rsid w:val="000F2FBE"/>
    <w:rsid w:val="000F3C24"/>
    <w:rsid w:val="000F3C5B"/>
    <w:rsid w:val="000F420A"/>
    <w:rsid w:val="000F48F0"/>
    <w:rsid w:val="000F4D9B"/>
    <w:rsid w:val="000F5069"/>
    <w:rsid w:val="000F56EC"/>
    <w:rsid w:val="000F578B"/>
    <w:rsid w:val="000F58E0"/>
    <w:rsid w:val="000F5CF0"/>
    <w:rsid w:val="000F7013"/>
    <w:rsid w:val="000F7033"/>
    <w:rsid w:val="000F7076"/>
    <w:rsid w:val="000F7417"/>
    <w:rsid w:val="000F7481"/>
    <w:rsid w:val="000F7541"/>
    <w:rsid w:val="000F77B3"/>
    <w:rsid w:val="000F788E"/>
    <w:rsid w:val="000F78B6"/>
    <w:rsid w:val="00100038"/>
    <w:rsid w:val="00100153"/>
    <w:rsid w:val="00100389"/>
    <w:rsid w:val="00100E84"/>
    <w:rsid w:val="00100F24"/>
    <w:rsid w:val="001014C1"/>
    <w:rsid w:val="001016AD"/>
    <w:rsid w:val="00101747"/>
    <w:rsid w:val="001020FE"/>
    <w:rsid w:val="0010219E"/>
    <w:rsid w:val="001022AA"/>
    <w:rsid w:val="00102993"/>
    <w:rsid w:val="00103028"/>
    <w:rsid w:val="001030CD"/>
    <w:rsid w:val="00103463"/>
    <w:rsid w:val="001035B6"/>
    <w:rsid w:val="001035CE"/>
    <w:rsid w:val="00103975"/>
    <w:rsid w:val="00103F54"/>
    <w:rsid w:val="00103F6C"/>
    <w:rsid w:val="00104B26"/>
    <w:rsid w:val="00104CB8"/>
    <w:rsid w:val="00104FEC"/>
    <w:rsid w:val="001052BA"/>
    <w:rsid w:val="001054C9"/>
    <w:rsid w:val="00105685"/>
    <w:rsid w:val="001058D1"/>
    <w:rsid w:val="001065C1"/>
    <w:rsid w:val="00106604"/>
    <w:rsid w:val="00106B78"/>
    <w:rsid w:val="00106D54"/>
    <w:rsid w:val="00106EAC"/>
    <w:rsid w:val="00107002"/>
    <w:rsid w:val="0010701E"/>
    <w:rsid w:val="00107283"/>
    <w:rsid w:val="00110E3C"/>
    <w:rsid w:val="00110F11"/>
    <w:rsid w:val="00111542"/>
    <w:rsid w:val="00111B9D"/>
    <w:rsid w:val="00112B25"/>
    <w:rsid w:val="00112BA7"/>
    <w:rsid w:val="00112CD0"/>
    <w:rsid w:val="00112D88"/>
    <w:rsid w:val="00112E98"/>
    <w:rsid w:val="0011369C"/>
    <w:rsid w:val="0011377E"/>
    <w:rsid w:val="001139DD"/>
    <w:rsid w:val="001139E6"/>
    <w:rsid w:val="00113FFC"/>
    <w:rsid w:val="001142E1"/>
    <w:rsid w:val="00114465"/>
    <w:rsid w:val="00114A3F"/>
    <w:rsid w:val="00114A76"/>
    <w:rsid w:val="00114DA9"/>
    <w:rsid w:val="0011555F"/>
    <w:rsid w:val="00115810"/>
    <w:rsid w:val="0011587F"/>
    <w:rsid w:val="00115977"/>
    <w:rsid w:val="00115A4A"/>
    <w:rsid w:val="001161BE"/>
    <w:rsid w:val="0011640C"/>
    <w:rsid w:val="0011645C"/>
    <w:rsid w:val="00116A7A"/>
    <w:rsid w:val="00116B23"/>
    <w:rsid w:val="00116E2C"/>
    <w:rsid w:val="00116E55"/>
    <w:rsid w:val="00117345"/>
    <w:rsid w:val="00117699"/>
    <w:rsid w:val="00117A09"/>
    <w:rsid w:val="00117AE3"/>
    <w:rsid w:val="00117EB5"/>
    <w:rsid w:val="00120175"/>
    <w:rsid w:val="001201F6"/>
    <w:rsid w:val="0012020B"/>
    <w:rsid w:val="001204E9"/>
    <w:rsid w:val="00120703"/>
    <w:rsid w:val="001207EB"/>
    <w:rsid w:val="00120A18"/>
    <w:rsid w:val="00120AB4"/>
    <w:rsid w:val="00120D59"/>
    <w:rsid w:val="00120D94"/>
    <w:rsid w:val="001215EA"/>
    <w:rsid w:val="0012161F"/>
    <w:rsid w:val="00121621"/>
    <w:rsid w:val="0012163C"/>
    <w:rsid w:val="00121B73"/>
    <w:rsid w:val="00121FE5"/>
    <w:rsid w:val="0012208E"/>
    <w:rsid w:val="001222C5"/>
    <w:rsid w:val="00122486"/>
    <w:rsid w:val="001226DD"/>
    <w:rsid w:val="00122A7F"/>
    <w:rsid w:val="00122B5B"/>
    <w:rsid w:val="00123395"/>
    <w:rsid w:val="001234EB"/>
    <w:rsid w:val="0012358C"/>
    <w:rsid w:val="0012373C"/>
    <w:rsid w:val="00124255"/>
    <w:rsid w:val="00124A2C"/>
    <w:rsid w:val="00124C0F"/>
    <w:rsid w:val="00124DF4"/>
    <w:rsid w:val="00125367"/>
    <w:rsid w:val="0012590A"/>
    <w:rsid w:val="00125ED5"/>
    <w:rsid w:val="00126568"/>
    <w:rsid w:val="001267F0"/>
    <w:rsid w:val="0012698F"/>
    <w:rsid w:val="00126A0A"/>
    <w:rsid w:val="00126B86"/>
    <w:rsid w:val="00127BD0"/>
    <w:rsid w:val="0013057D"/>
    <w:rsid w:val="00130B33"/>
    <w:rsid w:val="00130B79"/>
    <w:rsid w:val="00130C8A"/>
    <w:rsid w:val="00130CB2"/>
    <w:rsid w:val="00131063"/>
    <w:rsid w:val="00131538"/>
    <w:rsid w:val="00131714"/>
    <w:rsid w:val="00131F0D"/>
    <w:rsid w:val="00132242"/>
    <w:rsid w:val="0013234A"/>
    <w:rsid w:val="001323AF"/>
    <w:rsid w:val="00132465"/>
    <w:rsid w:val="001328C5"/>
    <w:rsid w:val="00133D7B"/>
    <w:rsid w:val="00133E2B"/>
    <w:rsid w:val="00133F6E"/>
    <w:rsid w:val="00134052"/>
    <w:rsid w:val="00134118"/>
    <w:rsid w:val="00134168"/>
    <w:rsid w:val="0013472B"/>
    <w:rsid w:val="00135217"/>
    <w:rsid w:val="00135556"/>
    <w:rsid w:val="001357C5"/>
    <w:rsid w:val="00135B87"/>
    <w:rsid w:val="001362EF"/>
    <w:rsid w:val="00136B75"/>
    <w:rsid w:val="00137008"/>
    <w:rsid w:val="001375A0"/>
    <w:rsid w:val="00137795"/>
    <w:rsid w:val="0013790A"/>
    <w:rsid w:val="001379D8"/>
    <w:rsid w:val="00137A1B"/>
    <w:rsid w:val="00140210"/>
    <w:rsid w:val="00140C79"/>
    <w:rsid w:val="00141139"/>
    <w:rsid w:val="001418C7"/>
    <w:rsid w:val="001419FF"/>
    <w:rsid w:val="001426D3"/>
    <w:rsid w:val="00143AB7"/>
    <w:rsid w:val="00143C9B"/>
    <w:rsid w:val="00143CDF"/>
    <w:rsid w:val="001440DF"/>
    <w:rsid w:val="001440FD"/>
    <w:rsid w:val="00144371"/>
    <w:rsid w:val="00144386"/>
    <w:rsid w:val="0014452C"/>
    <w:rsid w:val="001449AF"/>
    <w:rsid w:val="001449ED"/>
    <w:rsid w:val="00144C4F"/>
    <w:rsid w:val="00144DFE"/>
    <w:rsid w:val="001454C1"/>
    <w:rsid w:val="00145865"/>
    <w:rsid w:val="00145D40"/>
    <w:rsid w:val="00145E07"/>
    <w:rsid w:val="00145F3B"/>
    <w:rsid w:val="00145FB6"/>
    <w:rsid w:val="00146024"/>
    <w:rsid w:val="00146039"/>
    <w:rsid w:val="00146275"/>
    <w:rsid w:val="001462DB"/>
    <w:rsid w:val="001468CD"/>
    <w:rsid w:val="00146C79"/>
    <w:rsid w:val="00147021"/>
    <w:rsid w:val="001470BF"/>
    <w:rsid w:val="0014761D"/>
    <w:rsid w:val="00147801"/>
    <w:rsid w:val="00147C46"/>
    <w:rsid w:val="00147CCB"/>
    <w:rsid w:val="00147CD4"/>
    <w:rsid w:val="00147DD3"/>
    <w:rsid w:val="001501BC"/>
    <w:rsid w:val="00150451"/>
    <w:rsid w:val="001504A4"/>
    <w:rsid w:val="0015054C"/>
    <w:rsid w:val="001509B1"/>
    <w:rsid w:val="00150F91"/>
    <w:rsid w:val="001516D2"/>
    <w:rsid w:val="001517A3"/>
    <w:rsid w:val="001518C6"/>
    <w:rsid w:val="00151B1B"/>
    <w:rsid w:val="00151B34"/>
    <w:rsid w:val="00152F00"/>
    <w:rsid w:val="001539B2"/>
    <w:rsid w:val="00153FE1"/>
    <w:rsid w:val="00154D4D"/>
    <w:rsid w:val="00155380"/>
    <w:rsid w:val="00155568"/>
    <w:rsid w:val="001555C0"/>
    <w:rsid w:val="00155C88"/>
    <w:rsid w:val="00155EFF"/>
    <w:rsid w:val="001565B2"/>
    <w:rsid w:val="00156878"/>
    <w:rsid w:val="001568B5"/>
    <w:rsid w:val="00156A6A"/>
    <w:rsid w:val="0016029A"/>
    <w:rsid w:val="00160476"/>
    <w:rsid w:val="0016083B"/>
    <w:rsid w:val="00161346"/>
    <w:rsid w:val="00161799"/>
    <w:rsid w:val="00161950"/>
    <w:rsid w:val="00161BC9"/>
    <w:rsid w:val="001622E6"/>
    <w:rsid w:val="001629D4"/>
    <w:rsid w:val="001630BA"/>
    <w:rsid w:val="00163266"/>
    <w:rsid w:val="001637EE"/>
    <w:rsid w:val="001638A1"/>
    <w:rsid w:val="00163B35"/>
    <w:rsid w:val="00163BDA"/>
    <w:rsid w:val="00163C88"/>
    <w:rsid w:val="0016439E"/>
    <w:rsid w:val="001645AB"/>
    <w:rsid w:val="0016461F"/>
    <w:rsid w:val="00164964"/>
    <w:rsid w:val="00164A6C"/>
    <w:rsid w:val="00164BC2"/>
    <w:rsid w:val="00165C63"/>
    <w:rsid w:val="00165E06"/>
    <w:rsid w:val="001662DD"/>
    <w:rsid w:val="00166861"/>
    <w:rsid w:val="00166C65"/>
    <w:rsid w:val="0016720B"/>
    <w:rsid w:val="00167335"/>
    <w:rsid w:val="00167570"/>
    <w:rsid w:val="00167978"/>
    <w:rsid w:val="00167ACF"/>
    <w:rsid w:val="00167C3A"/>
    <w:rsid w:val="00167CBC"/>
    <w:rsid w:val="00167DC5"/>
    <w:rsid w:val="00167EA8"/>
    <w:rsid w:val="00170482"/>
    <w:rsid w:val="00170586"/>
    <w:rsid w:val="00170BBC"/>
    <w:rsid w:val="00170CC8"/>
    <w:rsid w:val="00171214"/>
    <w:rsid w:val="001719E2"/>
    <w:rsid w:val="00171B15"/>
    <w:rsid w:val="00171DA4"/>
    <w:rsid w:val="00171E11"/>
    <w:rsid w:val="001720D9"/>
    <w:rsid w:val="0017236F"/>
    <w:rsid w:val="00173452"/>
    <w:rsid w:val="001737D0"/>
    <w:rsid w:val="00173875"/>
    <w:rsid w:val="00173B7B"/>
    <w:rsid w:val="00174640"/>
    <w:rsid w:val="001748E8"/>
    <w:rsid w:val="00174A22"/>
    <w:rsid w:val="00175018"/>
    <w:rsid w:val="00175901"/>
    <w:rsid w:val="0017591D"/>
    <w:rsid w:val="00175F9B"/>
    <w:rsid w:val="001761F6"/>
    <w:rsid w:val="001769F8"/>
    <w:rsid w:val="00177226"/>
    <w:rsid w:val="001772EA"/>
    <w:rsid w:val="001775C3"/>
    <w:rsid w:val="00177ED1"/>
    <w:rsid w:val="00180BFC"/>
    <w:rsid w:val="001810B6"/>
    <w:rsid w:val="001814A3"/>
    <w:rsid w:val="00181C29"/>
    <w:rsid w:val="00181E25"/>
    <w:rsid w:val="0018205C"/>
    <w:rsid w:val="00182068"/>
    <w:rsid w:val="00182373"/>
    <w:rsid w:val="00182659"/>
    <w:rsid w:val="00183864"/>
    <w:rsid w:val="001840E9"/>
    <w:rsid w:val="00184163"/>
    <w:rsid w:val="0018422B"/>
    <w:rsid w:val="00184370"/>
    <w:rsid w:val="00184B7A"/>
    <w:rsid w:val="00184FCE"/>
    <w:rsid w:val="0018508C"/>
    <w:rsid w:val="00185744"/>
    <w:rsid w:val="001857CE"/>
    <w:rsid w:val="00185856"/>
    <w:rsid w:val="00185912"/>
    <w:rsid w:val="00186485"/>
    <w:rsid w:val="001865F6"/>
    <w:rsid w:val="0018677B"/>
    <w:rsid w:val="00186B49"/>
    <w:rsid w:val="001870AA"/>
    <w:rsid w:val="00187586"/>
    <w:rsid w:val="00187EC6"/>
    <w:rsid w:val="00190C4E"/>
    <w:rsid w:val="00190EA0"/>
    <w:rsid w:val="00190FE0"/>
    <w:rsid w:val="001918EB"/>
    <w:rsid w:val="00191BD4"/>
    <w:rsid w:val="00191CBE"/>
    <w:rsid w:val="00191DD4"/>
    <w:rsid w:val="001920D3"/>
    <w:rsid w:val="001921B8"/>
    <w:rsid w:val="00192387"/>
    <w:rsid w:val="00192507"/>
    <w:rsid w:val="001927D1"/>
    <w:rsid w:val="00192B20"/>
    <w:rsid w:val="0019372D"/>
    <w:rsid w:val="001937E6"/>
    <w:rsid w:val="00193BD4"/>
    <w:rsid w:val="0019440E"/>
    <w:rsid w:val="0019485E"/>
    <w:rsid w:val="00194A48"/>
    <w:rsid w:val="00194D36"/>
    <w:rsid w:val="00194F8B"/>
    <w:rsid w:val="00194FA9"/>
    <w:rsid w:val="0019502E"/>
    <w:rsid w:val="001955EB"/>
    <w:rsid w:val="0019562B"/>
    <w:rsid w:val="00195CE8"/>
    <w:rsid w:val="0019618B"/>
    <w:rsid w:val="00196302"/>
    <w:rsid w:val="001965B2"/>
    <w:rsid w:val="001967C2"/>
    <w:rsid w:val="00196A6C"/>
    <w:rsid w:val="00197329"/>
    <w:rsid w:val="00197432"/>
    <w:rsid w:val="0019767B"/>
    <w:rsid w:val="001976C6"/>
    <w:rsid w:val="00197C6B"/>
    <w:rsid w:val="00197E9E"/>
    <w:rsid w:val="00197FE4"/>
    <w:rsid w:val="001A00C8"/>
    <w:rsid w:val="001A01D8"/>
    <w:rsid w:val="001A0418"/>
    <w:rsid w:val="001A04CC"/>
    <w:rsid w:val="001A0756"/>
    <w:rsid w:val="001A0A17"/>
    <w:rsid w:val="001A19F2"/>
    <w:rsid w:val="001A1A29"/>
    <w:rsid w:val="001A1C0F"/>
    <w:rsid w:val="001A1E35"/>
    <w:rsid w:val="001A2067"/>
    <w:rsid w:val="001A2350"/>
    <w:rsid w:val="001A2667"/>
    <w:rsid w:val="001A2C8F"/>
    <w:rsid w:val="001A30C1"/>
    <w:rsid w:val="001A3C25"/>
    <w:rsid w:val="001A3C6D"/>
    <w:rsid w:val="001A3E23"/>
    <w:rsid w:val="001A3F1C"/>
    <w:rsid w:val="001A4595"/>
    <w:rsid w:val="001A4962"/>
    <w:rsid w:val="001A4B9D"/>
    <w:rsid w:val="001A53CB"/>
    <w:rsid w:val="001A5C12"/>
    <w:rsid w:val="001A5F22"/>
    <w:rsid w:val="001A6028"/>
    <w:rsid w:val="001A620C"/>
    <w:rsid w:val="001A63AD"/>
    <w:rsid w:val="001A6DEB"/>
    <w:rsid w:val="001A7315"/>
    <w:rsid w:val="001A7547"/>
    <w:rsid w:val="001B022D"/>
    <w:rsid w:val="001B05C0"/>
    <w:rsid w:val="001B0E40"/>
    <w:rsid w:val="001B1BB4"/>
    <w:rsid w:val="001B1FC6"/>
    <w:rsid w:val="001B2268"/>
    <w:rsid w:val="001B2511"/>
    <w:rsid w:val="001B2519"/>
    <w:rsid w:val="001B2843"/>
    <w:rsid w:val="001B2C5A"/>
    <w:rsid w:val="001B3114"/>
    <w:rsid w:val="001B319B"/>
    <w:rsid w:val="001B32B7"/>
    <w:rsid w:val="001B34D9"/>
    <w:rsid w:val="001B362D"/>
    <w:rsid w:val="001B3A60"/>
    <w:rsid w:val="001B3B36"/>
    <w:rsid w:val="001B3C85"/>
    <w:rsid w:val="001B4173"/>
    <w:rsid w:val="001B4600"/>
    <w:rsid w:val="001B53DB"/>
    <w:rsid w:val="001B5AA2"/>
    <w:rsid w:val="001B5B98"/>
    <w:rsid w:val="001B60EF"/>
    <w:rsid w:val="001B65E5"/>
    <w:rsid w:val="001B679D"/>
    <w:rsid w:val="001B68DB"/>
    <w:rsid w:val="001B6A88"/>
    <w:rsid w:val="001C0169"/>
    <w:rsid w:val="001C01A7"/>
    <w:rsid w:val="001C0351"/>
    <w:rsid w:val="001C0666"/>
    <w:rsid w:val="001C0C05"/>
    <w:rsid w:val="001C0E23"/>
    <w:rsid w:val="001C0FD6"/>
    <w:rsid w:val="001C1700"/>
    <w:rsid w:val="001C19B2"/>
    <w:rsid w:val="001C1B49"/>
    <w:rsid w:val="001C1CFE"/>
    <w:rsid w:val="001C1FFC"/>
    <w:rsid w:val="001C2145"/>
    <w:rsid w:val="001C240D"/>
    <w:rsid w:val="001C2497"/>
    <w:rsid w:val="001C25A6"/>
    <w:rsid w:val="001C2789"/>
    <w:rsid w:val="001C2BAA"/>
    <w:rsid w:val="001C33AA"/>
    <w:rsid w:val="001C41E6"/>
    <w:rsid w:val="001C465A"/>
    <w:rsid w:val="001C52ED"/>
    <w:rsid w:val="001C5330"/>
    <w:rsid w:val="001C595A"/>
    <w:rsid w:val="001C5AB7"/>
    <w:rsid w:val="001C5B35"/>
    <w:rsid w:val="001C5C5A"/>
    <w:rsid w:val="001C606E"/>
    <w:rsid w:val="001C61AD"/>
    <w:rsid w:val="001C6233"/>
    <w:rsid w:val="001C6255"/>
    <w:rsid w:val="001C6A33"/>
    <w:rsid w:val="001C6BD3"/>
    <w:rsid w:val="001C6D54"/>
    <w:rsid w:val="001C7824"/>
    <w:rsid w:val="001C7B9A"/>
    <w:rsid w:val="001C7E69"/>
    <w:rsid w:val="001D0BFB"/>
    <w:rsid w:val="001D1640"/>
    <w:rsid w:val="001D1895"/>
    <w:rsid w:val="001D1CB7"/>
    <w:rsid w:val="001D1D2C"/>
    <w:rsid w:val="001D2A50"/>
    <w:rsid w:val="001D2EE5"/>
    <w:rsid w:val="001D383E"/>
    <w:rsid w:val="001D45BC"/>
    <w:rsid w:val="001D478E"/>
    <w:rsid w:val="001D5349"/>
    <w:rsid w:val="001D5B49"/>
    <w:rsid w:val="001D5ECB"/>
    <w:rsid w:val="001D62F2"/>
    <w:rsid w:val="001D634C"/>
    <w:rsid w:val="001D69DF"/>
    <w:rsid w:val="001D6D37"/>
    <w:rsid w:val="001D6FD4"/>
    <w:rsid w:val="001D7115"/>
    <w:rsid w:val="001D72C4"/>
    <w:rsid w:val="001D7744"/>
    <w:rsid w:val="001D7CB1"/>
    <w:rsid w:val="001D7E6D"/>
    <w:rsid w:val="001E07D0"/>
    <w:rsid w:val="001E07D5"/>
    <w:rsid w:val="001E0846"/>
    <w:rsid w:val="001E0876"/>
    <w:rsid w:val="001E0D75"/>
    <w:rsid w:val="001E0E37"/>
    <w:rsid w:val="001E0EE6"/>
    <w:rsid w:val="001E1287"/>
    <w:rsid w:val="001E1D74"/>
    <w:rsid w:val="001E1FD3"/>
    <w:rsid w:val="001E25D8"/>
    <w:rsid w:val="001E3528"/>
    <w:rsid w:val="001E35A9"/>
    <w:rsid w:val="001E3768"/>
    <w:rsid w:val="001E433F"/>
    <w:rsid w:val="001E47A8"/>
    <w:rsid w:val="001E492C"/>
    <w:rsid w:val="001E4F01"/>
    <w:rsid w:val="001E5700"/>
    <w:rsid w:val="001E5B26"/>
    <w:rsid w:val="001E5BBB"/>
    <w:rsid w:val="001E5C3D"/>
    <w:rsid w:val="001E649E"/>
    <w:rsid w:val="001E66A0"/>
    <w:rsid w:val="001E6B97"/>
    <w:rsid w:val="001E766F"/>
    <w:rsid w:val="001E7A00"/>
    <w:rsid w:val="001E7AD8"/>
    <w:rsid w:val="001E7BE1"/>
    <w:rsid w:val="001E7BFB"/>
    <w:rsid w:val="001E7EB5"/>
    <w:rsid w:val="001E7FF4"/>
    <w:rsid w:val="001F03BA"/>
    <w:rsid w:val="001F12CD"/>
    <w:rsid w:val="001F1407"/>
    <w:rsid w:val="001F186F"/>
    <w:rsid w:val="001F1ED2"/>
    <w:rsid w:val="001F23FD"/>
    <w:rsid w:val="001F25D1"/>
    <w:rsid w:val="001F2D6D"/>
    <w:rsid w:val="001F3242"/>
    <w:rsid w:val="001F380F"/>
    <w:rsid w:val="001F3DB6"/>
    <w:rsid w:val="001F3F0D"/>
    <w:rsid w:val="001F40A4"/>
    <w:rsid w:val="001F4321"/>
    <w:rsid w:val="001F4793"/>
    <w:rsid w:val="001F5285"/>
    <w:rsid w:val="001F5455"/>
    <w:rsid w:val="001F58C8"/>
    <w:rsid w:val="001F5A5E"/>
    <w:rsid w:val="001F5AA4"/>
    <w:rsid w:val="001F5C7D"/>
    <w:rsid w:val="001F5DC0"/>
    <w:rsid w:val="001F5E5D"/>
    <w:rsid w:val="001F6268"/>
    <w:rsid w:val="001F64E4"/>
    <w:rsid w:val="001F6FD7"/>
    <w:rsid w:val="001F740B"/>
    <w:rsid w:val="001F77CC"/>
    <w:rsid w:val="001F7A72"/>
    <w:rsid w:val="001F7A79"/>
    <w:rsid w:val="001F7C5C"/>
    <w:rsid w:val="0020054D"/>
    <w:rsid w:val="0020066A"/>
    <w:rsid w:val="00200F96"/>
    <w:rsid w:val="00201517"/>
    <w:rsid w:val="002018F0"/>
    <w:rsid w:val="00201ADD"/>
    <w:rsid w:val="00201CDE"/>
    <w:rsid w:val="002028F0"/>
    <w:rsid w:val="0020322D"/>
    <w:rsid w:val="002037AE"/>
    <w:rsid w:val="002037E8"/>
    <w:rsid w:val="00203A68"/>
    <w:rsid w:val="00203CDD"/>
    <w:rsid w:val="00203D74"/>
    <w:rsid w:val="00204032"/>
    <w:rsid w:val="002042B8"/>
    <w:rsid w:val="0020433D"/>
    <w:rsid w:val="00204DEF"/>
    <w:rsid w:val="00204EAD"/>
    <w:rsid w:val="0020503D"/>
    <w:rsid w:val="0020535B"/>
    <w:rsid w:val="0020616B"/>
    <w:rsid w:val="002061BF"/>
    <w:rsid w:val="002061DD"/>
    <w:rsid w:val="002063C3"/>
    <w:rsid w:val="0020684A"/>
    <w:rsid w:val="00206B9E"/>
    <w:rsid w:val="002070EA"/>
    <w:rsid w:val="00207701"/>
    <w:rsid w:val="0020776D"/>
    <w:rsid w:val="002105E2"/>
    <w:rsid w:val="0021060C"/>
    <w:rsid w:val="00210786"/>
    <w:rsid w:val="00210A5B"/>
    <w:rsid w:val="00210AB5"/>
    <w:rsid w:val="002112B2"/>
    <w:rsid w:val="00211369"/>
    <w:rsid w:val="0021172A"/>
    <w:rsid w:val="00212144"/>
    <w:rsid w:val="0021226E"/>
    <w:rsid w:val="002123BD"/>
    <w:rsid w:val="002126F6"/>
    <w:rsid w:val="00212B28"/>
    <w:rsid w:val="00212D58"/>
    <w:rsid w:val="00212E03"/>
    <w:rsid w:val="002132D6"/>
    <w:rsid w:val="002135C5"/>
    <w:rsid w:val="00213629"/>
    <w:rsid w:val="00213A6E"/>
    <w:rsid w:val="00213D5C"/>
    <w:rsid w:val="00213DA3"/>
    <w:rsid w:val="00213DDF"/>
    <w:rsid w:val="00214689"/>
    <w:rsid w:val="0021485E"/>
    <w:rsid w:val="00214D30"/>
    <w:rsid w:val="00214DC9"/>
    <w:rsid w:val="0021584C"/>
    <w:rsid w:val="00215C7F"/>
    <w:rsid w:val="00216566"/>
    <w:rsid w:val="00216C0C"/>
    <w:rsid w:val="002174BC"/>
    <w:rsid w:val="00217A19"/>
    <w:rsid w:val="00217B3A"/>
    <w:rsid w:val="00217BB1"/>
    <w:rsid w:val="00220316"/>
    <w:rsid w:val="00220623"/>
    <w:rsid w:val="00220A03"/>
    <w:rsid w:val="00220CBD"/>
    <w:rsid w:val="002212FC"/>
    <w:rsid w:val="00221537"/>
    <w:rsid w:val="0022154A"/>
    <w:rsid w:val="00221575"/>
    <w:rsid w:val="00221CFC"/>
    <w:rsid w:val="00221D5C"/>
    <w:rsid w:val="002220F7"/>
    <w:rsid w:val="0022243C"/>
    <w:rsid w:val="002225BF"/>
    <w:rsid w:val="002225FB"/>
    <w:rsid w:val="00223227"/>
    <w:rsid w:val="00223EA4"/>
    <w:rsid w:val="0022417C"/>
    <w:rsid w:val="0022421A"/>
    <w:rsid w:val="002242B9"/>
    <w:rsid w:val="00224471"/>
    <w:rsid w:val="00224B03"/>
    <w:rsid w:val="00224B66"/>
    <w:rsid w:val="00224BFF"/>
    <w:rsid w:val="00224CC5"/>
    <w:rsid w:val="002252E3"/>
    <w:rsid w:val="00225538"/>
    <w:rsid w:val="00225756"/>
    <w:rsid w:val="002257A3"/>
    <w:rsid w:val="002258CB"/>
    <w:rsid w:val="00225A1C"/>
    <w:rsid w:val="00225BA5"/>
    <w:rsid w:val="00225C2D"/>
    <w:rsid w:val="00225D8D"/>
    <w:rsid w:val="00225DCA"/>
    <w:rsid w:val="002261CA"/>
    <w:rsid w:val="00226D15"/>
    <w:rsid w:val="00227346"/>
    <w:rsid w:val="00227543"/>
    <w:rsid w:val="00227761"/>
    <w:rsid w:val="00230207"/>
    <w:rsid w:val="00230232"/>
    <w:rsid w:val="002303E4"/>
    <w:rsid w:val="00230433"/>
    <w:rsid w:val="0023046E"/>
    <w:rsid w:val="002307E3"/>
    <w:rsid w:val="00230EF9"/>
    <w:rsid w:val="0023116C"/>
    <w:rsid w:val="00231AD7"/>
    <w:rsid w:val="0023222C"/>
    <w:rsid w:val="00232230"/>
    <w:rsid w:val="0023283D"/>
    <w:rsid w:val="002329CF"/>
    <w:rsid w:val="002329D8"/>
    <w:rsid w:val="002329F4"/>
    <w:rsid w:val="00232F72"/>
    <w:rsid w:val="00232F92"/>
    <w:rsid w:val="0023339C"/>
    <w:rsid w:val="00233493"/>
    <w:rsid w:val="002335B2"/>
    <w:rsid w:val="00233B79"/>
    <w:rsid w:val="002346BE"/>
    <w:rsid w:val="00234768"/>
    <w:rsid w:val="00234DB8"/>
    <w:rsid w:val="00234EFE"/>
    <w:rsid w:val="00234F8F"/>
    <w:rsid w:val="00235AFB"/>
    <w:rsid w:val="00235C4E"/>
    <w:rsid w:val="00235DF4"/>
    <w:rsid w:val="00236063"/>
    <w:rsid w:val="002360D9"/>
    <w:rsid w:val="002361B6"/>
    <w:rsid w:val="00236D1E"/>
    <w:rsid w:val="00237166"/>
    <w:rsid w:val="002376BE"/>
    <w:rsid w:val="0024035B"/>
    <w:rsid w:val="00240438"/>
    <w:rsid w:val="00241196"/>
    <w:rsid w:val="00241341"/>
    <w:rsid w:val="00241389"/>
    <w:rsid w:val="00242117"/>
    <w:rsid w:val="002427A9"/>
    <w:rsid w:val="00242A40"/>
    <w:rsid w:val="002431EE"/>
    <w:rsid w:val="00243AC8"/>
    <w:rsid w:val="002449F9"/>
    <w:rsid w:val="00244D66"/>
    <w:rsid w:val="0024535D"/>
    <w:rsid w:val="0024572F"/>
    <w:rsid w:val="002459B3"/>
    <w:rsid w:val="00245A7D"/>
    <w:rsid w:val="00245AAB"/>
    <w:rsid w:val="0024637D"/>
    <w:rsid w:val="002465AE"/>
    <w:rsid w:val="00246EF0"/>
    <w:rsid w:val="00246F64"/>
    <w:rsid w:val="00246F97"/>
    <w:rsid w:val="00247004"/>
    <w:rsid w:val="0024728B"/>
    <w:rsid w:val="00247E2F"/>
    <w:rsid w:val="00247FE7"/>
    <w:rsid w:val="00250101"/>
    <w:rsid w:val="0025045F"/>
    <w:rsid w:val="00250995"/>
    <w:rsid w:val="00250F01"/>
    <w:rsid w:val="00251141"/>
    <w:rsid w:val="00251177"/>
    <w:rsid w:val="00251207"/>
    <w:rsid w:val="002513BD"/>
    <w:rsid w:val="002516FE"/>
    <w:rsid w:val="00251BBC"/>
    <w:rsid w:val="00251C42"/>
    <w:rsid w:val="00251C82"/>
    <w:rsid w:val="00251CCE"/>
    <w:rsid w:val="00251ED0"/>
    <w:rsid w:val="002520DF"/>
    <w:rsid w:val="00252176"/>
    <w:rsid w:val="00252795"/>
    <w:rsid w:val="00252863"/>
    <w:rsid w:val="00252D1F"/>
    <w:rsid w:val="0025307D"/>
    <w:rsid w:val="00253569"/>
    <w:rsid w:val="002536F4"/>
    <w:rsid w:val="00253C07"/>
    <w:rsid w:val="00253D90"/>
    <w:rsid w:val="00253F8E"/>
    <w:rsid w:val="00253FBB"/>
    <w:rsid w:val="00254304"/>
    <w:rsid w:val="002543A2"/>
    <w:rsid w:val="00254560"/>
    <w:rsid w:val="00254707"/>
    <w:rsid w:val="002547DB"/>
    <w:rsid w:val="00254A54"/>
    <w:rsid w:val="00254DCF"/>
    <w:rsid w:val="00254DDC"/>
    <w:rsid w:val="0025502D"/>
    <w:rsid w:val="00255408"/>
    <w:rsid w:val="00255473"/>
    <w:rsid w:val="0025563A"/>
    <w:rsid w:val="00256E40"/>
    <w:rsid w:val="0025768B"/>
    <w:rsid w:val="0025786E"/>
    <w:rsid w:val="002600D4"/>
    <w:rsid w:val="00260711"/>
    <w:rsid w:val="00260771"/>
    <w:rsid w:val="00260CB7"/>
    <w:rsid w:val="002610DC"/>
    <w:rsid w:val="0026141E"/>
    <w:rsid w:val="0026173E"/>
    <w:rsid w:val="00261D90"/>
    <w:rsid w:val="0026206A"/>
    <w:rsid w:val="002620F1"/>
    <w:rsid w:val="002622A4"/>
    <w:rsid w:val="002624DD"/>
    <w:rsid w:val="00262DAD"/>
    <w:rsid w:val="0026429B"/>
    <w:rsid w:val="002643EC"/>
    <w:rsid w:val="002644D7"/>
    <w:rsid w:val="002644FD"/>
    <w:rsid w:val="00264769"/>
    <w:rsid w:val="00264CEA"/>
    <w:rsid w:val="00265778"/>
    <w:rsid w:val="002657A6"/>
    <w:rsid w:val="00265AB6"/>
    <w:rsid w:val="00265AC8"/>
    <w:rsid w:val="00265C80"/>
    <w:rsid w:val="00265EE6"/>
    <w:rsid w:val="002663C7"/>
    <w:rsid w:val="00266C05"/>
    <w:rsid w:val="002676FC"/>
    <w:rsid w:val="002677AC"/>
    <w:rsid w:val="0027032F"/>
    <w:rsid w:val="00270562"/>
    <w:rsid w:val="002705DB"/>
    <w:rsid w:val="002707E1"/>
    <w:rsid w:val="002708FE"/>
    <w:rsid w:val="002709F0"/>
    <w:rsid w:val="00270AC3"/>
    <w:rsid w:val="00270DF9"/>
    <w:rsid w:val="00271E18"/>
    <w:rsid w:val="0027231E"/>
    <w:rsid w:val="00272713"/>
    <w:rsid w:val="0027286B"/>
    <w:rsid w:val="00272EB3"/>
    <w:rsid w:val="00273431"/>
    <w:rsid w:val="002736A1"/>
    <w:rsid w:val="0027375F"/>
    <w:rsid w:val="002738EC"/>
    <w:rsid w:val="00273BDA"/>
    <w:rsid w:val="00273E0A"/>
    <w:rsid w:val="002740A1"/>
    <w:rsid w:val="00274C19"/>
    <w:rsid w:val="002756B6"/>
    <w:rsid w:val="00275B53"/>
    <w:rsid w:val="00275E93"/>
    <w:rsid w:val="00275EE9"/>
    <w:rsid w:val="00275FE8"/>
    <w:rsid w:val="00276AD9"/>
    <w:rsid w:val="00276C30"/>
    <w:rsid w:val="00276D57"/>
    <w:rsid w:val="00276ED4"/>
    <w:rsid w:val="00277214"/>
    <w:rsid w:val="002773AC"/>
    <w:rsid w:val="00277967"/>
    <w:rsid w:val="00277BB5"/>
    <w:rsid w:val="00277EBC"/>
    <w:rsid w:val="00277EEB"/>
    <w:rsid w:val="00280334"/>
    <w:rsid w:val="002809CE"/>
    <w:rsid w:val="002810BD"/>
    <w:rsid w:val="00281A46"/>
    <w:rsid w:val="00281AA1"/>
    <w:rsid w:val="00281CCF"/>
    <w:rsid w:val="00281D4F"/>
    <w:rsid w:val="0028236B"/>
    <w:rsid w:val="00282A5E"/>
    <w:rsid w:val="0028322B"/>
    <w:rsid w:val="0028375B"/>
    <w:rsid w:val="002838EB"/>
    <w:rsid w:val="00283B1D"/>
    <w:rsid w:val="00283E80"/>
    <w:rsid w:val="00283F8C"/>
    <w:rsid w:val="00284843"/>
    <w:rsid w:val="002849FC"/>
    <w:rsid w:val="00284B58"/>
    <w:rsid w:val="002856FB"/>
    <w:rsid w:val="00285D4F"/>
    <w:rsid w:val="00286262"/>
    <w:rsid w:val="0028648F"/>
    <w:rsid w:val="002866C6"/>
    <w:rsid w:val="002868F9"/>
    <w:rsid w:val="00286BF1"/>
    <w:rsid w:val="00286D39"/>
    <w:rsid w:val="00286F59"/>
    <w:rsid w:val="00286F70"/>
    <w:rsid w:val="0028727E"/>
    <w:rsid w:val="00287975"/>
    <w:rsid w:val="00287C88"/>
    <w:rsid w:val="00287E58"/>
    <w:rsid w:val="00290058"/>
    <w:rsid w:val="0029007D"/>
    <w:rsid w:val="00290110"/>
    <w:rsid w:val="0029098B"/>
    <w:rsid w:val="002914B8"/>
    <w:rsid w:val="00291AC3"/>
    <w:rsid w:val="00291B34"/>
    <w:rsid w:val="00291C40"/>
    <w:rsid w:val="00291D69"/>
    <w:rsid w:val="00292323"/>
    <w:rsid w:val="002923E5"/>
    <w:rsid w:val="002927DE"/>
    <w:rsid w:val="00292CD6"/>
    <w:rsid w:val="00292D5B"/>
    <w:rsid w:val="00292E3B"/>
    <w:rsid w:val="00292EBD"/>
    <w:rsid w:val="002933DE"/>
    <w:rsid w:val="002935D8"/>
    <w:rsid w:val="002936D4"/>
    <w:rsid w:val="00293D1C"/>
    <w:rsid w:val="00293DD1"/>
    <w:rsid w:val="00294527"/>
    <w:rsid w:val="0029496E"/>
    <w:rsid w:val="00294D61"/>
    <w:rsid w:val="0029519B"/>
    <w:rsid w:val="0029565F"/>
    <w:rsid w:val="00295B8E"/>
    <w:rsid w:val="00295CBE"/>
    <w:rsid w:val="00295E8C"/>
    <w:rsid w:val="0029664D"/>
    <w:rsid w:val="00296D4D"/>
    <w:rsid w:val="00297382"/>
    <w:rsid w:val="002979A1"/>
    <w:rsid w:val="00297D19"/>
    <w:rsid w:val="002A00CE"/>
    <w:rsid w:val="002A03CC"/>
    <w:rsid w:val="002A1A57"/>
    <w:rsid w:val="002A25DD"/>
    <w:rsid w:val="002A26C4"/>
    <w:rsid w:val="002A26C6"/>
    <w:rsid w:val="002A30A1"/>
    <w:rsid w:val="002A358E"/>
    <w:rsid w:val="002A3BD6"/>
    <w:rsid w:val="002A3F1E"/>
    <w:rsid w:val="002A4466"/>
    <w:rsid w:val="002A467C"/>
    <w:rsid w:val="002A469A"/>
    <w:rsid w:val="002A4977"/>
    <w:rsid w:val="002A4E4C"/>
    <w:rsid w:val="002A5137"/>
    <w:rsid w:val="002A53EF"/>
    <w:rsid w:val="002A5999"/>
    <w:rsid w:val="002A6B45"/>
    <w:rsid w:val="002A6B7D"/>
    <w:rsid w:val="002A6F0D"/>
    <w:rsid w:val="002A7317"/>
    <w:rsid w:val="002A742B"/>
    <w:rsid w:val="002A748A"/>
    <w:rsid w:val="002A7C77"/>
    <w:rsid w:val="002B00DA"/>
    <w:rsid w:val="002B0588"/>
    <w:rsid w:val="002B071D"/>
    <w:rsid w:val="002B087B"/>
    <w:rsid w:val="002B1276"/>
    <w:rsid w:val="002B234D"/>
    <w:rsid w:val="002B2FC4"/>
    <w:rsid w:val="002B3247"/>
    <w:rsid w:val="002B3E44"/>
    <w:rsid w:val="002B41F4"/>
    <w:rsid w:val="002B42E1"/>
    <w:rsid w:val="002B439B"/>
    <w:rsid w:val="002B4617"/>
    <w:rsid w:val="002B484F"/>
    <w:rsid w:val="002B4883"/>
    <w:rsid w:val="002B4C68"/>
    <w:rsid w:val="002B5089"/>
    <w:rsid w:val="002B515C"/>
    <w:rsid w:val="002B52D6"/>
    <w:rsid w:val="002B56F0"/>
    <w:rsid w:val="002B5E36"/>
    <w:rsid w:val="002B5FB3"/>
    <w:rsid w:val="002B6253"/>
    <w:rsid w:val="002B6256"/>
    <w:rsid w:val="002B6E60"/>
    <w:rsid w:val="002B70F8"/>
    <w:rsid w:val="002B746B"/>
    <w:rsid w:val="002B784B"/>
    <w:rsid w:val="002B79A6"/>
    <w:rsid w:val="002B79C7"/>
    <w:rsid w:val="002B7AF4"/>
    <w:rsid w:val="002B7D09"/>
    <w:rsid w:val="002B7E2D"/>
    <w:rsid w:val="002C03A6"/>
    <w:rsid w:val="002C06A5"/>
    <w:rsid w:val="002C1214"/>
    <w:rsid w:val="002C163E"/>
    <w:rsid w:val="002C1646"/>
    <w:rsid w:val="002C1AE7"/>
    <w:rsid w:val="002C1C26"/>
    <w:rsid w:val="002C1F80"/>
    <w:rsid w:val="002C21DE"/>
    <w:rsid w:val="002C2944"/>
    <w:rsid w:val="002C2A61"/>
    <w:rsid w:val="002C2C07"/>
    <w:rsid w:val="002C2E19"/>
    <w:rsid w:val="002C358A"/>
    <w:rsid w:val="002C38E8"/>
    <w:rsid w:val="002C3B01"/>
    <w:rsid w:val="002C3BF5"/>
    <w:rsid w:val="002C4053"/>
    <w:rsid w:val="002C4882"/>
    <w:rsid w:val="002C4B40"/>
    <w:rsid w:val="002C4C61"/>
    <w:rsid w:val="002C4F6F"/>
    <w:rsid w:val="002C5062"/>
    <w:rsid w:val="002C579A"/>
    <w:rsid w:val="002C58CB"/>
    <w:rsid w:val="002C6244"/>
    <w:rsid w:val="002C6473"/>
    <w:rsid w:val="002C64C2"/>
    <w:rsid w:val="002C6A2E"/>
    <w:rsid w:val="002C6E83"/>
    <w:rsid w:val="002C6F1B"/>
    <w:rsid w:val="002C73C2"/>
    <w:rsid w:val="002C792E"/>
    <w:rsid w:val="002C7B01"/>
    <w:rsid w:val="002D0193"/>
    <w:rsid w:val="002D01AB"/>
    <w:rsid w:val="002D119C"/>
    <w:rsid w:val="002D12EF"/>
    <w:rsid w:val="002D1516"/>
    <w:rsid w:val="002D189A"/>
    <w:rsid w:val="002D19FA"/>
    <w:rsid w:val="002D201E"/>
    <w:rsid w:val="002D25D9"/>
    <w:rsid w:val="002D2737"/>
    <w:rsid w:val="002D28C0"/>
    <w:rsid w:val="002D29E9"/>
    <w:rsid w:val="002D2AB9"/>
    <w:rsid w:val="002D2F93"/>
    <w:rsid w:val="002D2FCB"/>
    <w:rsid w:val="002D3267"/>
    <w:rsid w:val="002D3697"/>
    <w:rsid w:val="002D3736"/>
    <w:rsid w:val="002D389F"/>
    <w:rsid w:val="002D3903"/>
    <w:rsid w:val="002D4595"/>
    <w:rsid w:val="002D46D2"/>
    <w:rsid w:val="002D522C"/>
    <w:rsid w:val="002D5489"/>
    <w:rsid w:val="002D5551"/>
    <w:rsid w:val="002D5C98"/>
    <w:rsid w:val="002D5E77"/>
    <w:rsid w:val="002D5F0E"/>
    <w:rsid w:val="002D6466"/>
    <w:rsid w:val="002D69BD"/>
    <w:rsid w:val="002D6C7E"/>
    <w:rsid w:val="002D703B"/>
    <w:rsid w:val="002D7095"/>
    <w:rsid w:val="002D7159"/>
    <w:rsid w:val="002D7389"/>
    <w:rsid w:val="002D79C0"/>
    <w:rsid w:val="002E017C"/>
    <w:rsid w:val="002E0200"/>
    <w:rsid w:val="002E02F7"/>
    <w:rsid w:val="002E035D"/>
    <w:rsid w:val="002E04E5"/>
    <w:rsid w:val="002E0D55"/>
    <w:rsid w:val="002E0DCC"/>
    <w:rsid w:val="002E11A8"/>
    <w:rsid w:val="002E1C8D"/>
    <w:rsid w:val="002E2490"/>
    <w:rsid w:val="002E2920"/>
    <w:rsid w:val="002E36F9"/>
    <w:rsid w:val="002E3A1F"/>
    <w:rsid w:val="002E3FCD"/>
    <w:rsid w:val="002E43B8"/>
    <w:rsid w:val="002E4485"/>
    <w:rsid w:val="002E4972"/>
    <w:rsid w:val="002E4C32"/>
    <w:rsid w:val="002E4D6A"/>
    <w:rsid w:val="002E552F"/>
    <w:rsid w:val="002E5750"/>
    <w:rsid w:val="002E6307"/>
    <w:rsid w:val="002E6842"/>
    <w:rsid w:val="002E6909"/>
    <w:rsid w:val="002E690E"/>
    <w:rsid w:val="002E6B9D"/>
    <w:rsid w:val="002E6D7E"/>
    <w:rsid w:val="002E6F35"/>
    <w:rsid w:val="002E70CE"/>
    <w:rsid w:val="002E794E"/>
    <w:rsid w:val="002E7AF2"/>
    <w:rsid w:val="002E7EE4"/>
    <w:rsid w:val="002F00FE"/>
    <w:rsid w:val="002F01F7"/>
    <w:rsid w:val="002F058D"/>
    <w:rsid w:val="002F0AD8"/>
    <w:rsid w:val="002F0E8D"/>
    <w:rsid w:val="002F1033"/>
    <w:rsid w:val="002F1087"/>
    <w:rsid w:val="002F2297"/>
    <w:rsid w:val="002F2A05"/>
    <w:rsid w:val="002F2C12"/>
    <w:rsid w:val="002F3273"/>
    <w:rsid w:val="002F3517"/>
    <w:rsid w:val="002F384E"/>
    <w:rsid w:val="002F395B"/>
    <w:rsid w:val="002F3B83"/>
    <w:rsid w:val="002F3CC2"/>
    <w:rsid w:val="002F3E6B"/>
    <w:rsid w:val="002F3E79"/>
    <w:rsid w:val="002F449F"/>
    <w:rsid w:val="002F4775"/>
    <w:rsid w:val="002F489F"/>
    <w:rsid w:val="002F4C0A"/>
    <w:rsid w:val="002F572F"/>
    <w:rsid w:val="002F5855"/>
    <w:rsid w:val="002F5915"/>
    <w:rsid w:val="002F64A5"/>
    <w:rsid w:val="002F64E9"/>
    <w:rsid w:val="002F676D"/>
    <w:rsid w:val="002F7212"/>
    <w:rsid w:val="002F75A8"/>
    <w:rsid w:val="002F7873"/>
    <w:rsid w:val="003004BA"/>
    <w:rsid w:val="003006D1"/>
    <w:rsid w:val="00300E9C"/>
    <w:rsid w:val="00300F05"/>
    <w:rsid w:val="00301504"/>
    <w:rsid w:val="00301C2F"/>
    <w:rsid w:val="00301C62"/>
    <w:rsid w:val="0030214D"/>
    <w:rsid w:val="0030261C"/>
    <w:rsid w:val="00302BFE"/>
    <w:rsid w:val="003032B2"/>
    <w:rsid w:val="0030405E"/>
    <w:rsid w:val="00304255"/>
    <w:rsid w:val="00304B7A"/>
    <w:rsid w:val="00304B87"/>
    <w:rsid w:val="00304D50"/>
    <w:rsid w:val="00304F10"/>
    <w:rsid w:val="003050D7"/>
    <w:rsid w:val="00305287"/>
    <w:rsid w:val="00305639"/>
    <w:rsid w:val="003056A4"/>
    <w:rsid w:val="00305A74"/>
    <w:rsid w:val="00306564"/>
    <w:rsid w:val="003071F0"/>
    <w:rsid w:val="003075D3"/>
    <w:rsid w:val="0030788D"/>
    <w:rsid w:val="00307C30"/>
    <w:rsid w:val="00307EB3"/>
    <w:rsid w:val="0031004D"/>
    <w:rsid w:val="00310A08"/>
    <w:rsid w:val="00311AA9"/>
    <w:rsid w:val="00311AF7"/>
    <w:rsid w:val="00311FDE"/>
    <w:rsid w:val="003126E8"/>
    <w:rsid w:val="00313226"/>
    <w:rsid w:val="003134A5"/>
    <w:rsid w:val="00313D89"/>
    <w:rsid w:val="0031405C"/>
    <w:rsid w:val="003140B0"/>
    <w:rsid w:val="0031426D"/>
    <w:rsid w:val="00314538"/>
    <w:rsid w:val="00314C66"/>
    <w:rsid w:val="00315036"/>
    <w:rsid w:val="003150D7"/>
    <w:rsid w:val="00315ACB"/>
    <w:rsid w:val="00315D7A"/>
    <w:rsid w:val="003161AD"/>
    <w:rsid w:val="0031665E"/>
    <w:rsid w:val="003166EE"/>
    <w:rsid w:val="00316955"/>
    <w:rsid w:val="00316BFC"/>
    <w:rsid w:val="003170E7"/>
    <w:rsid w:val="003175DC"/>
    <w:rsid w:val="00317CC9"/>
    <w:rsid w:val="00317DEA"/>
    <w:rsid w:val="00320391"/>
    <w:rsid w:val="003208A4"/>
    <w:rsid w:val="00320B1A"/>
    <w:rsid w:val="00320FFD"/>
    <w:rsid w:val="003212A8"/>
    <w:rsid w:val="003213F9"/>
    <w:rsid w:val="00321B33"/>
    <w:rsid w:val="003223D2"/>
    <w:rsid w:val="00322539"/>
    <w:rsid w:val="003225F7"/>
    <w:rsid w:val="003228FA"/>
    <w:rsid w:val="00322D6F"/>
    <w:rsid w:val="00322DE8"/>
    <w:rsid w:val="00322EB3"/>
    <w:rsid w:val="00323005"/>
    <w:rsid w:val="003231DC"/>
    <w:rsid w:val="00323C11"/>
    <w:rsid w:val="00323EFD"/>
    <w:rsid w:val="003241A3"/>
    <w:rsid w:val="003241CB"/>
    <w:rsid w:val="003244D2"/>
    <w:rsid w:val="00325500"/>
    <w:rsid w:val="00325882"/>
    <w:rsid w:val="00326500"/>
    <w:rsid w:val="003267E8"/>
    <w:rsid w:val="00326B42"/>
    <w:rsid w:val="00327047"/>
    <w:rsid w:val="003274C4"/>
    <w:rsid w:val="003275F8"/>
    <w:rsid w:val="003277B3"/>
    <w:rsid w:val="0032783C"/>
    <w:rsid w:val="00327B54"/>
    <w:rsid w:val="00327DE3"/>
    <w:rsid w:val="00327DF2"/>
    <w:rsid w:val="00327FCC"/>
    <w:rsid w:val="003301BD"/>
    <w:rsid w:val="003303FC"/>
    <w:rsid w:val="0033046F"/>
    <w:rsid w:val="00330643"/>
    <w:rsid w:val="003306BF"/>
    <w:rsid w:val="003306DB"/>
    <w:rsid w:val="003309F5"/>
    <w:rsid w:val="003313F0"/>
    <w:rsid w:val="0033181A"/>
    <w:rsid w:val="0033192B"/>
    <w:rsid w:val="003319B1"/>
    <w:rsid w:val="00332186"/>
    <w:rsid w:val="003321DE"/>
    <w:rsid w:val="003331C6"/>
    <w:rsid w:val="0033320C"/>
    <w:rsid w:val="00333783"/>
    <w:rsid w:val="00333C29"/>
    <w:rsid w:val="00333CA8"/>
    <w:rsid w:val="003340E4"/>
    <w:rsid w:val="0033417B"/>
    <w:rsid w:val="00334201"/>
    <w:rsid w:val="00334294"/>
    <w:rsid w:val="00334463"/>
    <w:rsid w:val="0033475F"/>
    <w:rsid w:val="0033550D"/>
    <w:rsid w:val="00335692"/>
    <w:rsid w:val="003357D3"/>
    <w:rsid w:val="00335A69"/>
    <w:rsid w:val="003363E6"/>
    <w:rsid w:val="0033696C"/>
    <w:rsid w:val="00336F88"/>
    <w:rsid w:val="00337559"/>
    <w:rsid w:val="00337D65"/>
    <w:rsid w:val="00341298"/>
    <w:rsid w:val="003413F4"/>
    <w:rsid w:val="00341B1E"/>
    <w:rsid w:val="00341FCF"/>
    <w:rsid w:val="00342492"/>
    <w:rsid w:val="00343109"/>
    <w:rsid w:val="003434C2"/>
    <w:rsid w:val="003435C2"/>
    <w:rsid w:val="003438A8"/>
    <w:rsid w:val="00343B75"/>
    <w:rsid w:val="00343CCE"/>
    <w:rsid w:val="00343E11"/>
    <w:rsid w:val="00343FDD"/>
    <w:rsid w:val="003450D1"/>
    <w:rsid w:val="00345524"/>
    <w:rsid w:val="00346148"/>
    <w:rsid w:val="003464B6"/>
    <w:rsid w:val="00346A54"/>
    <w:rsid w:val="00347019"/>
    <w:rsid w:val="00347348"/>
    <w:rsid w:val="00347CE4"/>
    <w:rsid w:val="003500D8"/>
    <w:rsid w:val="003502CF"/>
    <w:rsid w:val="003503A2"/>
    <w:rsid w:val="003507C9"/>
    <w:rsid w:val="00350924"/>
    <w:rsid w:val="00350B1C"/>
    <w:rsid w:val="00350B39"/>
    <w:rsid w:val="00350EDA"/>
    <w:rsid w:val="0035138D"/>
    <w:rsid w:val="003515E9"/>
    <w:rsid w:val="00352068"/>
    <w:rsid w:val="003520F1"/>
    <w:rsid w:val="003522C1"/>
    <w:rsid w:val="00352A0E"/>
    <w:rsid w:val="003531A7"/>
    <w:rsid w:val="00353B12"/>
    <w:rsid w:val="00353BBD"/>
    <w:rsid w:val="00353E54"/>
    <w:rsid w:val="00353EB9"/>
    <w:rsid w:val="003548BA"/>
    <w:rsid w:val="00354917"/>
    <w:rsid w:val="003551F5"/>
    <w:rsid w:val="0035546E"/>
    <w:rsid w:val="00355CBD"/>
    <w:rsid w:val="00355CC0"/>
    <w:rsid w:val="0035626E"/>
    <w:rsid w:val="003566DE"/>
    <w:rsid w:val="00356B6B"/>
    <w:rsid w:val="00356DD5"/>
    <w:rsid w:val="0035732A"/>
    <w:rsid w:val="0035777A"/>
    <w:rsid w:val="00357884"/>
    <w:rsid w:val="00357CE2"/>
    <w:rsid w:val="00357D3B"/>
    <w:rsid w:val="00360747"/>
    <w:rsid w:val="0036096F"/>
    <w:rsid w:val="00361116"/>
    <w:rsid w:val="003612B0"/>
    <w:rsid w:val="00361DCD"/>
    <w:rsid w:val="00361FD0"/>
    <w:rsid w:val="003621BC"/>
    <w:rsid w:val="003621D7"/>
    <w:rsid w:val="0036244F"/>
    <w:rsid w:val="00362D8B"/>
    <w:rsid w:val="0036300F"/>
    <w:rsid w:val="003635E3"/>
    <w:rsid w:val="003636D1"/>
    <w:rsid w:val="003644C8"/>
    <w:rsid w:val="0036470A"/>
    <w:rsid w:val="0036476E"/>
    <w:rsid w:val="00364C8C"/>
    <w:rsid w:val="00364E40"/>
    <w:rsid w:val="00364EB0"/>
    <w:rsid w:val="00365318"/>
    <w:rsid w:val="00365521"/>
    <w:rsid w:val="0036570B"/>
    <w:rsid w:val="003661D7"/>
    <w:rsid w:val="0036639C"/>
    <w:rsid w:val="003667D4"/>
    <w:rsid w:val="00366D16"/>
    <w:rsid w:val="00366E2C"/>
    <w:rsid w:val="0036701E"/>
    <w:rsid w:val="00367451"/>
    <w:rsid w:val="00367667"/>
    <w:rsid w:val="003676A2"/>
    <w:rsid w:val="0036789E"/>
    <w:rsid w:val="00367C86"/>
    <w:rsid w:val="00370614"/>
    <w:rsid w:val="003706B8"/>
    <w:rsid w:val="00371251"/>
    <w:rsid w:val="003714B1"/>
    <w:rsid w:val="003715DF"/>
    <w:rsid w:val="003717E1"/>
    <w:rsid w:val="00371D5E"/>
    <w:rsid w:val="0037280F"/>
    <w:rsid w:val="00372E25"/>
    <w:rsid w:val="00373342"/>
    <w:rsid w:val="00373560"/>
    <w:rsid w:val="003744F4"/>
    <w:rsid w:val="00374AEA"/>
    <w:rsid w:val="00375732"/>
    <w:rsid w:val="00375A42"/>
    <w:rsid w:val="00375A85"/>
    <w:rsid w:val="00375AD0"/>
    <w:rsid w:val="00376099"/>
    <w:rsid w:val="003765A7"/>
    <w:rsid w:val="00376883"/>
    <w:rsid w:val="00376913"/>
    <w:rsid w:val="00376989"/>
    <w:rsid w:val="003773E3"/>
    <w:rsid w:val="00377AD5"/>
    <w:rsid w:val="00377CC3"/>
    <w:rsid w:val="00377CF4"/>
    <w:rsid w:val="00380162"/>
    <w:rsid w:val="00380265"/>
    <w:rsid w:val="0038034C"/>
    <w:rsid w:val="00380DB5"/>
    <w:rsid w:val="00381387"/>
    <w:rsid w:val="003818BD"/>
    <w:rsid w:val="00381CFA"/>
    <w:rsid w:val="0038225A"/>
    <w:rsid w:val="00382362"/>
    <w:rsid w:val="00382879"/>
    <w:rsid w:val="0038293B"/>
    <w:rsid w:val="00382985"/>
    <w:rsid w:val="00382EF0"/>
    <w:rsid w:val="00383045"/>
    <w:rsid w:val="0038326C"/>
    <w:rsid w:val="0038353E"/>
    <w:rsid w:val="00383542"/>
    <w:rsid w:val="00383A62"/>
    <w:rsid w:val="00383E98"/>
    <w:rsid w:val="00383EC4"/>
    <w:rsid w:val="00384495"/>
    <w:rsid w:val="003845BA"/>
    <w:rsid w:val="00384D1F"/>
    <w:rsid w:val="00385074"/>
    <w:rsid w:val="00385472"/>
    <w:rsid w:val="0038598F"/>
    <w:rsid w:val="00385B23"/>
    <w:rsid w:val="00385CA8"/>
    <w:rsid w:val="0038699C"/>
    <w:rsid w:val="003869FD"/>
    <w:rsid w:val="00387169"/>
    <w:rsid w:val="00387294"/>
    <w:rsid w:val="0038739A"/>
    <w:rsid w:val="003877A6"/>
    <w:rsid w:val="00387A71"/>
    <w:rsid w:val="003905CE"/>
    <w:rsid w:val="0039134D"/>
    <w:rsid w:val="00391819"/>
    <w:rsid w:val="00391A7F"/>
    <w:rsid w:val="00391F27"/>
    <w:rsid w:val="00391F8C"/>
    <w:rsid w:val="003921C9"/>
    <w:rsid w:val="003930F3"/>
    <w:rsid w:val="00393785"/>
    <w:rsid w:val="003937C1"/>
    <w:rsid w:val="0039384D"/>
    <w:rsid w:val="003950C5"/>
    <w:rsid w:val="003953C7"/>
    <w:rsid w:val="00395A8B"/>
    <w:rsid w:val="00395B6A"/>
    <w:rsid w:val="00395DBD"/>
    <w:rsid w:val="00395FF5"/>
    <w:rsid w:val="0039621E"/>
    <w:rsid w:val="00396ED1"/>
    <w:rsid w:val="003A07B0"/>
    <w:rsid w:val="003A13F7"/>
    <w:rsid w:val="003A140E"/>
    <w:rsid w:val="003A16D6"/>
    <w:rsid w:val="003A1953"/>
    <w:rsid w:val="003A1B75"/>
    <w:rsid w:val="003A28FB"/>
    <w:rsid w:val="003A3144"/>
    <w:rsid w:val="003A3231"/>
    <w:rsid w:val="003A3964"/>
    <w:rsid w:val="003A3CD5"/>
    <w:rsid w:val="003A3F08"/>
    <w:rsid w:val="003A4072"/>
    <w:rsid w:val="003A4434"/>
    <w:rsid w:val="003A47B8"/>
    <w:rsid w:val="003A504E"/>
    <w:rsid w:val="003A537D"/>
    <w:rsid w:val="003A549B"/>
    <w:rsid w:val="003A5AA8"/>
    <w:rsid w:val="003A5FC3"/>
    <w:rsid w:val="003A6CF0"/>
    <w:rsid w:val="003A6D4F"/>
    <w:rsid w:val="003A6D74"/>
    <w:rsid w:val="003A6F05"/>
    <w:rsid w:val="003A70BD"/>
    <w:rsid w:val="003A74D0"/>
    <w:rsid w:val="003A7917"/>
    <w:rsid w:val="003A7BBD"/>
    <w:rsid w:val="003B0231"/>
    <w:rsid w:val="003B039F"/>
    <w:rsid w:val="003B04CD"/>
    <w:rsid w:val="003B0C14"/>
    <w:rsid w:val="003B0CE8"/>
    <w:rsid w:val="003B0FD0"/>
    <w:rsid w:val="003B14DA"/>
    <w:rsid w:val="003B1A58"/>
    <w:rsid w:val="003B1CFF"/>
    <w:rsid w:val="003B1E92"/>
    <w:rsid w:val="003B2CB8"/>
    <w:rsid w:val="003B2D3A"/>
    <w:rsid w:val="003B3083"/>
    <w:rsid w:val="003B33DF"/>
    <w:rsid w:val="003B3CF3"/>
    <w:rsid w:val="003B3D35"/>
    <w:rsid w:val="003B3DC7"/>
    <w:rsid w:val="003B3EC6"/>
    <w:rsid w:val="003B41CE"/>
    <w:rsid w:val="003B448F"/>
    <w:rsid w:val="003B4886"/>
    <w:rsid w:val="003B53D3"/>
    <w:rsid w:val="003B54AD"/>
    <w:rsid w:val="003B5762"/>
    <w:rsid w:val="003B5922"/>
    <w:rsid w:val="003B62B5"/>
    <w:rsid w:val="003B6EC5"/>
    <w:rsid w:val="003B7461"/>
    <w:rsid w:val="003B75C9"/>
    <w:rsid w:val="003B79B9"/>
    <w:rsid w:val="003B7F42"/>
    <w:rsid w:val="003C0757"/>
    <w:rsid w:val="003C07ED"/>
    <w:rsid w:val="003C0966"/>
    <w:rsid w:val="003C0976"/>
    <w:rsid w:val="003C0D36"/>
    <w:rsid w:val="003C0D68"/>
    <w:rsid w:val="003C0E31"/>
    <w:rsid w:val="003C10CD"/>
    <w:rsid w:val="003C1653"/>
    <w:rsid w:val="003C16D6"/>
    <w:rsid w:val="003C1B67"/>
    <w:rsid w:val="003C241A"/>
    <w:rsid w:val="003C25D3"/>
    <w:rsid w:val="003C28E7"/>
    <w:rsid w:val="003C2CA2"/>
    <w:rsid w:val="003C2E0B"/>
    <w:rsid w:val="003C2EFB"/>
    <w:rsid w:val="003C3BCA"/>
    <w:rsid w:val="003C3D36"/>
    <w:rsid w:val="003C409C"/>
    <w:rsid w:val="003C4657"/>
    <w:rsid w:val="003C496F"/>
    <w:rsid w:val="003C4CB5"/>
    <w:rsid w:val="003C5582"/>
    <w:rsid w:val="003C5B59"/>
    <w:rsid w:val="003C5CDE"/>
    <w:rsid w:val="003C6145"/>
    <w:rsid w:val="003C6621"/>
    <w:rsid w:val="003C6670"/>
    <w:rsid w:val="003C69C9"/>
    <w:rsid w:val="003C6F57"/>
    <w:rsid w:val="003C7750"/>
    <w:rsid w:val="003C7E13"/>
    <w:rsid w:val="003D0A96"/>
    <w:rsid w:val="003D0AF5"/>
    <w:rsid w:val="003D0D9E"/>
    <w:rsid w:val="003D0FFF"/>
    <w:rsid w:val="003D1236"/>
    <w:rsid w:val="003D1586"/>
    <w:rsid w:val="003D1BA9"/>
    <w:rsid w:val="003D235E"/>
    <w:rsid w:val="003D2619"/>
    <w:rsid w:val="003D2AFD"/>
    <w:rsid w:val="003D31C1"/>
    <w:rsid w:val="003D35E9"/>
    <w:rsid w:val="003D3D8E"/>
    <w:rsid w:val="003D412F"/>
    <w:rsid w:val="003D4506"/>
    <w:rsid w:val="003D4521"/>
    <w:rsid w:val="003D47C7"/>
    <w:rsid w:val="003D47FF"/>
    <w:rsid w:val="003D4D82"/>
    <w:rsid w:val="003D4FF5"/>
    <w:rsid w:val="003D56CE"/>
    <w:rsid w:val="003D5B26"/>
    <w:rsid w:val="003D5C06"/>
    <w:rsid w:val="003D5F31"/>
    <w:rsid w:val="003D5F33"/>
    <w:rsid w:val="003D6E4A"/>
    <w:rsid w:val="003D729B"/>
    <w:rsid w:val="003D7343"/>
    <w:rsid w:val="003D75CA"/>
    <w:rsid w:val="003D7740"/>
    <w:rsid w:val="003E04DF"/>
    <w:rsid w:val="003E07A7"/>
    <w:rsid w:val="003E07C6"/>
    <w:rsid w:val="003E108D"/>
    <w:rsid w:val="003E1C53"/>
    <w:rsid w:val="003E1EE6"/>
    <w:rsid w:val="003E28BD"/>
    <w:rsid w:val="003E3192"/>
    <w:rsid w:val="003E3451"/>
    <w:rsid w:val="003E3B9E"/>
    <w:rsid w:val="003E3BD3"/>
    <w:rsid w:val="003E3E14"/>
    <w:rsid w:val="003E4633"/>
    <w:rsid w:val="003E47C7"/>
    <w:rsid w:val="003E4A81"/>
    <w:rsid w:val="003E4B6A"/>
    <w:rsid w:val="003E4F12"/>
    <w:rsid w:val="003E5049"/>
    <w:rsid w:val="003E506B"/>
    <w:rsid w:val="003E51B9"/>
    <w:rsid w:val="003E54BD"/>
    <w:rsid w:val="003E55FD"/>
    <w:rsid w:val="003E5726"/>
    <w:rsid w:val="003E59CA"/>
    <w:rsid w:val="003E5EFA"/>
    <w:rsid w:val="003E60FB"/>
    <w:rsid w:val="003E6DB3"/>
    <w:rsid w:val="003E7281"/>
    <w:rsid w:val="003E75BC"/>
    <w:rsid w:val="003E7655"/>
    <w:rsid w:val="003E7C27"/>
    <w:rsid w:val="003E7EF1"/>
    <w:rsid w:val="003F035D"/>
    <w:rsid w:val="003F047D"/>
    <w:rsid w:val="003F0791"/>
    <w:rsid w:val="003F0FA2"/>
    <w:rsid w:val="003F114C"/>
    <w:rsid w:val="003F1524"/>
    <w:rsid w:val="003F1790"/>
    <w:rsid w:val="003F18DE"/>
    <w:rsid w:val="003F2552"/>
    <w:rsid w:val="003F2580"/>
    <w:rsid w:val="003F26D3"/>
    <w:rsid w:val="003F286F"/>
    <w:rsid w:val="003F28A4"/>
    <w:rsid w:val="003F2CEC"/>
    <w:rsid w:val="003F2E4F"/>
    <w:rsid w:val="003F353F"/>
    <w:rsid w:val="003F3C7B"/>
    <w:rsid w:val="003F3F99"/>
    <w:rsid w:val="003F4310"/>
    <w:rsid w:val="003F4998"/>
    <w:rsid w:val="003F5091"/>
    <w:rsid w:val="003F51CC"/>
    <w:rsid w:val="003F51E8"/>
    <w:rsid w:val="003F5A3C"/>
    <w:rsid w:val="003F5DF9"/>
    <w:rsid w:val="003F654D"/>
    <w:rsid w:val="003F66C0"/>
    <w:rsid w:val="003F6A64"/>
    <w:rsid w:val="003F6EFB"/>
    <w:rsid w:val="003F757C"/>
    <w:rsid w:val="003F7DE5"/>
    <w:rsid w:val="00400096"/>
    <w:rsid w:val="004000E6"/>
    <w:rsid w:val="0040051E"/>
    <w:rsid w:val="00400640"/>
    <w:rsid w:val="00400889"/>
    <w:rsid w:val="00400913"/>
    <w:rsid w:val="00400BFE"/>
    <w:rsid w:val="00401162"/>
    <w:rsid w:val="004018EC"/>
    <w:rsid w:val="00401BFC"/>
    <w:rsid w:val="00401FAA"/>
    <w:rsid w:val="00401FC5"/>
    <w:rsid w:val="0040284C"/>
    <w:rsid w:val="00402C60"/>
    <w:rsid w:val="00403312"/>
    <w:rsid w:val="004036B3"/>
    <w:rsid w:val="00403B7A"/>
    <w:rsid w:val="00403D18"/>
    <w:rsid w:val="004042C6"/>
    <w:rsid w:val="0040467A"/>
    <w:rsid w:val="0040480F"/>
    <w:rsid w:val="0040498B"/>
    <w:rsid w:val="00404B06"/>
    <w:rsid w:val="00404D00"/>
    <w:rsid w:val="0040503C"/>
    <w:rsid w:val="0040539D"/>
    <w:rsid w:val="00406463"/>
    <w:rsid w:val="004068DC"/>
    <w:rsid w:val="004074E7"/>
    <w:rsid w:val="00407734"/>
    <w:rsid w:val="004079B7"/>
    <w:rsid w:val="00407B95"/>
    <w:rsid w:val="00407CAB"/>
    <w:rsid w:val="004100BA"/>
    <w:rsid w:val="004100DF"/>
    <w:rsid w:val="00410141"/>
    <w:rsid w:val="00410599"/>
    <w:rsid w:val="0041066F"/>
    <w:rsid w:val="00410803"/>
    <w:rsid w:val="00410832"/>
    <w:rsid w:val="00410A94"/>
    <w:rsid w:val="00411B5F"/>
    <w:rsid w:val="00413057"/>
    <w:rsid w:val="004137FA"/>
    <w:rsid w:val="00413B86"/>
    <w:rsid w:val="00413D12"/>
    <w:rsid w:val="004144C1"/>
    <w:rsid w:val="004150B7"/>
    <w:rsid w:val="00415138"/>
    <w:rsid w:val="0041542F"/>
    <w:rsid w:val="0041562D"/>
    <w:rsid w:val="00415BAF"/>
    <w:rsid w:val="00415BC0"/>
    <w:rsid w:val="004160F1"/>
    <w:rsid w:val="00416326"/>
    <w:rsid w:val="004164C7"/>
    <w:rsid w:val="00416A48"/>
    <w:rsid w:val="00416B5F"/>
    <w:rsid w:val="00416D28"/>
    <w:rsid w:val="00416D6C"/>
    <w:rsid w:val="00416FDE"/>
    <w:rsid w:val="00417091"/>
    <w:rsid w:val="00417223"/>
    <w:rsid w:val="00417A57"/>
    <w:rsid w:val="00417B6F"/>
    <w:rsid w:val="00417C7D"/>
    <w:rsid w:val="0042030E"/>
    <w:rsid w:val="00420D3D"/>
    <w:rsid w:val="004210C7"/>
    <w:rsid w:val="0042116B"/>
    <w:rsid w:val="00421346"/>
    <w:rsid w:val="00421372"/>
    <w:rsid w:val="00421409"/>
    <w:rsid w:val="0042172A"/>
    <w:rsid w:val="0042192B"/>
    <w:rsid w:val="00421D27"/>
    <w:rsid w:val="00421DCD"/>
    <w:rsid w:val="00422093"/>
    <w:rsid w:val="004221C1"/>
    <w:rsid w:val="00422745"/>
    <w:rsid w:val="00422C8E"/>
    <w:rsid w:val="00423115"/>
    <w:rsid w:val="0042356E"/>
    <w:rsid w:val="00423D78"/>
    <w:rsid w:val="00423D83"/>
    <w:rsid w:val="00423DAF"/>
    <w:rsid w:val="00424057"/>
    <w:rsid w:val="0042454D"/>
    <w:rsid w:val="00424580"/>
    <w:rsid w:val="00424646"/>
    <w:rsid w:val="00424865"/>
    <w:rsid w:val="00424A3D"/>
    <w:rsid w:val="00424C83"/>
    <w:rsid w:val="00424D71"/>
    <w:rsid w:val="00425031"/>
    <w:rsid w:val="004254A4"/>
    <w:rsid w:val="00426734"/>
    <w:rsid w:val="004267DC"/>
    <w:rsid w:val="004267E3"/>
    <w:rsid w:val="00426C33"/>
    <w:rsid w:val="00427020"/>
    <w:rsid w:val="0042764B"/>
    <w:rsid w:val="00427CA8"/>
    <w:rsid w:val="0043044F"/>
    <w:rsid w:val="004304FC"/>
    <w:rsid w:val="00430632"/>
    <w:rsid w:val="004308D8"/>
    <w:rsid w:val="00430D34"/>
    <w:rsid w:val="00430F79"/>
    <w:rsid w:val="00430FDF"/>
    <w:rsid w:val="0043112A"/>
    <w:rsid w:val="0043119D"/>
    <w:rsid w:val="004311F6"/>
    <w:rsid w:val="00432187"/>
    <w:rsid w:val="00432886"/>
    <w:rsid w:val="00433266"/>
    <w:rsid w:val="004335CB"/>
    <w:rsid w:val="00433EA4"/>
    <w:rsid w:val="00433EC1"/>
    <w:rsid w:val="00433F52"/>
    <w:rsid w:val="0043473E"/>
    <w:rsid w:val="00434988"/>
    <w:rsid w:val="00434D64"/>
    <w:rsid w:val="00434DB8"/>
    <w:rsid w:val="00434F6D"/>
    <w:rsid w:val="00434FEF"/>
    <w:rsid w:val="0043528A"/>
    <w:rsid w:val="004354EF"/>
    <w:rsid w:val="00435670"/>
    <w:rsid w:val="0043573E"/>
    <w:rsid w:val="004359B3"/>
    <w:rsid w:val="00435A4D"/>
    <w:rsid w:val="0043611A"/>
    <w:rsid w:val="00436F86"/>
    <w:rsid w:val="004400B0"/>
    <w:rsid w:val="00440290"/>
    <w:rsid w:val="0044066C"/>
    <w:rsid w:val="00440944"/>
    <w:rsid w:val="004410B8"/>
    <w:rsid w:val="0044139D"/>
    <w:rsid w:val="00441518"/>
    <w:rsid w:val="004416B0"/>
    <w:rsid w:val="0044194B"/>
    <w:rsid w:val="00441A27"/>
    <w:rsid w:val="0044206B"/>
    <w:rsid w:val="00442594"/>
    <w:rsid w:val="00442ED5"/>
    <w:rsid w:val="00442F33"/>
    <w:rsid w:val="00443141"/>
    <w:rsid w:val="00443589"/>
    <w:rsid w:val="004435A3"/>
    <w:rsid w:val="0044388B"/>
    <w:rsid w:val="00443E85"/>
    <w:rsid w:val="00444149"/>
    <w:rsid w:val="004441CF"/>
    <w:rsid w:val="004441D4"/>
    <w:rsid w:val="00444259"/>
    <w:rsid w:val="00444917"/>
    <w:rsid w:val="00444C00"/>
    <w:rsid w:val="004455CB"/>
    <w:rsid w:val="00445F7C"/>
    <w:rsid w:val="00446226"/>
    <w:rsid w:val="0044640B"/>
    <w:rsid w:val="004468FF"/>
    <w:rsid w:val="00446AF2"/>
    <w:rsid w:val="00446C92"/>
    <w:rsid w:val="00446E1C"/>
    <w:rsid w:val="00446F14"/>
    <w:rsid w:val="0044762C"/>
    <w:rsid w:val="00447665"/>
    <w:rsid w:val="00447C8A"/>
    <w:rsid w:val="004502A3"/>
    <w:rsid w:val="004508EC"/>
    <w:rsid w:val="004509C6"/>
    <w:rsid w:val="00450AA5"/>
    <w:rsid w:val="00450AB0"/>
    <w:rsid w:val="00450D46"/>
    <w:rsid w:val="00450D54"/>
    <w:rsid w:val="00450D81"/>
    <w:rsid w:val="00451445"/>
    <w:rsid w:val="00452696"/>
    <w:rsid w:val="0045291F"/>
    <w:rsid w:val="00452B78"/>
    <w:rsid w:val="00453015"/>
    <w:rsid w:val="00453026"/>
    <w:rsid w:val="00453196"/>
    <w:rsid w:val="0045346B"/>
    <w:rsid w:val="0045353A"/>
    <w:rsid w:val="00453878"/>
    <w:rsid w:val="004538A4"/>
    <w:rsid w:val="0045471A"/>
    <w:rsid w:val="0045499B"/>
    <w:rsid w:val="00454B57"/>
    <w:rsid w:val="00454B9E"/>
    <w:rsid w:val="00454DB9"/>
    <w:rsid w:val="00454ED1"/>
    <w:rsid w:val="00455339"/>
    <w:rsid w:val="004554CC"/>
    <w:rsid w:val="004555A1"/>
    <w:rsid w:val="00455614"/>
    <w:rsid w:val="00455E48"/>
    <w:rsid w:val="00455FF6"/>
    <w:rsid w:val="00456247"/>
    <w:rsid w:val="00456427"/>
    <w:rsid w:val="00456531"/>
    <w:rsid w:val="00456BBD"/>
    <w:rsid w:val="0045714A"/>
    <w:rsid w:val="00457D4E"/>
    <w:rsid w:val="00457DB8"/>
    <w:rsid w:val="00460199"/>
    <w:rsid w:val="004602F7"/>
    <w:rsid w:val="004609AC"/>
    <w:rsid w:val="00460FEF"/>
    <w:rsid w:val="004610DD"/>
    <w:rsid w:val="00461180"/>
    <w:rsid w:val="004614AF"/>
    <w:rsid w:val="00462091"/>
    <w:rsid w:val="0046231F"/>
    <w:rsid w:val="00462631"/>
    <w:rsid w:val="00462B3D"/>
    <w:rsid w:val="00462BCE"/>
    <w:rsid w:val="00462D16"/>
    <w:rsid w:val="00462E57"/>
    <w:rsid w:val="00462EA1"/>
    <w:rsid w:val="00463510"/>
    <w:rsid w:val="004637A6"/>
    <w:rsid w:val="00463936"/>
    <w:rsid w:val="00463CFD"/>
    <w:rsid w:val="004644F0"/>
    <w:rsid w:val="004647DD"/>
    <w:rsid w:val="0046494B"/>
    <w:rsid w:val="00464B98"/>
    <w:rsid w:val="0046579E"/>
    <w:rsid w:val="004657D9"/>
    <w:rsid w:val="00465820"/>
    <w:rsid w:val="0046584B"/>
    <w:rsid w:val="00465A67"/>
    <w:rsid w:val="00465C8C"/>
    <w:rsid w:val="0046618C"/>
    <w:rsid w:val="004664DE"/>
    <w:rsid w:val="0046660D"/>
    <w:rsid w:val="00467054"/>
    <w:rsid w:val="004673DB"/>
    <w:rsid w:val="0046772B"/>
    <w:rsid w:val="00467A57"/>
    <w:rsid w:val="0047003C"/>
    <w:rsid w:val="00470200"/>
    <w:rsid w:val="004704A8"/>
    <w:rsid w:val="00470A17"/>
    <w:rsid w:val="00471026"/>
    <w:rsid w:val="00471D6E"/>
    <w:rsid w:val="00471DAB"/>
    <w:rsid w:val="004720C3"/>
    <w:rsid w:val="004722EB"/>
    <w:rsid w:val="004723A9"/>
    <w:rsid w:val="00472904"/>
    <w:rsid w:val="004729FE"/>
    <w:rsid w:val="00473505"/>
    <w:rsid w:val="004735DC"/>
    <w:rsid w:val="00473745"/>
    <w:rsid w:val="004739DE"/>
    <w:rsid w:val="00473F23"/>
    <w:rsid w:val="00474243"/>
    <w:rsid w:val="004743DF"/>
    <w:rsid w:val="004749D5"/>
    <w:rsid w:val="00474CC4"/>
    <w:rsid w:val="004753BD"/>
    <w:rsid w:val="004756DD"/>
    <w:rsid w:val="004757CF"/>
    <w:rsid w:val="00475C53"/>
    <w:rsid w:val="00475E6F"/>
    <w:rsid w:val="004760BF"/>
    <w:rsid w:val="00476342"/>
    <w:rsid w:val="004763D7"/>
    <w:rsid w:val="00476595"/>
    <w:rsid w:val="004765B2"/>
    <w:rsid w:val="004769F3"/>
    <w:rsid w:val="00476B9E"/>
    <w:rsid w:val="00476D17"/>
    <w:rsid w:val="00476DCA"/>
    <w:rsid w:val="004777B3"/>
    <w:rsid w:val="00477897"/>
    <w:rsid w:val="004809E4"/>
    <w:rsid w:val="00480B43"/>
    <w:rsid w:val="00480FE5"/>
    <w:rsid w:val="0048103F"/>
    <w:rsid w:val="00481218"/>
    <w:rsid w:val="004818BF"/>
    <w:rsid w:val="00481D7B"/>
    <w:rsid w:val="00481E8C"/>
    <w:rsid w:val="004820BA"/>
    <w:rsid w:val="004823FE"/>
    <w:rsid w:val="00482600"/>
    <w:rsid w:val="00482C5C"/>
    <w:rsid w:val="00482F1E"/>
    <w:rsid w:val="00483463"/>
    <w:rsid w:val="00483BC5"/>
    <w:rsid w:val="00483D09"/>
    <w:rsid w:val="00484094"/>
    <w:rsid w:val="0048476B"/>
    <w:rsid w:val="00484D52"/>
    <w:rsid w:val="00485797"/>
    <w:rsid w:val="00485FC4"/>
    <w:rsid w:val="004860F4"/>
    <w:rsid w:val="00486126"/>
    <w:rsid w:val="00486516"/>
    <w:rsid w:val="00486FA7"/>
    <w:rsid w:val="00487F06"/>
    <w:rsid w:val="00490734"/>
    <w:rsid w:val="00490A52"/>
    <w:rsid w:val="004912C9"/>
    <w:rsid w:val="004914E7"/>
    <w:rsid w:val="0049158E"/>
    <w:rsid w:val="00491B7F"/>
    <w:rsid w:val="00491BD3"/>
    <w:rsid w:val="00491E6E"/>
    <w:rsid w:val="004923CA"/>
    <w:rsid w:val="00492638"/>
    <w:rsid w:val="0049290F"/>
    <w:rsid w:val="00492B35"/>
    <w:rsid w:val="00492CB1"/>
    <w:rsid w:val="0049339E"/>
    <w:rsid w:val="00493F40"/>
    <w:rsid w:val="00494845"/>
    <w:rsid w:val="00494972"/>
    <w:rsid w:val="00494A05"/>
    <w:rsid w:val="00494C5C"/>
    <w:rsid w:val="00495387"/>
    <w:rsid w:val="004954EC"/>
    <w:rsid w:val="004956A6"/>
    <w:rsid w:val="004956FF"/>
    <w:rsid w:val="00495712"/>
    <w:rsid w:val="004959E9"/>
    <w:rsid w:val="00495A93"/>
    <w:rsid w:val="00496A99"/>
    <w:rsid w:val="00496B88"/>
    <w:rsid w:val="00496DF3"/>
    <w:rsid w:val="00496E68"/>
    <w:rsid w:val="0049734A"/>
    <w:rsid w:val="004973F8"/>
    <w:rsid w:val="0049782A"/>
    <w:rsid w:val="00497F2A"/>
    <w:rsid w:val="004A01E3"/>
    <w:rsid w:val="004A06DD"/>
    <w:rsid w:val="004A08BA"/>
    <w:rsid w:val="004A0930"/>
    <w:rsid w:val="004A12D2"/>
    <w:rsid w:val="004A15AF"/>
    <w:rsid w:val="004A1B55"/>
    <w:rsid w:val="004A1FC3"/>
    <w:rsid w:val="004A214F"/>
    <w:rsid w:val="004A28AC"/>
    <w:rsid w:val="004A2973"/>
    <w:rsid w:val="004A2BE4"/>
    <w:rsid w:val="004A2D0F"/>
    <w:rsid w:val="004A3452"/>
    <w:rsid w:val="004A34E3"/>
    <w:rsid w:val="004A37BF"/>
    <w:rsid w:val="004A38D0"/>
    <w:rsid w:val="004A3ACE"/>
    <w:rsid w:val="004A44F5"/>
    <w:rsid w:val="004A47F9"/>
    <w:rsid w:val="004A4C9C"/>
    <w:rsid w:val="004A4CA3"/>
    <w:rsid w:val="004A4DD9"/>
    <w:rsid w:val="004A51A7"/>
    <w:rsid w:val="004A5291"/>
    <w:rsid w:val="004A5456"/>
    <w:rsid w:val="004A5E75"/>
    <w:rsid w:val="004A620E"/>
    <w:rsid w:val="004A6337"/>
    <w:rsid w:val="004A633E"/>
    <w:rsid w:val="004A63DA"/>
    <w:rsid w:val="004A679E"/>
    <w:rsid w:val="004A6C3D"/>
    <w:rsid w:val="004A6CCB"/>
    <w:rsid w:val="004A6D57"/>
    <w:rsid w:val="004A6F22"/>
    <w:rsid w:val="004A7643"/>
    <w:rsid w:val="004B038A"/>
    <w:rsid w:val="004B0C01"/>
    <w:rsid w:val="004B0C8E"/>
    <w:rsid w:val="004B1341"/>
    <w:rsid w:val="004B1A55"/>
    <w:rsid w:val="004B2007"/>
    <w:rsid w:val="004B230C"/>
    <w:rsid w:val="004B2433"/>
    <w:rsid w:val="004B2AA0"/>
    <w:rsid w:val="004B3313"/>
    <w:rsid w:val="004B3377"/>
    <w:rsid w:val="004B3614"/>
    <w:rsid w:val="004B3A0A"/>
    <w:rsid w:val="004B4ADA"/>
    <w:rsid w:val="004B4AE8"/>
    <w:rsid w:val="004B5A36"/>
    <w:rsid w:val="004B5AEB"/>
    <w:rsid w:val="004B5BCB"/>
    <w:rsid w:val="004B62B4"/>
    <w:rsid w:val="004B70EA"/>
    <w:rsid w:val="004B7552"/>
    <w:rsid w:val="004B7578"/>
    <w:rsid w:val="004B77B2"/>
    <w:rsid w:val="004B7F5E"/>
    <w:rsid w:val="004C065E"/>
    <w:rsid w:val="004C0BC7"/>
    <w:rsid w:val="004C1B33"/>
    <w:rsid w:val="004C1CA5"/>
    <w:rsid w:val="004C251F"/>
    <w:rsid w:val="004C2669"/>
    <w:rsid w:val="004C29A3"/>
    <w:rsid w:val="004C2DFC"/>
    <w:rsid w:val="004C31BA"/>
    <w:rsid w:val="004C33CD"/>
    <w:rsid w:val="004C368D"/>
    <w:rsid w:val="004C39FD"/>
    <w:rsid w:val="004C3AAC"/>
    <w:rsid w:val="004C3B65"/>
    <w:rsid w:val="004C3F05"/>
    <w:rsid w:val="004C3FC3"/>
    <w:rsid w:val="004C42B0"/>
    <w:rsid w:val="004C434C"/>
    <w:rsid w:val="004C44AE"/>
    <w:rsid w:val="004C458B"/>
    <w:rsid w:val="004C46ED"/>
    <w:rsid w:val="004C4D5B"/>
    <w:rsid w:val="004C50B5"/>
    <w:rsid w:val="004C5142"/>
    <w:rsid w:val="004C5238"/>
    <w:rsid w:val="004C55AB"/>
    <w:rsid w:val="004C57B5"/>
    <w:rsid w:val="004C5A55"/>
    <w:rsid w:val="004C6375"/>
    <w:rsid w:val="004C7581"/>
    <w:rsid w:val="004C75DB"/>
    <w:rsid w:val="004C765B"/>
    <w:rsid w:val="004C76C5"/>
    <w:rsid w:val="004C7808"/>
    <w:rsid w:val="004C7CAA"/>
    <w:rsid w:val="004D0756"/>
    <w:rsid w:val="004D0F36"/>
    <w:rsid w:val="004D1150"/>
    <w:rsid w:val="004D1380"/>
    <w:rsid w:val="004D14B2"/>
    <w:rsid w:val="004D1542"/>
    <w:rsid w:val="004D1551"/>
    <w:rsid w:val="004D1692"/>
    <w:rsid w:val="004D17EF"/>
    <w:rsid w:val="004D1997"/>
    <w:rsid w:val="004D21C6"/>
    <w:rsid w:val="004D21F5"/>
    <w:rsid w:val="004D23BC"/>
    <w:rsid w:val="004D2418"/>
    <w:rsid w:val="004D2811"/>
    <w:rsid w:val="004D2889"/>
    <w:rsid w:val="004D2A33"/>
    <w:rsid w:val="004D2E36"/>
    <w:rsid w:val="004D3292"/>
    <w:rsid w:val="004D38E5"/>
    <w:rsid w:val="004D3FE2"/>
    <w:rsid w:val="004D4388"/>
    <w:rsid w:val="004D5398"/>
    <w:rsid w:val="004D54CB"/>
    <w:rsid w:val="004D565B"/>
    <w:rsid w:val="004D59F7"/>
    <w:rsid w:val="004D60C2"/>
    <w:rsid w:val="004D6678"/>
    <w:rsid w:val="004D6AAA"/>
    <w:rsid w:val="004D6D4B"/>
    <w:rsid w:val="004D7732"/>
    <w:rsid w:val="004D7A45"/>
    <w:rsid w:val="004D7AA5"/>
    <w:rsid w:val="004D7DC2"/>
    <w:rsid w:val="004D7FD4"/>
    <w:rsid w:val="004E016C"/>
    <w:rsid w:val="004E04D3"/>
    <w:rsid w:val="004E09A1"/>
    <w:rsid w:val="004E0A23"/>
    <w:rsid w:val="004E0CD2"/>
    <w:rsid w:val="004E0EAB"/>
    <w:rsid w:val="004E0FE8"/>
    <w:rsid w:val="004E1023"/>
    <w:rsid w:val="004E1060"/>
    <w:rsid w:val="004E119F"/>
    <w:rsid w:val="004E134A"/>
    <w:rsid w:val="004E15C7"/>
    <w:rsid w:val="004E1D58"/>
    <w:rsid w:val="004E21DD"/>
    <w:rsid w:val="004E2228"/>
    <w:rsid w:val="004E23A6"/>
    <w:rsid w:val="004E282C"/>
    <w:rsid w:val="004E29B4"/>
    <w:rsid w:val="004E2B75"/>
    <w:rsid w:val="004E2C65"/>
    <w:rsid w:val="004E3158"/>
    <w:rsid w:val="004E3354"/>
    <w:rsid w:val="004E3B4C"/>
    <w:rsid w:val="004E4598"/>
    <w:rsid w:val="004E4AC7"/>
    <w:rsid w:val="004E4C3C"/>
    <w:rsid w:val="004E4C99"/>
    <w:rsid w:val="004E52B8"/>
    <w:rsid w:val="004E5854"/>
    <w:rsid w:val="004E621C"/>
    <w:rsid w:val="004E66BF"/>
    <w:rsid w:val="004E7B91"/>
    <w:rsid w:val="004E7DD9"/>
    <w:rsid w:val="004F0262"/>
    <w:rsid w:val="004F03A9"/>
    <w:rsid w:val="004F046C"/>
    <w:rsid w:val="004F07C1"/>
    <w:rsid w:val="004F14C6"/>
    <w:rsid w:val="004F1838"/>
    <w:rsid w:val="004F185D"/>
    <w:rsid w:val="004F192E"/>
    <w:rsid w:val="004F1DC9"/>
    <w:rsid w:val="004F2221"/>
    <w:rsid w:val="004F22A9"/>
    <w:rsid w:val="004F25C9"/>
    <w:rsid w:val="004F2987"/>
    <w:rsid w:val="004F34F1"/>
    <w:rsid w:val="004F362A"/>
    <w:rsid w:val="004F3663"/>
    <w:rsid w:val="004F38D1"/>
    <w:rsid w:val="004F3AD0"/>
    <w:rsid w:val="004F3B67"/>
    <w:rsid w:val="004F3BE1"/>
    <w:rsid w:val="004F3FB1"/>
    <w:rsid w:val="004F428F"/>
    <w:rsid w:val="004F4F34"/>
    <w:rsid w:val="004F52F8"/>
    <w:rsid w:val="004F541F"/>
    <w:rsid w:val="004F5B3A"/>
    <w:rsid w:val="004F5F54"/>
    <w:rsid w:val="004F5FB7"/>
    <w:rsid w:val="004F623A"/>
    <w:rsid w:val="004F6368"/>
    <w:rsid w:val="004F6917"/>
    <w:rsid w:val="004F69A7"/>
    <w:rsid w:val="004F6DC9"/>
    <w:rsid w:val="004F73F4"/>
    <w:rsid w:val="004F748B"/>
    <w:rsid w:val="004F75C3"/>
    <w:rsid w:val="004F7876"/>
    <w:rsid w:val="004F7DD7"/>
    <w:rsid w:val="005005E5"/>
    <w:rsid w:val="00500F35"/>
    <w:rsid w:val="00500F4D"/>
    <w:rsid w:val="00500FF7"/>
    <w:rsid w:val="0050172D"/>
    <w:rsid w:val="00501816"/>
    <w:rsid w:val="00501C62"/>
    <w:rsid w:val="005023AD"/>
    <w:rsid w:val="0050291A"/>
    <w:rsid w:val="00502ACA"/>
    <w:rsid w:val="00502B2A"/>
    <w:rsid w:val="00503065"/>
    <w:rsid w:val="005030B8"/>
    <w:rsid w:val="005031E6"/>
    <w:rsid w:val="005045E1"/>
    <w:rsid w:val="00504C76"/>
    <w:rsid w:val="005050DE"/>
    <w:rsid w:val="00505769"/>
    <w:rsid w:val="00505D06"/>
    <w:rsid w:val="00505DFE"/>
    <w:rsid w:val="00505EAD"/>
    <w:rsid w:val="005061C0"/>
    <w:rsid w:val="00506384"/>
    <w:rsid w:val="005067D0"/>
    <w:rsid w:val="00506E6A"/>
    <w:rsid w:val="00507E4A"/>
    <w:rsid w:val="005104BB"/>
    <w:rsid w:val="005106C7"/>
    <w:rsid w:val="00510FA8"/>
    <w:rsid w:val="00511095"/>
    <w:rsid w:val="005111C7"/>
    <w:rsid w:val="0051138A"/>
    <w:rsid w:val="00511557"/>
    <w:rsid w:val="005122B4"/>
    <w:rsid w:val="00513161"/>
    <w:rsid w:val="00513B5A"/>
    <w:rsid w:val="00513FA6"/>
    <w:rsid w:val="0051415A"/>
    <w:rsid w:val="00514848"/>
    <w:rsid w:val="00514B93"/>
    <w:rsid w:val="00514D5A"/>
    <w:rsid w:val="00515301"/>
    <w:rsid w:val="0051557D"/>
    <w:rsid w:val="00515A06"/>
    <w:rsid w:val="0051607C"/>
    <w:rsid w:val="005165B2"/>
    <w:rsid w:val="00516688"/>
    <w:rsid w:val="005168DE"/>
    <w:rsid w:val="00517435"/>
    <w:rsid w:val="00517574"/>
    <w:rsid w:val="005177AB"/>
    <w:rsid w:val="00517A71"/>
    <w:rsid w:val="00517CA6"/>
    <w:rsid w:val="00520011"/>
    <w:rsid w:val="005200A0"/>
    <w:rsid w:val="0052010C"/>
    <w:rsid w:val="005201C0"/>
    <w:rsid w:val="0052086A"/>
    <w:rsid w:val="00521565"/>
    <w:rsid w:val="005216E0"/>
    <w:rsid w:val="0052189D"/>
    <w:rsid w:val="005218CD"/>
    <w:rsid w:val="00521927"/>
    <w:rsid w:val="00521BAA"/>
    <w:rsid w:val="00522122"/>
    <w:rsid w:val="0052292F"/>
    <w:rsid w:val="005229F1"/>
    <w:rsid w:val="00522CAB"/>
    <w:rsid w:val="00522CF5"/>
    <w:rsid w:val="00523625"/>
    <w:rsid w:val="00523977"/>
    <w:rsid w:val="00523B04"/>
    <w:rsid w:val="00523E27"/>
    <w:rsid w:val="0052412F"/>
    <w:rsid w:val="0052474F"/>
    <w:rsid w:val="00524957"/>
    <w:rsid w:val="00524968"/>
    <w:rsid w:val="00524B5D"/>
    <w:rsid w:val="00524CF4"/>
    <w:rsid w:val="005252E9"/>
    <w:rsid w:val="00525C56"/>
    <w:rsid w:val="00525E5B"/>
    <w:rsid w:val="0052669B"/>
    <w:rsid w:val="005267A9"/>
    <w:rsid w:val="00527352"/>
    <w:rsid w:val="005302F7"/>
    <w:rsid w:val="00530529"/>
    <w:rsid w:val="005309A0"/>
    <w:rsid w:val="00530A72"/>
    <w:rsid w:val="00530A80"/>
    <w:rsid w:val="00530ACA"/>
    <w:rsid w:val="005311AB"/>
    <w:rsid w:val="0053128D"/>
    <w:rsid w:val="005316AD"/>
    <w:rsid w:val="00532041"/>
    <w:rsid w:val="005321F6"/>
    <w:rsid w:val="0053220B"/>
    <w:rsid w:val="00532464"/>
    <w:rsid w:val="00532707"/>
    <w:rsid w:val="00532AE1"/>
    <w:rsid w:val="00532BF7"/>
    <w:rsid w:val="00532CB2"/>
    <w:rsid w:val="00533940"/>
    <w:rsid w:val="00533D0B"/>
    <w:rsid w:val="0053436F"/>
    <w:rsid w:val="00534875"/>
    <w:rsid w:val="0053487A"/>
    <w:rsid w:val="00534963"/>
    <w:rsid w:val="00534B4A"/>
    <w:rsid w:val="00534BDA"/>
    <w:rsid w:val="00534C00"/>
    <w:rsid w:val="00534CB9"/>
    <w:rsid w:val="00534F4D"/>
    <w:rsid w:val="005350AD"/>
    <w:rsid w:val="00535111"/>
    <w:rsid w:val="00535529"/>
    <w:rsid w:val="005358EA"/>
    <w:rsid w:val="00535BF2"/>
    <w:rsid w:val="00535DBB"/>
    <w:rsid w:val="00535E84"/>
    <w:rsid w:val="00535EE9"/>
    <w:rsid w:val="0053618A"/>
    <w:rsid w:val="005361B4"/>
    <w:rsid w:val="00536573"/>
    <w:rsid w:val="0053696F"/>
    <w:rsid w:val="00537625"/>
    <w:rsid w:val="005378CC"/>
    <w:rsid w:val="00537AE0"/>
    <w:rsid w:val="00540AB5"/>
    <w:rsid w:val="0054101F"/>
    <w:rsid w:val="0054114A"/>
    <w:rsid w:val="0054127E"/>
    <w:rsid w:val="005417E1"/>
    <w:rsid w:val="00541E86"/>
    <w:rsid w:val="0054233A"/>
    <w:rsid w:val="00542659"/>
    <w:rsid w:val="005426E8"/>
    <w:rsid w:val="005428F7"/>
    <w:rsid w:val="00542F5D"/>
    <w:rsid w:val="00543454"/>
    <w:rsid w:val="00543542"/>
    <w:rsid w:val="00543642"/>
    <w:rsid w:val="00543C3B"/>
    <w:rsid w:val="00543EC8"/>
    <w:rsid w:val="005443AF"/>
    <w:rsid w:val="00544534"/>
    <w:rsid w:val="00544ECE"/>
    <w:rsid w:val="005454A4"/>
    <w:rsid w:val="0054592A"/>
    <w:rsid w:val="00546D1B"/>
    <w:rsid w:val="005473F4"/>
    <w:rsid w:val="00547951"/>
    <w:rsid w:val="005479D1"/>
    <w:rsid w:val="00547BE4"/>
    <w:rsid w:val="00550175"/>
    <w:rsid w:val="0055092A"/>
    <w:rsid w:val="005512F1"/>
    <w:rsid w:val="005518E3"/>
    <w:rsid w:val="00552102"/>
    <w:rsid w:val="00552632"/>
    <w:rsid w:val="00552724"/>
    <w:rsid w:val="005527EE"/>
    <w:rsid w:val="0055280D"/>
    <w:rsid w:val="0055299D"/>
    <w:rsid w:val="005529F7"/>
    <w:rsid w:val="00552C2C"/>
    <w:rsid w:val="0055329F"/>
    <w:rsid w:val="005532FF"/>
    <w:rsid w:val="00554325"/>
    <w:rsid w:val="00554393"/>
    <w:rsid w:val="005545C4"/>
    <w:rsid w:val="00554649"/>
    <w:rsid w:val="0055468D"/>
    <w:rsid w:val="00554AB9"/>
    <w:rsid w:val="00554C07"/>
    <w:rsid w:val="00555236"/>
    <w:rsid w:val="00555715"/>
    <w:rsid w:val="0055573B"/>
    <w:rsid w:val="00555929"/>
    <w:rsid w:val="00555CD3"/>
    <w:rsid w:val="005564BB"/>
    <w:rsid w:val="005564E6"/>
    <w:rsid w:val="00556591"/>
    <w:rsid w:val="00556629"/>
    <w:rsid w:val="00556726"/>
    <w:rsid w:val="005569FF"/>
    <w:rsid w:val="00556B22"/>
    <w:rsid w:val="00557431"/>
    <w:rsid w:val="0055761C"/>
    <w:rsid w:val="00557699"/>
    <w:rsid w:val="005578AC"/>
    <w:rsid w:val="00557D55"/>
    <w:rsid w:val="00557D5C"/>
    <w:rsid w:val="00557F2D"/>
    <w:rsid w:val="00560BE9"/>
    <w:rsid w:val="00560ED1"/>
    <w:rsid w:val="00560F6B"/>
    <w:rsid w:val="005614BB"/>
    <w:rsid w:val="00561980"/>
    <w:rsid w:val="00561E70"/>
    <w:rsid w:val="005620EE"/>
    <w:rsid w:val="0056278E"/>
    <w:rsid w:val="00562B24"/>
    <w:rsid w:val="00562B44"/>
    <w:rsid w:val="005630FB"/>
    <w:rsid w:val="0056327E"/>
    <w:rsid w:val="0056354B"/>
    <w:rsid w:val="005635E9"/>
    <w:rsid w:val="00563A93"/>
    <w:rsid w:val="0056402F"/>
    <w:rsid w:val="00564E97"/>
    <w:rsid w:val="00565216"/>
    <w:rsid w:val="00565650"/>
    <w:rsid w:val="00565BDC"/>
    <w:rsid w:val="00566542"/>
    <w:rsid w:val="0056667B"/>
    <w:rsid w:val="00566683"/>
    <w:rsid w:val="0056675E"/>
    <w:rsid w:val="0056686B"/>
    <w:rsid w:val="00566BE7"/>
    <w:rsid w:val="00566E99"/>
    <w:rsid w:val="005671C0"/>
    <w:rsid w:val="0056734D"/>
    <w:rsid w:val="005674E0"/>
    <w:rsid w:val="005678B7"/>
    <w:rsid w:val="00570551"/>
    <w:rsid w:val="00570B47"/>
    <w:rsid w:val="005710BF"/>
    <w:rsid w:val="0057153B"/>
    <w:rsid w:val="00571746"/>
    <w:rsid w:val="00571982"/>
    <w:rsid w:val="00571EAB"/>
    <w:rsid w:val="005729B0"/>
    <w:rsid w:val="00572BC5"/>
    <w:rsid w:val="00572D8B"/>
    <w:rsid w:val="00572DCD"/>
    <w:rsid w:val="005731A0"/>
    <w:rsid w:val="005731BF"/>
    <w:rsid w:val="005734F8"/>
    <w:rsid w:val="005736BB"/>
    <w:rsid w:val="00573868"/>
    <w:rsid w:val="00573FE0"/>
    <w:rsid w:val="00574BA1"/>
    <w:rsid w:val="00574FD6"/>
    <w:rsid w:val="005757D5"/>
    <w:rsid w:val="00575A36"/>
    <w:rsid w:val="00575BBA"/>
    <w:rsid w:val="005760F9"/>
    <w:rsid w:val="00576162"/>
    <w:rsid w:val="005764F8"/>
    <w:rsid w:val="00576750"/>
    <w:rsid w:val="00576E85"/>
    <w:rsid w:val="00576F79"/>
    <w:rsid w:val="00577526"/>
    <w:rsid w:val="00577805"/>
    <w:rsid w:val="00577B02"/>
    <w:rsid w:val="00577C1D"/>
    <w:rsid w:val="00577DE6"/>
    <w:rsid w:val="00580168"/>
    <w:rsid w:val="00580ADE"/>
    <w:rsid w:val="00581409"/>
    <w:rsid w:val="00581595"/>
    <w:rsid w:val="00581762"/>
    <w:rsid w:val="00581FE3"/>
    <w:rsid w:val="00582256"/>
    <w:rsid w:val="005824E9"/>
    <w:rsid w:val="00582769"/>
    <w:rsid w:val="00582A40"/>
    <w:rsid w:val="00582F8D"/>
    <w:rsid w:val="005836AB"/>
    <w:rsid w:val="00583DFC"/>
    <w:rsid w:val="00583E3B"/>
    <w:rsid w:val="0058447C"/>
    <w:rsid w:val="005847F1"/>
    <w:rsid w:val="005849C0"/>
    <w:rsid w:val="00584B26"/>
    <w:rsid w:val="00584E11"/>
    <w:rsid w:val="0058519E"/>
    <w:rsid w:val="005853D2"/>
    <w:rsid w:val="005855CE"/>
    <w:rsid w:val="00585A24"/>
    <w:rsid w:val="00585B02"/>
    <w:rsid w:val="00585BDF"/>
    <w:rsid w:val="00585D5D"/>
    <w:rsid w:val="00586666"/>
    <w:rsid w:val="005867D1"/>
    <w:rsid w:val="00586804"/>
    <w:rsid w:val="00587117"/>
    <w:rsid w:val="005871C4"/>
    <w:rsid w:val="00587515"/>
    <w:rsid w:val="0058767C"/>
    <w:rsid w:val="005901DD"/>
    <w:rsid w:val="00590693"/>
    <w:rsid w:val="00590E1D"/>
    <w:rsid w:val="00591411"/>
    <w:rsid w:val="00591FF9"/>
    <w:rsid w:val="005920D2"/>
    <w:rsid w:val="0059228E"/>
    <w:rsid w:val="0059293F"/>
    <w:rsid w:val="005929F4"/>
    <w:rsid w:val="00592D6A"/>
    <w:rsid w:val="00593209"/>
    <w:rsid w:val="0059393C"/>
    <w:rsid w:val="005940F5"/>
    <w:rsid w:val="005942C5"/>
    <w:rsid w:val="005946E0"/>
    <w:rsid w:val="00594F55"/>
    <w:rsid w:val="00595051"/>
    <w:rsid w:val="00595B19"/>
    <w:rsid w:val="00596261"/>
    <w:rsid w:val="00596FFD"/>
    <w:rsid w:val="00597064"/>
    <w:rsid w:val="005973F0"/>
    <w:rsid w:val="00597D2B"/>
    <w:rsid w:val="00597DBC"/>
    <w:rsid w:val="005A0318"/>
    <w:rsid w:val="005A07C0"/>
    <w:rsid w:val="005A07D3"/>
    <w:rsid w:val="005A1609"/>
    <w:rsid w:val="005A18A7"/>
    <w:rsid w:val="005A1ED2"/>
    <w:rsid w:val="005A27D1"/>
    <w:rsid w:val="005A2855"/>
    <w:rsid w:val="005A2AEC"/>
    <w:rsid w:val="005A2C13"/>
    <w:rsid w:val="005A2E91"/>
    <w:rsid w:val="005A31D6"/>
    <w:rsid w:val="005A3709"/>
    <w:rsid w:val="005A3F05"/>
    <w:rsid w:val="005A49CF"/>
    <w:rsid w:val="005A4A0B"/>
    <w:rsid w:val="005A4A14"/>
    <w:rsid w:val="005A5D0F"/>
    <w:rsid w:val="005A5D9F"/>
    <w:rsid w:val="005A5E7E"/>
    <w:rsid w:val="005A5F40"/>
    <w:rsid w:val="005A6853"/>
    <w:rsid w:val="005A69E2"/>
    <w:rsid w:val="005A6ACF"/>
    <w:rsid w:val="005A6F29"/>
    <w:rsid w:val="005A7420"/>
    <w:rsid w:val="005A7815"/>
    <w:rsid w:val="005B01C4"/>
    <w:rsid w:val="005B054A"/>
    <w:rsid w:val="005B09CE"/>
    <w:rsid w:val="005B0E3F"/>
    <w:rsid w:val="005B101E"/>
    <w:rsid w:val="005B1030"/>
    <w:rsid w:val="005B14CE"/>
    <w:rsid w:val="005B15E4"/>
    <w:rsid w:val="005B1BD2"/>
    <w:rsid w:val="005B2A52"/>
    <w:rsid w:val="005B2CD6"/>
    <w:rsid w:val="005B31CF"/>
    <w:rsid w:val="005B3926"/>
    <w:rsid w:val="005B400D"/>
    <w:rsid w:val="005B41BE"/>
    <w:rsid w:val="005B42DF"/>
    <w:rsid w:val="005B4E10"/>
    <w:rsid w:val="005B50B5"/>
    <w:rsid w:val="005B5B20"/>
    <w:rsid w:val="005B5DE7"/>
    <w:rsid w:val="005B5F79"/>
    <w:rsid w:val="005B603D"/>
    <w:rsid w:val="005B619D"/>
    <w:rsid w:val="005B62E4"/>
    <w:rsid w:val="005B636F"/>
    <w:rsid w:val="005B646E"/>
    <w:rsid w:val="005B648E"/>
    <w:rsid w:val="005B6537"/>
    <w:rsid w:val="005B711A"/>
    <w:rsid w:val="005B731A"/>
    <w:rsid w:val="005B7E0F"/>
    <w:rsid w:val="005B7FBC"/>
    <w:rsid w:val="005C07E1"/>
    <w:rsid w:val="005C07FA"/>
    <w:rsid w:val="005C0CDA"/>
    <w:rsid w:val="005C102F"/>
    <w:rsid w:val="005C1149"/>
    <w:rsid w:val="005C149F"/>
    <w:rsid w:val="005C1812"/>
    <w:rsid w:val="005C1843"/>
    <w:rsid w:val="005C1F08"/>
    <w:rsid w:val="005C2203"/>
    <w:rsid w:val="005C257C"/>
    <w:rsid w:val="005C2CFF"/>
    <w:rsid w:val="005C2EEA"/>
    <w:rsid w:val="005C2F22"/>
    <w:rsid w:val="005C2F98"/>
    <w:rsid w:val="005C3719"/>
    <w:rsid w:val="005C3E72"/>
    <w:rsid w:val="005C3FF1"/>
    <w:rsid w:val="005C4A70"/>
    <w:rsid w:val="005C5436"/>
    <w:rsid w:val="005C583B"/>
    <w:rsid w:val="005C6031"/>
    <w:rsid w:val="005C6246"/>
    <w:rsid w:val="005C64A6"/>
    <w:rsid w:val="005C7305"/>
    <w:rsid w:val="005C77C8"/>
    <w:rsid w:val="005C78AC"/>
    <w:rsid w:val="005C7B05"/>
    <w:rsid w:val="005D04F7"/>
    <w:rsid w:val="005D1A8B"/>
    <w:rsid w:val="005D1B95"/>
    <w:rsid w:val="005D1FEB"/>
    <w:rsid w:val="005D27D9"/>
    <w:rsid w:val="005D283E"/>
    <w:rsid w:val="005D2A90"/>
    <w:rsid w:val="005D2AAF"/>
    <w:rsid w:val="005D2AB9"/>
    <w:rsid w:val="005D3280"/>
    <w:rsid w:val="005D333F"/>
    <w:rsid w:val="005D3560"/>
    <w:rsid w:val="005D35FB"/>
    <w:rsid w:val="005D377B"/>
    <w:rsid w:val="005D47E8"/>
    <w:rsid w:val="005D4926"/>
    <w:rsid w:val="005D512F"/>
    <w:rsid w:val="005D51D5"/>
    <w:rsid w:val="005D5292"/>
    <w:rsid w:val="005D54C7"/>
    <w:rsid w:val="005D583C"/>
    <w:rsid w:val="005D5D49"/>
    <w:rsid w:val="005D6BE6"/>
    <w:rsid w:val="005D772D"/>
    <w:rsid w:val="005D7A68"/>
    <w:rsid w:val="005D7C43"/>
    <w:rsid w:val="005D7E3E"/>
    <w:rsid w:val="005D7E8D"/>
    <w:rsid w:val="005E05E2"/>
    <w:rsid w:val="005E0612"/>
    <w:rsid w:val="005E0927"/>
    <w:rsid w:val="005E0E6E"/>
    <w:rsid w:val="005E0EDF"/>
    <w:rsid w:val="005E0FF2"/>
    <w:rsid w:val="005E1502"/>
    <w:rsid w:val="005E17F3"/>
    <w:rsid w:val="005E1C72"/>
    <w:rsid w:val="005E20A6"/>
    <w:rsid w:val="005E23F0"/>
    <w:rsid w:val="005E244D"/>
    <w:rsid w:val="005E2673"/>
    <w:rsid w:val="005E2D16"/>
    <w:rsid w:val="005E2D8F"/>
    <w:rsid w:val="005E4167"/>
    <w:rsid w:val="005E436B"/>
    <w:rsid w:val="005E448D"/>
    <w:rsid w:val="005E4C40"/>
    <w:rsid w:val="005E548C"/>
    <w:rsid w:val="005E600E"/>
    <w:rsid w:val="005E625F"/>
    <w:rsid w:val="005E64A5"/>
    <w:rsid w:val="005E64B8"/>
    <w:rsid w:val="005E6606"/>
    <w:rsid w:val="005E68BE"/>
    <w:rsid w:val="005E7491"/>
    <w:rsid w:val="005E778C"/>
    <w:rsid w:val="005E795A"/>
    <w:rsid w:val="005F0364"/>
    <w:rsid w:val="005F04D6"/>
    <w:rsid w:val="005F08EA"/>
    <w:rsid w:val="005F09A6"/>
    <w:rsid w:val="005F1127"/>
    <w:rsid w:val="005F118C"/>
    <w:rsid w:val="005F1959"/>
    <w:rsid w:val="005F1BEC"/>
    <w:rsid w:val="005F1BF2"/>
    <w:rsid w:val="005F204E"/>
    <w:rsid w:val="005F209E"/>
    <w:rsid w:val="005F2228"/>
    <w:rsid w:val="005F24BA"/>
    <w:rsid w:val="005F25BB"/>
    <w:rsid w:val="005F2737"/>
    <w:rsid w:val="005F32A5"/>
    <w:rsid w:val="005F3582"/>
    <w:rsid w:val="005F3C5B"/>
    <w:rsid w:val="005F42B7"/>
    <w:rsid w:val="005F4492"/>
    <w:rsid w:val="005F4B51"/>
    <w:rsid w:val="005F4CF3"/>
    <w:rsid w:val="005F5058"/>
    <w:rsid w:val="005F52B8"/>
    <w:rsid w:val="005F578E"/>
    <w:rsid w:val="005F59B3"/>
    <w:rsid w:val="005F5AB9"/>
    <w:rsid w:val="005F68CE"/>
    <w:rsid w:val="005F6EAA"/>
    <w:rsid w:val="005F73CB"/>
    <w:rsid w:val="005F748E"/>
    <w:rsid w:val="005F74AF"/>
    <w:rsid w:val="005F7932"/>
    <w:rsid w:val="005F79AD"/>
    <w:rsid w:val="005F7C89"/>
    <w:rsid w:val="005F7CDD"/>
    <w:rsid w:val="005F7D11"/>
    <w:rsid w:val="005F7F4D"/>
    <w:rsid w:val="0060071C"/>
    <w:rsid w:val="00600D72"/>
    <w:rsid w:val="00600F13"/>
    <w:rsid w:val="006016F1"/>
    <w:rsid w:val="006018A7"/>
    <w:rsid w:val="0060190A"/>
    <w:rsid w:val="00601AF9"/>
    <w:rsid w:val="00601B53"/>
    <w:rsid w:val="00601E71"/>
    <w:rsid w:val="0060217E"/>
    <w:rsid w:val="0060222C"/>
    <w:rsid w:val="00602651"/>
    <w:rsid w:val="006028FA"/>
    <w:rsid w:val="00602D6E"/>
    <w:rsid w:val="006039C9"/>
    <w:rsid w:val="00604410"/>
    <w:rsid w:val="00605162"/>
    <w:rsid w:val="00605265"/>
    <w:rsid w:val="006055EF"/>
    <w:rsid w:val="00605B8F"/>
    <w:rsid w:val="00605D2E"/>
    <w:rsid w:val="00605DA9"/>
    <w:rsid w:val="00606BE6"/>
    <w:rsid w:val="00606C78"/>
    <w:rsid w:val="00606EC7"/>
    <w:rsid w:val="006074B0"/>
    <w:rsid w:val="0060757F"/>
    <w:rsid w:val="00607596"/>
    <w:rsid w:val="0060773B"/>
    <w:rsid w:val="00607E5D"/>
    <w:rsid w:val="00610042"/>
    <w:rsid w:val="006103B0"/>
    <w:rsid w:val="00610C3D"/>
    <w:rsid w:val="00610D18"/>
    <w:rsid w:val="00610D8D"/>
    <w:rsid w:val="00610DDC"/>
    <w:rsid w:val="006110AE"/>
    <w:rsid w:val="00612035"/>
    <w:rsid w:val="006127F8"/>
    <w:rsid w:val="00612B43"/>
    <w:rsid w:val="00612D35"/>
    <w:rsid w:val="006130F7"/>
    <w:rsid w:val="006132A3"/>
    <w:rsid w:val="0061346A"/>
    <w:rsid w:val="0061354B"/>
    <w:rsid w:val="00613627"/>
    <w:rsid w:val="0061366C"/>
    <w:rsid w:val="00613CC3"/>
    <w:rsid w:val="0061460E"/>
    <w:rsid w:val="006147E4"/>
    <w:rsid w:val="0061480E"/>
    <w:rsid w:val="00614E3B"/>
    <w:rsid w:val="006150ED"/>
    <w:rsid w:val="00615162"/>
    <w:rsid w:val="006153FC"/>
    <w:rsid w:val="00615553"/>
    <w:rsid w:val="0061556E"/>
    <w:rsid w:val="006155C9"/>
    <w:rsid w:val="0061578F"/>
    <w:rsid w:val="00616257"/>
    <w:rsid w:val="00616978"/>
    <w:rsid w:val="00617A4C"/>
    <w:rsid w:val="00617BAC"/>
    <w:rsid w:val="006204FF"/>
    <w:rsid w:val="00620AF2"/>
    <w:rsid w:val="00620BC8"/>
    <w:rsid w:val="00621276"/>
    <w:rsid w:val="00621542"/>
    <w:rsid w:val="006215FD"/>
    <w:rsid w:val="00621C61"/>
    <w:rsid w:val="006220D8"/>
    <w:rsid w:val="0062214F"/>
    <w:rsid w:val="00622444"/>
    <w:rsid w:val="0062269E"/>
    <w:rsid w:val="0062294A"/>
    <w:rsid w:val="00622EE8"/>
    <w:rsid w:val="0062323B"/>
    <w:rsid w:val="00623447"/>
    <w:rsid w:val="006237E6"/>
    <w:rsid w:val="0062393B"/>
    <w:rsid w:val="00623A5F"/>
    <w:rsid w:val="00623E2D"/>
    <w:rsid w:val="00623F16"/>
    <w:rsid w:val="006241D3"/>
    <w:rsid w:val="006241DF"/>
    <w:rsid w:val="00624278"/>
    <w:rsid w:val="006247C6"/>
    <w:rsid w:val="00624FCC"/>
    <w:rsid w:val="00624FFB"/>
    <w:rsid w:val="0062509C"/>
    <w:rsid w:val="00625143"/>
    <w:rsid w:val="006251E2"/>
    <w:rsid w:val="00625253"/>
    <w:rsid w:val="0062580A"/>
    <w:rsid w:val="006263D0"/>
    <w:rsid w:val="00626B0E"/>
    <w:rsid w:val="00626CE9"/>
    <w:rsid w:val="0062748B"/>
    <w:rsid w:val="006277AC"/>
    <w:rsid w:val="006279A0"/>
    <w:rsid w:val="00627DD4"/>
    <w:rsid w:val="00627E33"/>
    <w:rsid w:val="006302FD"/>
    <w:rsid w:val="00630315"/>
    <w:rsid w:val="0063069D"/>
    <w:rsid w:val="0063084A"/>
    <w:rsid w:val="00630F3D"/>
    <w:rsid w:val="00631070"/>
    <w:rsid w:val="006313CC"/>
    <w:rsid w:val="006320F0"/>
    <w:rsid w:val="0063261F"/>
    <w:rsid w:val="00632A17"/>
    <w:rsid w:val="00632D66"/>
    <w:rsid w:val="00632FC8"/>
    <w:rsid w:val="0063344E"/>
    <w:rsid w:val="006338E8"/>
    <w:rsid w:val="00634511"/>
    <w:rsid w:val="00634632"/>
    <w:rsid w:val="00634A1A"/>
    <w:rsid w:val="00635123"/>
    <w:rsid w:val="006354DF"/>
    <w:rsid w:val="0063557C"/>
    <w:rsid w:val="00635708"/>
    <w:rsid w:val="006357AB"/>
    <w:rsid w:val="006361ED"/>
    <w:rsid w:val="006364E8"/>
    <w:rsid w:val="006368A1"/>
    <w:rsid w:val="00636970"/>
    <w:rsid w:val="0063716B"/>
    <w:rsid w:val="00640656"/>
    <w:rsid w:val="006410B5"/>
    <w:rsid w:val="00641107"/>
    <w:rsid w:val="00641645"/>
    <w:rsid w:val="0064168A"/>
    <w:rsid w:val="006417A7"/>
    <w:rsid w:val="00641AE6"/>
    <w:rsid w:val="00641E7D"/>
    <w:rsid w:val="00641EB9"/>
    <w:rsid w:val="00642440"/>
    <w:rsid w:val="00642720"/>
    <w:rsid w:val="00643641"/>
    <w:rsid w:val="00643778"/>
    <w:rsid w:val="006438DA"/>
    <w:rsid w:val="00643C5D"/>
    <w:rsid w:val="00644551"/>
    <w:rsid w:val="00644951"/>
    <w:rsid w:val="0064593A"/>
    <w:rsid w:val="006459A4"/>
    <w:rsid w:val="006460BB"/>
    <w:rsid w:val="006461B2"/>
    <w:rsid w:val="00646214"/>
    <w:rsid w:val="006464E5"/>
    <w:rsid w:val="00646987"/>
    <w:rsid w:val="00646E64"/>
    <w:rsid w:val="0064760E"/>
    <w:rsid w:val="006477FA"/>
    <w:rsid w:val="006479F5"/>
    <w:rsid w:val="00647B82"/>
    <w:rsid w:val="00647EF2"/>
    <w:rsid w:val="006507BC"/>
    <w:rsid w:val="00650C69"/>
    <w:rsid w:val="00650FDE"/>
    <w:rsid w:val="00651475"/>
    <w:rsid w:val="00651618"/>
    <w:rsid w:val="006523BD"/>
    <w:rsid w:val="00652883"/>
    <w:rsid w:val="00652BE2"/>
    <w:rsid w:val="00652D6E"/>
    <w:rsid w:val="00652FA4"/>
    <w:rsid w:val="00652FC4"/>
    <w:rsid w:val="0065353A"/>
    <w:rsid w:val="00653962"/>
    <w:rsid w:val="006539B8"/>
    <w:rsid w:val="00653A2B"/>
    <w:rsid w:val="00653B76"/>
    <w:rsid w:val="00653EA0"/>
    <w:rsid w:val="00653EBF"/>
    <w:rsid w:val="006543F4"/>
    <w:rsid w:val="00654405"/>
    <w:rsid w:val="00654B6E"/>
    <w:rsid w:val="006550BE"/>
    <w:rsid w:val="00655413"/>
    <w:rsid w:val="00655549"/>
    <w:rsid w:val="00655B3B"/>
    <w:rsid w:val="00656ACC"/>
    <w:rsid w:val="00656C99"/>
    <w:rsid w:val="00657164"/>
    <w:rsid w:val="0065735A"/>
    <w:rsid w:val="006575A3"/>
    <w:rsid w:val="00657B72"/>
    <w:rsid w:val="00657E48"/>
    <w:rsid w:val="00657EF9"/>
    <w:rsid w:val="00657F20"/>
    <w:rsid w:val="00657F5D"/>
    <w:rsid w:val="00660188"/>
    <w:rsid w:val="00660271"/>
    <w:rsid w:val="00660DB1"/>
    <w:rsid w:val="00661519"/>
    <w:rsid w:val="006620AA"/>
    <w:rsid w:val="00662291"/>
    <w:rsid w:val="006628E9"/>
    <w:rsid w:val="00662B3B"/>
    <w:rsid w:val="00662E59"/>
    <w:rsid w:val="00662F2C"/>
    <w:rsid w:val="006635E0"/>
    <w:rsid w:val="006636E0"/>
    <w:rsid w:val="00663A53"/>
    <w:rsid w:val="00664924"/>
    <w:rsid w:val="0066531C"/>
    <w:rsid w:val="00665390"/>
    <w:rsid w:val="00665C93"/>
    <w:rsid w:val="00665D8B"/>
    <w:rsid w:val="00665DB3"/>
    <w:rsid w:val="00665E3F"/>
    <w:rsid w:val="00665E79"/>
    <w:rsid w:val="006664FF"/>
    <w:rsid w:val="00667059"/>
    <w:rsid w:val="00667222"/>
    <w:rsid w:val="0066768A"/>
    <w:rsid w:val="00667D92"/>
    <w:rsid w:val="006704C9"/>
    <w:rsid w:val="00670B89"/>
    <w:rsid w:val="00670E09"/>
    <w:rsid w:val="00670FBA"/>
    <w:rsid w:val="00671343"/>
    <w:rsid w:val="00671D87"/>
    <w:rsid w:val="00671F54"/>
    <w:rsid w:val="006723B2"/>
    <w:rsid w:val="006728E4"/>
    <w:rsid w:val="00672B5B"/>
    <w:rsid w:val="00672E36"/>
    <w:rsid w:val="00674595"/>
    <w:rsid w:val="00674CE0"/>
    <w:rsid w:val="00674D6A"/>
    <w:rsid w:val="00675205"/>
    <w:rsid w:val="0067549B"/>
    <w:rsid w:val="00675DB5"/>
    <w:rsid w:val="00676474"/>
    <w:rsid w:val="0067665B"/>
    <w:rsid w:val="006766B0"/>
    <w:rsid w:val="006767F7"/>
    <w:rsid w:val="00676BED"/>
    <w:rsid w:val="00676DBB"/>
    <w:rsid w:val="00676DC4"/>
    <w:rsid w:val="00676F38"/>
    <w:rsid w:val="006775E6"/>
    <w:rsid w:val="006776BF"/>
    <w:rsid w:val="006777D7"/>
    <w:rsid w:val="00677909"/>
    <w:rsid w:val="0068042A"/>
    <w:rsid w:val="006809F6"/>
    <w:rsid w:val="00680A2B"/>
    <w:rsid w:val="00681075"/>
    <w:rsid w:val="00681C93"/>
    <w:rsid w:val="0068210E"/>
    <w:rsid w:val="00682221"/>
    <w:rsid w:val="0068255B"/>
    <w:rsid w:val="00682A26"/>
    <w:rsid w:val="00682D47"/>
    <w:rsid w:val="00682E8D"/>
    <w:rsid w:val="00683002"/>
    <w:rsid w:val="00683074"/>
    <w:rsid w:val="00683428"/>
    <w:rsid w:val="006838CA"/>
    <w:rsid w:val="0068406B"/>
    <w:rsid w:val="00684467"/>
    <w:rsid w:val="006849B8"/>
    <w:rsid w:val="00684AE1"/>
    <w:rsid w:val="00684E75"/>
    <w:rsid w:val="006850DB"/>
    <w:rsid w:val="00685361"/>
    <w:rsid w:val="00685B6B"/>
    <w:rsid w:val="00685E88"/>
    <w:rsid w:val="00685F40"/>
    <w:rsid w:val="0068625B"/>
    <w:rsid w:val="006862D3"/>
    <w:rsid w:val="006865A6"/>
    <w:rsid w:val="006868FE"/>
    <w:rsid w:val="00686E4D"/>
    <w:rsid w:val="00687029"/>
    <w:rsid w:val="006879AA"/>
    <w:rsid w:val="00687B65"/>
    <w:rsid w:val="00687D45"/>
    <w:rsid w:val="0069119A"/>
    <w:rsid w:val="00691875"/>
    <w:rsid w:val="006920E8"/>
    <w:rsid w:val="00692A91"/>
    <w:rsid w:val="00692B85"/>
    <w:rsid w:val="00693148"/>
    <w:rsid w:val="00693519"/>
    <w:rsid w:val="00693924"/>
    <w:rsid w:val="006944EB"/>
    <w:rsid w:val="00694B44"/>
    <w:rsid w:val="00694B55"/>
    <w:rsid w:val="00695124"/>
    <w:rsid w:val="00695359"/>
    <w:rsid w:val="00695A08"/>
    <w:rsid w:val="00695BFF"/>
    <w:rsid w:val="00695E18"/>
    <w:rsid w:val="00695EC4"/>
    <w:rsid w:val="00696590"/>
    <w:rsid w:val="00697033"/>
    <w:rsid w:val="0069703B"/>
    <w:rsid w:val="00697283"/>
    <w:rsid w:val="00697911"/>
    <w:rsid w:val="00697BB4"/>
    <w:rsid w:val="006A030D"/>
    <w:rsid w:val="006A0388"/>
    <w:rsid w:val="006A0418"/>
    <w:rsid w:val="006A04B2"/>
    <w:rsid w:val="006A08F3"/>
    <w:rsid w:val="006A0AA3"/>
    <w:rsid w:val="006A17EB"/>
    <w:rsid w:val="006A182E"/>
    <w:rsid w:val="006A1D1D"/>
    <w:rsid w:val="006A1DBD"/>
    <w:rsid w:val="006A2211"/>
    <w:rsid w:val="006A26CC"/>
    <w:rsid w:val="006A2853"/>
    <w:rsid w:val="006A2BBA"/>
    <w:rsid w:val="006A32BE"/>
    <w:rsid w:val="006A3874"/>
    <w:rsid w:val="006A4154"/>
    <w:rsid w:val="006A43B1"/>
    <w:rsid w:val="006A475E"/>
    <w:rsid w:val="006A4B9B"/>
    <w:rsid w:val="006A4C8E"/>
    <w:rsid w:val="006A4EB2"/>
    <w:rsid w:val="006A50E8"/>
    <w:rsid w:val="006A5321"/>
    <w:rsid w:val="006A5B4A"/>
    <w:rsid w:val="006A62AF"/>
    <w:rsid w:val="006A6333"/>
    <w:rsid w:val="006A6E97"/>
    <w:rsid w:val="006A7A0E"/>
    <w:rsid w:val="006A7EF1"/>
    <w:rsid w:val="006A7FC1"/>
    <w:rsid w:val="006B0471"/>
    <w:rsid w:val="006B04FF"/>
    <w:rsid w:val="006B0611"/>
    <w:rsid w:val="006B07F9"/>
    <w:rsid w:val="006B0A3A"/>
    <w:rsid w:val="006B0BFC"/>
    <w:rsid w:val="006B0CF5"/>
    <w:rsid w:val="006B0F8D"/>
    <w:rsid w:val="006B1E94"/>
    <w:rsid w:val="006B221E"/>
    <w:rsid w:val="006B2583"/>
    <w:rsid w:val="006B25ED"/>
    <w:rsid w:val="006B2A6D"/>
    <w:rsid w:val="006B2B92"/>
    <w:rsid w:val="006B2EEE"/>
    <w:rsid w:val="006B2FA8"/>
    <w:rsid w:val="006B2FED"/>
    <w:rsid w:val="006B3476"/>
    <w:rsid w:val="006B3C89"/>
    <w:rsid w:val="006B41AD"/>
    <w:rsid w:val="006B4A82"/>
    <w:rsid w:val="006B4C25"/>
    <w:rsid w:val="006B50E5"/>
    <w:rsid w:val="006B582E"/>
    <w:rsid w:val="006B5A57"/>
    <w:rsid w:val="006B5F8C"/>
    <w:rsid w:val="006B650C"/>
    <w:rsid w:val="006B69B4"/>
    <w:rsid w:val="006B6C58"/>
    <w:rsid w:val="006B7808"/>
    <w:rsid w:val="006B7B57"/>
    <w:rsid w:val="006C0420"/>
    <w:rsid w:val="006C0738"/>
    <w:rsid w:val="006C1077"/>
    <w:rsid w:val="006C14F6"/>
    <w:rsid w:val="006C1908"/>
    <w:rsid w:val="006C1E02"/>
    <w:rsid w:val="006C219F"/>
    <w:rsid w:val="006C2485"/>
    <w:rsid w:val="006C29A9"/>
    <w:rsid w:val="006C29F8"/>
    <w:rsid w:val="006C36EB"/>
    <w:rsid w:val="006C3872"/>
    <w:rsid w:val="006C3925"/>
    <w:rsid w:val="006C3CC6"/>
    <w:rsid w:val="006C3E9C"/>
    <w:rsid w:val="006C3FB1"/>
    <w:rsid w:val="006C4046"/>
    <w:rsid w:val="006C4622"/>
    <w:rsid w:val="006C5310"/>
    <w:rsid w:val="006C54C3"/>
    <w:rsid w:val="006C5834"/>
    <w:rsid w:val="006C5D5C"/>
    <w:rsid w:val="006C607C"/>
    <w:rsid w:val="006C6413"/>
    <w:rsid w:val="006C65F2"/>
    <w:rsid w:val="006C6FBD"/>
    <w:rsid w:val="006C736F"/>
    <w:rsid w:val="006C7388"/>
    <w:rsid w:val="006C75E7"/>
    <w:rsid w:val="006C7C30"/>
    <w:rsid w:val="006C7E94"/>
    <w:rsid w:val="006C7F30"/>
    <w:rsid w:val="006D00BB"/>
    <w:rsid w:val="006D02DF"/>
    <w:rsid w:val="006D1590"/>
    <w:rsid w:val="006D1591"/>
    <w:rsid w:val="006D161F"/>
    <w:rsid w:val="006D17AC"/>
    <w:rsid w:val="006D1DCD"/>
    <w:rsid w:val="006D2187"/>
    <w:rsid w:val="006D3565"/>
    <w:rsid w:val="006D35CB"/>
    <w:rsid w:val="006D37C9"/>
    <w:rsid w:val="006D3A3A"/>
    <w:rsid w:val="006D3B50"/>
    <w:rsid w:val="006D3C57"/>
    <w:rsid w:val="006D3FB0"/>
    <w:rsid w:val="006D43FD"/>
    <w:rsid w:val="006D4512"/>
    <w:rsid w:val="006D4640"/>
    <w:rsid w:val="006D4AAE"/>
    <w:rsid w:val="006D4AC1"/>
    <w:rsid w:val="006D5182"/>
    <w:rsid w:val="006D5256"/>
    <w:rsid w:val="006D5335"/>
    <w:rsid w:val="006D56BA"/>
    <w:rsid w:val="006D5711"/>
    <w:rsid w:val="006D5835"/>
    <w:rsid w:val="006D62F1"/>
    <w:rsid w:val="006D6ABB"/>
    <w:rsid w:val="006D6C77"/>
    <w:rsid w:val="006D6EA5"/>
    <w:rsid w:val="006D7A5E"/>
    <w:rsid w:val="006D7C84"/>
    <w:rsid w:val="006E0134"/>
    <w:rsid w:val="006E0289"/>
    <w:rsid w:val="006E0429"/>
    <w:rsid w:val="006E0547"/>
    <w:rsid w:val="006E0E78"/>
    <w:rsid w:val="006E1051"/>
    <w:rsid w:val="006E1460"/>
    <w:rsid w:val="006E189A"/>
    <w:rsid w:val="006E1A11"/>
    <w:rsid w:val="006E1A4B"/>
    <w:rsid w:val="006E1B59"/>
    <w:rsid w:val="006E1FED"/>
    <w:rsid w:val="006E254C"/>
    <w:rsid w:val="006E26F5"/>
    <w:rsid w:val="006E29EE"/>
    <w:rsid w:val="006E2A13"/>
    <w:rsid w:val="006E306D"/>
    <w:rsid w:val="006E3AD1"/>
    <w:rsid w:val="006E423E"/>
    <w:rsid w:val="006E4338"/>
    <w:rsid w:val="006E4ABA"/>
    <w:rsid w:val="006E4AE5"/>
    <w:rsid w:val="006E54DE"/>
    <w:rsid w:val="006E552C"/>
    <w:rsid w:val="006E566C"/>
    <w:rsid w:val="006E624E"/>
    <w:rsid w:val="006E69C6"/>
    <w:rsid w:val="006E69CF"/>
    <w:rsid w:val="006E6C91"/>
    <w:rsid w:val="006E75D4"/>
    <w:rsid w:val="006E79C0"/>
    <w:rsid w:val="006E7E23"/>
    <w:rsid w:val="006F004C"/>
    <w:rsid w:val="006F010D"/>
    <w:rsid w:val="006F01AA"/>
    <w:rsid w:val="006F03B4"/>
    <w:rsid w:val="006F06B4"/>
    <w:rsid w:val="006F0883"/>
    <w:rsid w:val="006F0989"/>
    <w:rsid w:val="006F0A40"/>
    <w:rsid w:val="006F0AE4"/>
    <w:rsid w:val="006F0C15"/>
    <w:rsid w:val="006F0E28"/>
    <w:rsid w:val="006F0EAC"/>
    <w:rsid w:val="006F1999"/>
    <w:rsid w:val="006F1CD0"/>
    <w:rsid w:val="006F22A9"/>
    <w:rsid w:val="006F290B"/>
    <w:rsid w:val="006F2C8A"/>
    <w:rsid w:val="006F2DA4"/>
    <w:rsid w:val="006F303F"/>
    <w:rsid w:val="006F3176"/>
    <w:rsid w:val="006F3BDB"/>
    <w:rsid w:val="006F424F"/>
    <w:rsid w:val="006F483E"/>
    <w:rsid w:val="006F499D"/>
    <w:rsid w:val="006F49A5"/>
    <w:rsid w:val="006F53CE"/>
    <w:rsid w:val="006F595A"/>
    <w:rsid w:val="006F59B7"/>
    <w:rsid w:val="006F5B90"/>
    <w:rsid w:val="006F694C"/>
    <w:rsid w:val="006F6A44"/>
    <w:rsid w:val="006F6CF3"/>
    <w:rsid w:val="006F725C"/>
    <w:rsid w:val="006F77B7"/>
    <w:rsid w:val="006F78FB"/>
    <w:rsid w:val="006F7DFD"/>
    <w:rsid w:val="006F7EC1"/>
    <w:rsid w:val="006F7EF0"/>
    <w:rsid w:val="00700359"/>
    <w:rsid w:val="007007D5"/>
    <w:rsid w:val="00700AFF"/>
    <w:rsid w:val="00700BDB"/>
    <w:rsid w:val="0070123E"/>
    <w:rsid w:val="007016EF"/>
    <w:rsid w:val="00701A3B"/>
    <w:rsid w:val="00701AD6"/>
    <w:rsid w:val="00701B8B"/>
    <w:rsid w:val="00701EBE"/>
    <w:rsid w:val="007020E1"/>
    <w:rsid w:val="0070282D"/>
    <w:rsid w:val="0070298B"/>
    <w:rsid w:val="007029C5"/>
    <w:rsid w:val="00702AFB"/>
    <w:rsid w:val="00702E1E"/>
    <w:rsid w:val="007032A9"/>
    <w:rsid w:val="00703520"/>
    <w:rsid w:val="00703591"/>
    <w:rsid w:val="00703846"/>
    <w:rsid w:val="00703BEA"/>
    <w:rsid w:val="00704058"/>
    <w:rsid w:val="00704220"/>
    <w:rsid w:val="00704663"/>
    <w:rsid w:val="007046CF"/>
    <w:rsid w:val="007059A7"/>
    <w:rsid w:val="00705ADB"/>
    <w:rsid w:val="00705BDB"/>
    <w:rsid w:val="00705F6C"/>
    <w:rsid w:val="00706470"/>
    <w:rsid w:val="00706910"/>
    <w:rsid w:val="00706E8F"/>
    <w:rsid w:val="00706EFB"/>
    <w:rsid w:val="00707060"/>
    <w:rsid w:val="00707354"/>
    <w:rsid w:val="007073A3"/>
    <w:rsid w:val="00707629"/>
    <w:rsid w:val="00707D55"/>
    <w:rsid w:val="0071021F"/>
    <w:rsid w:val="00710490"/>
    <w:rsid w:val="007111CB"/>
    <w:rsid w:val="00711B04"/>
    <w:rsid w:val="00711FDB"/>
    <w:rsid w:val="00712666"/>
    <w:rsid w:val="007128C6"/>
    <w:rsid w:val="0071292F"/>
    <w:rsid w:val="00712981"/>
    <w:rsid w:val="00712BF5"/>
    <w:rsid w:val="00712CB0"/>
    <w:rsid w:val="00712CD0"/>
    <w:rsid w:val="00713045"/>
    <w:rsid w:val="007130B5"/>
    <w:rsid w:val="00713A15"/>
    <w:rsid w:val="00713DDC"/>
    <w:rsid w:val="00713DF5"/>
    <w:rsid w:val="00713E33"/>
    <w:rsid w:val="00714894"/>
    <w:rsid w:val="00714AD4"/>
    <w:rsid w:val="00714B27"/>
    <w:rsid w:val="00714B8E"/>
    <w:rsid w:val="00715335"/>
    <w:rsid w:val="00715503"/>
    <w:rsid w:val="00715616"/>
    <w:rsid w:val="007156D0"/>
    <w:rsid w:val="00715AC4"/>
    <w:rsid w:val="00715EB9"/>
    <w:rsid w:val="0071618A"/>
    <w:rsid w:val="0071641F"/>
    <w:rsid w:val="0071645F"/>
    <w:rsid w:val="00716BAC"/>
    <w:rsid w:val="00717661"/>
    <w:rsid w:val="00717F75"/>
    <w:rsid w:val="007204B4"/>
    <w:rsid w:val="00720E1F"/>
    <w:rsid w:val="00721334"/>
    <w:rsid w:val="00721868"/>
    <w:rsid w:val="0072255D"/>
    <w:rsid w:val="00722744"/>
    <w:rsid w:val="0072294D"/>
    <w:rsid w:val="00722984"/>
    <w:rsid w:val="00722B84"/>
    <w:rsid w:val="00722D69"/>
    <w:rsid w:val="00722DC7"/>
    <w:rsid w:val="00722F4B"/>
    <w:rsid w:val="00723487"/>
    <w:rsid w:val="007234EE"/>
    <w:rsid w:val="007238C5"/>
    <w:rsid w:val="00723BAB"/>
    <w:rsid w:val="00723CC5"/>
    <w:rsid w:val="00724DFD"/>
    <w:rsid w:val="00725312"/>
    <w:rsid w:val="00725561"/>
    <w:rsid w:val="0072577F"/>
    <w:rsid w:val="00726B9F"/>
    <w:rsid w:val="00726F6B"/>
    <w:rsid w:val="0072734F"/>
    <w:rsid w:val="007274BB"/>
    <w:rsid w:val="007278CC"/>
    <w:rsid w:val="00727EB6"/>
    <w:rsid w:val="00730088"/>
    <w:rsid w:val="007300F6"/>
    <w:rsid w:val="00730324"/>
    <w:rsid w:val="007303DF"/>
    <w:rsid w:val="007304E5"/>
    <w:rsid w:val="00730C1D"/>
    <w:rsid w:val="00731177"/>
    <w:rsid w:val="0073128C"/>
    <w:rsid w:val="007316A5"/>
    <w:rsid w:val="00731DB3"/>
    <w:rsid w:val="0073211E"/>
    <w:rsid w:val="00732230"/>
    <w:rsid w:val="0073290B"/>
    <w:rsid w:val="00732B8D"/>
    <w:rsid w:val="00732D94"/>
    <w:rsid w:val="00732F9D"/>
    <w:rsid w:val="00733188"/>
    <w:rsid w:val="00733420"/>
    <w:rsid w:val="00733543"/>
    <w:rsid w:val="00733780"/>
    <w:rsid w:val="00733C77"/>
    <w:rsid w:val="00734335"/>
    <w:rsid w:val="00734683"/>
    <w:rsid w:val="00734941"/>
    <w:rsid w:val="007349BE"/>
    <w:rsid w:val="00734E02"/>
    <w:rsid w:val="00735072"/>
    <w:rsid w:val="007358FE"/>
    <w:rsid w:val="00735A56"/>
    <w:rsid w:val="00735B0B"/>
    <w:rsid w:val="00736D1C"/>
    <w:rsid w:val="00736DD5"/>
    <w:rsid w:val="00736E46"/>
    <w:rsid w:val="0073741E"/>
    <w:rsid w:val="0073745E"/>
    <w:rsid w:val="0073751B"/>
    <w:rsid w:val="007375C0"/>
    <w:rsid w:val="0073770F"/>
    <w:rsid w:val="007377C4"/>
    <w:rsid w:val="00740343"/>
    <w:rsid w:val="0074058F"/>
    <w:rsid w:val="0074068D"/>
    <w:rsid w:val="007408F5"/>
    <w:rsid w:val="00740B4B"/>
    <w:rsid w:val="00741508"/>
    <w:rsid w:val="0074171B"/>
    <w:rsid w:val="007418A7"/>
    <w:rsid w:val="007419EB"/>
    <w:rsid w:val="00742D98"/>
    <w:rsid w:val="00742EE7"/>
    <w:rsid w:val="00742FD3"/>
    <w:rsid w:val="00743209"/>
    <w:rsid w:val="007433CB"/>
    <w:rsid w:val="0074347D"/>
    <w:rsid w:val="007438C8"/>
    <w:rsid w:val="00743C52"/>
    <w:rsid w:val="007441D1"/>
    <w:rsid w:val="0074431B"/>
    <w:rsid w:val="00744991"/>
    <w:rsid w:val="007449B5"/>
    <w:rsid w:val="00744AE7"/>
    <w:rsid w:val="00745C1C"/>
    <w:rsid w:val="0074652C"/>
    <w:rsid w:val="00746993"/>
    <w:rsid w:val="007475BF"/>
    <w:rsid w:val="007475E6"/>
    <w:rsid w:val="00747CC6"/>
    <w:rsid w:val="00747F96"/>
    <w:rsid w:val="00750114"/>
    <w:rsid w:val="0075036D"/>
    <w:rsid w:val="00750638"/>
    <w:rsid w:val="00750663"/>
    <w:rsid w:val="007506B7"/>
    <w:rsid w:val="00750768"/>
    <w:rsid w:val="0075087C"/>
    <w:rsid w:val="00750CF1"/>
    <w:rsid w:val="00750F4E"/>
    <w:rsid w:val="007517D2"/>
    <w:rsid w:val="00751829"/>
    <w:rsid w:val="00751B06"/>
    <w:rsid w:val="00751C16"/>
    <w:rsid w:val="00751DE8"/>
    <w:rsid w:val="00752223"/>
    <w:rsid w:val="0075291E"/>
    <w:rsid w:val="00752E15"/>
    <w:rsid w:val="00752F15"/>
    <w:rsid w:val="007531D6"/>
    <w:rsid w:val="00753396"/>
    <w:rsid w:val="00753900"/>
    <w:rsid w:val="00753CC4"/>
    <w:rsid w:val="00754C8C"/>
    <w:rsid w:val="00755213"/>
    <w:rsid w:val="007568BF"/>
    <w:rsid w:val="00757240"/>
    <w:rsid w:val="0075729D"/>
    <w:rsid w:val="007578E7"/>
    <w:rsid w:val="00757AF7"/>
    <w:rsid w:val="00757CD4"/>
    <w:rsid w:val="00757DD4"/>
    <w:rsid w:val="0076004D"/>
    <w:rsid w:val="0076091B"/>
    <w:rsid w:val="00761123"/>
    <w:rsid w:val="00761381"/>
    <w:rsid w:val="00761959"/>
    <w:rsid w:val="00761ABC"/>
    <w:rsid w:val="00761D8F"/>
    <w:rsid w:val="007626C6"/>
    <w:rsid w:val="0076287A"/>
    <w:rsid w:val="00762953"/>
    <w:rsid w:val="00762BF6"/>
    <w:rsid w:val="00763489"/>
    <w:rsid w:val="00763752"/>
    <w:rsid w:val="00764394"/>
    <w:rsid w:val="007643D1"/>
    <w:rsid w:val="00764757"/>
    <w:rsid w:val="00764D76"/>
    <w:rsid w:val="00764D86"/>
    <w:rsid w:val="00764E55"/>
    <w:rsid w:val="007658F0"/>
    <w:rsid w:val="00765A1D"/>
    <w:rsid w:val="00765AB8"/>
    <w:rsid w:val="00765F15"/>
    <w:rsid w:val="00765F33"/>
    <w:rsid w:val="00766263"/>
    <w:rsid w:val="007665D7"/>
    <w:rsid w:val="00766945"/>
    <w:rsid w:val="007670FE"/>
    <w:rsid w:val="00767702"/>
    <w:rsid w:val="00767B66"/>
    <w:rsid w:val="00767FD4"/>
    <w:rsid w:val="00770142"/>
    <w:rsid w:val="00770639"/>
    <w:rsid w:val="0077086E"/>
    <w:rsid w:val="007710CF"/>
    <w:rsid w:val="007711C2"/>
    <w:rsid w:val="007711D8"/>
    <w:rsid w:val="00771D10"/>
    <w:rsid w:val="0077292E"/>
    <w:rsid w:val="00772936"/>
    <w:rsid w:val="00772B2A"/>
    <w:rsid w:val="00772B53"/>
    <w:rsid w:val="00772CAE"/>
    <w:rsid w:val="00772E13"/>
    <w:rsid w:val="007735A0"/>
    <w:rsid w:val="0077388B"/>
    <w:rsid w:val="00773B05"/>
    <w:rsid w:val="00773ECD"/>
    <w:rsid w:val="00774EFD"/>
    <w:rsid w:val="007750AA"/>
    <w:rsid w:val="00775123"/>
    <w:rsid w:val="0077523C"/>
    <w:rsid w:val="00775E23"/>
    <w:rsid w:val="00776608"/>
    <w:rsid w:val="00776925"/>
    <w:rsid w:val="00777914"/>
    <w:rsid w:val="00777EE5"/>
    <w:rsid w:val="00780139"/>
    <w:rsid w:val="007802F9"/>
    <w:rsid w:val="00780B64"/>
    <w:rsid w:val="00780CD2"/>
    <w:rsid w:val="00780EC0"/>
    <w:rsid w:val="00781A4F"/>
    <w:rsid w:val="00781CF7"/>
    <w:rsid w:val="00781D27"/>
    <w:rsid w:val="007823AA"/>
    <w:rsid w:val="007825DA"/>
    <w:rsid w:val="00782689"/>
    <w:rsid w:val="00782AC8"/>
    <w:rsid w:val="00782F50"/>
    <w:rsid w:val="00783516"/>
    <w:rsid w:val="00783BC6"/>
    <w:rsid w:val="00784945"/>
    <w:rsid w:val="00784A2A"/>
    <w:rsid w:val="00784A64"/>
    <w:rsid w:val="00784A66"/>
    <w:rsid w:val="00784D99"/>
    <w:rsid w:val="0078533D"/>
    <w:rsid w:val="007853B0"/>
    <w:rsid w:val="007858B2"/>
    <w:rsid w:val="007859D1"/>
    <w:rsid w:val="00785D83"/>
    <w:rsid w:val="00785DC6"/>
    <w:rsid w:val="00785E1C"/>
    <w:rsid w:val="00785E62"/>
    <w:rsid w:val="007864BB"/>
    <w:rsid w:val="00786709"/>
    <w:rsid w:val="0078670B"/>
    <w:rsid w:val="00786D08"/>
    <w:rsid w:val="00786EF2"/>
    <w:rsid w:val="00787256"/>
    <w:rsid w:val="007874CB"/>
    <w:rsid w:val="007875B5"/>
    <w:rsid w:val="00787B70"/>
    <w:rsid w:val="00787B75"/>
    <w:rsid w:val="00787F99"/>
    <w:rsid w:val="0079000E"/>
    <w:rsid w:val="00790EB2"/>
    <w:rsid w:val="007918CA"/>
    <w:rsid w:val="00791A96"/>
    <w:rsid w:val="00791AB1"/>
    <w:rsid w:val="00791ADD"/>
    <w:rsid w:val="00791C19"/>
    <w:rsid w:val="00791FE6"/>
    <w:rsid w:val="0079243A"/>
    <w:rsid w:val="007924A5"/>
    <w:rsid w:val="00792707"/>
    <w:rsid w:val="00792748"/>
    <w:rsid w:val="00792C6D"/>
    <w:rsid w:val="00793F1A"/>
    <w:rsid w:val="00794316"/>
    <w:rsid w:val="00794351"/>
    <w:rsid w:val="0079465F"/>
    <w:rsid w:val="0079485D"/>
    <w:rsid w:val="0079488A"/>
    <w:rsid w:val="00794BB3"/>
    <w:rsid w:val="00794F6F"/>
    <w:rsid w:val="007957A5"/>
    <w:rsid w:val="00795DCB"/>
    <w:rsid w:val="007968A7"/>
    <w:rsid w:val="00796B9D"/>
    <w:rsid w:val="00796BC7"/>
    <w:rsid w:val="00796C69"/>
    <w:rsid w:val="00796FF7"/>
    <w:rsid w:val="007974DB"/>
    <w:rsid w:val="007974EA"/>
    <w:rsid w:val="007977CD"/>
    <w:rsid w:val="0079785A"/>
    <w:rsid w:val="007A05D8"/>
    <w:rsid w:val="007A0837"/>
    <w:rsid w:val="007A0B29"/>
    <w:rsid w:val="007A1266"/>
    <w:rsid w:val="007A1557"/>
    <w:rsid w:val="007A1775"/>
    <w:rsid w:val="007A1AA5"/>
    <w:rsid w:val="007A1B3C"/>
    <w:rsid w:val="007A1C26"/>
    <w:rsid w:val="007A1D67"/>
    <w:rsid w:val="007A224E"/>
    <w:rsid w:val="007A2EF6"/>
    <w:rsid w:val="007A345A"/>
    <w:rsid w:val="007A35C8"/>
    <w:rsid w:val="007A372A"/>
    <w:rsid w:val="007A3A4E"/>
    <w:rsid w:val="007A3B2E"/>
    <w:rsid w:val="007A3E44"/>
    <w:rsid w:val="007A3E88"/>
    <w:rsid w:val="007A5143"/>
    <w:rsid w:val="007A53EC"/>
    <w:rsid w:val="007A56A6"/>
    <w:rsid w:val="007A5C3C"/>
    <w:rsid w:val="007A657A"/>
    <w:rsid w:val="007A65D3"/>
    <w:rsid w:val="007A66AC"/>
    <w:rsid w:val="007A6934"/>
    <w:rsid w:val="007A6A4F"/>
    <w:rsid w:val="007A6C2F"/>
    <w:rsid w:val="007A6C4D"/>
    <w:rsid w:val="007A71B6"/>
    <w:rsid w:val="007A71F8"/>
    <w:rsid w:val="007A7877"/>
    <w:rsid w:val="007A7A89"/>
    <w:rsid w:val="007A7CA5"/>
    <w:rsid w:val="007A7DA2"/>
    <w:rsid w:val="007B0082"/>
    <w:rsid w:val="007B0A1F"/>
    <w:rsid w:val="007B12DE"/>
    <w:rsid w:val="007B1B76"/>
    <w:rsid w:val="007B1C57"/>
    <w:rsid w:val="007B247C"/>
    <w:rsid w:val="007B2838"/>
    <w:rsid w:val="007B31F2"/>
    <w:rsid w:val="007B3557"/>
    <w:rsid w:val="007B3C71"/>
    <w:rsid w:val="007B3E52"/>
    <w:rsid w:val="007B4AB8"/>
    <w:rsid w:val="007B56C8"/>
    <w:rsid w:val="007B5A7A"/>
    <w:rsid w:val="007B5B84"/>
    <w:rsid w:val="007B609B"/>
    <w:rsid w:val="007B6323"/>
    <w:rsid w:val="007B6A05"/>
    <w:rsid w:val="007B6C13"/>
    <w:rsid w:val="007B6F86"/>
    <w:rsid w:val="007B6FCE"/>
    <w:rsid w:val="007B724F"/>
    <w:rsid w:val="007B7272"/>
    <w:rsid w:val="007B73B2"/>
    <w:rsid w:val="007B75DF"/>
    <w:rsid w:val="007B78E6"/>
    <w:rsid w:val="007B79BE"/>
    <w:rsid w:val="007B7A59"/>
    <w:rsid w:val="007B7F4C"/>
    <w:rsid w:val="007C0168"/>
    <w:rsid w:val="007C01ED"/>
    <w:rsid w:val="007C027F"/>
    <w:rsid w:val="007C04CF"/>
    <w:rsid w:val="007C04D7"/>
    <w:rsid w:val="007C08C5"/>
    <w:rsid w:val="007C1071"/>
    <w:rsid w:val="007C222A"/>
    <w:rsid w:val="007C260A"/>
    <w:rsid w:val="007C2659"/>
    <w:rsid w:val="007C2DEC"/>
    <w:rsid w:val="007C303D"/>
    <w:rsid w:val="007C30A6"/>
    <w:rsid w:val="007C38B3"/>
    <w:rsid w:val="007C3D05"/>
    <w:rsid w:val="007C473B"/>
    <w:rsid w:val="007C4B2B"/>
    <w:rsid w:val="007C4EAE"/>
    <w:rsid w:val="007C517D"/>
    <w:rsid w:val="007C54BF"/>
    <w:rsid w:val="007C5A4D"/>
    <w:rsid w:val="007C5D4A"/>
    <w:rsid w:val="007C5F6E"/>
    <w:rsid w:val="007C6189"/>
    <w:rsid w:val="007C63D1"/>
    <w:rsid w:val="007C63F9"/>
    <w:rsid w:val="007C6500"/>
    <w:rsid w:val="007C7358"/>
    <w:rsid w:val="007C7369"/>
    <w:rsid w:val="007C7526"/>
    <w:rsid w:val="007C781D"/>
    <w:rsid w:val="007C79E7"/>
    <w:rsid w:val="007C7FDD"/>
    <w:rsid w:val="007D0532"/>
    <w:rsid w:val="007D0659"/>
    <w:rsid w:val="007D0ADD"/>
    <w:rsid w:val="007D0BE8"/>
    <w:rsid w:val="007D0DF0"/>
    <w:rsid w:val="007D1C26"/>
    <w:rsid w:val="007D1DDC"/>
    <w:rsid w:val="007D2171"/>
    <w:rsid w:val="007D24AC"/>
    <w:rsid w:val="007D25C3"/>
    <w:rsid w:val="007D2740"/>
    <w:rsid w:val="007D29B6"/>
    <w:rsid w:val="007D31A0"/>
    <w:rsid w:val="007D36F6"/>
    <w:rsid w:val="007D38BD"/>
    <w:rsid w:val="007D4215"/>
    <w:rsid w:val="007D42AE"/>
    <w:rsid w:val="007D469B"/>
    <w:rsid w:val="007D4C0E"/>
    <w:rsid w:val="007D5269"/>
    <w:rsid w:val="007D5307"/>
    <w:rsid w:val="007D5A31"/>
    <w:rsid w:val="007D5BE6"/>
    <w:rsid w:val="007D67CD"/>
    <w:rsid w:val="007D67D7"/>
    <w:rsid w:val="007D69E6"/>
    <w:rsid w:val="007D6AD4"/>
    <w:rsid w:val="007D6E87"/>
    <w:rsid w:val="007D7968"/>
    <w:rsid w:val="007D7B74"/>
    <w:rsid w:val="007D7E80"/>
    <w:rsid w:val="007E02CF"/>
    <w:rsid w:val="007E03D8"/>
    <w:rsid w:val="007E05FC"/>
    <w:rsid w:val="007E0CB3"/>
    <w:rsid w:val="007E1104"/>
    <w:rsid w:val="007E14D4"/>
    <w:rsid w:val="007E163B"/>
    <w:rsid w:val="007E1A8B"/>
    <w:rsid w:val="007E1C63"/>
    <w:rsid w:val="007E1F26"/>
    <w:rsid w:val="007E2574"/>
    <w:rsid w:val="007E2B3C"/>
    <w:rsid w:val="007E3013"/>
    <w:rsid w:val="007E3051"/>
    <w:rsid w:val="007E306B"/>
    <w:rsid w:val="007E3814"/>
    <w:rsid w:val="007E3A4D"/>
    <w:rsid w:val="007E4BDA"/>
    <w:rsid w:val="007E5698"/>
    <w:rsid w:val="007E5F12"/>
    <w:rsid w:val="007E62B9"/>
    <w:rsid w:val="007E6559"/>
    <w:rsid w:val="007E71AB"/>
    <w:rsid w:val="007E7647"/>
    <w:rsid w:val="007E769F"/>
    <w:rsid w:val="007E7935"/>
    <w:rsid w:val="007E7ADD"/>
    <w:rsid w:val="007F057E"/>
    <w:rsid w:val="007F08C4"/>
    <w:rsid w:val="007F0ED8"/>
    <w:rsid w:val="007F0F9D"/>
    <w:rsid w:val="007F1273"/>
    <w:rsid w:val="007F1324"/>
    <w:rsid w:val="007F1658"/>
    <w:rsid w:val="007F22BC"/>
    <w:rsid w:val="007F24A4"/>
    <w:rsid w:val="007F2CEF"/>
    <w:rsid w:val="007F2D53"/>
    <w:rsid w:val="007F2E55"/>
    <w:rsid w:val="007F2F1B"/>
    <w:rsid w:val="007F3702"/>
    <w:rsid w:val="007F4584"/>
    <w:rsid w:val="007F4614"/>
    <w:rsid w:val="007F4772"/>
    <w:rsid w:val="007F50CF"/>
    <w:rsid w:val="007F5214"/>
    <w:rsid w:val="007F527E"/>
    <w:rsid w:val="007F5AE6"/>
    <w:rsid w:val="007F5C6E"/>
    <w:rsid w:val="007F6077"/>
    <w:rsid w:val="007F68C3"/>
    <w:rsid w:val="007F694E"/>
    <w:rsid w:val="007F771E"/>
    <w:rsid w:val="007F7948"/>
    <w:rsid w:val="00800327"/>
    <w:rsid w:val="008008A0"/>
    <w:rsid w:val="00800AAF"/>
    <w:rsid w:val="008011D5"/>
    <w:rsid w:val="00801582"/>
    <w:rsid w:val="00801792"/>
    <w:rsid w:val="00801AF2"/>
    <w:rsid w:val="00801DC1"/>
    <w:rsid w:val="00801EDE"/>
    <w:rsid w:val="00802E62"/>
    <w:rsid w:val="008031BB"/>
    <w:rsid w:val="00803A5D"/>
    <w:rsid w:val="00803B6F"/>
    <w:rsid w:val="00803BCA"/>
    <w:rsid w:val="008046F0"/>
    <w:rsid w:val="008048BE"/>
    <w:rsid w:val="008049C6"/>
    <w:rsid w:val="00804E01"/>
    <w:rsid w:val="00804FCF"/>
    <w:rsid w:val="0080536B"/>
    <w:rsid w:val="0080557C"/>
    <w:rsid w:val="00805611"/>
    <w:rsid w:val="008061CC"/>
    <w:rsid w:val="0080626D"/>
    <w:rsid w:val="00807BA3"/>
    <w:rsid w:val="00807BC5"/>
    <w:rsid w:val="00807DD5"/>
    <w:rsid w:val="00807EBA"/>
    <w:rsid w:val="00810A09"/>
    <w:rsid w:val="00810D06"/>
    <w:rsid w:val="0081117E"/>
    <w:rsid w:val="008113BD"/>
    <w:rsid w:val="008114BE"/>
    <w:rsid w:val="00811EF7"/>
    <w:rsid w:val="00812E87"/>
    <w:rsid w:val="00812F5D"/>
    <w:rsid w:val="00812FC8"/>
    <w:rsid w:val="00813346"/>
    <w:rsid w:val="008143E0"/>
    <w:rsid w:val="00814BBF"/>
    <w:rsid w:val="008151D7"/>
    <w:rsid w:val="00815617"/>
    <w:rsid w:val="008158CB"/>
    <w:rsid w:val="00815952"/>
    <w:rsid w:val="00815A31"/>
    <w:rsid w:val="00815B85"/>
    <w:rsid w:val="00815BF5"/>
    <w:rsid w:val="00816372"/>
    <w:rsid w:val="008168E8"/>
    <w:rsid w:val="0081697C"/>
    <w:rsid w:val="00816A53"/>
    <w:rsid w:val="00816D34"/>
    <w:rsid w:val="0082117E"/>
    <w:rsid w:val="0082161A"/>
    <w:rsid w:val="0082177F"/>
    <w:rsid w:val="008217AE"/>
    <w:rsid w:val="008218D0"/>
    <w:rsid w:val="00821B83"/>
    <w:rsid w:val="00821E52"/>
    <w:rsid w:val="00822095"/>
    <w:rsid w:val="00822212"/>
    <w:rsid w:val="0082229E"/>
    <w:rsid w:val="00822942"/>
    <w:rsid w:val="00822B5F"/>
    <w:rsid w:val="0082316F"/>
    <w:rsid w:val="00823180"/>
    <w:rsid w:val="00823239"/>
    <w:rsid w:val="008233CA"/>
    <w:rsid w:val="00823509"/>
    <w:rsid w:val="00823590"/>
    <w:rsid w:val="008237A7"/>
    <w:rsid w:val="00823D3C"/>
    <w:rsid w:val="0082414D"/>
    <w:rsid w:val="008243F7"/>
    <w:rsid w:val="00824507"/>
    <w:rsid w:val="00824B08"/>
    <w:rsid w:val="00824BDB"/>
    <w:rsid w:val="00824E99"/>
    <w:rsid w:val="00825687"/>
    <w:rsid w:val="008256E5"/>
    <w:rsid w:val="00826177"/>
    <w:rsid w:val="008263F5"/>
    <w:rsid w:val="008267E8"/>
    <w:rsid w:val="00826915"/>
    <w:rsid w:val="00826B00"/>
    <w:rsid w:val="00826CFB"/>
    <w:rsid w:val="00827462"/>
    <w:rsid w:val="00827B22"/>
    <w:rsid w:val="00827C04"/>
    <w:rsid w:val="008306F1"/>
    <w:rsid w:val="00831007"/>
    <w:rsid w:val="00831046"/>
    <w:rsid w:val="00831A65"/>
    <w:rsid w:val="008320FA"/>
    <w:rsid w:val="0083272F"/>
    <w:rsid w:val="00832F84"/>
    <w:rsid w:val="0083302D"/>
    <w:rsid w:val="00833628"/>
    <w:rsid w:val="008338E9"/>
    <w:rsid w:val="00833DE5"/>
    <w:rsid w:val="00833E31"/>
    <w:rsid w:val="00834746"/>
    <w:rsid w:val="00834D48"/>
    <w:rsid w:val="00835712"/>
    <w:rsid w:val="00835D22"/>
    <w:rsid w:val="008363AD"/>
    <w:rsid w:val="0083649C"/>
    <w:rsid w:val="00836857"/>
    <w:rsid w:val="00836BB7"/>
    <w:rsid w:val="00836D98"/>
    <w:rsid w:val="00836E79"/>
    <w:rsid w:val="008370C7"/>
    <w:rsid w:val="008374B8"/>
    <w:rsid w:val="008375E6"/>
    <w:rsid w:val="008400CC"/>
    <w:rsid w:val="008407DC"/>
    <w:rsid w:val="008408A8"/>
    <w:rsid w:val="00840DC4"/>
    <w:rsid w:val="00841206"/>
    <w:rsid w:val="00841239"/>
    <w:rsid w:val="00841537"/>
    <w:rsid w:val="008419BA"/>
    <w:rsid w:val="00841BF6"/>
    <w:rsid w:val="00842114"/>
    <w:rsid w:val="00842170"/>
    <w:rsid w:val="008424BE"/>
    <w:rsid w:val="00842780"/>
    <w:rsid w:val="00842835"/>
    <w:rsid w:val="0084332B"/>
    <w:rsid w:val="008434B2"/>
    <w:rsid w:val="008434E1"/>
    <w:rsid w:val="008438A1"/>
    <w:rsid w:val="00843CD1"/>
    <w:rsid w:val="00843F84"/>
    <w:rsid w:val="0084428B"/>
    <w:rsid w:val="0084457F"/>
    <w:rsid w:val="00844AC4"/>
    <w:rsid w:val="00844BBA"/>
    <w:rsid w:val="00844DA9"/>
    <w:rsid w:val="0084597B"/>
    <w:rsid w:val="00845DD1"/>
    <w:rsid w:val="00846341"/>
    <w:rsid w:val="008464FA"/>
    <w:rsid w:val="00846B52"/>
    <w:rsid w:val="0084740C"/>
    <w:rsid w:val="00847476"/>
    <w:rsid w:val="0084757D"/>
    <w:rsid w:val="00847AD5"/>
    <w:rsid w:val="00847BE7"/>
    <w:rsid w:val="00847F0A"/>
    <w:rsid w:val="00847FE8"/>
    <w:rsid w:val="00850467"/>
    <w:rsid w:val="00850516"/>
    <w:rsid w:val="00850975"/>
    <w:rsid w:val="00850D2B"/>
    <w:rsid w:val="00850DD5"/>
    <w:rsid w:val="00851083"/>
    <w:rsid w:val="008511D4"/>
    <w:rsid w:val="008515F1"/>
    <w:rsid w:val="00851D86"/>
    <w:rsid w:val="0085226E"/>
    <w:rsid w:val="008523E0"/>
    <w:rsid w:val="0085272C"/>
    <w:rsid w:val="00852A73"/>
    <w:rsid w:val="00852F4D"/>
    <w:rsid w:val="008530AD"/>
    <w:rsid w:val="00853462"/>
    <w:rsid w:val="00853509"/>
    <w:rsid w:val="00853D13"/>
    <w:rsid w:val="00853F41"/>
    <w:rsid w:val="0085406D"/>
    <w:rsid w:val="0085453F"/>
    <w:rsid w:val="00855290"/>
    <w:rsid w:val="00855C5B"/>
    <w:rsid w:val="00855E87"/>
    <w:rsid w:val="00856194"/>
    <w:rsid w:val="008562C4"/>
    <w:rsid w:val="00856491"/>
    <w:rsid w:val="008568DB"/>
    <w:rsid w:val="00857125"/>
    <w:rsid w:val="008572FF"/>
    <w:rsid w:val="0086015E"/>
    <w:rsid w:val="00861224"/>
    <w:rsid w:val="00861926"/>
    <w:rsid w:val="00861ACA"/>
    <w:rsid w:val="00862267"/>
    <w:rsid w:val="0086244F"/>
    <w:rsid w:val="00862574"/>
    <w:rsid w:val="00862620"/>
    <w:rsid w:val="008626FE"/>
    <w:rsid w:val="008627E5"/>
    <w:rsid w:val="0086286A"/>
    <w:rsid w:val="00862C01"/>
    <w:rsid w:val="00863534"/>
    <w:rsid w:val="0086385C"/>
    <w:rsid w:val="0086392D"/>
    <w:rsid w:val="00863A11"/>
    <w:rsid w:val="00863C2D"/>
    <w:rsid w:val="00863E62"/>
    <w:rsid w:val="00863EE4"/>
    <w:rsid w:val="008644AA"/>
    <w:rsid w:val="008644B1"/>
    <w:rsid w:val="0086455A"/>
    <w:rsid w:val="0086485A"/>
    <w:rsid w:val="00864A46"/>
    <w:rsid w:val="00864AFF"/>
    <w:rsid w:val="00864B03"/>
    <w:rsid w:val="0086506D"/>
    <w:rsid w:val="00865D9E"/>
    <w:rsid w:val="008663B9"/>
    <w:rsid w:val="008663E1"/>
    <w:rsid w:val="00866657"/>
    <w:rsid w:val="008666FE"/>
    <w:rsid w:val="008668AA"/>
    <w:rsid w:val="008670AA"/>
    <w:rsid w:val="0086779C"/>
    <w:rsid w:val="00870056"/>
    <w:rsid w:val="0087006F"/>
    <w:rsid w:val="008706D0"/>
    <w:rsid w:val="0087076C"/>
    <w:rsid w:val="00870966"/>
    <w:rsid w:val="00870FF9"/>
    <w:rsid w:val="0087106E"/>
    <w:rsid w:val="008716C2"/>
    <w:rsid w:val="00871A2F"/>
    <w:rsid w:val="00872AA2"/>
    <w:rsid w:val="00872F9F"/>
    <w:rsid w:val="00874250"/>
    <w:rsid w:val="0087455F"/>
    <w:rsid w:val="00874B8E"/>
    <w:rsid w:val="008753D5"/>
    <w:rsid w:val="00875A8D"/>
    <w:rsid w:val="00875C7C"/>
    <w:rsid w:val="00875E67"/>
    <w:rsid w:val="00875E8F"/>
    <w:rsid w:val="00875F7A"/>
    <w:rsid w:val="00875FB8"/>
    <w:rsid w:val="00876406"/>
    <w:rsid w:val="0087667B"/>
    <w:rsid w:val="008772BF"/>
    <w:rsid w:val="008772D9"/>
    <w:rsid w:val="0087737F"/>
    <w:rsid w:val="00877F11"/>
    <w:rsid w:val="008801C8"/>
    <w:rsid w:val="00880533"/>
    <w:rsid w:val="008807E5"/>
    <w:rsid w:val="0088085E"/>
    <w:rsid w:val="008808F9"/>
    <w:rsid w:val="00880D5A"/>
    <w:rsid w:val="00880E9A"/>
    <w:rsid w:val="00881357"/>
    <w:rsid w:val="00881475"/>
    <w:rsid w:val="00881B5B"/>
    <w:rsid w:val="00881F71"/>
    <w:rsid w:val="008820E3"/>
    <w:rsid w:val="00882421"/>
    <w:rsid w:val="008825AE"/>
    <w:rsid w:val="00882673"/>
    <w:rsid w:val="00882700"/>
    <w:rsid w:val="008828F6"/>
    <w:rsid w:val="00882996"/>
    <w:rsid w:val="00882C1B"/>
    <w:rsid w:val="008833E1"/>
    <w:rsid w:val="008835AE"/>
    <w:rsid w:val="00883AE9"/>
    <w:rsid w:val="00883ECA"/>
    <w:rsid w:val="008842F2"/>
    <w:rsid w:val="00884738"/>
    <w:rsid w:val="00884EC4"/>
    <w:rsid w:val="0088506A"/>
    <w:rsid w:val="008859E3"/>
    <w:rsid w:val="00885C4C"/>
    <w:rsid w:val="00885F7C"/>
    <w:rsid w:val="00886063"/>
    <w:rsid w:val="008860E3"/>
    <w:rsid w:val="00886104"/>
    <w:rsid w:val="008868CB"/>
    <w:rsid w:val="00886D37"/>
    <w:rsid w:val="0088772B"/>
    <w:rsid w:val="00887978"/>
    <w:rsid w:val="008879D3"/>
    <w:rsid w:val="00887DC2"/>
    <w:rsid w:val="00890294"/>
    <w:rsid w:val="008902E5"/>
    <w:rsid w:val="0089058C"/>
    <w:rsid w:val="0089094E"/>
    <w:rsid w:val="00890B03"/>
    <w:rsid w:val="00890C7F"/>
    <w:rsid w:val="00890F6A"/>
    <w:rsid w:val="00890FFE"/>
    <w:rsid w:val="00891919"/>
    <w:rsid w:val="00892353"/>
    <w:rsid w:val="008928A1"/>
    <w:rsid w:val="00892934"/>
    <w:rsid w:val="00892DED"/>
    <w:rsid w:val="00892EEF"/>
    <w:rsid w:val="008931CE"/>
    <w:rsid w:val="00893D6C"/>
    <w:rsid w:val="00893EE6"/>
    <w:rsid w:val="00893FAC"/>
    <w:rsid w:val="008942BA"/>
    <w:rsid w:val="0089436E"/>
    <w:rsid w:val="00894C99"/>
    <w:rsid w:val="00894CC4"/>
    <w:rsid w:val="0089502B"/>
    <w:rsid w:val="008952B6"/>
    <w:rsid w:val="0089551F"/>
    <w:rsid w:val="008959A8"/>
    <w:rsid w:val="00896127"/>
    <w:rsid w:val="00896428"/>
    <w:rsid w:val="0089652B"/>
    <w:rsid w:val="008979BC"/>
    <w:rsid w:val="00897AD7"/>
    <w:rsid w:val="00897FB7"/>
    <w:rsid w:val="008A0886"/>
    <w:rsid w:val="008A089F"/>
    <w:rsid w:val="008A0C38"/>
    <w:rsid w:val="008A0D3C"/>
    <w:rsid w:val="008A0F04"/>
    <w:rsid w:val="008A110C"/>
    <w:rsid w:val="008A12D2"/>
    <w:rsid w:val="008A15D3"/>
    <w:rsid w:val="008A15D7"/>
    <w:rsid w:val="008A1711"/>
    <w:rsid w:val="008A2033"/>
    <w:rsid w:val="008A237C"/>
    <w:rsid w:val="008A2593"/>
    <w:rsid w:val="008A29FF"/>
    <w:rsid w:val="008A2BDE"/>
    <w:rsid w:val="008A2BFB"/>
    <w:rsid w:val="008A436E"/>
    <w:rsid w:val="008A4A5E"/>
    <w:rsid w:val="008A4C07"/>
    <w:rsid w:val="008A4DBB"/>
    <w:rsid w:val="008A50EA"/>
    <w:rsid w:val="008A526C"/>
    <w:rsid w:val="008A5766"/>
    <w:rsid w:val="008A5CF2"/>
    <w:rsid w:val="008A5E92"/>
    <w:rsid w:val="008A6772"/>
    <w:rsid w:val="008A6A07"/>
    <w:rsid w:val="008A73D7"/>
    <w:rsid w:val="008A73F3"/>
    <w:rsid w:val="008A7758"/>
    <w:rsid w:val="008A789C"/>
    <w:rsid w:val="008B00F5"/>
    <w:rsid w:val="008B01F3"/>
    <w:rsid w:val="008B0622"/>
    <w:rsid w:val="008B11EE"/>
    <w:rsid w:val="008B125D"/>
    <w:rsid w:val="008B1531"/>
    <w:rsid w:val="008B1615"/>
    <w:rsid w:val="008B1638"/>
    <w:rsid w:val="008B1903"/>
    <w:rsid w:val="008B192F"/>
    <w:rsid w:val="008B1E38"/>
    <w:rsid w:val="008B25EB"/>
    <w:rsid w:val="008B2B7B"/>
    <w:rsid w:val="008B2CF3"/>
    <w:rsid w:val="008B2D66"/>
    <w:rsid w:val="008B30FD"/>
    <w:rsid w:val="008B31BA"/>
    <w:rsid w:val="008B3316"/>
    <w:rsid w:val="008B335C"/>
    <w:rsid w:val="008B342F"/>
    <w:rsid w:val="008B37F6"/>
    <w:rsid w:val="008B3B24"/>
    <w:rsid w:val="008B3B2A"/>
    <w:rsid w:val="008B3BBB"/>
    <w:rsid w:val="008B3BFC"/>
    <w:rsid w:val="008B4065"/>
    <w:rsid w:val="008B40AE"/>
    <w:rsid w:val="008B4584"/>
    <w:rsid w:val="008B4CC0"/>
    <w:rsid w:val="008B4D06"/>
    <w:rsid w:val="008B4F66"/>
    <w:rsid w:val="008B5426"/>
    <w:rsid w:val="008B5929"/>
    <w:rsid w:val="008B62A8"/>
    <w:rsid w:val="008B6369"/>
    <w:rsid w:val="008B6491"/>
    <w:rsid w:val="008B67B3"/>
    <w:rsid w:val="008B7391"/>
    <w:rsid w:val="008C015A"/>
    <w:rsid w:val="008C044E"/>
    <w:rsid w:val="008C07DD"/>
    <w:rsid w:val="008C0B48"/>
    <w:rsid w:val="008C0E93"/>
    <w:rsid w:val="008C10AD"/>
    <w:rsid w:val="008C146D"/>
    <w:rsid w:val="008C17DF"/>
    <w:rsid w:val="008C22DF"/>
    <w:rsid w:val="008C24F7"/>
    <w:rsid w:val="008C258C"/>
    <w:rsid w:val="008C2AD5"/>
    <w:rsid w:val="008C2BD8"/>
    <w:rsid w:val="008C2EB2"/>
    <w:rsid w:val="008C323E"/>
    <w:rsid w:val="008C3296"/>
    <w:rsid w:val="008C3AF9"/>
    <w:rsid w:val="008C3CA7"/>
    <w:rsid w:val="008C417A"/>
    <w:rsid w:val="008C4B4B"/>
    <w:rsid w:val="008C4E19"/>
    <w:rsid w:val="008C4F80"/>
    <w:rsid w:val="008C59F3"/>
    <w:rsid w:val="008C5C6B"/>
    <w:rsid w:val="008C7639"/>
    <w:rsid w:val="008D050E"/>
    <w:rsid w:val="008D0ED0"/>
    <w:rsid w:val="008D0F05"/>
    <w:rsid w:val="008D10EA"/>
    <w:rsid w:val="008D14FE"/>
    <w:rsid w:val="008D192D"/>
    <w:rsid w:val="008D28E6"/>
    <w:rsid w:val="008D2949"/>
    <w:rsid w:val="008D2BD8"/>
    <w:rsid w:val="008D375B"/>
    <w:rsid w:val="008D396C"/>
    <w:rsid w:val="008D45FE"/>
    <w:rsid w:val="008D4733"/>
    <w:rsid w:val="008D4A32"/>
    <w:rsid w:val="008D5243"/>
    <w:rsid w:val="008D55B6"/>
    <w:rsid w:val="008D58D2"/>
    <w:rsid w:val="008D5F52"/>
    <w:rsid w:val="008D6B0E"/>
    <w:rsid w:val="008D6DD8"/>
    <w:rsid w:val="008D6F11"/>
    <w:rsid w:val="008D7126"/>
    <w:rsid w:val="008D747F"/>
    <w:rsid w:val="008D7839"/>
    <w:rsid w:val="008D7A7C"/>
    <w:rsid w:val="008D7C2C"/>
    <w:rsid w:val="008E0AE8"/>
    <w:rsid w:val="008E0CE3"/>
    <w:rsid w:val="008E1D3A"/>
    <w:rsid w:val="008E1E0E"/>
    <w:rsid w:val="008E24DE"/>
    <w:rsid w:val="008E2613"/>
    <w:rsid w:val="008E289C"/>
    <w:rsid w:val="008E2A2A"/>
    <w:rsid w:val="008E2A81"/>
    <w:rsid w:val="008E2C2A"/>
    <w:rsid w:val="008E3232"/>
    <w:rsid w:val="008E3364"/>
    <w:rsid w:val="008E35AC"/>
    <w:rsid w:val="008E3940"/>
    <w:rsid w:val="008E3D77"/>
    <w:rsid w:val="008E4544"/>
    <w:rsid w:val="008E4B35"/>
    <w:rsid w:val="008E4B74"/>
    <w:rsid w:val="008E4FDF"/>
    <w:rsid w:val="008E524E"/>
    <w:rsid w:val="008E52D5"/>
    <w:rsid w:val="008E5563"/>
    <w:rsid w:val="008E56EB"/>
    <w:rsid w:val="008E5FF9"/>
    <w:rsid w:val="008E63F2"/>
    <w:rsid w:val="008E670E"/>
    <w:rsid w:val="008E69A1"/>
    <w:rsid w:val="008E69C1"/>
    <w:rsid w:val="008E6F11"/>
    <w:rsid w:val="008E7289"/>
    <w:rsid w:val="008E73F0"/>
    <w:rsid w:val="008E7430"/>
    <w:rsid w:val="008E7AF3"/>
    <w:rsid w:val="008F0056"/>
    <w:rsid w:val="008F0415"/>
    <w:rsid w:val="008F060F"/>
    <w:rsid w:val="008F0C06"/>
    <w:rsid w:val="008F1222"/>
    <w:rsid w:val="008F14A7"/>
    <w:rsid w:val="008F16BD"/>
    <w:rsid w:val="008F19A3"/>
    <w:rsid w:val="008F19C0"/>
    <w:rsid w:val="008F1B6E"/>
    <w:rsid w:val="008F2027"/>
    <w:rsid w:val="008F222A"/>
    <w:rsid w:val="008F2D37"/>
    <w:rsid w:val="008F2E9C"/>
    <w:rsid w:val="008F3015"/>
    <w:rsid w:val="008F301D"/>
    <w:rsid w:val="008F3887"/>
    <w:rsid w:val="008F3FAC"/>
    <w:rsid w:val="008F404E"/>
    <w:rsid w:val="008F424D"/>
    <w:rsid w:val="008F4822"/>
    <w:rsid w:val="008F4A88"/>
    <w:rsid w:val="008F50B3"/>
    <w:rsid w:val="008F5479"/>
    <w:rsid w:val="008F5595"/>
    <w:rsid w:val="008F6001"/>
    <w:rsid w:val="008F6045"/>
    <w:rsid w:val="008F63C7"/>
    <w:rsid w:val="008F657A"/>
    <w:rsid w:val="008F7029"/>
    <w:rsid w:val="008F7083"/>
    <w:rsid w:val="008F75BE"/>
    <w:rsid w:val="008F75C1"/>
    <w:rsid w:val="008F7CEA"/>
    <w:rsid w:val="00900379"/>
    <w:rsid w:val="00900574"/>
    <w:rsid w:val="009005A4"/>
    <w:rsid w:val="0090159F"/>
    <w:rsid w:val="00901EC5"/>
    <w:rsid w:val="00901FD4"/>
    <w:rsid w:val="0090204D"/>
    <w:rsid w:val="009032E7"/>
    <w:rsid w:val="00903884"/>
    <w:rsid w:val="0090404A"/>
    <w:rsid w:val="0090428F"/>
    <w:rsid w:val="00904459"/>
    <w:rsid w:val="00904FE6"/>
    <w:rsid w:val="00905293"/>
    <w:rsid w:val="009059AF"/>
    <w:rsid w:val="00906059"/>
    <w:rsid w:val="00906577"/>
    <w:rsid w:val="00906AAE"/>
    <w:rsid w:val="00906D91"/>
    <w:rsid w:val="009071AF"/>
    <w:rsid w:val="0091047D"/>
    <w:rsid w:val="0091094F"/>
    <w:rsid w:val="00910B7B"/>
    <w:rsid w:val="009113E4"/>
    <w:rsid w:val="009116EE"/>
    <w:rsid w:val="00912582"/>
    <w:rsid w:val="00912B63"/>
    <w:rsid w:val="00912E41"/>
    <w:rsid w:val="00912F59"/>
    <w:rsid w:val="0091335B"/>
    <w:rsid w:val="00913626"/>
    <w:rsid w:val="00914ABB"/>
    <w:rsid w:val="00914B44"/>
    <w:rsid w:val="00914E13"/>
    <w:rsid w:val="00915D09"/>
    <w:rsid w:val="00916154"/>
    <w:rsid w:val="009162AE"/>
    <w:rsid w:val="0091671E"/>
    <w:rsid w:val="0091697A"/>
    <w:rsid w:val="009174DD"/>
    <w:rsid w:val="009175B5"/>
    <w:rsid w:val="00917677"/>
    <w:rsid w:val="009177D1"/>
    <w:rsid w:val="00917976"/>
    <w:rsid w:val="00917984"/>
    <w:rsid w:val="009200B3"/>
    <w:rsid w:val="0092067B"/>
    <w:rsid w:val="00920716"/>
    <w:rsid w:val="009213EE"/>
    <w:rsid w:val="00921789"/>
    <w:rsid w:val="00921BAE"/>
    <w:rsid w:val="00921BFE"/>
    <w:rsid w:val="00921C68"/>
    <w:rsid w:val="00921C6B"/>
    <w:rsid w:val="00921CBC"/>
    <w:rsid w:val="00921D2A"/>
    <w:rsid w:val="00921F2F"/>
    <w:rsid w:val="0092255F"/>
    <w:rsid w:val="00922593"/>
    <w:rsid w:val="0092329B"/>
    <w:rsid w:val="00923840"/>
    <w:rsid w:val="0092399E"/>
    <w:rsid w:val="009243D1"/>
    <w:rsid w:val="0092443F"/>
    <w:rsid w:val="00924571"/>
    <w:rsid w:val="009247FB"/>
    <w:rsid w:val="00924F53"/>
    <w:rsid w:val="009250C3"/>
    <w:rsid w:val="00925A87"/>
    <w:rsid w:val="00925ABE"/>
    <w:rsid w:val="00925DA8"/>
    <w:rsid w:val="00926165"/>
    <w:rsid w:val="009262DC"/>
    <w:rsid w:val="00926C5B"/>
    <w:rsid w:val="009271A8"/>
    <w:rsid w:val="009271CB"/>
    <w:rsid w:val="00927603"/>
    <w:rsid w:val="009276DD"/>
    <w:rsid w:val="00927824"/>
    <w:rsid w:val="00927881"/>
    <w:rsid w:val="00927A8D"/>
    <w:rsid w:val="00927AF7"/>
    <w:rsid w:val="00927CB1"/>
    <w:rsid w:val="00930656"/>
    <w:rsid w:val="009307FD"/>
    <w:rsid w:val="00930A02"/>
    <w:rsid w:val="00930CF0"/>
    <w:rsid w:val="0093150D"/>
    <w:rsid w:val="009317C4"/>
    <w:rsid w:val="00931E1C"/>
    <w:rsid w:val="009321AF"/>
    <w:rsid w:val="00932E64"/>
    <w:rsid w:val="00933073"/>
    <w:rsid w:val="009337B2"/>
    <w:rsid w:val="00933C8E"/>
    <w:rsid w:val="00933DD2"/>
    <w:rsid w:val="00933DF6"/>
    <w:rsid w:val="00933F1B"/>
    <w:rsid w:val="009341DB"/>
    <w:rsid w:val="009345C6"/>
    <w:rsid w:val="0093494A"/>
    <w:rsid w:val="00934C25"/>
    <w:rsid w:val="00935208"/>
    <w:rsid w:val="009357E0"/>
    <w:rsid w:val="00935BD9"/>
    <w:rsid w:val="00935CC9"/>
    <w:rsid w:val="00935F8A"/>
    <w:rsid w:val="0093601A"/>
    <w:rsid w:val="009365CC"/>
    <w:rsid w:val="00937141"/>
    <w:rsid w:val="00937565"/>
    <w:rsid w:val="0093783F"/>
    <w:rsid w:val="00937DEE"/>
    <w:rsid w:val="00940F2A"/>
    <w:rsid w:val="0094141B"/>
    <w:rsid w:val="00941BD9"/>
    <w:rsid w:val="00941E03"/>
    <w:rsid w:val="00941E29"/>
    <w:rsid w:val="009423AC"/>
    <w:rsid w:val="00942A5E"/>
    <w:rsid w:val="00943047"/>
    <w:rsid w:val="0094377F"/>
    <w:rsid w:val="00943A67"/>
    <w:rsid w:val="00943D58"/>
    <w:rsid w:val="00943DAD"/>
    <w:rsid w:val="00944257"/>
    <w:rsid w:val="009442EA"/>
    <w:rsid w:val="00944318"/>
    <w:rsid w:val="009447B9"/>
    <w:rsid w:val="00944B4E"/>
    <w:rsid w:val="00944BC8"/>
    <w:rsid w:val="00944BE0"/>
    <w:rsid w:val="00944F36"/>
    <w:rsid w:val="009452C9"/>
    <w:rsid w:val="00945817"/>
    <w:rsid w:val="00946671"/>
    <w:rsid w:val="009467EF"/>
    <w:rsid w:val="009477EF"/>
    <w:rsid w:val="00947DBB"/>
    <w:rsid w:val="00947F46"/>
    <w:rsid w:val="009501E8"/>
    <w:rsid w:val="009504A7"/>
    <w:rsid w:val="00950BCF"/>
    <w:rsid w:val="00950EF3"/>
    <w:rsid w:val="00951009"/>
    <w:rsid w:val="0095151E"/>
    <w:rsid w:val="00951935"/>
    <w:rsid w:val="009524A0"/>
    <w:rsid w:val="00952B29"/>
    <w:rsid w:val="009531D9"/>
    <w:rsid w:val="0095377A"/>
    <w:rsid w:val="00953893"/>
    <w:rsid w:val="00953AFC"/>
    <w:rsid w:val="00953C55"/>
    <w:rsid w:val="00953EFB"/>
    <w:rsid w:val="00954C18"/>
    <w:rsid w:val="009550FD"/>
    <w:rsid w:val="009565FF"/>
    <w:rsid w:val="00956819"/>
    <w:rsid w:val="00956916"/>
    <w:rsid w:val="00956EAE"/>
    <w:rsid w:val="0095718F"/>
    <w:rsid w:val="009571A6"/>
    <w:rsid w:val="00957531"/>
    <w:rsid w:val="00957573"/>
    <w:rsid w:val="009575B5"/>
    <w:rsid w:val="009577D4"/>
    <w:rsid w:val="00957B49"/>
    <w:rsid w:val="0096020D"/>
    <w:rsid w:val="009607A9"/>
    <w:rsid w:val="00960E36"/>
    <w:rsid w:val="00960F89"/>
    <w:rsid w:val="009611FC"/>
    <w:rsid w:val="0096124B"/>
    <w:rsid w:val="00961A44"/>
    <w:rsid w:val="00961AA1"/>
    <w:rsid w:val="009625D7"/>
    <w:rsid w:val="00963058"/>
    <w:rsid w:val="0096312A"/>
    <w:rsid w:val="0096339B"/>
    <w:rsid w:val="0096402E"/>
    <w:rsid w:val="00964324"/>
    <w:rsid w:val="00964A5D"/>
    <w:rsid w:val="00964BA1"/>
    <w:rsid w:val="00965467"/>
    <w:rsid w:val="00965666"/>
    <w:rsid w:val="00965A55"/>
    <w:rsid w:val="00965E59"/>
    <w:rsid w:val="009664ED"/>
    <w:rsid w:val="00966C8F"/>
    <w:rsid w:val="00966F8E"/>
    <w:rsid w:val="009670EB"/>
    <w:rsid w:val="00967F6D"/>
    <w:rsid w:val="009709FC"/>
    <w:rsid w:val="00970BEC"/>
    <w:rsid w:val="00970C5B"/>
    <w:rsid w:val="0097115A"/>
    <w:rsid w:val="00972667"/>
    <w:rsid w:val="00972ACB"/>
    <w:rsid w:val="00972D85"/>
    <w:rsid w:val="00972EF8"/>
    <w:rsid w:val="009730F6"/>
    <w:rsid w:val="0097312A"/>
    <w:rsid w:val="00973D23"/>
    <w:rsid w:val="00973DAE"/>
    <w:rsid w:val="009754E5"/>
    <w:rsid w:val="00976285"/>
    <w:rsid w:val="0097676B"/>
    <w:rsid w:val="00976952"/>
    <w:rsid w:val="00976B3E"/>
    <w:rsid w:val="00977047"/>
    <w:rsid w:val="00977780"/>
    <w:rsid w:val="00977B50"/>
    <w:rsid w:val="009800E5"/>
    <w:rsid w:val="0098059B"/>
    <w:rsid w:val="00980907"/>
    <w:rsid w:val="009810FB"/>
    <w:rsid w:val="00981590"/>
    <w:rsid w:val="0098172D"/>
    <w:rsid w:val="00981E99"/>
    <w:rsid w:val="009821B5"/>
    <w:rsid w:val="009828B9"/>
    <w:rsid w:val="00982B1B"/>
    <w:rsid w:val="00982D2D"/>
    <w:rsid w:val="009837DD"/>
    <w:rsid w:val="00984BED"/>
    <w:rsid w:val="00984C2C"/>
    <w:rsid w:val="00984DEA"/>
    <w:rsid w:val="00984FB4"/>
    <w:rsid w:val="0098531C"/>
    <w:rsid w:val="00985674"/>
    <w:rsid w:val="009856A6"/>
    <w:rsid w:val="009857B5"/>
    <w:rsid w:val="009864A2"/>
    <w:rsid w:val="00986520"/>
    <w:rsid w:val="009874B9"/>
    <w:rsid w:val="009905E2"/>
    <w:rsid w:val="00990AA6"/>
    <w:rsid w:val="00990B78"/>
    <w:rsid w:val="0099180B"/>
    <w:rsid w:val="00991942"/>
    <w:rsid w:val="00991C93"/>
    <w:rsid w:val="00991DD0"/>
    <w:rsid w:val="00992380"/>
    <w:rsid w:val="009932AC"/>
    <w:rsid w:val="00993706"/>
    <w:rsid w:val="00993B8F"/>
    <w:rsid w:val="00994015"/>
    <w:rsid w:val="0099406E"/>
    <w:rsid w:val="009943E8"/>
    <w:rsid w:val="009946FF"/>
    <w:rsid w:val="00995694"/>
    <w:rsid w:val="0099571C"/>
    <w:rsid w:val="009957F3"/>
    <w:rsid w:val="009960D7"/>
    <w:rsid w:val="0099662A"/>
    <w:rsid w:val="00996985"/>
    <w:rsid w:val="00996EF4"/>
    <w:rsid w:val="009970E5"/>
    <w:rsid w:val="0099751F"/>
    <w:rsid w:val="00997D2C"/>
    <w:rsid w:val="009A00CC"/>
    <w:rsid w:val="009A0BC6"/>
    <w:rsid w:val="009A0F54"/>
    <w:rsid w:val="009A12BD"/>
    <w:rsid w:val="009A1314"/>
    <w:rsid w:val="009A19B1"/>
    <w:rsid w:val="009A1D13"/>
    <w:rsid w:val="009A2854"/>
    <w:rsid w:val="009A2BE7"/>
    <w:rsid w:val="009A31A4"/>
    <w:rsid w:val="009A3202"/>
    <w:rsid w:val="009A395A"/>
    <w:rsid w:val="009A3AD6"/>
    <w:rsid w:val="009A3BD1"/>
    <w:rsid w:val="009A3F9D"/>
    <w:rsid w:val="009A4205"/>
    <w:rsid w:val="009A46A8"/>
    <w:rsid w:val="009A48BE"/>
    <w:rsid w:val="009A4AA7"/>
    <w:rsid w:val="009A4E15"/>
    <w:rsid w:val="009A5361"/>
    <w:rsid w:val="009A57A9"/>
    <w:rsid w:val="009A5B1E"/>
    <w:rsid w:val="009A5FDD"/>
    <w:rsid w:val="009A61E3"/>
    <w:rsid w:val="009A62C3"/>
    <w:rsid w:val="009A633D"/>
    <w:rsid w:val="009A6F60"/>
    <w:rsid w:val="009A7721"/>
    <w:rsid w:val="009A7C96"/>
    <w:rsid w:val="009A7E07"/>
    <w:rsid w:val="009B0016"/>
    <w:rsid w:val="009B0968"/>
    <w:rsid w:val="009B0F88"/>
    <w:rsid w:val="009B1B80"/>
    <w:rsid w:val="009B218F"/>
    <w:rsid w:val="009B25B1"/>
    <w:rsid w:val="009B277B"/>
    <w:rsid w:val="009B3140"/>
    <w:rsid w:val="009B3260"/>
    <w:rsid w:val="009B3BFB"/>
    <w:rsid w:val="009B3E3F"/>
    <w:rsid w:val="009B5650"/>
    <w:rsid w:val="009B67DA"/>
    <w:rsid w:val="009B68AA"/>
    <w:rsid w:val="009B6C6A"/>
    <w:rsid w:val="009B6CFA"/>
    <w:rsid w:val="009B7046"/>
    <w:rsid w:val="009B71B6"/>
    <w:rsid w:val="009B7217"/>
    <w:rsid w:val="009B7570"/>
    <w:rsid w:val="009B7AF0"/>
    <w:rsid w:val="009C038F"/>
    <w:rsid w:val="009C09E7"/>
    <w:rsid w:val="009C0E08"/>
    <w:rsid w:val="009C1703"/>
    <w:rsid w:val="009C1735"/>
    <w:rsid w:val="009C1978"/>
    <w:rsid w:val="009C1EEB"/>
    <w:rsid w:val="009C22E5"/>
    <w:rsid w:val="009C2367"/>
    <w:rsid w:val="009C2788"/>
    <w:rsid w:val="009C2957"/>
    <w:rsid w:val="009C2B27"/>
    <w:rsid w:val="009C2D29"/>
    <w:rsid w:val="009C3381"/>
    <w:rsid w:val="009C3398"/>
    <w:rsid w:val="009C33E6"/>
    <w:rsid w:val="009C3610"/>
    <w:rsid w:val="009C378E"/>
    <w:rsid w:val="009C39CA"/>
    <w:rsid w:val="009C3A6B"/>
    <w:rsid w:val="009C3C6A"/>
    <w:rsid w:val="009C3E2D"/>
    <w:rsid w:val="009C428A"/>
    <w:rsid w:val="009C4505"/>
    <w:rsid w:val="009C4B9C"/>
    <w:rsid w:val="009C5060"/>
    <w:rsid w:val="009C5209"/>
    <w:rsid w:val="009C5DA0"/>
    <w:rsid w:val="009C5FB0"/>
    <w:rsid w:val="009C6971"/>
    <w:rsid w:val="009C6A2D"/>
    <w:rsid w:val="009C6B62"/>
    <w:rsid w:val="009C6C41"/>
    <w:rsid w:val="009C6D25"/>
    <w:rsid w:val="009C6DDF"/>
    <w:rsid w:val="009C7635"/>
    <w:rsid w:val="009C7688"/>
    <w:rsid w:val="009D0542"/>
    <w:rsid w:val="009D0781"/>
    <w:rsid w:val="009D0797"/>
    <w:rsid w:val="009D079F"/>
    <w:rsid w:val="009D0D27"/>
    <w:rsid w:val="009D0EF5"/>
    <w:rsid w:val="009D1A65"/>
    <w:rsid w:val="009D1B69"/>
    <w:rsid w:val="009D1FE2"/>
    <w:rsid w:val="009D2726"/>
    <w:rsid w:val="009D2A5A"/>
    <w:rsid w:val="009D2FB1"/>
    <w:rsid w:val="009D3527"/>
    <w:rsid w:val="009D480C"/>
    <w:rsid w:val="009D4B7F"/>
    <w:rsid w:val="009D4BF9"/>
    <w:rsid w:val="009D539C"/>
    <w:rsid w:val="009D5447"/>
    <w:rsid w:val="009D54F4"/>
    <w:rsid w:val="009D5AB9"/>
    <w:rsid w:val="009D5B53"/>
    <w:rsid w:val="009D5DB3"/>
    <w:rsid w:val="009D6200"/>
    <w:rsid w:val="009D629C"/>
    <w:rsid w:val="009D660B"/>
    <w:rsid w:val="009D6769"/>
    <w:rsid w:val="009D75C3"/>
    <w:rsid w:val="009D7658"/>
    <w:rsid w:val="009D765F"/>
    <w:rsid w:val="009D7B2C"/>
    <w:rsid w:val="009D7C13"/>
    <w:rsid w:val="009E00AC"/>
    <w:rsid w:val="009E079D"/>
    <w:rsid w:val="009E0E51"/>
    <w:rsid w:val="009E1259"/>
    <w:rsid w:val="009E1450"/>
    <w:rsid w:val="009E158B"/>
    <w:rsid w:val="009E15F7"/>
    <w:rsid w:val="009E1B68"/>
    <w:rsid w:val="009E1BAC"/>
    <w:rsid w:val="009E1D0F"/>
    <w:rsid w:val="009E1F33"/>
    <w:rsid w:val="009E2D09"/>
    <w:rsid w:val="009E3D38"/>
    <w:rsid w:val="009E47E0"/>
    <w:rsid w:val="009E49DB"/>
    <w:rsid w:val="009E51B6"/>
    <w:rsid w:val="009E548E"/>
    <w:rsid w:val="009E6C54"/>
    <w:rsid w:val="009E6C94"/>
    <w:rsid w:val="009E6F1E"/>
    <w:rsid w:val="009E728C"/>
    <w:rsid w:val="009E7321"/>
    <w:rsid w:val="009E797A"/>
    <w:rsid w:val="009F0177"/>
    <w:rsid w:val="009F040E"/>
    <w:rsid w:val="009F09FA"/>
    <w:rsid w:val="009F0A5D"/>
    <w:rsid w:val="009F0C5E"/>
    <w:rsid w:val="009F0FD1"/>
    <w:rsid w:val="009F1B99"/>
    <w:rsid w:val="009F2067"/>
    <w:rsid w:val="009F2D2D"/>
    <w:rsid w:val="009F3209"/>
    <w:rsid w:val="009F3293"/>
    <w:rsid w:val="009F32BA"/>
    <w:rsid w:val="009F3A38"/>
    <w:rsid w:val="009F447C"/>
    <w:rsid w:val="009F4694"/>
    <w:rsid w:val="009F4B3C"/>
    <w:rsid w:val="009F4BCC"/>
    <w:rsid w:val="009F4D0A"/>
    <w:rsid w:val="009F5107"/>
    <w:rsid w:val="009F5150"/>
    <w:rsid w:val="009F5715"/>
    <w:rsid w:val="009F588F"/>
    <w:rsid w:val="009F5D67"/>
    <w:rsid w:val="009F5F16"/>
    <w:rsid w:val="009F6522"/>
    <w:rsid w:val="009F6C75"/>
    <w:rsid w:val="009F717D"/>
    <w:rsid w:val="009F764A"/>
    <w:rsid w:val="009F770A"/>
    <w:rsid w:val="009F79E9"/>
    <w:rsid w:val="00A0001A"/>
    <w:rsid w:val="00A00639"/>
    <w:rsid w:val="00A00709"/>
    <w:rsid w:val="00A0085B"/>
    <w:rsid w:val="00A00B28"/>
    <w:rsid w:val="00A018F2"/>
    <w:rsid w:val="00A01A40"/>
    <w:rsid w:val="00A01B1D"/>
    <w:rsid w:val="00A01C38"/>
    <w:rsid w:val="00A01E88"/>
    <w:rsid w:val="00A02323"/>
    <w:rsid w:val="00A02C6A"/>
    <w:rsid w:val="00A02EB7"/>
    <w:rsid w:val="00A0328B"/>
    <w:rsid w:val="00A0330B"/>
    <w:rsid w:val="00A033A2"/>
    <w:rsid w:val="00A03683"/>
    <w:rsid w:val="00A03C60"/>
    <w:rsid w:val="00A03C64"/>
    <w:rsid w:val="00A0456B"/>
    <w:rsid w:val="00A047D8"/>
    <w:rsid w:val="00A048BC"/>
    <w:rsid w:val="00A04A1A"/>
    <w:rsid w:val="00A04D35"/>
    <w:rsid w:val="00A04FEB"/>
    <w:rsid w:val="00A052E4"/>
    <w:rsid w:val="00A0546C"/>
    <w:rsid w:val="00A0579B"/>
    <w:rsid w:val="00A05961"/>
    <w:rsid w:val="00A05AE6"/>
    <w:rsid w:val="00A05E6A"/>
    <w:rsid w:val="00A06069"/>
    <w:rsid w:val="00A060A1"/>
    <w:rsid w:val="00A0649B"/>
    <w:rsid w:val="00A06CCE"/>
    <w:rsid w:val="00A06F2C"/>
    <w:rsid w:val="00A0715A"/>
    <w:rsid w:val="00A073B7"/>
    <w:rsid w:val="00A0744C"/>
    <w:rsid w:val="00A074E3"/>
    <w:rsid w:val="00A079AD"/>
    <w:rsid w:val="00A07A05"/>
    <w:rsid w:val="00A07DDA"/>
    <w:rsid w:val="00A07F83"/>
    <w:rsid w:val="00A10255"/>
    <w:rsid w:val="00A10B7A"/>
    <w:rsid w:val="00A1114C"/>
    <w:rsid w:val="00A112DB"/>
    <w:rsid w:val="00A1198C"/>
    <w:rsid w:val="00A1226E"/>
    <w:rsid w:val="00A12C50"/>
    <w:rsid w:val="00A12DC2"/>
    <w:rsid w:val="00A1305D"/>
    <w:rsid w:val="00A13613"/>
    <w:rsid w:val="00A13968"/>
    <w:rsid w:val="00A13F54"/>
    <w:rsid w:val="00A144B3"/>
    <w:rsid w:val="00A14637"/>
    <w:rsid w:val="00A14CB7"/>
    <w:rsid w:val="00A15717"/>
    <w:rsid w:val="00A15A98"/>
    <w:rsid w:val="00A15E63"/>
    <w:rsid w:val="00A16044"/>
    <w:rsid w:val="00A16898"/>
    <w:rsid w:val="00A16D80"/>
    <w:rsid w:val="00A16DB7"/>
    <w:rsid w:val="00A16FBD"/>
    <w:rsid w:val="00A178E8"/>
    <w:rsid w:val="00A2017E"/>
    <w:rsid w:val="00A201EC"/>
    <w:rsid w:val="00A203EE"/>
    <w:rsid w:val="00A2057E"/>
    <w:rsid w:val="00A20621"/>
    <w:rsid w:val="00A20984"/>
    <w:rsid w:val="00A20A0D"/>
    <w:rsid w:val="00A2109F"/>
    <w:rsid w:val="00A212FA"/>
    <w:rsid w:val="00A2148C"/>
    <w:rsid w:val="00A21504"/>
    <w:rsid w:val="00A217C2"/>
    <w:rsid w:val="00A218A6"/>
    <w:rsid w:val="00A21B9D"/>
    <w:rsid w:val="00A21E70"/>
    <w:rsid w:val="00A22028"/>
    <w:rsid w:val="00A22937"/>
    <w:rsid w:val="00A22FF8"/>
    <w:rsid w:val="00A2396A"/>
    <w:rsid w:val="00A23A57"/>
    <w:rsid w:val="00A23D20"/>
    <w:rsid w:val="00A240BD"/>
    <w:rsid w:val="00A243E7"/>
    <w:rsid w:val="00A244AD"/>
    <w:rsid w:val="00A247A3"/>
    <w:rsid w:val="00A24984"/>
    <w:rsid w:val="00A24EFA"/>
    <w:rsid w:val="00A25256"/>
    <w:rsid w:val="00A2530E"/>
    <w:rsid w:val="00A25460"/>
    <w:rsid w:val="00A25AF8"/>
    <w:rsid w:val="00A263F6"/>
    <w:rsid w:val="00A26A14"/>
    <w:rsid w:val="00A26AB5"/>
    <w:rsid w:val="00A26EB3"/>
    <w:rsid w:val="00A27404"/>
    <w:rsid w:val="00A276E2"/>
    <w:rsid w:val="00A30126"/>
    <w:rsid w:val="00A30197"/>
    <w:rsid w:val="00A30542"/>
    <w:rsid w:val="00A30754"/>
    <w:rsid w:val="00A308F5"/>
    <w:rsid w:val="00A30977"/>
    <w:rsid w:val="00A30D1C"/>
    <w:rsid w:val="00A31B23"/>
    <w:rsid w:val="00A32281"/>
    <w:rsid w:val="00A328FC"/>
    <w:rsid w:val="00A32A73"/>
    <w:rsid w:val="00A335D3"/>
    <w:rsid w:val="00A33633"/>
    <w:rsid w:val="00A33855"/>
    <w:rsid w:val="00A34759"/>
    <w:rsid w:val="00A348E0"/>
    <w:rsid w:val="00A35D46"/>
    <w:rsid w:val="00A36459"/>
    <w:rsid w:val="00A36AA5"/>
    <w:rsid w:val="00A36ACF"/>
    <w:rsid w:val="00A376F3"/>
    <w:rsid w:val="00A37CCF"/>
    <w:rsid w:val="00A37EB4"/>
    <w:rsid w:val="00A40CD7"/>
    <w:rsid w:val="00A40D3B"/>
    <w:rsid w:val="00A418B4"/>
    <w:rsid w:val="00A41A18"/>
    <w:rsid w:val="00A41A27"/>
    <w:rsid w:val="00A41B59"/>
    <w:rsid w:val="00A420FB"/>
    <w:rsid w:val="00A4261C"/>
    <w:rsid w:val="00A426B3"/>
    <w:rsid w:val="00A42838"/>
    <w:rsid w:val="00A42CDF"/>
    <w:rsid w:val="00A4317A"/>
    <w:rsid w:val="00A433AD"/>
    <w:rsid w:val="00A43496"/>
    <w:rsid w:val="00A438C3"/>
    <w:rsid w:val="00A43C6B"/>
    <w:rsid w:val="00A44126"/>
    <w:rsid w:val="00A44539"/>
    <w:rsid w:val="00A44CB1"/>
    <w:rsid w:val="00A44E76"/>
    <w:rsid w:val="00A45D49"/>
    <w:rsid w:val="00A45DD5"/>
    <w:rsid w:val="00A46D8F"/>
    <w:rsid w:val="00A477B5"/>
    <w:rsid w:val="00A47ECA"/>
    <w:rsid w:val="00A50230"/>
    <w:rsid w:val="00A50500"/>
    <w:rsid w:val="00A50DD1"/>
    <w:rsid w:val="00A51675"/>
    <w:rsid w:val="00A51AEE"/>
    <w:rsid w:val="00A51BBE"/>
    <w:rsid w:val="00A51BE5"/>
    <w:rsid w:val="00A520DD"/>
    <w:rsid w:val="00A5344C"/>
    <w:rsid w:val="00A53598"/>
    <w:rsid w:val="00A53618"/>
    <w:rsid w:val="00A53908"/>
    <w:rsid w:val="00A53B60"/>
    <w:rsid w:val="00A53C0D"/>
    <w:rsid w:val="00A54291"/>
    <w:rsid w:val="00A54762"/>
    <w:rsid w:val="00A5484F"/>
    <w:rsid w:val="00A5497D"/>
    <w:rsid w:val="00A5531F"/>
    <w:rsid w:val="00A55A24"/>
    <w:rsid w:val="00A55E8D"/>
    <w:rsid w:val="00A56482"/>
    <w:rsid w:val="00A56878"/>
    <w:rsid w:val="00A56926"/>
    <w:rsid w:val="00A569BE"/>
    <w:rsid w:val="00A56A1B"/>
    <w:rsid w:val="00A571B2"/>
    <w:rsid w:val="00A57731"/>
    <w:rsid w:val="00A578FC"/>
    <w:rsid w:val="00A57C05"/>
    <w:rsid w:val="00A60710"/>
    <w:rsid w:val="00A60725"/>
    <w:rsid w:val="00A608EE"/>
    <w:rsid w:val="00A60956"/>
    <w:rsid w:val="00A60977"/>
    <w:rsid w:val="00A60B30"/>
    <w:rsid w:val="00A60B63"/>
    <w:rsid w:val="00A617C1"/>
    <w:rsid w:val="00A61B15"/>
    <w:rsid w:val="00A62213"/>
    <w:rsid w:val="00A62E99"/>
    <w:rsid w:val="00A6327A"/>
    <w:rsid w:val="00A6327B"/>
    <w:rsid w:val="00A635DF"/>
    <w:rsid w:val="00A639F0"/>
    <w:rsid w:val="00A63B6F"/>
    <w:rsid w:val="00A6401C"/>
    <w:rsid w:val="00A6456A"/>
    <w:rsid w:val="00A645BA"/>
    <w:rsid w:val="00A648B1"/>
    <w:rsid w:val="00A64941"/>
    <w:rsid w:val="00A64AF8"/>
    <w:rsid w:val="00A64CCC"/>
    <w:rsid w:val="00A64FDB"/>
    <w:rsid w:val="00A65002"/>
    <w:rsid w:val="00A651A1"/>
    <w:rsid w:val="00A654E8"/>
    <w:rsid w:val="00A657E3"/>
    <w:rsid w:val="00A657EB"/>
    <w:rsid w:val="00A65C85"/>
    <w:rsid w:val="00A65F3B"/>
    <w:rsid w:val="00A6626F"/>
    <w:rsid w:val="00A66D91"/>
    <w:rsid w:val="00A66E57"/>
    <w:rsid w:val="00A671E9"/>
    <w:rsid w:val="00A674AA"/>
    <w:rsid w:val="00A67D46"/>
    <w:rsid w:val="00A67E75"/>
    <w:rsid w:val="00A70166"/>
    <w:rsid w:val="00A703B7"/>
    <w:rsid w:val="00A706AB"/>
    <w:rsid w:val="00A70751"/>
    <w:rsid w:val="00A71007"/>
    <w:rsid w:val="00A71541"/>
    <w:rsid w:val="00A71D17"/>
    <w:rsid w:val="00A725FF"/>
    <w:rsid w:val="00A72630"/>
    <w:rsid w:val="00A7272B"/>
    <w:rsid w:val="00A734DE"/>
    <w:rsid w:val="00A739C7"/>
    <w:rsid w:val="00A73B0B"/>
    <w:rsid w:val="00A74065"/>
    <w:rsid w:val="00A7408B"/>
    <w:rsid w:val="00A744DF"/>
    <w:rsid w:val="00A745B1"/>
    <w:rsid w:val="00A74C94"/>
    <w:rsid w:val="00A74F5A"/>
    <w:rsid w:val="00A75315"/>
    <w:rsid w:val="00A75D85"/>
    <w:rsid w:val="00A7630E"/>
    <w:rsid w:val="00A77198"/>
    <w:rsid w:val="00A77584"/>
    <w:rsid w:val="00A77BB5"/>
    <w:rsid w:val="00A77D5B"/>
    <w:rsid w:val="00A8053F"/>
    <w:rsid w:val="00A80587"/>
    <w:rsid w:val="00A80997"/>
    <w:rsid w:val="00A81143"/>
    <w:rsid w:val="00A811B4"/>
    <w:rsid w:val="00A8165B"/>
    <w:rsid w:val="00A8189A"/>
    <w:rsid w:val="00A822AB"/>
    <w:rsid w:val="00A8234A"/>
    <w:rsid w:val="00A8238E"/>
    <w:rsid w:val="00A8262B"/>
    <w:rsid w:val="00A82722"/>
    <w:rsid w:val="00A82BE9"/>
    <w:rsid w:val="00A8328C"/>
    <w:rsid w:val="00A835CE"/>
    <w:rsid w:val="00A84022"/>
    <w:rsid w:val="00A84088"/>
    <w:rsid w:val="00A8489A"/>
    <w:rsid w:val="00A84FAF"/>
    <w:rsid w:val="00A8579C"/>
    <w:rsid w:val="00A857EF"/>
    <w:rsid w:val="00A858A3"/>
    <w:rsid w:val="00A85D00"/>
    <w:rsid w:val="00A861AF"/>
    <w:rsid w:val="00A8633D"/>
    <w:rsid w:val="00A8682A"/>
    <w:rsid w:val="00A8688A"/>
    <w:rsid w:val="00A871C3"/>
    <w:rsid w:val="00A87271"/>
    <w:rsid w:val="00A87995"/>
    <w:rsid w:val="00A87B54"/>
    <w:rsid w:val="00A87F9E"/>
    <w:rsid w:val="00A90795"/>
    <w:rsid w:val="00A90B10"/>
    <w:rsid w:val="00A90B11"/>
    <w:rsid w:val="00A90BBE"/>
    <w:rsid w:val="00A914A9"/>
    <w:rsid w:val="00A91CFD"/>
    <w:rsid w:val="00A922F5"/>
    <w:rsid w:val="00A923B5"/>
    <w:rsid w:val="00A92C7C"/>
    <w:rsid w:val="00A92DE1"/>
    <w:rsid w:val="00A92E45"/>
    <w:rsid w:val="00A9320F"/>
    <w:rsid w:val="00A93357"/>
    <w:rsid w:val="00A935E6"/>
    <w:rsid w:val="00A93613"/>
    <w:rsid w:val="00A936E2"/>
    <w:rsid w:val="00A93AD5"/>
    <w:rsid w:val="00A93AD7"/>
    <w:rsid w:val="00A93C12"/>
    <w:rsid w:val="00A94266"/>
    <w:rsid w:val="00A945C0"/>
    <w:rsid w:val="00A94E1B"/>
    <w:rsid w:val="00A952F9"/>
    <w:rsid w:val="00A9549F"/>
    <w:rsid w:val="00A95B8F"/>
    <w:rsid w:val="00A95EE6"/>
    <w:rsid w:val="00A962FB"/>
    <w:rsid w:val="00A9693B"/>
    <w:rsid w:val="00A972BC"/>
    <w:rsid w:val="00A97D9F"/>
    <w:rsid w:val="00AA027D"/>
    <w:rsid w:val="00AA04FD"/>
    <w:rsid w:val="00AA0578"/>
    <w:rsid w:val="00AA07E8"/>
    <w:rsid w:val="00AA0DBE"/>
    <w:rsid w:val="00AA11D9"/>
    <w:rsid w:val="00AA12BB"/>
    <w:rsid w:val="00AA1BB6"/>
    <w:rsid w:val="00AA207D"/>
    <w:rsid w:val="00AA22E7"/>
    <w:rsid w:val="00AA26AA"/>
    <w:rsid w:val="00AA2784"/>
    <w:rsid w:val="00AA2B79"/>
    <w:rsid w:val="00AA2EAE"/>
    <w:rsid w:val="00AA305F"/>
    <w:rsid w:val="00AA354B"/>
    <w:rsid w:val="00AA3813"/>
    <w:rsid w:val="00AA4017"/>
    <w:rsid w:val="00AA468E"/>
    <w:rsid w:val="00AA4E65"/>
    <w:rsid w:val="00AA514B"/>
    <w:rsid w:val="00AA55B3"/>
    <w:rsid w:val="00AA586E"/>
    <w:rsid w:val="00AA5A0A"/>
    <w:rsid w:val="00AA5B23"/>
    <w:rsid w:val="00AA60F1"/>
    <w:rsid w:val="00AA6F07"/>
    <w:rsid w:val="00AA6F4A"/>
    <w:rsid w:val="00AA72AA"/>
    <w:rsid w:val="00AA7ABD"/>
    <w:rsid w:val="00AA7E8A"/>
    <w:rsid w:val="00AB0976"/>
    <w:rsid w:val="00AB09C4"/>
    <w:rsid w:val="00AB0AB5"/>
    <w:rsid w:val="00AB0D7D"/>
    <w:rsid w:val="00AB0E82"/>
    <w:rsid w:val="00AB15E2"/>
    <w:rsid w:val="00AB167D"/>
    <w:rsid w:val="00AB19D5"/>
    <w:rsid w:val="00AB1A80"/>
    <w:rsid w:val="00AB1BB4"/>
    <w:rsid w:val="00AB1F23"/>
    <w:rsid w:val="00AB20B4"/>
    <w:rsid w:val="00AB238C"/>
    <w:rsid w:val="00AB2560"/>
    <w:rsid w:val="00AB261F"/>
    <w:rsid w:val="00AB2933"/>
    <w:rsid w:val="00AB2C12"/>
    <w:rsid w:val="00AB2DCC"/>
    <w:rsid w:val="00AB3004"/>
    <w:rsid w:val="00AB35F3"/>
    <w:rsid w:val="00AB3E00"/>
    <w:rsid w:val="00AB41B0"/>
    <w:rsid w:val="00AB493E"/>
    <w:rsid w:val="00AB52B2"/>
    <w:rsid w:val="00AB5D69"/>
    <w:rsid w:val="00AB5FA4"/>
    <w:rsid w:val="00AB6269"/>
    <w:rsid w:val="00AB6EFB"/>
    <w:rsid w:val="00AB746D"/>
    <w:rsid w:val="00AB75C6"/>
    <w:rsid w:val="00AB78AE"/>
    <w:rsid w:val="00AB7E04"/>
    <w:rsid w:val="00AB7E40"/>
    <w:rsid w:val="00AC00FB"/>
    <w:rsid w:val="00AC02CA"/>
    <w:rsid w:val="00AC02FD"/>
    <w:rsid w:val="00AC09AC"/>
    <w:rsid w:val="00AC0AB2"/>
    <w:rsid w:val="00AC0E54"/>
    <w:rsid w:val="00AC0F99"/>
    <w:rsid w:val="00AC1D3B"/>
    <w:rsid w:val="00AC1EBE"/>
    <w:rsid w:val="00AC21EE"/>
    <w:rsid w:val="00AC22C9"/>
    <w:rsid w:val="00AC281D"/>
    <w:rsid w:val="00AC2A56"/>
    <w:rsid w:val="00AC2AF9"/>
    <w:rsid w:val="00AC2CCF"/>
    <w:rsid w:val="00AC2E81"/>
    <w:rsid w:val="00AC31BC"/>
    <w:rsid w:val="00AC34C7"/>
    <w:rsid w:val="00AC3899"/>
    <w:rsid w:val="00AC43F5"/>
    <w:rsid w:val="00AC4E1C"/>
    <w:rsid w:val="00AC5C10"/>
    <w:rsid w:val="00AC5FAB"/>
    <w:rsid w:val="00AC685F"/>
    <w:rsid w:val="00AC689B"/>
    <w:rsid w:val="00AC72E5"/>
    <w:rsid w:val="00AC747B"/>
    <w:rsid w:val="00AD0474"/>
    <w:rsid w:val="00AD0F61"/>
    <w:rsid w:val="00AD0FB0"/>
    <w:rsid w:val="00AD12EF"/>
    <w:rsid w:val="00AD1B93"/>
    <w:rsid w:val="00AD1D7D"/>
    <w:rsid w:val="00AD265F"/>
    <w:rsid w:val="00AD271E"/>
    <w:rsid w:val="00AD2EEC"/>
    <w:rsid w:val="00AD2FA1"/>
    <w:rsid w:val="00AD3C33"/>
    <w:rsid w:val="00AD3DEF"/>
    <w:rsid w:val="00AD4CE8"/>
    <w:rsid w:val="00AD5138"/>
    <w:rsid w:val="00AD5151"/>
    <w:rsid w:val="00AD5AD1"/>
    <w:rsid w:val="00AD6403"/>
    <w:rsid w:val="00AD6658"/>
    <w:rsid w:val="00AD6860"/>
    <w:rsid w:val="00AD688F"/>
    <w:rsid w:val="00AD68BB"/>
    <w:rsid w:val="00AD6CE3"/>
    <w:rsid w:val="00AD7228"/>
    <w:rsid w:val="00AD7382"/>
    <w:rsid w:val="00AD79FF"/>
    <w:rsid w:val="00AD7BB7"/>
    <w:rsid w:val="00AD7F7C"/>
    <w:rsid w:val="00AE007F"/>
    <w:rsid w:val="00AE00F7"/>
    <w:rsid w:val="00AE0407"/>
    <w:rsid w:val="00AE07B9"/>
    <w:rsid w:val="00AE0862"/>
    <w:rsid w:val="00AE0B07"/>
    <w:rsid w:val="00AE0BAD"/>
    <w:rsid w:val="00AE1672"/>
    <w:rsid w:val="00AE173B"/>
    <w:rsid w:val="00AE1CCD"/>
    <w:rsid w:val="00AE1E41"/>
    <w:rsid w:val="00AE205C"/>
    <w:rsid w:val="00AE2061"/>
    <w:rsid w:val="00AE20B1"/>
    <w:rsid w:val="00AE2C16"/>
    <w:rsid w:val="00AE2E74"/>
    <w:rsid w:val="00AE3EFA"/>
    <w:rsid w:val="00AE4104"/>
    <w:rsid w:val="00AE4B7E"/>
    <w:rsid w:val="00AE529C"/>
    <w:rsid w:val="00AE54E8"/>
    <w:rsid w:val="00AE554A"/>
    <w:rsid w:val="00AE583E"/>
    <w:rsid w:val="00AE5AB7"/>
    <w:rsid w:val="00AE5C02"/>
    <w:rsid w:val="00AE5D87"/>
    <w:rsid w:val="00AE63A3"/>
    <w:rsid w:val="00AE6983"/>
    <w:rsid w:val="00AE69DA"/>
    <w:rsid w:val="00AE794D"/>
    <w:rsid w:val="00AE7974"/>
    <w:rsid w:val="00AE7DD3"/>
    <w:rsid w:val="00AF01A2"/>
    <w:rsid w:val="00AF0C54"/>
    <w:rsid w:val="00AF0C66"/>
    <w:rsid w:val="00AF116A"/>
    <w:rsid w:val="00AF12D0"/>
    <w:rsid w:val="00AF13D9"/>
    <w:rsid w:val="00AF1A75"/>
    <w:rsid w:val="00AF1E0D"/>
    <w:rsid w:val="00AF2842"/>
    <w:rsid w:val="00AF2A63"/>
    <w:rsid w:val="00AF322D"/>
    <w:rsid w:val="00AF3A4F"/>
    <w:rsid w:val="00AF40BF"/>
    <w:rsid w:val="00AF48D7"/>
    <w:rsid w:val="00AF4CAC"/>
    <w:rsid w:val="00AF4D12"/>
    <w:rsid w:val="00AF51CF"/>
    <w:rsid w:val="00AF55C0"/>
    <w:rsid w:val="00AF57A0"/>
    <w:rsid w:val="00AF68D8"/>
    <w:rsid w:val="00AF6C7A"/>
    <w:rsid w:val="00AF700B"/>
    <w:rsid w:val="00AF7625"/>
    <w:rsid w:val="00AF7E7F"/>
    <w:rsid w:val="00B00012"/>
    <w:rsid w:val="00B00387"/>
    <w:rsid w:val="00B0083B"/>
    <w:rsid w:val="00B00C84"/>
    <w:rsid w:val="00B00D45"/>
    <w:rsid w:val="00B00FFC"/>
    <w:rsid w:val="00B014E9"/>
    <w:rsid w:val="00B01C36"/>
    <w:rsid w:val="00B01E4B"/>
    <w:rsid w:val="00B027B4"/>
    <w:rsid w:val="00B02B01"/>
    <w:rsid w:val="00B02E8B"/>
    <w:rsid w:val="00B02F7A"/>
    <w:rsid w:val="00B033EE"/>
    <w:rsid w:val="00B03426"/>
    <w:rsid w:val="00B044E5"/>
    <w:rsid w:val="00B047D6"/>
    <w:rsid w:val="00B0496F"/>
    <w:rsid w:val="00B04EBA"/>
    <w:rsid w:val="00B051A0"/>
    <w:rsid w:val="00B059B1"/>
    <w:rsid w:val="00B05E9F"/>
    <w:rsid w:val="00B05FFD"/>
    <w:rsid w:val="00B0614A"/>
    <w:rsid w:val="00B063F4"/>
    <w:rsid w:val="00B06864"/>
    <w:rsid w:val="00B06917"/>
    <w:rsid w:val="00B06D17"/>
    <w:rsid w:val="00B07479"/>
    <w:rsid w:val="00B075C5"/>
    <w:rsid w:val="00B077A6"/>
    <w:rsid w:val="00B078AE"/>
    <w:rsid w:val="00B078D6"/>
    <w:rsid w:val="00B07FE2"/>
    <w:rsid w:val="00B107B6"/>
    <w:rsid w:val="00B11503"/>
    <w:rsid w:val="00B11584"/>
    <w:rsid w:val="00B11A67"/>
    <w:rsid w:val="00B127FD"/>
    <w:rsid w:val="00B12838"/>
    <w:rsid w:val="00B12B46"/>
    <w:rsid w:val="00B12CAA"/>
    <w:rsid w:val="00B12D93"/>
    <w:rsid w:val="00B12E3F"/>
    <w:rsid w:val="00B12EAD"/>
    <w:rsid w:val="00B13007"/>
    <w:rsid w:val="00B1363B"/>
    <w:rsid w:val="00B13926"/>
    <w:rsid w:val="00B13B20"/>
    <w:rsid w:val="00B13BE4"/>
    <w:rsid w:val="00B13EDC"/>
    <w:rsid w:val="00B13EFF"/>
    <w:rsid w:val="00B14768"/>
    <w:rsid w:val="00B1485E"/>
    <w:rsid w:val="00B153E6"/>
    <w:rsid w:val="00B1566C"/>
    <w:rsid w:val="00B15CD8"/>
    <w:rsid w:val="00B15F38"/>
    <w:rsid w:val="00B1601D"/>
    <w:rsid w:val="00B16D8D"/>
    <w:rsid w:val="00B17295"/>
    <w:rsid w:val="00B17DE6"/>
    <w:rsid w:val="00B17E36"/>
    <w:rsid w:val="00B20203"/>
    <w:rsid w:val="00B20225"/>
    <w:rsid w:val="00B20550"/>
    <w:rsid w:val="00B2120E"/>
    <w:rsid w:val="00B2295A"/>
    <w:rsid w:val="00B22BE4"/>
    <w:rsid w:val="00B23109"/>
    <w:rsid w:val="00B2334B"/>
    <w:rsid w:val="00B2340D"/>
    <w:rsid w:val="00B239A0"/>
    <w:rsid w:val="00B23DED"/>
    <w:rsid w:val="00B23F02"/>
    <w:rsid w:val="00B240C2"/>
    <w:rsid w:val="00B2431B"/>
    <w:rsid w:val="00B2438C"/>
    <w:rsid w:val="00B24BB0"/>
    <w:rsid w:val="00B24C8B"/>
    <w:rsid w:val="00B2509A"/>
    <w:rsid w:val="00B256CA"/>
    <w:rsid w:val="00B257BB"/>
    <w:rsid w:val="00B2592B"/>
    <w:rsid w:val="00B25B9D"/>
    <w:rsid w:val="00B25D17"/>
    <w:rsid w:val="00B26053"/>
    <w:rsid w:val="00B26100"/>
    <w:rsid w:val="00B26228"/>
    <w:rsid w:val="00B267C4"/>
    <w:rsid w:val="00B26B36"/>
    <w:rsid w:val="00B26C25"/>
    <w:rsid w:val="00B26EE5"/>
    <w:rsid w:val="00B27981"/>
    <w:rsid w:val="00B27DB1"/>
    <w:rsid w:val="00B27E4E"/>
    <w:rsid w:val="00B303AD"/>
    <w:rsid w:val="00B305E6"/>
    <w:rsid w:val="00B311AC"/>
    <w:rsid w:val="00B312B8"/>
    <w:rsid w:val="00B3150A"/>
    <w:rsid w:val="00B315B1"/>
    <w:rsid w:val="00B31791"/>
    <w:rsid w:val="00B319CC"/>
    <w:rsid w:val="00B3225D"/>
    <w:rsid w:val="00B323C0"/>
    <w:rsid w:val="00B32556"/>
    <w:rsid w:val="00B3318E"/>
    <w:rsid w:val="00B33AF4"/>
    <w:rsid w:val="00B33BCD"/>
    <w:rsid w:val="00B33C15"/>
    <w:rsid w:val="00B34A9C"/>
    <w:rsid w:val="00B34B62"/>
    <w:rsid w:val="00B34F8C"/>
    <w:rsid w:val="00B3565C"/>
    <w:rsid w:val="00B35EDB"/>
    <w:rsid w:val="00B36063"/>
    <w:rsid w:val="00B3607A"/>
    <w:rsid w:val="00B3607D"/>
    <w:rsid w:val="00B3653F"/>
    <w:rsid w:val="00B36B47"/>
    <w:rsid w:val="00B36F9A"/>
    <w:rsid w:val="00B371B4"/>
    <w:rsid w:val="00B3765B"/>
    <w:rsid w:val="00B376C4"/>
    <w:rsid w:val="00B37975"/>
    <w:rsid w:val="00B37E9D"/>
    <w:rsid w:val="00B4021B"/>
    <w:rsid w:val="00B402B3"/>
    <w:rsid w:val="00B402FE"/>
    <w:rsid w:val="00B4044D"/>
    <w:rsid w:val="00B406E1"/>
    <w:rsid w:val="00B41095"/>
    <w:rsid w:val="00B411A3"/>
    <w:rsid w:val="00B414E6"/>
    <w:rsid w:val="00B4164A"/>
    <w:rsid w:val="00B418E6"/>
    <w:rsid w:val="00B41F72"/>
    <w:rsid w:val="00B41FEA"/>
    <w:rsid w:val="00B42351"/>
    <w:rsid w:val="00B425D0"/>
    <w:rsid w:val="00B4279E"/>
    <w:rsid w:val="00B427EE"/>
    <w:rsid w:val="00B42BC0"/>
    <w:rsid w:val="00B42E4E"/>
    <w:rsid w:val="00B42EDB"/>
    <w:rsid w:val="00B430EB"/>
    <w:rsid w:val="00B43338"/>
    <w:rsid w:val="00B43551"/>
    <w:rsid w:val="00B436EB"/>
    <w:rsid w:val="00B4389D"/>
    <w:rsid w:val="00B44184"/>
    <w:rsid w:val="00B441FE"/>
    <w:rsid w:val="00B4436B"/>
    <w:rsid w:val="00B4472B"/>
    <w:rsid w:val="00B4493D"/>
    <w:rsid w:val="00B44D53"/>
    <w:rsid w:val="00B4507C"/>
    <w:rsid w:val="00B4563E"/>
    <w:rsid w:val="00B458E8"/>
    <w:rsid w:val="00B45A63"/>
    <w:rsid w:val="00B45D36"/>
    <w:rsid w:val="00B46335"/>
    <w:rsid w:val="00B46708"/>
    <w:rsid w:val="00B46C58"/>
    <w:rsid w:val="00B46CB1"/>
    <w:rsid w:val="00B46E29"/>
    <w:rsid w:val="00B47642"/>
    <w:rsid w:val="00B47B41"/>
    <w:rsid w:val="00B504FA"/>
    <w:rsid w:val="00B514B2"/>
    <w:rsid w:val="00B51BBC"/>
    <w:rsid w:val="00B51F9E"/>
    <w:rsid w:val="00B52CAF"/>
    <w:rsid w:val="00B535BC"/>
    <w:rsid w:val="00B54576"/>
    <w:rsid w:val="00B54B2F"/>
    <w:rsid w:val="00B553A1"/>
    <w:rsid w:val="00B55514"/>
    <w:rsid w:val="00B55A24"/>
    <w:rsid w:val="00B55D67"/>
    <w:rsid w:val="00B56A7D"/>
    <w:rsid w:val="00B56C8C"/>
    <w:rsid w:val="00B56D1D"/>
    <w:rsid w:val="00B57679"/>
    <w:rsid w:val="00B577CC"/>
    <w:rsid w:val="00B57D58"/>
    <w:rsid w:val="00B57E52"/>
    <w:rsid w:val="00B600BB"/>
    <w:rsid w:val="00B60475"/>
    <w:rsid w:val="00B60477"/>
    <w:rsid w:val="00B6095B"/>
    <w:rsid w:val="00B60EC7"/>
    <w:rsid w:val="00B613F9"/>
    <w:rsid w:val="00B62678"/>
    <w:rsid w:val="00B629F4"/>
    <w:rsid w:val="00B62BBD"/>
    <w:rsid w:val="00B62C97"/>
    <w:rsid w:val="00B634E3"/>
    <w:rsid w:val="00B63CC5"/>
    <w:rsid w:val="00B63CCB"/>
    <w:rsid w:val="00B64085"/>
    <w:rsid w:val="00B643EA"/>
    <w:rsid w:val="00B6459B"/>
    <w:rsid w:val="00B65470"/>
    <w:rsid w:val="00B65476"/>
    <w:rsid w:val="00B65AAE"/>
    <w:rsid w:val="00B65DCE"/>
    <w:rsid w:val="00B6614F"/>
    <w:rsid w:val="00B6622B"/>
    <w:rsid w:val="00B663CC"/>
    <w:rsid w:val="00B66608"/>
    <w:rsid w:val="00B66C39"/>
    <w:rsid w:val="00B66EC8"/>
    <w:rsid w:val="00B674EB"/>
    <w:rsid w:val="00B67597"/>
    <w:rsid w:val="00B6759B"/>
    <w:rsid w:val="00B67AC1"/>
    <w:rsid w:val="00B67E1F"/>
    <w:rsid w:val="00B70097"/>
    <w:rsid w:val="00B70863"/>
    <w:rsid w:val="00B70BBE"/>
    <w:rsid w:val="00B70F49"/>
    <w:rsid w:val="00B7107F"/>
    <w:rsid w:val="00B7116F"/>
    <w:rsid w:val="00B711B2"/>
    <w:rsid w:val="00B71787"/>
    <w:rsid w:val="00B71E64"/>
    <w:rsid w:val="00B721E4"/>
    <w:rsid w:val="00B723BC"/>
    <w:rsid w:val="00B725FF"/>
    <w:rsid w:val="00B736BD"/>
    <w:rsid w:val="00B7431A"/>
    <w:rsid w:val="00B743A5"/>
    <w:rsid w:val="00B74566"/>
    <w:rsid w:val="00B746D9"/>
    <w:rsid w:val="00B74D6E"/>
    <w:rsid w:val="00B74FE5"/>
    <w:rsid w:val="00B75206"/>
    <w:rsid w:val="00B75228"/>
    <w:rsid w:val="00B75236"/>
    <w:rsid w:val="00B753A9"/>
    <w:rsid w:val="00B75770"/>
    <w:rsid w:val="00B75801"/>
    <w:rsid w:val="00B7604B"/>
    <w:rsid w:val="00B762DB"/>
    <w:rsid w:val="00B76618"/>
    <w:rsid w:val="00B76E6D"/>
    <w:rsid w:val="00B76F18"/>
    <w:rsid w:val="00B775E6"/>
    <w:rsid w:val="00B77681"/>
    <w:rsid w:val="00B7798C"/>
    <w:rsid w:val="00B77A14"/>
    <w:rsid w:val="00B77B04"/>
    <w:rsid w:val="00B800A9"/>
    <w:rsid w:val="00B80345"/>
    <w:rsid w:val="00B80DBC"/>
    <w:rsid w:val="00B80F72"/>
    <w:rsid w:val="00B8121A"/>
    <w:rsid w:val="00B8135A"/>
    <w:rsid w:val="00B81367"/>
    <w:rsid w:val="00B81432"/>
    <w:rsid w:val="00B81573"/>
    <w:rsid w:val="00B81A8E"/>
    <w:rsid w:val="00B81E04"/>
    <w:rsid w:val="00B82124"/>
    <w:rsid w:val="00B82346"/>
    <w:rsid w:val="00B82F92"/>
    <w:rsid w:val="00B82FDD"/>
    <w:rsid w:val="00B832B3"/>
    <w:rsid w:val="00B839DC"/>
    <w:rsid w:val="00B842E6"/>
    <w:rsid w:val="00B847F6"/>
    <w:rsid w:val="00B84B82"/>
    <w:rsid w:val="00B84CCA"/>
    <w:rsid w:val="00B84D5E"/>
    <w:rsid w:val="00B84DFF"/>
    <w:rsid w:val="00B8510A"/>
    <w:rsid w:val="00B85627"/>
    <w:rsid w:val="00B85B00"/>
    <w:rsid w:val="00B8652E"/>
    <w:rsid w:val="00B866DE"/>
    <w:rsid w:val="00B86B50"/>
    <w:rsid w:val="00B871C1"/>
    <w:rsid w:val="00B87280"/>
    <w:rsid w:val="00B876EB"/>
    <w:rsid w:val="00B87804"/>
    <w:rsid w:val="00B87E0B"/>
    <w:rsid w:val="00B9003E"/>
    <w:rsid w:val="00B9064B"/>
    <w:rsid w:val="00B90B10"/>
    <w:rsid w:val="00B90C3E"/>
    <w:rsid w:val="00B90D3F"/>
    <w:rsid w:val="00B9163E"/>
    <w:rsid w:val="00B91D04"/>
    <w:rsid w:val="00B91FDC"/>
    <w:rsid w:val="00B921B0"/>
    <w:rsid w:val="00B921CD"/>
    <w:rsid w:val="00B92708"/>
    <w:rsid w:val="00B92A32"/>
    <w:rsid w:val="00B93301"/>
    <w:rsid w:val="00B93898"/>
    <w:rsid w:val="00B93DDD"/>
    <w:rsid w:val="00B93F0E"/>
    <w:rsid w:val="00B93F76"/>
    <w:rsid w:val="00B946E0"/>
    <w:rsid w:val="00B94D15"/>
    <w:rsid w:val="00B9545D"/>
    <w:rsid w:val="00B95819"/>
    <w:rsid w:val="00B959B5"/>
    <w:rsid w:val="00B95C68"/>
    <w:rsid w:val="00B95E4D"/>
    <w:rsid w:val="00B95E77"/>
    <w:rsid w:val="00B95EAA"/>
    <w:rsid w:val="00B9601C"/>
    <w:rsid w:val="00B960E4"/>
    <w:rsid w:val="00B96729"/>
    <w:rsid w:val="00B96BEF"/>
    <w:rsid w:val="00B97332"/>
    <w:rsid w:val="00B979AE"/>
    <w:rsid w:val="00B97EC0"/>
    <w:rsid w:val="00BA0426"/>
    <w:rsid w:val="00BA08FD"/>
    <w:rsid w:val="00BA0A45"/>
    <w:rsid w:val="00BA0AC4"/>
    <w:rsid w:val="00BA0BF7"/>
    <w:rsid w:val="00BA0F0A"/>
    <w:rsid w:val="00BA101D"/>
    <w:rsid w:val="00BA10C9"/>
    <w:rsid w:val="00BA11BE"/>
    <w:rsid w:val="00BA1DE2"/>
    <w:rsid w:val="00BA1F18"/>
    <w:rsid w:val="00BA23AA"/>
    <w:rsid w:val="00BA29BF"/>
    <w:rsid w:val="00BA2B03"/>
    <w:rsid w:val="00BA2CB9"/>
    <w:rsid w:val="00BA3487"/>
    <w:rsid w:val="00BA3517"/>
    <w:rsid w:val="00BA3EE6"/>
    <w:rsid w:val="00BA3F5A"/>
    <w:rsid w:val="00BA4548"/>
    <w:rsid w:val="00BA4621"/>
    <w:rsid w:val="00BA475F"/>
    <w:rsid w:val="00BA5089"/>
    <w:rsid w:val="00BA55DA"/>
    <w:rsid w:val="00BA571E"/>
    <w:rsid w:val="00BA57D8"/>
    <w:rsid w:val="00BA5816"/>
    <w:rsid w:val="00BA5AAA"/>
    <w:rsid w:val="00BA5B26"/>
    <w:rsid w:val="00BA5D8C"/>
    <w:rsid w:val="00BA5E38"/>
    <w:rsid w:val="00BA5F29"/>
    <w:rsid w:val="00BA6105"/>
    <w:rsid w:val="00BA6200"/>
    <w:rsid w:val="00BA6702"/>
    <w:rsid w:val="00BA6C55"/>
    <w:rsid w:val="00BA72BB"/>
    <w:rsid w:val="00BA736C"/>
    <w:rsid w:val="00BA73B5"/>
    <w:rsid w:val="00BA78CC"/>
    <w:rsid w:val="00BA7C48"/>
    <w:rsid w:val="00BB01DA"/>
    <w:rsid w:val="00BB0249"/>
    <w:rsid w:val="00BB02F3"/>
    <w:rsid w:val="00BB0BE7"/>
    <w:rsid w:val="00BB0F14"/>
    <w:rsid w:val="00BB1152"/>
    <w:rsid w:val="00BB14FA"/>
    <w:rsid w:val="00BB1760"/>
    <w:rsid w:val="00BB1824"/>
    <w:rsid w:val="00BB1D52"/>
    <w:rsid w:val="00BB1EAC"/>
    <w:rsid w:val="00BB20CB"/>
    <w:rsid w:val="00BB22EA"/>
    <w:rsid w:val="00BB2499"/>
    <w:rsid w:val="00BB2738"/>
    <w:rsid w:val="00BB2966"/>
    <w:rsid w:val="00BB2AE6"/>
    <w:rsid w:val="00BB3B10"/>
    <w:rsid w:val="00BB4369"/>
    <w:rsid w:val="00BB4FB3"/>
    <w:rsid w:val="00BB52E2"/>
    <w:rsid w:val="00BB5334"/>
    <w:rsid w:val="00BB550A"/>
    <w:rsid w:val="00BB57DD"/>
    <w:rsid w:val="00BB5839"/>
    <w:rsid w:val="00BB5B91"/>
    <w:rsid w:val="00BB642E"/>
    <w:rsid w:val="00BB6677"/>
    <w:rsid w:val="00BB6745"/>
    <w:rsid w:val="00BB6ECD"/>
    <w:rsid w:val="00BB7101"/>
    <w:rsid w:val="00BB75BE"/>
    <w:rsid w:val="00BB761B"/>
    <w:rsid w:val="00BB764C"/>
    <w:rsid w:val="00BB7CD6"/>
    <w:rsid w:val="00BC0122"/>
    <w:rsid w:val="00BC0571"/>
    <w:rsid w:val="00BC0F3C"/>
    <w:rsid w:val="00BC1355"/>
    <w:rsid w:val="00BC1368"/>
    <w:rsid w:val="00BC13F9"/>
    <w:rsid w:val="00BC1A55"/>
    <w:rsid w:val="00BC1B64"/>
    <w:rsid w:val="00BC1C06"/>
    <w:rsid w:val="00BC1EF4"/>
    <w:rsid w:val="00BC2737"/>
    <w:rsid w:val="00BC30A2"/>
    <w:rsid w:val="00BC3142"/>
    <w:rsid w:val="00BC3204"/>
    <w:rsid w:val="00BC3557"/>
    <w:rsid w:val="00BC39F3"/>
    <w:rsid w:val="00BC3D3B"/>
    <w:rsid w:val="00BC3DAE"/>
    <w:rsid w:val="00BC3FD6"/>
    <w:rsid w:val="00BC40C5"/>
    <w:rsid w:val="00BC4983"/>
    <w:rsid w:val="00BC4A64"/>
    <w:rsid w:val="00BC4DFF"/>
    <w:rsid w:val="00BC501D"/>
    <w:rsid w:val="00BC51ED"/>
    <w:rsid w:val="00BC51F4"/>
    <w:rsid w:val="00BC5215"/>
    <w:rsid w:val="00BC5842"/>
    <w:rsid w:val="00BC5AD3"/>
    <w:rsid w:val="00BC5B66"/>
    <w:rsid w:val="00BC5C86"/>
    <w:rsid w:val="00BC6463"/>
    <w:rsid w:val="00BC6762"/>
    <w:rsid w:val="00BC6F8D"/>
    <w:rsid w:val="00BC7169"/>
    <w:rsid w:val="00BC7480"/>
    <w:rsid w:val="00BC7693"/>
    <w:rsid w:val="00BC7E07"/>
    <w:rsid w:val="00BC7E8D"/>
    <w:rsid w:val="00BD0121"/>
    <w:rsid w:val="00BD0195"/>
    <w:rsid w:val="00BD022C"/>
    <w:rsid w:val="00BD0574"/>
    <w:rsid w:val="00BD0BB9"/>
    <w:rsid w:val="00BD17C0"/>
    <w:rsid w:val="00BD1A8C"/>
    <w:rsid w:val="00BD1BD6"/>
    <w:rsid w:val="00BD1CC9"/>
    <w:rsid w:val="00BD227D"/>
    <w:rsid w:val="00BD23FF"/>
    <w:rsid w:val="00BD261F"/>
    <w:rsid w:val="00BD27FA"/>
    <w:rsid w:val="00BD2AD4"/>
    <w:rsid w:val="00BD2B76"/>
    <w:rsid w:val="00BD2BE9"/>
    <w:rsid w:val="00BD2D63"/>
    <w:rsid w:val="00BD30DF"/>
    <w:rsid w:val="00BD318D"/>
    <w:rsid w:val="00BD3385"/>
    <w:rsid w:val="00BD3768"/>
    <w:rsid w:val="00BD3F7D"/>
    <w:rsid w:val="00BD41F2"/>
    <w:rsid w:val="00BD447F"/>
    <w:rsid w:val="00BD4C1A"/>
    <w:rsid w:val="00BD5DA1"/>
    <w:rsid w:val="00BD5EF5"/>
    <w:rsid w:val="00BD6334"/>
    <w:rsid w:val="00BD65DE"/>
    <w:rsid w:val="00BD6886"/>
    <w:rsid w:val="00BD7869"/>
    <w:rsid w:val="00BD7B24"/>
    <w:rsid w:val="00BE0407"/>
    <w:rsid w:val="00BE0530"/>
    <w:rsid w:val="00BE0E07"/>
    <w:rsid w:val="00BE11AD"/>
    <w:rsid w:val="00BE1424"/>
    <w:rsid w:val="00BE1608"/>
    <w:rsid w:val="00BE19FA"/>
    <w:rsid w:val="00BE1D5D"/>
    <w:rsid w:val="00BE1DFB"/>
    <w:rsid w:val="00BE1E76"/>
    <w:rsid w:val="00BE2077"/>
    <w:rsid w:val="00BE26C3"/>
    <w:rsid w:val="00BE2858"/>
    <w:rsid w:val="00BE2F33"/>
    <w:rsid w:val="00BE3262"/>
    <w:rsid w:val="00BE3B74"/>
    <w:rsid w:val="00BE3DF9"/>
    <w:rsid w:val="00BE4191"/>
    <w:rsid w:val="00BE4389"/>
    <w:rsid w:val="00BE4906"/>
    <w:rsid w:val="00BE4E3E"/>
    <w:rsid w:val="00BE4EF6"/>
    <w:rsid w:val="00BE5202"/>
    <w:rsid w:val="00BE55F8"/>
    <w:rsid w:val="00BE57E0"/>
    <w:rsid w:val="00BE58A9"/>
    <w:rsid w:val="00BE5A14"/>
    <w:rsid w:val="00BE69FF"/>
    <w:rsid w:val="00BE6C7D"/>
    <w:rsid w:val="00BE6D3C"/>
    <w:rsid w:val="00BE7C46"/>
    <w:rsid w:val="00BF00C0"/>
    <w:rsid w:val="00BF07B8"/>
    <w:rsid w:val="00BF09B6"/>
    <w:rsid w:val="00BF0A05"/>
    <w:rsid w:val="00BF0B1C"/>
    <w:rsid w:val="00BF0F18"/>
    <w:rsid w:val="00BF15F6"/>
    <w:rsid w:val="00BF19FA"/>
    <w:rsid w:val="00BF1BC3"/>
    <w:rsid w:val="00BF1ECE"/>
    <w:rsid w:val="00BF2626"/>
    <w:rsid w:val="00BF2E21"/>
    <w:rsid w:val="00BF3471"/>
    <w:rsid w:val="00BF37C4"/>
    <w:rsid w:val="00BF3F2F"/>
    <w:rsid w:val="00BF40E4"/>
    <w:rsid w:val="00BF4651"/>
    <w:rsid w:val="00BF4DEF"/>
    <w:rsid w:val="00BF5587"/>
    <w:rsid w:val="00BF5761"/>
    <w:rsid w:val="00BF5A2B"/>
    <w:rsid w:val="00BF5AF9"/>
    <w:rsid w:val="00BF5BAC"/>
    <w:rsid w:val="00BF5BC0"/>
    <w:rsid w:val="00BF5CC6"/>
    <w:rsid w:val="00BF5CE5"/>
    <w:rsid w:val="00BF601F"/>
    <w:rsid w:val="00BF661F"/>
    <w:rsid w:val="00BF6C45"/>
    <w:rsid w:val="00BF6FAA"/>
    <w:rsid w:val="00BF756E"/>
    <w:rsid w:val="00BF784A"/>
    <w:rsid w:val="00BF7AEA"/>
    <w:rsid w:val="00BF7B7F"/>
    <w:rsid w:val="00BF7DDC"/>
    <w:rsid w:val="00C0068B"/>
    <w:rsid w:val="00C0090F"/>
    <w:rsid w:val="00C00CFC"/>
    <w:rsid w:val="00C00DC5"/>
    <w:rsid w:val="00C00E0A"/>
    <w:rsid w:val="00C013A6"/>
    <w:rsid w:val="00C016DB"/>
    <w:rsid w:val="00C0177B"/>
    <w:rsid w:val="00C019C4"/>
    <w:rsid w:val="00C01A42"/>
    <w:rsid w:val="00C01DFC"/>
    <w:rsid w:val="00C022F4"/>
    <w:rsid w:val="00C028BE"/>
    <w:rsid w:val="00C0299C"/>
    <w:rsid w:val="00C02C0B"/>
    <w:rsid w:val="00C02D38"/>
    <w:rsid w:val="00C03131"/>
    <w:rsid w:val="00C0318A"/>
    <w:rsid w:val="00C0388A"/>
    <w:rsid w:val="00C03BCA"/>
    <w:rsid w:val="00C03D37"/>
    <w:rsid w:val="00C03EEA"/>
    <w:rsid w:val="00C03F67"/>
    <w:rsid w:val="00C03F8C"/>
    <w:rsid w:val="00C0420D"/>
    <w:rsid w:val="00C04546"/>
    <w:rsid w:val="00C04A0A"/>
    <w:rsid w:val="00C04F85"/>
    <w:rsid w:val="00C05050"/>
    <w:rsid w:val="00C052A5"/>
    <w:rsid w:val="00C05AFD"/>
    <w:rsid w:val="00C05DD1"/>
    <w:rsid w:val="00C05E6D"/>
    <w:rsid w:val="00C05FE8"/>
    <w:rsid w:val="00C06084"/>
    <w:rsid w:val="00C064ED"/>
    <w:rsid w:val="00C06A56"/>
    <w:rsid w:val="00C06A78"/>
    <w:rsid w:val="00C071EE"/>
    <w:rsid w:val="00C07232"/>
    <w:rsid w:val="00C07935"/>
    <w:rsid w:val="00C07FB2"/>
    <w:rsid w:val="00C10162"/>
    <w:rsid w:val="00C10256"/>
    <w:rsid w:val="00C1045F"/>
    <w:rsid w:val="00C10646"/>
    <w:rsid w:val="00C10878"/>
    <w:rsid w:val="00C108D9"/>
    <w:rsid w:val="00C10AC1"/>
    <w:rsid w:val="00C10C9F"/>
    <w:rsid w:val="00C1100B"/>
    <w:rsid w:val="00C1111A"/>
    <w:rsid w:val="00C1121E"/>
    <w:rsid w:val="00C11CFD"/>
    <w:rsid w:val="00C12078"/>
    <w:rsid w:val="00C123D9"/>
    <w:rsid w:val="00C1262E"/>
    <w:rsid w:val="00C12698"/>
    <w:rsid w:val="00C128AA"/>
    <w:rsid w:val="00C12919"/>
    <w:rsid w:val="00C12EA7"/>
    <w:rsid w:val="00C13196"/>
    <w:rsid w:val="00C131AC"/>
    <w:rsid w:val="00C1353F"/>
    <w:rsid w:val="00C13541"/>
    <w:rsid w:val="00C137BB"/>
    <w:rsid w:val="00C13A5D"/>
    <w:rsid w:val="00C13AD8"/>
    <w:rsid w:val="00C13FAD"/>
    <w:rsid w:val="00C141BE"/>
    <w:rsid w:val="00C147EA"/>
    <w:rsid w:val="00C14881"/>
    <w:rsid w:val="00C1492F"/>
    <w:rsid w:val="00C14C42"/>
    <w:rsid w:val="00C1558D"/>
    <w:rsid w:val="00C155D5"/>
    <w:rsid w:val="00C15A5C"/>
    <w:rsid w:val="00C15BDC"/>
    <w:rsid w:val="00C15E67"/>
    <w:rsid w:val="00C15F92"/>
    <w:rsid w:val="00C16153"/>
    <w:rsid w:val="00C16273"/>
    <w:rsid w:val="00C16666"/>
    <w:rsid w:val="00C16B53"/>
    <w:rsid w:val="00C16F2B"/>
    <w:rsid w:val="00C17137"/>
    <w:rsid w:val="00C20231"/>
    <w:rsid w:val="00C2036A"/>
    <w:rsid w:val="00C20819"/>
    <w:rsid w:val="00C20E57"/>
    <w:rsid w:val="00C21ECB"/>
    <w:rsid w:val="00C21F30"/>
    <w:rsid w:val="00C2212C"/>
    <w:rsid w:val="00C22264"/>
    <w:rsid w:val="00C223D7"/>
    <w:rsid w:val="00C22440"/>
    <w:rsid w:val="00C2271B"/>
    <w:rsid w:val="00C228F1"/>
    <w:rsid w:val="00C22B8A"/>
    <w:rsid w:val="00C2306B"/>
    <w:rsid w:val="00C23927"/>
    <w:rsid w:val="00C23E9D"/>
    <w:rsid w:val="00C24A36"/>
    <w:rsid w:val="00C24DAE"/>
    <w:rsid w:val="00C25977"/>
    <w:rsid w:val="00C2663E"/>
    <w:rsid w:val="00C269AA"/>
    <w:rsid w:val="00C26BF5"/>
    <w:rsid w:val="00C26F54"/>
    <w:rsid w:val="00C277CF"/>
    <w:rsid w:val="00C27977"/>
    <w:rsid w:val="00C3086C"/>
    <w:rsid w:val="00C30C4F"/>
    <w:rsid w:val="00C30EF7"/>
    <w:rsid w:val="00C311BD"/>
    <w:rsid w:val="00C316FE"/>
    <w:rsid w:val="00C3177D"/>
    <w:rsid w:val="00C327DB"/>
    <w:rsid w:val="00C32D48"/>
    <w:rsid w:val="00C32DF1"/>
    <w:rsid w:val="00C33252"/>
    <w:rsid w:val="00C33450"/>
    <w:rsid w:val="00C33982"/>
    <w:rsid w:val="00C356A7"/>
    <w:rsid w:val="00C357B3"/>
    <w:rsid w:val="00C3584D"/>
    <w:rsid w:val="00C35D63"/>
    <w:rsid w:val="00C364B6"/>
    <w:rsid w:val="00C3680B"/>
    <w:rsid w:val="00C36A9D"/>
    <w:rsid w:val="00C37615"/>
    <w:rsid w:val="00C37A3D"/>
    <w:rsid w:val="00C408DA"/>
    <w:rsid w:val="00C40FF6"/>
    <w:rsid w:val="00C41624"/>
    <w:rsid w:val="00C4178E"/>
    <w:rsid w:val="00C4192B"/>
    <w:rsid w:val="00C42636"/>
    <w:rsid w:val="00C42922"/>
    <w:rsid w:val="00C429D5"/>
    <w:rsid w:val="00C42BB6"/>
    <w:rsid w:val="00C42D82"/>
    <w:rsid w:val="00C431A6"/>
    <w:rsid w:val="00C4358A"/>
    <w:rsid w:val="00C4361B"/>
    <w:rsid w:val="00C43F1F"/>
    <w:rsid w:val="00C447C0"/>
    <w:rsid w:val="00C45977"/>
    <w:rsid w:val="00C45B0A"/>
    <w:rsid w:val="00C46186"/>
    <w:rsid w:val="00C4621E"/>
    <w:rsid w:val="00C4650F"/>
    <w:rsid w:val="00C46612"/>
    <w:rsid w:val="00C46659"/>
    <w:rsid w:val="00C46FB0"/>
    <w:rsid w:val="00C472E5"/>
    <w:rsid w:val="00C474B1"/>
    <w:rsid w:val="00C4758A"/>
    <w:rsid w:val="00C47CC9"/>
    <w:rsid w:val="00C47D2C"/>
    <w:rsid w:val="00C47FA7"/>
    <w:rsid w:val="00C5092E"/>
    <w:rsid w:val="00C50AD1"/>
    <w:rsid w:val="00C50BAF"/>
    <w:rsid w:val="00C50C4C"/>
    <w:rsid w:val="00C50E0F"/>
    <w:rsid w:val="00C51652"/>
    <w:rsid w:val="00C51DDE"/>
    <w:rsid w:val="00C522B5"/>
    <w:rsid w:val="00C5249F"/>
    <w:rsid w:val="00C52636"/>
    <w:rsid w:val="00C52766"/>
    <w:rsid w:val="00C52A9B"/>
    <w:rsid w:val="00C5343E"/>
    <w:rsid w:val="00C535D9"/>
    <w:rsid w:val="00C53883"/>
    <w:rsid w:val="00C53F6F"/>
    <w:rsid w:val="00C53FC4"/>
    <w:rsid w:val="00C54116"/>
    <w:rsid w:val="00C54840"/>
    <w:rsid w:val="00C548BA"/>
    <w:rsid w:val="00C54C94"/>
    <w:rsid w:val="00C5514C"/>
    <w:rsid w:val="00C5518B"/>
    <w:rsid w:val="00C551D0"/>
    <w:rsid w:val="00C554AC"/>
    <w:rsid w:val="00C55AC5"/>
    <w:rsid w:val="00C56250"/>
    <w:rsid w:val="00C565A5"/>
    <w:rsid w:val="00C569F2"/>
    <w:rsid w:val="00C5752F"/>
    <w:rsid w:val="00C575B4"/>
    <w:rsid w:val="00C57D1B"/>
    <w:rsid w:val="00C57EBE"/>
    <w:rsid w:val="00C57F4F"/>
    <w:rsid w:val="00C60229"/>
    <w:rsid w:val="00C6026E"/>
    <w:rsid w:val="00C602B8"/>
    <w:rsid w:val="00C60432"/>
    <w:rsid w:val="00C606C8"/>
    <w:rsid w:val="00C62112"/>
    <w:rsid w:val="00C625EC"/>
    <w:rsid w:val="00C62B2A"/>
    <w:rsid w:val="00C6315D"/>
    <w:rsid w:val="00C637AF"/>
    <w:rsid w:val="00C63BA4"/>
    <w:rsid w:val="00C6454A"/>
    <w:rsid w:val="00C649E7"/>
    <w:rsid w:val="00C649FA"/>
    <w:rsid w:val="00C64FB8"/>
    <w:rsid w:val="00C65099"/>
    <w:rsid w:val="00C6540B"/>
    <w:rsid w:val="00C662B4"/>
    <w:rsid w:val="00C66367"/>
    <w:rsid w:val="00C6664A"/>
    <w:rsid w:val="00C6666C"/>
    <w:rsid w:val="00C667D5"/>
    <w:rsid w:val="00C6694F"/>
    <w:rsid w:val="00C66A77"/>
    <w:rsid w:val="00C67486"/>
    <w:rsid w:val="00C67639"/>
    <w:rsid w:val="00C67674"/>
    <w:rsid w:val="00C710AE"/>
    <w:rsid w:val="00C72119"/>
    <w:rsid w:val="00C72A4D"/>
    <w:rsid w:val="00C73380"/>
    <w:rsid w:val="00C733A9"/>
    <w:rsid w:val="00C73519"/>
    <w:rsid w:val="00C73B64"/>
    <w:rsid w:val="00C73C7E"/>
    <w:rsid w:val="00C74910"/>
    <w:rsid w:val="00C75136"/>
    <w:rsid w:val="00C75573"/>
    <w:rsid w:val="00C75710"/>
    <w:rsid w:val="00C75C22"/>
    <w:rsid w:val="00C75D2C"/>
    <w:rsid w:val="00C75DCC"/>
    <w:rsid w:val="00C75E0C"/>
    <w:rsid w:val="00C76088"/>
    <w:rsid w:val="00C760D6"/>
    <w:rsid w:val="00C7613F"/>
    <w:rsid w:val="00C765E2"/>
    <w:rsid w:val="00C766A8"/>
    <w:rsid w:val="00C767BC"/>
    <w:rsid w:val="00C768E2"/>
    <w:rsid w:val="00C76F9A"/>
    <w:rsid w:val="00C77162"/>
    <w:rsid w:val="00C7730C"/>
    <w:rsid w:val="00C7767B"/>
    <w:rsid w:val="00C77C1D"/>
    <w:rsid w:val="00C77C9C"/>
    <w:rsid w:val="00C8043B"/>
    <w:rsid w:val="00C8048D"/>
    <w:rsid w:val="00C8091A"/>
    <w:rsid w:val="00C809C6"/>
    <w:rsid w:val="00C81A8C"/>
    <w:rsid w:val="00C8228C"/>
    <w:rsid w:val="00C8291E"/>
    <w:rsid w:val="00C82BA6"/>
    <w:rsid w:val="00C835F8"/>
    <w:rsid w:val="00C83828"/>
    <w:rsid w:val="00C840F5"/>
    <w:rsid w:val="00C846FB"/>
    <w:rsid w:val="00C84A8A"/>
    <w:rsid w:val="00C85A02"/>
    <w:rsid w:val="00C85BBF"/>
    <w:rsid w:val="00C85E39"/>
    <w:rsid w:val="00C85ED0"/>
    <w:rsid w:val="00C86A16"/>
    <w:rsid w:val="00C86AC0"/>
    <w:rsid w:val="00C86F2D"/>
    <w:rsid w:val="00C87378"/>
    <w:rsid w:val="00C875CD"/>
    <w:rsid w:val="00C87759"/>
    <w:rsid w:val="00C90119"/>
    <w:rsid w:val="00C90B71"/>
    <w:rsid w:val="00C9136C"/>
    <w:rsid w:val="00C91C3D"/>
    <w:rsid w:val="00C9246E"/>
    <w:rsid w:val="00C9257A"/>
    <w:rsid w:val="00C92943"/>
    <w:rsid w:val="00C9336F"/>
    <w:rsid w:val="00C93463"/>
    <w:rsid w:val="00C94048"/>
    <w:rsid w:val="00C945FB"/>
    <w:rsid w:val="00C94A8B"/>
    <w:rsid w:val="00C94B4F"/>
    <w:rsid w:val="00C9592E"/>
    <w:rsid w:val="00C95F00"/>
    <w:rsid w:val="00C96050"/>
    <w:rsid w:val="00C9627C"/>
    <w:rsid w:val="00C96532"/>
    <w:rsid w:val="00C9664B"/>
    <w:rsid w:val="00C968B6"/>
    <w:rsid w:val="00C96DAA"/>
    <w:rsid w:val="00C9717D"/>
    <w:rsid w:val="00C975F6"/>
    <w:rsid w:val="00C97889"/>
    <w:rsid w:val="00C979FF"/>
    <w:rsid w:val="00C97A03"/>
    <w:rsid w:val="00C97C82"/>
    <w:rsid w:val="00C97C8F"/>
    <w:rsid w:val="00CA0B9D"/>
    <w:rsid w:val="00CA17B6"/>
    <w:rsid w:val="00CA1B81"/>
    <w:rsid w:val="00CA1D60"/>
    <w:rsid w:val="00CA2296"/>
    <w:rsid w:val="00CA233E"/>
    <w:rsid w:val="00CA2CEF"/>
    <w:rsid w:val="00CA2D03"/>
    <w:rsid w:val="00CA300D"/>
    <w:rsid w:val="00CA321D"/>
    <w:rsid w:val="00CA33A0"/>
    <w:rsid w:val="00CA389B"/>
    <w:rsid w:val="00CA38EF"/>
    <w:rsid w:val="00CA3A67"/>
    <w:rsid w:val="00CA3BD6"/>
    <w:rsid w:val="00CA3EC5"/>
    <w:rsid w:val="00CA4A56"/>
    <w:rsid w:val="00CA5479"/>
    <w:rsid w:val="00CA55B2"/>
    <w:rsid w:val="00CA5ED4"/>
    <w:rsid w:val="00CA6290"/>
    <w:rsid w:val="00CA65D2"/>
    <w:rsid w:val="00CA6A8C"/>
    <w:rsid w:val="00CA6AB1"/>
    <w:rsid w:val="00CA7455"/>
    <w:rsid w:val="00CA746E"/>
    <w:rsid w:val="00CA7882"/>
    <w:rsid w:val="00CA7D88"/>
    <w:rsid w:val="00CB0392"/>
    <w:rsid w:val="00CB0BD5"/>
    <w:rsid w:val="00CB0E1D"/>
    <w:rsid w:val="00CB108E"/>
    <w:rsid w:val="00CB1123"/>
    <w:rsid w:val="00CB1430"/>
    <w:rsid w:val="00CB14DC"/>
    <w:rsid w:val="00CB2609"/>
    <w:rsid w:val="00CB3538"/>
    <w:rsid w:val="00CB3C7F"/>
    <w:rsid w:val="00CB4687"/>
    <w:rsid w:val="00CB4D52"/>
    <w:rsid w:val="00CB4F55"/>
    <w:rsid w:val="00CB509B"/>
    <w:rsid w:val="00CB573A"/>
    <w:rsid w:val="00CB5BEA"/>
    <w:rsid w:val="00CB5E69"/>
    <w:rsid w:val="00CB5E97"/>
    <w:rsid w:val="00CB5FDA"/>
    <w:rsid w:val="00CB6436"/>
    <w:rsid w:val="00CB65F1"/>
    <w:rsid w:val="00CB6769"/>
    <w:rsid w:val="00CB6864"/>
    <w:rsid w:val="00CB6CB0"/>
    <w:rsid w:val="00CB6DD7"/>
    <w:rsid w:val="00CB6EAD"/>
    <w:rsid w:val="00CB6F3C"/>
    <w:rsid w:val="00CB6F46"/>
    <w:rsid w:val="00CB7D95"/>
    <w:rsid w:val="00CC0397"/>
    <w:rsid w:val="00CC0616"/>
    <w:rsid w:val="00CC0B32"/>
    <w:rsid w:val="00CC0BDD"/>
    <w:rsid w:val="00CC1A2D"/>
    <w:rsid w:val="00CC1A2F"/>
    <w:rsid w:val="00CC27B8"/>
    <w:rsid w:val="00CC2890"/>
    <w:rsid w:val="00CC290D"/>
    <w:rsid w:val="00CC2924"/>
    <w:rsid w:val="00CC2C4E"/>
    <w:rsid w:val="00CC3339"/>
    <w:rsid w:val="00CC349C"/>
    <w:rsid w:val="00CC3648"/>
    <w:rsid w:val="00CC36D2"/>
    <w:rsid w:val="00CC36ED"/>
    <w:rsid w:val="00CC3762"/>
    <w:rsid w:val="00CC3930"/>
    <w:rsid w:val="00CC3A11"/>
    <w:rsid w:val="00CC3C34"/>
    <w:rsid w:val="00CC40DE"/>
    <w:rsid w:val="00CC467A"/>
    <w:rsid w:val="00CC4697"/>
    <w:rsid w:val="00CC5012"/>
    <w:rsid w:val="00CC5292"/>
    <w:rsid w:val="00CC5B43"/>
    <w:rsid w:val="00CC6010"/>
    <w:rsid w:val="00CC62DF"/>
    <w:rsid w:val="00CC6458"/>
    <w:rsid w:val="00CC6EB8"/>
    <w:rsid w:val="00CC7194"/>
    <w:rsid w:val="00CC732C"/>
    <w:rsid w:val="00CC7538"/>
    <w:rsid w:val="00CC756A"/>
    <w:rsid w:val="00CC787C"/>
    <w:rsid w:val="00CC7963"/>
    <w:rsid w:val="00CC7D9F"/>
    <w:rsid w:val="00CD00A6"/>
    <w:rsid w:val="00CD018A"/>
    <w:rsid w:val="00CD04F8"/>
    <w:rsid w:val="00CD0C68"/>
    <w:rsid w:val="00CD1220"/>
    <w:rsid w:val="00CD22A9"/>
    <w:rsid w:val="00CD23E0"/>
    <w:rsid w:val="00CD29D6"/>
    <w:rsid w:val="00CD2CDF"/>
    <w:rsid w:val="00CD2CEB"/>
    <w:rsid w:val="00CD2FB6"/>
    <w:rsid w:val="00CD30C6"/>
    <w:rsid w:val="00CD30F1"/>
    <w:rsid w:val="00CD34A5"/>
    <w:rsid w:val="00CD36E4"/>
    <w:rsid w:val="00CD3830"/>
    <w:rsid w:val="00CD3883"/>
    <w:rsid w:val="00CD4500"/>
    <w:rsid w:val="00CD4E78"/>
    <w:rsid w:val="00CD5DED"/>
    <w:rsid w:val="00CD6263"/>
    <w:rsid w:val="00CD6290"/>
    <w:rsid w:val="00CD6662"/>
    <w:rsid w:val="00CD6F75"/>
    <w:rsid w:val="00CD7001"/>
    <w:rsid w:val="00CD72DB"/>
    <w:rsid w:val="00CD764F"/>
    <w:rsid w:val="00CD7A29"/>
    <w:rsid w:val="00CD7AB6"/>
    <w:rsid w:val="00CD7F80"/>
    <w:rsid w:val="00CD7F81"/>
    <w:rsid w:val="00CD7FD4"/>
    <w:rsid w:val="00CE00A3"/>
    <w:rsid w:val="00CE0376"/>
    <w:rsid w:val="00CE0DE5"/>
    <w:rsid w:val="00CE0F9E"/>
    <w:rsid w:val="00CE1857"/>
    <w:rsid w:val="00CE18BB"/>
    <w:rsid w:val="00CE199C"/>
    <w:rsid w:val="00CE1D52"/>
    <w:rsid w:val="00CE24DC"/>
    <w:rsid w:val="00CE2DBC"/>
    <w:rsid w:val="00CE37AC"/>
    <w:rsid w:val="00CE3B42"/>
    <w:rsid w:val="00CE3DF1"/>
    <w:rsid w:val="00CE3E7F"/>
    <w:rsid w:val="00CE3F0C"/>
    <w:rsid w:val="00CE4702"/>
    <w:rsid w:val="00CE4E32"/>
    <w:rsid w:val="00CE526A"/>
    <w:rsid w:val="00CE5596"/>
    <w:rsid w:val="00CE5967"/>
    <w:rsid w:val="00CE5B2D"/>
    <w:rsid w:val="00CE5DE2"/>
    <w:rsid w:val="00CE5DEB"/>
    <w:rsid w:val="00CE64A0"/>
    <w:rsid w:val="00CE65BD"/>
    <w:rsid w:val="00CE6635"/>
    <w:rsid w:val="00CE6CF8"/>
    <w:rsid w:val="00CE7251"/>
    <w:rsid w:val="00CE7B35"/>
    <w:rsid w:val="00CF004E"/>
    <w:rsid w:val="00CF02B9"/>
    <w:rsid w:val="00CF1372"/>
    <w:rsid w:val="00CF1AB1"/>
    <w:rsid w:val="00CF21B5"/>
    <w:rsid w:val="00CF2508"/>
    <w:rsid w:val="00CF2662"/>
    <w:rsid w:val="00CF2E0D"/>
    <w:rsid w:val="00CF3536"/>
    <w:rsid w:val="00CF4085"/>
    <w:rsid w:val="00CF416F"/>
    <w:rsid w:val="00CF43B3"/>
    <w:rsid w:val="00CF48A5"/>
    <w:rsid w:val="00CF48DB"/>
    <w:rsid w:val="00CF4DFD"/>
    <w:rsid w:val="00CF588B"/>
    <w:rsid w:val="00CF5E03"/>
    <w:rsid w:val="00CF62CA"/>
    <w:rsid w:val="00CF66B6"/>
    <w:rsid w:val="00CF6CB9"/>
    <w:rsid w:val="00CF7CDD"/>
    <w:rsid w:val="00D001B7"/>
    <w:rsid w:val="00D0045E"/>
    <w:rsid w:val="00D005EA"/>
    <w:rsid w:val="00D00780"/>
    <w:rsid w:val="00D00C21"/>
    <w:rsid w:val="00D00E13"/>
    <w:rsid w:val="00D01174"/>
    <w:rsid w:val="00D012A0"/>
    <w:rsid w:val="00D0145B"/>
    <w:rsid w:val="00D01577"/>
    <w:rsid w:val="00D01674"/>
    <w:rsid w:val="00D01C65"/>
    <w:rsid w:val="00D01C95"/>
    <w:rsid w:val="00D01D4B"/>
    <w:rsid w:val="00D0282D"/>
    <w:rsid w:val="00D02ED4"/>
    <w:rsid w:val="00D03092"/>
    <w:rsid w:val="00D03498"/>
    <w:rsid w:val="00D034EF"/>
    <w:rsid w:val="00D0380E"/>
    <w:rsid w:val="00D03D1C"/>
    <w:rsid w:val="00D041A5"/>
    <w:rsid w:val="00D049DA"/>
    <w:rsid w:val="00D04DFA"/>
    <w:rsid w:val="00D05515"/>
    <w:rsid w:val="00D055AC"/>
    <w:rsid w:val="00D05B20"/>
    <w:rsid w:val="00D06011"/>
    <w:rsid w:val="00D061F7"/>
    <w:rsid w:val="00D0682F"/>
    <w:rsid w:val="00D07570"/>
    <w:rsid w:val="00D075CF"/>
    <w:rsid w:val="00D079BA"/>
    <w:rsid w:val="00D079C7"/>
    <w:rsid w:val="00D10225"/>
    <w:rsid w:val="00D102DC"/>
    <w:rsid w:val="00D10A5B"/>
    <w:rsid w:val="00D10F0E"/>
    <w:rsid w:val="00D11204"/>
    <w:rsid w:val="00D1133C"/>
    <w:rsid w:val="00D1172A"/>
    <w:rsid w:val="00D121CF"/>
    <w:rsid w:val="00D12BFA"/>
    <w:rsid w:val="00D12CD4"/>
    <w:rsid w:val="00D12DEA"/>
    <w:rsid w:val="00D13590"/>
    <w:rsid w:val="00D136E2"/>
    <w:rsid w:val="00D137A0"/>
    <w:rsid w:val="00D137F9"/>
    <w:rsid w:val="00D13860"/>
    <w:rsid w:val="00D14A51"/>
    <w:rsid w:val="00D14BC4"/>
    <w:rsid w:val="00D14EB6"/>
    <w:rsid w:val="00D14F1E"/>
    <w:rsid w:val="00D14F34"/>
    <w:rsid w:val="00D15647"/>
    <w:rsid w:val="00D15888"/>
    <w:rsid w:val="00D15F70"/>
    <w:rsid w:val="00D16665"/>
    <w:rsid w:val="00D16732"/>
    <w:rsid w:val="00D168CC"/>
    <w:rsid w:val="00D16C1D"/>
    <w:rsid w:val="00D16C9F"/>
    <w:rsid w:val="00D16F3A"/>
    <w:rsid w:val="00D17073"/>
    <w:rsid w:val="00D17B5A"/>
    <w:rsid w:val="00D17BAF"/>
    <w:rsid w:val="00D17FEC"/>
    <w:rsid w:val="00D202FC"/>
    <w:rsid w:val="00D213E5"/>
    <w:rsid w:val="00D21860"/>
    <w:rsid w:val="00D21D4B"/>
    <w:rsid w:val="00D22314"/>
    <w:rsid w:val="00D223C4"/>
    <w:rsid w:val="00D224A3"/>
    <w:rsid w:val="00D225F0"/>
    <w:rsid w:val="00D22926"/>
    <w:rsid w:val="00D22C74"/>
    <w:rsid w:val="00D22F57"/>
    <w:rsid w:val="00D232FC"/>
    <w:rsid w:val="00D23A26"/>
    <w:rsid w:val="00D23B18"/>
    <w:rsid w:val="00D24387"/>
    <w:rsid w:val="00D243DD"/>
    <w:rsid w:val="00D24613"/>
    <w:rsid w:val="00D24C5C"/>
    <w:rsid w:val="00D24DFB"/>
    <w:rsid w:val="00D25315"/>
    <w:rsid w:val="00D2538A"/>
    <w:rsid w:val="00D253FF"/>
    <w:rsid w:val="00D255DE"/>
    <w:rsid w:val="00D2568D"/>
    <w:rsid w:val="00D25A4C"/>
    <w:rsid w:val="00D25A70"/>
    <w:rsid w:val="00D26079"/>
    <w:rsid w:val="00D269B2"/>
    <w:rsid w:val="00D26A3F"/>
    <w:rsid w:val="00D2709E"/>
    <w:rsid w:val="00D271CE"/>
    <w:rsid w:val="00D27EE1"/>
    <w:rsid w:val="00D3015E"/>
    <w:rsid w:val="00D306CF"/>
    <w:rsid w:val="00D30D54"/>
    <w:rsid w:val="00D316F1"/>
    <w:rsid w:val="00D31814"/>
    <w:rsid w:val="00D3188B"/>
    <w:rsid w:val="00D319AE"/>
    <w:rsid w:val="00D31FA3"/>
    <w:rsid w:val="00D32651"/>
    <w:rsid w:val="00D332B1"/>
    <w:rsid w:val="00D33B82"/>
    <w:rsid w:val="00D34064"/>
    <w:rsid w:val="00D3424E"/>
    <w:rsid w:val="00D343DF"/>
    <w:rsid w:val="00D345F9"/>
    <w:rsid w:val="00D35243"/>
    <w:rsid w:val="00D35666"/>
    <w:rsid w:val="00D358A7"/>
    <w:rsid w:val="00D35961"/>
    <w:rsid w:val="00D3596F"/>
    <w:rsid w:val="00D36172"/>
    <w:rsid w:val="00D3620F"/>
    <w:rsid w:val="00D374DB"/>
    <w:rsid w:val="00D379F5"/>
    <w:rsid w:val="00D37E9F"/>
    <w:rsid w:val="00D4008C"/>
    <w:rsid w:val="00D400B7"/>
    <w:rsid w:val="00D4040D"/>
    <w:rsid w:val="00D407BF"/>
    <w:rsid w:val="00D40830"/>
    <w:rsid w:val="00D40C3D"/>
    <w:rsid w:val="00D415EB"/>
    <w:rsid w:val="00D415FC"/>
    <w:rsid w:val="00D42251"/>
    <w:rsid w:val="00D423FB"/>
    <w:rsid w:val="00D425CC"/>
    <w:rsid w:val="00D42D91"/>
    <w:rsid w:val="00D42DD4"/>
    <w:rsid w:val="00D42E23"/>
    <w:rsid w:val="00D44776"/>
    <w:rsid w:val="00D447D1"/>
    <w:rsid w:val="00D44B5A"/>
    <w:rsid w:val="00D44F35"/>
    <w:rsid w:val="00D45036"/>
    <w:rsid w:val="00D454DE"/>
    <w:rsid w:val="00D45663"/>
    <w:rsid w:val="00D457BA"/>
    <w:rsid w:val="00D45D65"/>
    <w:rsid w:val="00D4614F"/>
    <w:rsid w:val="00D4646E"/>
    <w:rsid w:val="00D4689E"/>
    <w:rsid w:val="00D468D7"/>
    <w:rsid w:val="00D46A3C"/>
    <w:rsid w:val="00D46B9B"/>
    <w:rsid w:val="00D4745E"/>
    <w:rsid w:val="00D476C9"/>
    <w:rsid w:val="00D477CC"/>
    <w:rsid w:val="00D47A79"/>
    <w:rsid w:val="00D47D0C"/>
    <w:rsid w:val="00D50AEF"/>
    <w:rsid w:val="00D50E8E"/>
    <w:rsid w:val="00D510EE"/>
    <w:rsid w:val="00D512D2"/>
    <w:rsid w:val="00D519FB"/>
    <w:rsid w:val="00D51BB9"/>
    <w:rsid w:val="00D51EA7"/>
    <w:rsid w:val="00D51F53"/>
    <w:rsid w:val="00D523A5"/>
    <w:rsid w:val="00D529AA"/>
    <w:rsid w:val="00D52A07"/>
    <w:rsid w:val="00D52AC3"/>
    <w:rsid w:val="00D53067"/>
    <w:rsid w:val="00D53198"/>
    <w:rsid w:val="00D53737"/>
    <w:rsid w:val="00D53F6E"/>
    <w:rsid w:val="00D54100"/>
    <w:rsid w:val="00D543C1"/>
    <w:rsid w:val="00D543C9"/>
    <w:rsid w:val="00D544B9"/>
    <w:rsid w:val="00D54600"/>
    <w:rsid w:val="00D5499F"/>
    <w:rsid w:val="00D54BAF"/>
    <w:rsid w:val="00D55286"/>
    <w:rsid w:val="00D55480"/>
    <w:rsid w:val="00D55930"/>
    <w:rsid w:val="00D559F6"/>
    <w:rsid w:val="00D55B06"/>
    <w:rsid w:val="00D564A7"/>
    <w:rsid w:val="00D569BF"/>
    <w:rsid w:val="00D56A02"/>
    <w:rsid w:val="00D56B00"/>
    <w:rsid w:val="00D56E70"/>
    <w:rsid w:val="00D570F2"/>
    <w:rsid w:val="00D572D3"/>
    <w:rsid w:val="00D57532"/>
    <w:rsid w:val="00D577E3"/>
    <w:rsid w:val="00D57A76"/>
    <w:rsid w:val="00D57DF3"/>
    <w:rsid w:val="00D60D25"/>
    <w:rsid w:val="00D611C2"/>
    <w:rsid w:val="00D61411"/>
    <w:rsid w:val="00D6145F"/>
    <w:rsid w:val="00D61994"/>
    <w:rsid w:val="00D61CB6"/>
    <w:rsid w:val="00D61CF2"/>
    <w:rsid w:val="00D620A4"/>
    <w:rsid w:val="00D62A45"/>
    <w:rsid w:val="00D62F41"/>
    <w:rsid w:val="00D630BF"/>
    <w:rsid w:val="00D633EF"/>
    <w:rsid w:val="00D63700"/>
    <w:rsid w:val="00D638C1"/>
    <w:rsid w:val="00D63FBB"/>
    <w:rsid w:val="00D64D66"/>
    <w:rsid w:val="00D654CD"/>
    <w:rsid w:val="00D655DC"/>
    <w:rsid w:val="00D655EB"/>
    <w:rsid w:val="00D6569E"/>
    <w:rsid w:val="00D65AD7"/>
    <w:rsid w:val="00D65EEC"/>
    <w:rsid w:val="00D660B4"/>
    <w:rsid w:val="00D66171"/>
    <w:rsid w:val="00D66AA3"/>
    <w:rsid w:val="00D66E5A"/>
    <w:rsid w:val="00D67171"/>
    <w:rsid w:val="00D704F9"/>
    <w:rsid w:val="00D70536"/>
    <w:rsid w:val="00D70557"/>
    <w:rsid w:val="00D70842"/>
    <w:rsid w:val="00D70CEF"/>
    <w:rsid w:val="00D70F16"/>
    <w:rsid w:val="00D710D1"/>
    <w:rsid w:val="00D712D5"/>
    <w:rsid w:val="00D712F6"/>
    <w:rsid w:val="00D720F2"/>
    <w:rsid w:val="00D7382D"/>
    <w:rsid w:val="00D738AB"/>
    <w:rsid w:val="00D74448"/>
    <w:rsid w:val="00D74513"/>
    <w:rsid w:val="00D74C75"/>
    <w:rsid w:val="00D7551E"/>
    <w:rsid w:val="00D757F0"/>
    <w:rsid w:val="00D75C3D"/>
    <w:rsid w:val="00D75D24"/>
    <w:rsid w:val="00D76406"/>
    <w:rsid w:val="00D766B8"/>
    <w:rsid w:val="00D76702"/>
    <w:rsid w:val="00D774BE"/>
    <w:rsid w:val="00D779AE"/>
    <w:rsid w:val="00D77C8B"/>
    <w:rsid w:val="00D8058D"/>
    <w:rsid w:val="00D82EA6"/>
    <w:rsid w:val="00D8309D"/>
    <w:rsid w:val="00D836AB"/>
    <w:rsid w:val="00D83F6A"/>
    <w:rsid w:val="00D84537"/>
    <w:rsid w:val="00D84EE6"/>
    <w:rsid w:val="00D8503E"/>
    <w:rsid w:val="00D85168"/>
    <w:rsid w:val="00D85215"/>
    <w:rsid w:val="00D85730"/>
    <w:rsid w:val="00D85E28"/>
    <w:rsid w:val="00D85F00"/>
    <w:rsid w:val="00D86412"/>
    <w:rsid w:val="00D86421"/>
    <w:rsid w:val="00D86724"/>
    <w:rsid w:val="00D86BFE"/>
    <w:rsid w:val="00D86F81"/>
    <w:rsid w:val="00D86FCC"/>
    <w:rsid w:val="00D87086"/>
    <w:rsid w:val="00D8747C"/>
    <w:rsid w:val="00D87588"/>
    <w:rsid w:val="00D878FC"/>
    <w:rsid w:val="00D87BB8"/>
    <w:rsid w:val="00D87DB3"/>
    <w:rsid w:val="00D87FF8"/>
    <w:rsid w:val="00D9067B"/>
    <w:rsid w:val="00D911AE"/>
    <w:rsid w:val="00D912E0"/>
    <w:rsid w:val="00D91A90"/>
    <w:rsid w:val="00D91C9D"/>
    <w:rsid w:val="00D92387"/>
    <w:rsid w:val="00D92993"/>
    <w:rsid w:val="00D92E33"/>
    <w:rsid w:val="00D92EA5"/>
    <w:rsid w:val="00D932F6"/>
    <w:rsid w:val="00D9347A"/>
    <w:rsid w:val="00D935A2"/>
    <w:rsid w:val="00D9377B"/>
    <w:rsid w:val="00D93A8D"/>
    <w:rsid w:val="00D93AAB"/>
    <w:rsid w:val="00D93ABC"/>
    <w:rsid w:val="00D93E33"/>
    <w:rsid w:val="00D94010"/>
    <w:rsid w:val="00D948E8"/>
    <w:rsid w:val="00D94C56"/>
    <w:rsid w:val="00D953A8"/>
    <w:rsid w:val="00D95799"/>
    <w:rsid w:val="00D959E8"/>
    <w:rsid w:val="00D964F2"/>
    <w:rsid w:val="00D96976"/>
    <w:rsid w:val="00D96A95"/>
    <w:rsid w:val="00D970DB"/>
    <w:rsid w:val="00D9734C"/>
    <w:rsid w:val="00D97CBD"/>
    <w:rsid w:val="00DA024E"/>
    <w:rsid w:val="00DA0828"/>
    <w:rsid w:val="00DA0EE7"/>
    <w:rsid w:val="00DA1055"/>
    <w:rsid w:val="00DA1065"/>
    <w:rsid w:val="00DA158F"/>
    <w:rsid w:val="00DA16C1"/>
    <w:rsid w:val="00DA19A4"/>
    <w:rsid w:val="00DA1AA8"/>
    <w:rsid w:val="00DA1BD0"/>
    <w:rsid w:val="00DA1DCC"/>
    <w:rsid w:val="00DA206A"/>
    <w:rsid w:val="00DA2074"/>
    <w:rsid w:val="00DA2D6A"/>
    <w:rsid w:val="00DA3529"/>
    <w:rsid w:val="00DA3D03"/>
    <w:rsid w:val="00DA3ECF"/>
    <w:rsid w:val="00DA413C"/>
    <w:rsid w:val="00DA4E33"/>
    <w:rsid w:val="00DA541C"/>
    <w:rsid w:val="00DA60DF"/>
    <w:rsid w:val="00DA6242"/>
    <w:rsid w:val="00DA642F"/>
    <w:rsid w:val="00DA6467"/>
    <w:rsid w:val="00DA6624"/>
    <w:rsid w:val="00DA7351"/>
    <w:rsid w:val="00DA7858"/>
    <w:rsid w:val="00DA7E0F"/>
    <w:rsid w:val="00DB03AB"/>
    <w:rsid w:val="00DB0897"/>
    <w:rsid w:val="00DB095F"/>
    <w:rsid w:val="00DB0B4A"/>
    <w:rsid w:val="00DB0CE6"/>
    <w:rsid w:val="00DB1071"/>
    <w:rsid w:val="00DB1BE8"/>
    <w:rsid w:val="00DB1BEE"/>
    <w:rsid w:val="00DB1D59"/>
    <w:rsid w:val="00DB1F63"/>
    <w:rsid w:val="00DB2079"/>
    <w:rsid w:val="00DB23C9"/>
    <w:rsid w:val="00DB23E8"/>
    <w:rsid w:val="00DB250C"/>
    <w:rsid w:val="00DB2526"/>
    <w:rsid w:val="00DB27EB"/>
    <w:rsid w:val="00DB3005"/>
    <w:rsid w:val="00DB322F"/>
    <w:rsid w:val="00DB356E"/>
    <w:rsid w:val="00DB4082"/>
    <w:rsid w:val="00DB44A5"/>
    <w:rsid w:val="00DB458A"/>
    <w:rsid w:val="00DB4736"/>
    <w:rsid w:val="00DB493D"/>
    <w:rsid w:val="00DB4A0F"/>
    <w:rsid w:val="00DB4B2A"/>
    <w:rsid w:val="00DB4D02"/>
    <w:rsid w:val="00DB549C"/>
    <w:rsid w:val="00DB59D5"/>
    <w:rsid w:val="00DB5A2D"/>
    <w:rsid w:val="00DB5D63"/>
    <w:rsid w:val="00DB5D6D"/>
    <w:rsid w:val="00DB60C8"/>
    <w:rsid w:val="00DB63C3"/>
    <w:rsid w:val="00DB67CA"/>
    <w:rsid w:val="00DB6B9F"/>
    <w:rsid w:val="00DB6F66"/>
    <w:rsid w:val="00DB71B2"/>
    <w:rsid w:val="00DB724A"/>
    <w:rsid w:val="00DB77F6"/>
    <w:rsid w:val="00DB784A"/>
    <w:rsid w:val="00DB7B0E"/>
    <w:rsid w:val="00DB7CD0"/>
    <w:rsid w:val="00DC03D6"/>
    <w:rsid w:val="00DC06BB"/>
    <w:rsid w:val="00DC0833"/>
    <w:rsid w:val="00DC0957"/>
    <w:rsid w:val="00DC0B01"/>
    <w:rsid w:val="00DC0D4C"/>
    <w:rsid w:val="00DC1D2F"/>
    <w:rsid w:val="00DC2CDC"/>
    <w:rsid w:val="00DC2D9D"/>
    <w:rsid w:val="00DC2F23"/>
    <w:rsid w:val="00DC2FA2"/>
    <w:rsid w:val="00DC3199"/>
    <w:rsid w:val="00DC32AB"/>
    <w:rsid w:val="00DC3A0A"/>
    <w:rsid w:val="00DC3A77"/>
    <w:rsid w:val="00DC3E02"/>
    <w:rsid w:val="00DC4988"/>
    <w:rsid w:val="00DC4C4F"/>
    <w:rsid w:val="00DC51CB"/>
    <w:rsid w:val="00DC66C5"/>
    <w:rsid w:val="00DC69A6"/>
    <w:rsid w:val="00DC71BB"/>
    <w:rsid w:val="00DC7357"/>
    <w:rsid w:val="00DC7358"/>
    <w:rsid w:val="00DC7523"/>
    <w:rsid w:val="00DC78D2"/>
    <w:rsid w:val="00DC79CF"/>
    <w:rsid w:val="00DC7A20"/>
    <w:rsid w:val="00DC7C19"/>
    <w:rsid w:val="00DC7C79"/>
    <w:rsid w:val="00DD0478"/>
    <w:rsid w:val="00DD0664"/>
    <w:rsid w:val="00DD0775"/>
    <w:rsid w:val="00DD096E"/>
    <w:rsid w:val="00DD0B8F"/>
    <w:rsid w:val="00DD0BA2"/>
    <w:rsid w:val="00DD0C27"/>
    <w:rsid w:val="00DD0E22"/>
    <w:rsid w:val="00DD136A"/>
    <w:rsid w:val="00DD1426"/>
    <w:rsid w:val="00DD1BE0"/>
    <w:rsid w:val="00DD1EC2"/>
    <w:rsid w:val="00DD2340"/>
    <w:rsid w:val="00DD234C"/>
    <w:rsid w:val="00DD2434"/>
    <w:rsid w:val="00DD2582"/>
    <w:rsid w:val="00DD2B8B"/>
    <w:rsid w:val="00DD2DB4"/>
    <w:rsid w:val="00DD3931"/>
    <w:rsid w:val="00DD3BE2"/>
    <w:rsid w:val="00DD416E"/>
    <w:rsid w:val="00DD46F4"/>
    <w:rsid w:val="00DD46F7"/>
    <w:rsid w:val="00DD5339"/>
    <w:rsid w:val="00DD536A"/>
    <w:rsid w:val="00DD5B7B"/>
    <w:rsid w:val="00DD5C49"/>
    <w:rsid w:val="00DD5D8B"/>
    <w:rsid w:val="00DD5D9F"/>
    <w:rsid w:val="00DD63B5"/>
    <w:rsid w:val="00DD6693"/>
    <w:rsid w:val="00DD6A18"/>
    <w:rsid w:val="00DD6D7E"/>
    <w:rsid w:val="00DD7497"/>
    <w:rsid w:val="00DE0402"/>
    <w:rsid w:val="00DE1466"/>
    <w:rsid w:val="00DE18E3"/>
    <w:rsid w:val="00DE191C"/>
    <w:rsid w:val="00DE2344"/>
    <w:rsid w:val="00DE249A"/>
    <w:rsid w:val="00DE2B68"/>
    <w:rsid w:val="00DE2BDD"/>
    <w:rsid w:val="00DE2D96"/>
    <w:rsid w:val="00DE2E2C"/>
    <w:rsid w:val="00DE2E9F"/>
    <w:rsid w:val="00DE2F30"/>
    <w:rsid w:val="00DE3134"/>
    <w:rsid w:val="00DE3447"/>
    <w:rsid w:val="00DE3713"/>
    <w:rsid w:val="00DE3CD8"/>
    <w:rsid w:val="00DE3F23"/>
    <w:rsid w:val="00DE482F"/>
    <w:rsid w:val="00DE49D2"/>
    <w:rsid w:val="00DE4DC4"/>
    <w:rsid w:val="00DE4E1B"/>
    <w:rsid w:val="00DE4F1E"/>
    <w:rsid w:val="00DE547A"/>
    <w:rsid w:val="00DE5970"/>
    <w:rsid w:val="00DE5C7A"/>
    <w:rsid w:val="00DE6107"/>
    <w:rsid w:val="00DE6893"/>
    <w:rsid w:val="00DE69DC"/>
    <w:rsid w:val="00DE6E46"/>
    <w:rsid w:val="00DE7CA1"/>
    <w:rsid w:val="00DF00C4"/>
    <w:rsid w:val="00DF1C0E"/>
    <w:rsid w:val="00DF1FC6"/>
    <w:rsid w:val="00DF2269"/>
    <w:rsid w:val="00DF2411"/>
    <w:rsid w:val="00DF26B2"/>
    <w:rsid w:val="00DF2CC1"/>
    <w:rsid w:val="00DF2D65"/>
    <w:rsid w:val="00DF2E33"/>
    <w:rsid w:val="00DF36D5"/>
    <w:rsid w:val="00DF38E1"/>
    <w:rsid w:val="00DF3A7B"/>
    <w:rsid w:val="00DF3B92"/>
    <w:rsid w:val="00DF3D64"/>
    <w:rsid w:val="00DF4091"/>
    <w:rsid w:val="00DF4950"/>
    <w:rsid w:val="00DF4CA9"/>
    <w:rsid w:val="00DF4DED"/>
    <w:rsid w:val="00DF4DF3"/>
    <w:rsid w:val="00DF52DD"/>
    <w:rsid w:val="00DF56AD"/>
    <w:rsid w:val="00DF5875"/>
    <w:rsid w:val="00DF599A"/>
    <w:rsid w:val="00DF5D21"/>
    <w:rsid w:val="00DF5DA3"/>
    <w:rsid w:val="00DF5DE4"/>
    <w:rsid w:val="00DF6066"/>
    <w:rsid w:val="00DF6079"/>
    <w:rsid w:val="00DF6446"/>
    <w:rsid w:val="00DF6F2F"/>
    <w:rsid w:val="00DF726B"/>
    <w:rsid w:val="00DF761E"/>
    <w:rsid w:val="00DF77CD"/>
    <w:rsid w:val="00DF7C9B"/>
    <w:rsid w:val="00DF7F1F"/>
    <w:rsid w:val="00E00426"/>
    <w:rsid w:val="00E00526"/>
    <w:rsid w:val="00E00912"/>
    <w:rsid w:val="00E0186F"/>
    <w:rsid w:val="00E01F52"/>
    <w:rsid w:val="00E0202F"/>
    <w:rsid w:val="00E021F1"/>
    <w:rsid w:val="00E0299B"/>
    <w:rsid w:val="00E02D1E"/>
    <w:rsid w:val="00E0347E"/>
    <w:rsid w:val="00E03B5B"/>
    <w:rsid w:val="00E0429D"/>
    <w:rsid w:val="00E044D1"/>
    <w:rsid w:val="00E047BD"/>
    <w:rsid w:val="00E04C6A"/>
    <w:rsid w:val="00E04D20"/>
    <w:rsid w:val="00E05896"/>
    <w:rsid w:val="00E05B0C"/>
    <w:rsid w:val="00E05C0D"/>
    <w:rsid w:val="00E05CC1"/>
    <w:rsid w:val="00E05DC1"/>
    <w:rsid w:val="00E06090"/>
    <w:rsid w:val="00E06163"/>
    <w:rsid w:val="00E06818"/>
    <w:rsid w:val="00E068E6"/>
    <w:rsid w:val="00E06A70"/>
    <w:rsid w:val="00E06DB7"/>
    <w:rsid w:val="00E06DE0"/>
    <w:rsid w:val="00E0704A"/>
    <w:rsid w:val="00E07814"/>
    <w:rsid w:val="00E07BE8"/>
    <w:rsid w:val="00E1033A"/>
    <w:rsid w:val="00E10874"/>
    <w:rsid w:val="00E10B3A"/>
    <w:rsid w:val="00E10E78"/>
    <w:rsid w:val="00E1152C"/>
    <w:rsid w:val="00E120A0"/>
    <w:rsid w:val="00E120BC"/>
    <w:rsid w:val="00E123BD"/>
    <w:rsid w:val="00E12BF4"/>
    <w:rsid w:val="00E12C40"/>
    <w:rsid w:val="00E12D1D"/>
    <w:rsid w:val="00E13550"/>
    <w:rsid w:val="00E135F9"/>
    <w:rsid w:val="00E139C6"/>
    <w:rsid w:val="00E144E3"/>
    <w:rsid w:val="00E147E3"/>
    <w:rsid w:val="00E14A23"/>
    <w:rsid w:val="00E15167"/>
    <w:rsid w:val="00E15505"/>
    <w:rsid w:val="00E156B4"/>
    <w:rsid w:val="00E157E4"/>
    <w:rsid w:val="00E15EAD"/>
    <w:rsid w:val="00E160B1"/>
    <w:rsid w:val="00E162B3"/>
    <w:rsid w:val="00E164B3"/>
    <w:rsid w:val="00E16687"/>
    <w:rsid w:val="00E16CE5"/>
    <w:rsid w:val="00E16E52"/>
    <w:rsid w:val="00E16F5C"/>
    <w:rsid w:val="00E16FE7"/>
    <w:rsid w:val="00E1759D"/>
    <w:rsid w:val="00E17797"/>
    <w:rsid w:val="00E2079F"/>
    <w:rsid w:val="00E20C27"/>
    <w:rsid w:val="00E20D8B"/>
    <w:rsid w:val="00E21275"/>
    <w:rsid w:val="00E214CE"/>
    <w:rsid w:val="00E21CE4"/>
    <w:rsid w:val="00E22408"/>
    <w:rsid w:val="00E22841"/>
    <w:rsid w:val="00E22A7C"/>
    <w:rsid w:val="00E22E3B"/>
    <w:rsid w:val="00E22E40"/>
    <w:rsid w:val="00E22F14"/>
    <w:rsid w:val="00E235BE"/>
    <w:rsid w:val="00E2373A"/>
    <w:rsid w:val="00E238BA"/>
    <w:rsid w:val="00E23BB3"/>
    <w:rsid w:val="00E23ED5"/>
    <w:rsid w:val="00E240BF"/>
    <w:rsid w:val="00E247F5"/>
    <w:rsid w:val="00E24A1E"/>
    <w:rsid w:val="00E24B81"/>
    <w:rsid w:val="00E24C9E"/>
    <w:rsid w:val="00E252B8"/>
    <w:rsid w:val="00E256DD"/>
    <w:rsid w:val="00E25723"/>
    <w:rsid w:val="00E25D52"/>
    <w:rsid w:val="00E26371"/>
    <w:rsid w:val="00E266B1"/>
    <w:rsid w:val="00E26877"/>
    <w:rsid w:val="00E2692C"/>
    <w:rsid w:val="00E26DCD"/>
    <w:rsid w:val="00E27055"/>
    <w:rsid w:val="00E27A22"/>
    <w:rsid w:val="00E27AF8"/>
    <w:rsid w:val="00E27C45"/>
    <w:rsid w:val="00E30483"/>
    <w:rsid w:val="00E3082F"/>
    <w:rsid w:val="00E30FC2"/>
    <w:rsid w:val="00E31267"/>
    <w:rsid w:val="00E31323"/>
    <w:rsid w:val="00E31492"/>
    <w:rsid w:val="00E3176C"/>
    <w:rsid w:val="00E3183F"/>
    <w:rsid w:val="00E31BBB"/>
    <w:rsid w:val="00E32444"/>
    <w:rsid w:val="00E3258F"/>
    <w:rsid w:val="00E32D69"/>
    <w:rsid w:val="00E32F39"/>
    <w:rsid w:val="00E32FCD"/>
    <w:rsid w:val="00E33348"/>
    <w:rsid w:val="00E33978"/>
    <w:rsid w:val="00E33F43"/>
    <w:rsid w:val="00E34209"/>
    <w:rsid w:val="00E348E3"/>
    <w:rsid w:val="00E35363"/>
    <w:rsid w:val="00E35442"/>
    <w:rsid w:val="00E356B5"/>
    <w:rsid w:val="00E35851"/>
    <w:rsid w:val="00E35E4C"/>
    <w:rsid w:val="00E36EF7"/>
    <w:rsid w:val="00E370FC"/>
    <w:rsid w:val="00E3742F"/>
    <w:rsid w:val="00E37719"/>
    <w:rsid w:val="00E379C4"/>
    <w:rsid w:val="00E37D41"/>
    <w:rsid w:val="00E37F77"/>
    <w:rsid w:val="00E40590"/>
    <w:rsid w:val="00E40613"/>
    <w:rsid w:val="00E40871"/>
    <w:rsid w:val="00E40AFE"/>
    <w:rsid w:val="00E40BD6"/>
    <w:rsid w:val="00E40CF4"/>
    <w:rsid w:val="00E41028"/>
    <w:rsid w:val="00E4156F"/>
    <w:rsid w:val="00E415DF"/>
    <w:rsid w:val="00E41CD0"/>
    <w:rsid w:val="00E41D1F"/>
    <w:rsid w:val="00E42112"/>
    <w:rsid w:val="00E42EC1"/>
    <w:rsid w:val="00E432C8"/>
    <w:rsid w:val="00E433D2"/>
    <w:rsid w:val="00E43B4E"/>
    <w:rsid w:val="00E44532"/>
    <w:rsid w:val="00E4461C"/>
    <w:rsid w:val="00E4477E"/>
    <w:rsid w:val="00E44994"/>
    <w:rsid w:val="00E45273"/>
    <w:rsid w:val="00E452DD"/>
    <w:rsid w:val="00E45443"/>
    <w:rsid w:val="00E45B6B"/>
    <w:rsid w:val="00E45BD2"/>
    <w:rsid w:val="00E46072"/>
    <w:rsid w:val="00E468B0"/>
    <w:rsid w:val="00E46AC8"/>
    <w:rsid w:val="00E46C74"/>
    <w:rsid w:val="00E46CDA"/>
    <w:rsid w:val="00E46D81"/>
    <w:rsid w:val="00E4796B"/>
    <w:rsid w:val="00E479A0"/>
    <w:rsid w:val="00E47B3F"/>
    <w:rsid w:val="00E47D07"/>
    <w:rsid w:val="00E500AF"/>
    <w:rsid w:val="00E5031A"/>
    <w:rsid w:val="00E50351"/>
    <w:rsid w:val="00E50744"/>
    <w:rsid w:val="00E50F2C"/>
    <w:rsid w:val="00E514E2"/>
    <w:rsid w:val="00E517F4"/>
    <w:rsid w:val="00E5190A"/>
    <w:rsid w:val="00E52051"/>
    <w:rsid w:val="00E522C7"/>
    <w:rsid w:val="00E52443"/>
    <w:rsid w:val="00E52720"/>
    <w:rsid w:val="00E52D80"/>
    <w:rsid w:val="00E52E0F"/>
    <w:rsid w:val="00E534CA"/>
    <w:rsid w:val="00E5396D"/>
    <w:rsid w:val="00E542D5"/>
    <w:rsid w:val="00E54459"/>
    <w:rsid w:val="00E54869"/>
    <w:rsid w:val="00E548C8"/>
    <w:rsid w:val="00E54AA8"/>
    <w:rsid w:val="00E55217"/>
    <w:rsid w:val="00E553EB"/>
    <w:rsid w:val="00E554A7"/>
    <w:rsid w:val="00E554CB"/>
    <w:rsid w:val="00E55BC8"/>
    <w:rsid w:val="00E55FEE"/>
    <w:rsid w:val="00E5635B"/>
    <w:rsid w:val="00E5695D"/>
    <w:rsid w:val="00E570CD"/>
    <w:rsid w:val="00E57163"/>
    <w:rsid w:val="00E57273"/>
    <w:rsid w:val="00E57300"/>
    <w:rsid w:val="00E57936"/>
    <w:rsid w:val="00E57E4A"/>
    <w:rsid w:val="00E60160"/>
    <w:rsid w:val="00E602D6"/>
    <w:rsid w:val="00E605BA"/>
    <w:rsid w:val="00E605E2"/>
    <w:rsid w:val="00E60B41"/>
    <w:rsid w:val="00E60E04"/>
    <w:rsid w:val="00E60FC3"/>
    <w:rsid w:val="00E6106D"/>
    <w:rsid w:val="00E610CD"/>
    <w:rsid w:val="00E61291"/>
    <w:rsid w:val="00E6148B"/>
    <w:rsid w:val="00E6157E"/>
    <w:rsid w:val="00E61605"/>
    <w:rsid w:val="00E61D8F"/>
    <w:rsid w:val="00E624DE"/>
    <w:rsid w:val="00E6255F"/>
    <w:rsid w:val="00E628CD"/>
    <w:rsid w:val="00E62BDF"/>
    <w:rsid w:val="00E63043"/>
    <w:rsid w:val="00E632AB"/>
    <w:rsid w:val="00E63896"/>
    <w:rsid w:val="00E6424B"/>
    <w:rsid w:val="00E642B6"/>
    <w:rsid w:val="00E64C03"/>
    <w:rsid w:val="00E64E3F"/>
    <w:rsid w:val="00E65080"/>
    <w:rsid w:val="00E65161"/>
    <w:rsid w:val="00E65458"/>
    <w:rsid w:val="00E65468"/>
    <w:rsid w:val="00E654B1"/>
    <w:rsid w:val="00E6552D"/>
    <w:rsid w:val="00E656F8"/>
    <w:rsid w:val="00E6579F"/>
    <w:rsid w:val="00E659B8"/>
    <w:rsid w:val="00E65C68"/>
    <w:rsid w:val="00E666E5"/>
    <w:rsid w:val="00E66C24"/>
    <w:rsid w:val="00E67000"/>
    <w:rsid w:val="00E67056"/>
    <w:rsid w:val="00E67CFD"/>
    <w:rsid w:val="00E70480"/>
    <w:rsid w:val="00E707D8"/>
    <w:rsid w:val="00E70CFB"/>
    <w:rsid w:val="00E70F52"/>
    <w:rsid w:val="00E718EB"/>
    <w:rsid w:val="00E71E97"/>
    <w:rsid w:val="00E72015"/>
    <w:rsid w:val="00E72551"/>
    <w:rsid w:val="00E73C5C"/>
    <w:rsid w:val="00E740DE"/>
    <w:rsid w:val="00E74272"/>
    <w:rsid w:val="00E74D58"/>
    <w:rsid w:val="00E74E08"/>
    <w:rsid w:val="00E74F1B"/>
    <w:rsid w:val="00E757A2"/>
    <w:rsid w:val="00E75E12"/>
    <w:rsid w:val="00E76B36"/>
    <w:rsid w:val="00E76C45"/>
    <w:rsid w:val="00E7732D"/>
    <w:rsid w:val="00E778C8"/>
    <w:rsid w:val="00E77EED"/>
    <w:rsid w:val="00E80082"/>
    <w:rsid w:val="00E8038D"/>
    <w:rsid w:val="00E80763"/>
    <w:rsid w:val="00E80983"/>
    <w:rsid w:val="00E8104C"/>
    <w:rsid w:val="00E8150D"/>
    <w:rsid w:val="00E81E64"/>
    <w:rsid w:val="00E82492"/>
    <w:rsid w:val="00E824D8"/>
    <w:rsid w:val="00E826B6"/>
    <w:rsid w:val="00E8279B"/>
    <w:rsid w:val="00E82F2A"/>
    <w:rsid w:val="00E83131"/>
    <w:rsid w:val="00E83317"/>
    <w:rsid w:val="00E8378B"/>
    <w:rsid w:val="00E837CE"/>
    <w:rsid w:val="00E83D45"/>
    <w:rsid w:val="00E8427E"/>
    <w:rsid w:val="00E84412"/>
    <w:rsid w:val="00E848D3"/>
    <w:rsid w:val="00E84B3D"/>
    <w:rsid w:val="00E84B6E"/>
    <w:rsid w:val="00E84CDB"/>
    <w:rsid w:val="00E85600"/>
    <w:rsid w:val="00E85D1B"/>
    <w:rsid w:val="00E85E0F"/>
    <w:rsid w:val="00E85FC3"/>
    <w:rsid w:val="00E860C7"/>
    <w:rsid w:val="00E86208"/>
    <w:rsid w:val="00E862EA"/>
    <w:rsid w:val="00E865FA"/>
    <w:rsid w:val="00E86A80"/>
    <w:rsid w:val="00E86C88"/>
    <w:rsid w:val="00E8740B"/>
    <w:rsid w:val="00E87A7A"/>
    <w:rsid w:val="00E87D6F"/>
    <w:rsid w:val="00E87F30"/>
    <w:rsid w:val="00E90628"/>
    <w:rsid w:val="00E90846"/>
    <w:rsid w:val="00E910A7"/>
    <w:rsid w:val="00E910E5"/>
    <w:rsid w:val="00E9114A"/>
    <w:rsid w:val="00E9137A"/>
    <w:rsid w:val="00E915E2"/>
    <w:rsid w:val="00E91CF6"/>
    <w:rsid w:val="00E91D2B"/>
    <w:rsid w:val="00E92006"/>
    <w:rsid w:val="00E92613"/>
    <w:rsid w:val="00E92E19"/>
    <w:rsid w:val="00E9357D"/>
    <w:rsid w:val="00E94740"/>
    <w:rsid w:val="00E947B3"/>
    <w:rsid w:val="00E948A1"/>
    <w:rsid w:val="00E94A24"/>
    <w:rsid w:val="00E94EE3"/>
    <w:rsid w:val="00E95528"/>
    <w:rsid w:val="00E95AF0"/>
    <w:rsid w:val="00E95E45"/>
    <w:rsid w:val="00E9649A"/>
    <w:rsid w:val="00E97B6B"/>
    <w:rsid w:val="00EA00D8"/>
    <w:rsid w:val="00EA04C6"/>
    <w:rsid w:val="00EA0600"/>
    <w:rsid w:val="00EA0798"/>
    <w:rsid w:val="00EA0F5C"/>
    <w:rsid w:val="00EA111D"/>
    <w:rsid w:val="00EA11DA"/>
    <w:rsid w:val="00EA1620"/>
    <w:rsid w:val="00EA1F13"/>
    <w:rsid w:val="00EA2616"/>
    <w:rsid w:val="00EA269B"/>
    <w:rsid w:val="00EA2E37"/>
    <w:rsid w:val="00EA32DB"/>
    <w:rsid w:val="00EA3311"/>
    <w:rsid w:val="00EA3356"/>
    <w:rsid w:val="00EA377F"/>
    <w:rsid w:val="00EA37BD"/>
    <w:rsid w:val="00EA4099"/>
    <w:rsid w:val="00EA41F3"/>
    <w:rsid w:val="00EA4511"/>
    <w:rsid w:val="00EA4687"/>
    <w:rsid w:val="00EA4F24"/>
    <w:rsid w:val="00EA5182"/>
    <w:rsid w:val="00EA5790"/>
    <w:rsid w:val="00EA6C32"/>
    <w:rsid w:val="00EA6D02"/>
    <w:rsid w:val="00EA7781"/>
    <w:rsid w:val="00EA7EC5"/>
    <w:rsid w:val="00EB07F1"/>
    <w:rsid w:val="00EB0A7E"/>
    <w:rsid w:val="00EB10F9"/>
    <w:rsid w:val="00EB131C"/>
    <w:rsid w:val="00EB185F"/>
    <w:rsid w:val="00EB2551"/>
    <w:rsid w:val="00EB259E"/>
    <w:rsid w:val="00EB3111"/>
    <w:rsid w:val="00EB341B"/>
    <w:rsid w:val="00EB3FB9"/>
    <w:rsid w:val="00EB4199"/>
    <w:rsid w:val="00EB4218"/>
    <w:rsid w:val="00EB44FB"/>
    <w:rsid w:val="00EB45AB"/>
    <w:rsid w:val="00EB4AE9"/>
    <w:rsid w:val="00EB4F20"/>
    <w:rsid w:val="00EB58BD"/>
    <w:rsid w:val="00EB5F16"/>
    <w:rsid w:val="00EB61B8"/>
    <w:rsid w:val="00EB6289"/>
    <w:rsid w:val="00EB69E9"/>
    <w:rsid w:val="00EB6A56"/>
    <w:rsid w:val="00EB6D62"/>
    <w:rsid w:val="00EB6EBC"/>
    <w:rsid w:val="00EB6FB2"/>
    <w:rsid w:val="00EB6FCB"/>
    <w:rsid w:val="00EB761F"/>
    <w:rsid w:val="00EB7C89"/>
    <w:rsid w:val="00EC007F"/>
    <w:rsid w:val="00EC04B5"/>
    <w:rsid w:val="00EC0FF0"/>
    <w:rsid w:val="00EC134F"/>
    <w:rsid w:val="00EC1AA0"/>
    <w:rsid w:val="00EC1B38"/>
    <w:rsid w:val="00EC1FBB"/>
    <w:rsid w:val="00EC203C"/>
    <w:rsid w:val="00EC229B"/>
    <w:rsid w:val="00EC2448"/>
    <w:rsid w:val="00EC24C6"/>
    <w:rsid w:val="00EC255E"/>
    <w:rsid w:val="00EC2ABB"/>
    <w:rsid w:val="00EC2E77"/>
    <w:rsid w:val="00EC31D3"/>
    <w:rsid w:val="00EC3B4C"/>
    <w:rsid w:val="00EC3CA9"/>
    <w:rsid w:val="00EC3DC2"/>
    <w:rsid w:val="00EC41A4"/>
    <w:rsid w:val="00EC45C8"/>
    <w:rsid w:val="00EC48E2"/>
    <w:rsid w:val="00EC4C5C"/>
    <w:rsid w:val="00EC5DEE"/>
    <w:rsid w:val="00EC6013"/>
    <w:rsid w:val="00EC631F"/>
    <w:rsid w:val="00EC6703"/>
    <w:rsid w:val="00EC752E"/>
    <w:rsid w:val="00EC79E5"/>
    <w:rsid w:val="00EC7A21"/>
    <w:rsid w:val="00EC7DE6"/>
    <w:rsid w:val="00EC7F32"/>
    <w:rsid w:val="00ED09E7"/>
    <w:rsid w:val="00ED0B36"/>
    <w:rsid w:val="00ED1429"/>
    <w:rsid w:val="00ED1EDF"/>
    <w:rsid w:val="00ED247F"/>
    <w:rsid w:val="00ED3008"/>
    <w:rsid w:val="00ED3239"/>
    <w:rsid w:val="00ED3421"/>
    <w:rsid w:val="00ED3511"/>
    <w:rsid w:val="00ED3623"/>
    <w:rsid w:val="00ED36B0"/>
    <w:rsid w:val="00ED3867"/>
    <w:rsid w:val="00ED3AC9"/>
    <w:rsid w:val="00ED3B0F"/>
    <w:rsid w:val="00ED3E3E"/>
    <w:rsid w:val="00ED432C"/>
    <w:rsid w:val="00ED44ED"/>
    <w:rsid w:val="00ED451C"/>
    <w:rsid w:val="00ED4B6B"/>
    <w:rsid w:val="00ED4D4F"/>
    <w:rsid w:val="00ED5404"/>
    <w:rsid w:val="00ED54F5"/>
    <w:rsid w:val="00ED5546"/>
    <w:rsid w:val="00ED59DD"/>
    <w:rsid w:val="00ED5AD3"/>
    <w:rsid w:val="00ED5F40"/>
    <w:rsid w:val="00ED71B1"/>
    <w:rsid w:val="00ED7EE0"/>
    <w:rsid w:val="00ED7FD1"/>
    <w:rsid w:val="00EE0312"/>
    <w:rsid w:val="00EE071C"/>
    <w:rsid w:val="00EE0AD2"/>
    <w:rsid w:val="00EE0AE2"/>
    <w:rsid w:val="00EE0B22"/>
    <w:rsid w:val="00EE0DB3"/>
    <w:rsid w:val="00EE18D5"/>
    <w:rsid w:val="00EE1BC7"/>
    <w:rsid w:val="00EE1C3D"/>
    <w:rsid w:val="00EE1DF2"/>
    <w:rsid w:val="00EE25AE"/>
    <w:rsid w:val="00EE260E"/>
    <w:rsid w:val="00EE305D"/>
    <w:rsid w:val="00EE37D5"/>
    <w:rsid w:val="00EE3ED0"/>
    <w:rsid w:val="00EE434A"/>
    <w:rsid w:val="00EE4394"/>
    <w:rsid w:val="00EE4B4E"/>
    <w:rsid w:val="00EE4E8E"/>
    <w:rsid w:val="00EE5086"/>
    <w:rsid w:val="00EE51B6"/>
    <w:rsid w:val="00EE51EE"/>
    <w:rsid w:val="00EE5441"/>
    <w:rsid w:val="00EE6092"/>
    <w:rsid w:val="00EE67EC"/>
    <w:rsid w:val="00EE7788"/>
    <w:rsid w:val="00EE78D8"/>
    <w:rsid w:val="00EE7982"/>
    <w:rsid w:val="00EE7D34"/>
    <w:rsid w:val="00EF0359"/>
    <w:rsid w:val="00EF08E1"/>
    <w:rsid w:val="00EF0E14"/>
    <w:rsid w:val="00EF1824"/>
    <w:rsid w:val="00EF32F5"/>
    <w:rsid w:val="00EF3D4D"/>
    <w:rsid w:val="00EF3E0C"/>
    <w:rsid w:val="00EF4535"/>
    <w:rsid w:val="00EF5023"/>
    <w:rsid w:val="00EF52C8"/>
    <w:rsid w:val="00EF5415"/>
    <w:rsid w:val="00EF5871"/>
    <w:rsid w:val="00EF5B0C"/>
    <w:rsid w:val="00EF5D61"/>
    <w:rsid w:val="00EF5E46"/>
    <w:rsid w:val="00EF5F6D"/>
    <w:rsid w:val="00EF623B"/>
    <w:rsid w:val="00EF62BF"/>
    <w:rsid w:val="00EF68B8"/>
    <w:rsid w:val="00EF6A93"/>
    <w:rsid w:val="00EF73CE"/>
    <w:rsid w:val="00EF771A"/>
    <w:rsid w:val="00EF7AD0"/>
    <w:rsid w:val="00F00B10"/>
    <w:rsid w:val="00F00B26"/>
    <w:rsid w:val="00F00F37"/>
    <w:rsid w:val="00F01559"/>
    <w:rsid w:val="00F016E4"/>
    <w:rsid w:val="00F01AE6"/>
    <w:rsid w:val="00F01C2F"/>
    <w:rsid w:val="00F01FAF"/>
    <w:rsid w:val="00F02166"/>
    <w:rsid w:val="00F023AB"/>
    <w:rsid w:val="00F028F7"/>
    <w:rsid w:val="00F02976"/>
    <w:rsid w:val="00F02A73"/>
    <w:rsid w:val="00F02CA8"/>
    <w:rsid w:val="00F03804"/>
    <w:rsid w:val="00F03B6E"/>
    <w:rsid w:val="00F03E6E"/>
    <w:rsid w:val="00F03F9A"/>
    <w:rsid w:val="00F044DF"/>
    <w:rsid w:val="00F04C7E"/>
    <w:rsid w:val="00F0501E"/>
    <w:rsid w:val="00F0541B"/>
    <w:rsid w:val="00F05663"/>
    <w:rsid w:val="00F05848"/>
    <w:rsid w:val="00F06665"/>
    <w:rsid w:val="00F067AC"/>
    <w:rsid w:val="00F067E5"/>
    <w:rsid w:val="00F06AE7"/>
    <w:rsid w:val="00F06D81"/>
    <w:rsid w:val="00F0748E"/>
    <w:rsid w:val="00F0774E"/>
    <w:rsid w:val="00F07CA6"/>
    <w:rsid w:val="00F07DD5"/>
    <w:rsid w:val="00F07E28"/>
    <w:rsid w:val="00F07E91"/>
    <w:rsid w:val="00F07F82"/>
    <w:rsid w:val="00F106D0"/>
    <w:rsid w:val="00F10889"/>
    <w:rsid w:val="00F11369"/>
    <w:rsid w:val="00F11608"/>
    <w:rsid w:val="00F118A9"/>
    <w:rsid w:val="00F11CBC"/>
    <w:rsid w:val="00F1212A"/>
    <w:rsid w:val="00F12471"/>
    <w:rsid w:val="00F13392"/>
    <w:rsid w:val="00F138B2"/>
    <w:rsid w:val="00F13DF2"/>
    <w:rsid w:val="00F140EA"/>
    <w:rsid w:val="00F14497"/>
    <w:rsid w:val="00F14ED3"/>
    <w:rsid w:val="00F15185"/>
    <w:rsid w:val="00F1528F"/>
    <w:rsid w:val="00F15746"/>
    <w:rsid w:val="00F15CDB"/>
    <w:rsid w:val="00F162A9"/>
    <w:rsid w:val="00F16AB2"/>
    <w:rsid w:val="00F17456"/>
    <w:rsid w:val="00F17BEB"/>
    <w:rsid w:val="00F17E28"/>
    <w:rsid w:val="00F17EAF"/>
    <w:rsid w:val="00F200A5"/>
    <w:rsid w:val="00F204BF"/>
    <w:rsid w:val="00F2079E"/>
    <w:rsid w:val="00F20E3A"/>
    <w:rsid w:val="00F21617"/>
    <w:rsid w:val="00F21E80"/>
    <w:rsid w:val="00F2270F"/>
    <w:rsid w:val="00F22F60"/>
    <w:rsid w:val="00F23355"/>
    <w:rsid w:val="00F23891"/>
    <w:rsid w:val="00F23C75"/>
    <w:rsid w:val="00F23F4A"/>
    <w:rsid w:val="00F240DD"/>
    <w:rsid w:val="00F241F7"/>
    <w:rsid w:val="00F242CF"/>
    <w:rsid w:val="00F242F1"/>
    <w:rsid w:val="00F24496"/>
    <w:rsid w:val="00F246AC"/>
    <w:rsid w:val="00F24937"/>
    <w:rsid w:val="00F24AA9"/>
    <w:rsid w:val="00F24F26"/>
    <w:rsid w:val="00F252F7"/>
    <w:rsid w:val="00F25601"/>
    <w:rsid w:val="00F257A9"/>
    <w:rsid w:val="00F25E2C"/>
    <w:rsid w:val="00F2624A"/>
    <w:rsid w:val="00F26449"/>
    <w:rsid w:val="00F26E08"/>
    <w:rsid w:val="00F271A6"/>
    <w:rsid w:val="00F2742E"/>
    <w:rsid w:val="00F27432"/>
    <w:rsid w:val="00F27946"/>
    <w:rsid w:val="00F27A43"/>
    <w:rsid w:val="00F27B97"/>
    <w:rsid w:val="00F27FE3"/>
    <w:rsid w:val="00F31654"/>
    <w:rsid w:val="00F316A9"/>
    <w:rsid w:val="00F319C7"/>
    <w:rsid w:val="00F31A76"/>
    <w:rsid w:val="00F31AC0"/>
    <w:rsid w:val="00F31FAB"/>
    <w:rsid w:val="00F321E0"/>
    <w:rsid w:val="00F32323"/>
    <w:rsid w:val="00F32601"/>
    <w:rsid w:val="00F326E7"/>
    <w:rsid w:val="00F3304B"/>
    <w:rsid w:val="00F33261"/>
    <w:rsid w:val="00F33658"/>
    <w:rsid w:val="00F336D2"/>
    <w:rsid w:val="00F3415C"/>
    <w:rsid w:val="00F34339"/>
    <w:rsid w:val="00F344B0"/>
    <w:rsid w:val="00F3456B"/>
    <w:rsid w:val="00F34A8E"/>
    <w:rsid w:val="00F34CC1"/>
    <w:rsid w:val="00F350A9"/>
    <w:rsid w:val="00F352B1"/>
    <w:rsid w:val="00F35313"/>
    <w:rsid w:val="00F3549E"/>
    <w:rsid w:val="00F356CC"/>
    <w:rsid w:val="00F3576B"/>
    <w:rsid w:val="00F35FCF"/>
    <w:rsid w:val="00F36126"/>
    <w:rsid w:val="00F36220"/>
    <w:rsid w:val="00F36795"/>
    <w:rsid w:val="00F368FA"/>
    <w:rsid w:val="00F36C05"/>
    <w:rsid w:val="00F3713E"/>
    <w:rsid w:val="00F3746A"/>
    <w:rsid w:val="00F3755D"/>
    <w:rsid w:val="00F40093"/>
    <w:rsid w:val="00F405F0"/>
    <w:rsid w:val="00F4078F"/>
    <w:rsid w:val="00F4079A"/>
    <w:rsid w:val="00F40D5B"/>
    <w:rsid w:val="00F40ECB"/>
    <w:rsid w:val="00F41030"/>
    <w:rsid w:val="00F413FC"/>
    <w:rsid w:val="00F41464"/>
    <w:rsid w:val="00F41884"/>
    <w:rsid w:val="00F41B01"/>
    <w:rsid w:val="00F41F3A"/>
    <w:rsid w:val="00F41F6F"/>
    <w:rsid w:val="00F424CF"/>
    <w:rsid w:val="00F42DA2"/>
    <w:rsid w:val="00F436A5"/>
    <w:rsid w:val="00F43E5B"/>
    <w:rsid w:val="00F43F73"/>
    <w:rsid w:val="00F43F97"/>
    <w:rsid w:val="00F4412E"/>
    <w:rsid w:val="00F44254"/>
    <w:rsid w:val="00F443A5"/>
    <w:rsid w:val="00F443B8"/>
    <w:rsid w:val="00F44B42"/>
    <w:rsid w:val="00F44BFA"/>
    <w:rsid w:val="00F45533"/>
    <w:rsid w:val="00F45557"/>
    <w:rsid w:val="00F455EF"/>
    <w:rsid w:val="00F4561E"/>
    <w:rsid w:val="00F45B9D"/>
    <w:rsid w:val="00F45DCA"/>
    <w:rsid w:val="00F4614F"/>
    <w:rsid w:val="00F463E2"/>
    <w:rsid w:val="00F46663"/>
    <w:rsid w:val="00F4674A"/>
    <w:rsid w:val="00F47073"/>
    <w:rsid w:val="00F474CA"/>
    <w:rsid w:val="00F47B2F"/>
    <w:rsid w:val="00F50623"/>
    <w:rsid w:val="00F5074A"/>
    <w:rsid w:val="00F50B5D"/>
    <w:rsid w:val="00F50CC7"/>
    <w:rsid w:val="00F50CEC"/>
    <w:rsid w:val="00F51055"/>
    <w:rsid w:val="00F51298"/>
    <w:rsid w:val="00F51514"/>
    <w:rsid w:val="00F51830"/>
    <w:rsid w:val="00F51C26"/>
    <w:rsid w:val="00F51DFD"/>
    <w:rsid w:val="00F5283A"/>
    <w:rsid w:val="00F52ABE"/>
    <w:rsid w:val="00F52B5C"/>
    <w:rsid w:val="00F52C18"/>
    <w:rsid w:val="00F52EE2"/>
    <w:rsid w:val="00F5374F"/>
    <w:rsid w:val="00F53764"/>
    <w:rsid w:val="00F53D3C"/>
    <w:rsid w:val="00F542AD"/>
    <w:rsid w:val="00F55098"/>
    <w:rsid w:val="00F5551E"/>
    <w:rsid w:val="00F5560A"/>
    <w:rsid w:val="00F55E8F"/>
    <w:rsid w:val="00F56036"/>
    <w:rsid w:val="00F56DEB"/>
    <w:rsid w:val="00F56E38"/>
    <w:rsid w:val="00F5751E"/>
    <w:rsid w:val="00F57614"/>
    <w:rsid w:val="00F57D00"/>
    <w:rsid w:val="00F6006E"/>
    <w:rsid w:val="00F604A9"/>
    <w:rsid w:val="00F60615"/>
    <w:rsid w:val="00F60BBF"/>
    <w:rsid w:val="00F60EB1"/>
    <w:rsid w:val="00F60FB7"/>
    <w:rsid w:val="00F61665"/>
    <w:rsid w:val="00F6201B"/>
    <w:rsid w:val="00F62075"/>
    <w:rsid w:val="00F62138"/>
    <w:rsid w:val="00F621D9"/>
    <w:rsid w:val="00F625D8"/>
    <w:rsid w:val="00F62A98"/>
    <w:rsid w:val="00F632DC"/>
    <w:rsid w:val="00F63CB8"/>
    <w:rsid w:val="00F64431"/>
    <w:rsid w:val="00F6460A"/>
    <w:rsid w:val="00F65627"/>
    <w:rsid w:val="00F65C49"/>
    <w:rsid w:val="00F6665F"/>
    <w:rsid w:val="00F66D88"/>
    <w:rsid w:val="00F66F9F"/>
    <w:rsid w:val="00F67365"/>
    <w:rsid w:val="00F6759F"/>
    <w:rsid w:val="00F67844"/>
    <w:rsid w:val="00F6794C"/>
    <w:rsid w:val="00F67EFD"/>
    <w:rsid w:val="00F67FB0"/>
    <w:rsid w:val="00F7011C"/>
    <w:rsid w:val="00F701BC"/>
    <w:rsid w:val="00F7033F"/>
    <w:rsid w:val="00F70A95"/>
    <w:rsid w:val="00F71334"/>
    <w:rsid w:val="00F71AF6"/>
    <w:rsid w:val="00F71B2A"/>
    <w:rsid w:val="00F7214D"/>
    <w:rsid w:val="00F72261"/>
    <w:rsid w:val="00F72754"/>
    <w:rsid w:val="00F7281B"/>
    <w:rsid w:val="00F72C96"/>
    <w:rsid w:val="00F7350B"/>
    <w:rsid w:val="00F73E76"/>
    <w:rsid w:val="00F73EC6"/>
    <w:rsid w:val="00F73F9B"/>
    <w:rsid w:val="00F7444F"/>
    <w:rsid w:val="00F74BFA"/>
    <w:rsid w:val="00F759AD"/>
    <w:rsid w:val="00F7612C"/>
    <w:rsid w:val="00F76541"/>
    <w:rsid w:val="00F767CD"/>
    <w:rsid w:val="00F76B98"/>
    <w:rsid w:val="00F76C37"/>
    <w:rsid w:val="00F76F82"/>
    <w:rsid w:val="00F7779D"/>
    <w:rsid w:val="00F777A6"/>
    <w:rsid w:val="00F777E1"/>
    <w:rsid w:val="00F7786C"/>
    <w:rsid w:val="00F77A80"/>
    <w:rsid w:val="00F77ADC"/>
    <w:rsid w:val="00F77D7C"/>
    <w:rsid w:val="00F77ED1"/>
    <w:rsid w:val="00F800EE"/>
    <w:rsid w:val="00F80A16"/>
    <w:rsid w:val="00F80BFC"/>
    <w:rsid w:val="00F80FBA"/>
    <w:rsid w:val="00F81519"/>
    <w:rsid w:val="00F8160A"/>
    <w:rsid w:val="00F8181B"/>
    <w:rsid w:val="00F81863"/>
    <w:rsid w:val="00F81DB6"/>
    <w:rsid w:val="00F821F0"/>
    <w:rsid w:val="00F82530"/>
    <w:rsid w:val="00F828FA"/>
    <w:rsid w:val="00F8291B"/>
    <w:rsid w:val="00F82BBD"/>
    <w:rsid w:val="00F8327B"/>
    <w:rsid w:val="00F832B4"/>
    <w:rsid w:val="00F83AEC"/>
    <w:rsid w:val="00F84372"/>
    <w:rsid w:val="00F84391"/>
    <w:rsid w:val="00F84765"/>
    <w:rsid w:val="00F84E28"/>
    <w:rsid w:val="00F84E6A"/>
    <w:rsid w:val="00F84E6C"/>
    <w:rsid w:val="00F85D30"/>
    <w:rsid w:val="00F86189"/>
    <w:rsid w:val="00F868FD"/>
    <w:rsid w:val="00F86EE7"/>
    <w:rsid w:val="00F87045"/>
    <w:rsid w:val="00F87B57"/>
    <w:rsid w:val="00F87B6C"/>
    <w:rsid w:val="00F87F52"/>
    <w:rsid w:val="00F9021F"/>
    <w:rsid w:val="00F90C62"/>
    <w:rsid w:val="00F90CC6"/>
    <w:rsid w:val="00F90F20"/>
    <w:rsid w:val="00F91072"/>
    <w:rsid w:val="00F91367"/>
    <w:rsid w:val="00F9150A"/>
    <w:rsid w:val="00F918CC"/>
    <w:rsid w:val="00F91C86"/>
    <w:rsid w:val="00F91E92"/>
    <w:rsid w:val="00F91F4E"/>
    <w:rsid w:val="00F92175"/>
    <w:rsid w:val="00F92360"/>
    <w:rsid w:val="00F9272D"/>
    <w:rsid w:val="00F92C35"/>
    <w:rsid w:val="00F92D60"/>
    <w:rsid w:val="00F93111"/>
    <w:rsid w:val="00F938A3"/>
    <w:rsid w:val="00F93942"/>
    <w:rsid w:val="00F93D2E"/>
    <w:rsid w:val="00F946A1"/>
    <w:rsid w:val="00F94860"/>
    <w:rsid w:val="00F9493C"/>
    <w:rsid w:val="00F94A3E"/>
    <w:rsid w:val="00F9524E"/>
    <w:rsid w:val="00F9594D"/>
    <w:rsid w:val="00F95A31"/>
    <w:rsid w:val="00F95A53"/>
    <w:rsid w:val="00F95AA3"/>
    <w:rsid w:val="00F95B3B"/>
    <w:rsid w:val="00F95F4F"/>
    <w:rsid w:val="00F966BE"/>
    <w:rsid w:val="00F966DD"/>
    <w:rsid w:val="00F9685E"/>
    <w:rsid w:val="00F968E6"/>
    <w:rsid w:val="00F969C5"/>
    <w:rsid w:val="00F96A86"/>
    <w:rsid w:val="00F96DC0"/>
    <w:rsid w:val="00F976E9"/>
    <w:rsid w:val="00F978FB"/>
    <w:rsid w:val="00F97AF0"/>
    <w:rsid w:val="00F97BCC"/>
    <w:rsid w:val="00F97C0B"/>
    <w:rsid w:val="00FA0151"/>
    <w:rsid w:val="00FA0E57"/>
    <w:rsid w:val="00FA12DB"/>
    <w:rsid w:val="00FA13BB"/>
    <w:rsid w:val="00FA1909"/>
    <w:rsid w:val="00FA2144"/>
    <w:rsid w:val="00FA2851"/>
    <w:rsid w:val="00FA2CE7"/>
    <w:rsid w:val="00FA3010"/>
    <w:rsid w:val="00FA30AC"/>
    <w:rsid w:val="00FA347A"/>
    <w:rsid w:val="00FA38B1"/>
    <w:rsid w:val="00FA3A96"/>
    <w:rsid w:val="00FA3C47"/>
    <w:rsid w:val="00FA3ECE"/>
    <w:rsid w:val="00FA4897"/>
    <w:rsid w:val="00FA4B3E"/>
    <w:rsid w:val="00FA543B"/>
    <w:rsid w:val="00FA58D6"/>
    <w:rsid w:val="00FA634A"/>
    <w:rsid w:val="00FA67BB"/>
    <w:rsid w:val="00FA7390"/>
    <w:rsid w:val="00FA79D6"/>
    <w:rsid w:val="00FA7A38"/>
    <w:rsid w:val="00FA7FE0"/>
    <w:rsid w:val="00FB0421"/>
    <w:rsid w:val="00FB0423"/>
    <w:rsid w:val="00FB08AA"/>
    <w:rsid w:val="00FB0F9B"/>
    <w:rsid w:val="00FB0FB2"/>
    <w:rsid w:val="00FB1811"/>
    <w:rsid w:val="00FB1B5F"/>
    <w:rsid w:val="00FB2740"/>
    <w:rsid w:val="00FB27F7"/>
    <w:rsid w:val="00FB2EDE"/>
    <w:rsid w:val="00FB31E0"/>
    <w:rsid w:val="00FB39ED"/>
    <w:rsid w:val="00FB3E13"/>
    <w:rsid w:val="00FB3EB0"/>
    <w:rsid w:val="00FB47A4"/>
    <w:rsid w:val="00FB4AB9"/>
    <w:rsid w:val="00FB4B20"/>
    <w:rsid w:val="00FB4F86"/>
    <w:rsid w:val="00FB515B"/>
    <w:rsid w:val="00FB5279"/>
    <w:rsid w:val="00FB52AB"/>
    <w:rsid w:val="00FB549C"/>
    <w:rsid w:val="00FB61EB"/>
    <w:rsid w:val="00FB6225"/>
    <w:rsid w:val="00FB6249"/>
    <w:rsid w:val="00FB65F1"/>
    <w:rsid w:val="00FB6B3E"/>
    <w:rsid w:val="00FB706B"/>
    <w:rsid w:val="00FB7120"/>
    <w:rsid w:val="00FB7417"/>
    <w:rsid w:val="00FB7B7C"/>
    <w:rsid w:val="00FB7EC0"/>
    <w:rsid w:val="00FC0194"/>
    <w:rsid w:val="00FC0430"/>
    <w:rsid w:val="00FC11F6"/>
    <w:rsid w:val="00FC1246"/>
    <w:rsid w:val="00FC152D"/>
    <w:rsid w:val="00FC1782"/>
    <w:rsid w:val="00FC1848"/>
    <w:rsid w:val="00FC19D2"/>
    <w:rsid w:val="00FC1C63"/>
    <w:rsid w:val="00FC24D8"/>
    <w:rsid w:val="00FC256A"/>
    <w:rsid w:val="00FC26C0"/>
    <w:rsid w:val="00FC270E"/>
    <w:rsid w:val="00FC2B22"/>
    <w:rsid w:val="00FC3A2B"/>
    <w:rsid w:val="00FC3F5D"/>
    <w:rsid w:val="00FC4712"/>
    <w:rsid w:val="00FC4A28"/>
    <w:rsid w:val="00FC5170"/>
    <w:rsid w:val="00FC5250"/>
    <w:rsid w:val="00FC53FA"/>
    <w:rsid w:val="00FC5450"/>
    <w:rsid w:val="00FC5465"/>
    <w:rsid w:val="00FC552B"/>
    <w:rsid w:val="00FC553E"/>
    <w:rsid w:val="00FC64A2"/>
    <w:rsid w:val="00FC653D"/>
    <w:rsid w:val="00FC6DCF"/>
    <w:rsid w:val="00FC6ECB"/>
    <w:rsid w:val="00FC71AF"/>
    <w:rsid w:val="00FC739B"/>
    <w:rsid w:val="00FC75B6"/>
    <w:rsid w:val="00FC7B73"/>
    <w:rsid w:val="00FC7D8F"/>
    <w:rsid w:val="00FD0158"/>
    <w:rsid w:val="00FD078B"/>
    <w:rsid w:val="00FD09AA"/>
    <w:rsid w:val="00FD127B"/>
    <w:rsid w:val="00FD146D"/>
    <w:rsid w:val="00FD15B1"/>
    <w:rsid w:val="00FD1701"/>
    <w:rsid w:val="00FD1A5F"/>
    <w:rsid w:val="00FD1B9C"/>
    <w:rsid w:val="00FD1DFB"/>
    <w:rsid w:val="00FD21A8"/>
    <w:rsid w:val="00FD240C"/>
    <w:rsid w:val="00FD242E"/>
    <w:rsid w:val="00FD2827"/>
    <w:rsid w:val="00FD2954"/>
    <w:rsid w:val="00FD29AA"/>
    <w:rsid w:val="00FD2BE3"/>
    <w:rsid w:val="00FD2C86"/>
    <w:rsid w:val="00FD3108"/>
    <w:rsid w:val="00FD317C"/>
    <w:rsid w:val="00FD3360"/>
    <w:rsid w:val="00FD33A4"/>
    <w:rsid w:val="00FD33FB"/>
    <w:rsid w:val="00FD3461"/>
    <w:rsid w:val="00FD349C"/>
    <w:rsid w:val="00FD3512"/>
    <w:rsid w:val="00FD383E"/>
    <w:rsid w:val="00FD3C7A"/>
    <w:rsid w:val="00FD4B6F"/>
    <w:rsid w:val="00FD56F0"/>
    <w:rsid w:val="00FD58D0"/>
    <w:rsid w:val="00FD6FEF"/>
    <w:rsid w:val="00FD7217"/>
    <w:rsid w:val="00FD7CFF"/>
    <w:rsid w:val="00FD7E1C"/>
    <w:rsid w:val="00FE026C"/>
    <w:rsid w:val="00FE0285"/>
    <w:rsid w:val="00FE091F"/>
    <w:rsid w:val="00FE0B0D"/>
    <w:rsid w:val="00FE0C36"/>
    <w:rsid w:val="00FE140B"/>
    <w:rsid w:val="00FE1440"/>
    <w:rsid w:val="00FE1D7A"/>
    <w:rsid w:val="00FE208E"/>
    <w:rsid w:val="00FE24F5"/>
    <w:rsid w:val="00FE25F0"/>
    <w:rsid w:val="00FE2CAA"/>
    <w:rsid w:val="00FE2DC2"/>
    <w:rsid w:val="00FE38D1"/>
    <w:rsid w:val="00FE3985"/>
    <w:rsid w:val="00FE3A2C"/>
    <w:rsid w:val="00FE413C"/>
    <w:rsid w:val="00FE4363"/>
    <w:rsid w:val="00FE5163"/>
    <w:rsid w:val="00FE52DF"/>
    <w:rsid w:val="00FE5E6F"/>
    <w:rsid w:val="00FE6386"/>
    <w:rsid w:val="00FE65D8"/>
    <w:rsid w:val="00FE6A61"/>
    <w:rsid w:val="00FE799F"/>
    <w:rsid w:val="00FE7AFE"/>
    <w:rsid w:val="00FF04DD"/>
    <w:rsid w:val="00FF059E"/>
    <w:rsid w:val="00FF0847"/>
    <w:rsid w:val="00FF1398"/>
    <w:rsid w:val="00FF170C"/>
    <w:rsid w:val="00FF1D96"/>
    <w:rsid w:val="00FF22C4"/>
    <w:rsid w:val="00FF2556"/>
    <w:rsid w:val="00FF2566"/>
    <w:rsid w:val="00FF2B5F"/>
    <w:rsid w:val="00FF43C1"/>
    <w:rsid w:val="00FF451A"/>
    <w:rsid w:val="00FF4954"/>
    <w:rsid w:val="00FF498A"/>
    <w:rsid w:val="00FF4A7B"/>
    <w:rsid w:val="00FF4AF0"/>
    <w:rsid w:val="00FF5072"/>
    <w:rsid w:val="00FF50AC"/>
    <w:rsid w:val="00FF51AC"/>
    <w:rsid w:val="00FF54B6"/>
    <w:rsid w:val="00FF559C"/>
    <w:rsid w:val="00FF63F5"/>
    <w:rsid w:val="00FF688E"/>
    <w:rsid w:val="00FF6D3D"/>
    <w:rsid w:val="00FF6DFC"/>
    <w:rsid w:val="00FF73C8"/>
    <w:rsid w:val="00FF753C"/>
    <w:rsid w:val="00FF7725"/>
    <w:rsid w:val="00FF796A"/>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655EB"/>
    <w:rPr>
      <w:sz w:val="24"/>
      <w:szCs w:val="24"/>
      <w:lang w:val="es-ES" w:eastAsia="es-ES"/>
    </w:rPr>
  </w:style>
  <w:style w:type="paragraph" w:styleId="Heading1">
    <w:name w:val="heading 1"/>
    <w:basedOn w:val="Normal"/>
    <w:link w:val="Heading1Char"/>
    <w:uiPriority w:val="99"/>
    <w:qFormat/>
    <w:rsid w:val="003E54BD"/>
    <w:pPr>
      <w:spacing w:before="100" w:beforeAutospacing="1" w:after="100" w:afterAutospacing="1"/>
      <w:outlineLvl w:val="0"/>
    </w:pPr>
    <w:rPr>
      <w:b/>
      <w:bCs/>
      <w:kern w:val="36"/>
      <w:sz w:val="48"/>
      <w:szCs w:val="48"/>
    </w:rPr>
  </w:style>
  <w:style w:type="paragraph" w:styleId="Heading3">
    <w:name w:val="heading 3"/>
    <w:basedOn w:val="Normal"/>
    <w:next w:val="Normal"/>
    <w:link w:val="Heading3Char"/>
    <w:uiPriority w:val="99"/>
    <w:qFormat/>
    <w:rsid w:val="003E54BD"/>
    <w:pPr>
      <w:keepNext/>
      <w:spacing w:before="240" w:after="60"/>
      <w:outlineLvl w:val="2"/>
    </w:pPr>
    <w:rPr>
      <w:rFonts w:ascii="Arial" w:hAnsi="Arial" w:cs="Arial"/>
      <w:b/>
      <w:bCs/>
      <w:sz w:val="26"/>
      <w:szCs w:val="26"/>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617A4C"/>
    <w:rPr>
      <w:rFonts w:ascii="Cambria" w:hAnsi="Cambria" w:cs="Times New Roman"/>
      <w:b/>
      <w:bCs/>
      <w:kern w:val="32"/>
      <w:sz w:val="32"/>
      <w:szCs w:val="32"/>
      <w:lang w:val="es-ES" w:eastAsia="es-ES"/>
    </w:rPr>
  </w:style>
  <w:style w:type="character" w:customStyle="1" w:styleId="Heading3Char">
    <w:name w:val="Heading 3 Char"/>
    <w:basedOn w:val="DefaultParagraphFont"/>
    <w:link w:val="Heading3"/>
    <w:uiPriority w:val="99"/>
    <w:semiHidden/>
    <w:locked/>
    <w:rsid w:val="00617A4C"/>
    <w:rPr>
      <w:rFonts w:ascii="Cambria" w:hAnsi="Cambria" w:cs="Times New Roman"/>
      <w:b/>
      <w:bCs/>
      <w:sz w:val="26"/>
      <w:szCs w:val="26"/>
      <w:lang w:val="es-ES" w:eastAsia="es-ES"/>
    </w:rPr>
  </w:style>
  <w:style w:type="paragraph" w:styleId="NormalWeb">
    <w:name w:val="Normal (Web)"/>
    <w:basedOn w:val="Normal"/>
    <w:uiPriority w:val="99"/>
    <w:rsid w:val="003E54BD"/>
    <w:pPr>
      <w:spacing w:before="100" w:beforeAutospacing="1" w:after="100" w:afterAutospacing="1"/>
    </w:pPr>
  </w:style>
  <w:style w:type="character" w:styleId="Hyperlink">
    <w:name w:val="Hyperlink"/>
    <w:basedOn w:val="DefaultParagraphFont"/>
    <w:uiPriority w:val="99"/>
    <w:rsid w:val="004E66BF"/>
    <w:rPr>
      <w:rFonts w:cs="Times New Roman"/>
      <w:color w:val="0000FF"/>
      <w:u w:val="single"/>
    </w:rPr>
  </w:style>
  <w:style w:type="character" w:styleId="FollowedHyperlink">
    <w:name w:val="FollowedHyperlink"/>
    <w:basedOn w:val="DefaultParagraphFont"/>
    <w:uiPriority w:val="99"/>
    <w:rsid w:val="00D655EB"/>
    <w:rPr>
      <w:rFonts w:cs="Times New Roman"/>
      <w:color w:val="800080"/>
      <w:u w:val="single"/>
    </w:rPr>
  </w:style>
  <w:style w:type="paragraph" w:customStyle="1" w:styleId="gmail-msonospacing">
    <w:name w:val="gmail-msonospacing"/>
    <w:basedOn w:val="Normal"/>
    <w:uiPriority w:val="99"/>
    <w:rsid w:val="00943A67"/>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divs>
    <w:div w:id="562527616">
      <w:marLeft w:val="0"/>
      <w:marRight w:val="0"/>
      <w:marTop w:val="0"/>
      <w:marBottom w:val="0"/>
      <w:divBdr>
        <w:top w:val="none" w:sz="0" w:space="0" w:color="auto"/>
        <w:left w:val="none" w:sz="0" w:space="0" w:color="auto"/>
        <w:bottom w:val="none" w:sz="0" w:space="0" w:color="auto"/>
        <w:right w:val="none" w:sz="0" w:space="0" w:color="auto"/>
      </w:divBdr>
      <w:divsChild>
        <w:div w:id="562527645">
          <w:marLeft w:val="0"/>
          <w:marRight w:val="0"/>
          <w:marTop w:val="0"/>
          <w:marBottom w:val="0"/>
          <w:divBdr>
            <w:top w:val="none" w:sz="0" w:space="0" w:color="auto"/>
            <w:left w:val="none" w:sz="0" w:space="0" w:color="auto"/>
            <w:bottom w:val="none" w:sz="0" w:space="0" w:color="auto"/>
            <w:right w:val="none" w:sz="0" w:space="0" w:color="auto"/>
          </w:divBdr>
          <w:divsChild>
            <w:div w:id="562527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2527620">
      <w:marLeft w:val="0"/>
      <w:marRight w:val="0"/>
      <w:marTop w:val="0"/>
      <w:marBottom w:val="0"/>
      <w:divBdr>
        <w:top w:val="none" w:sz="0" w:space="0" w:color="auto"/>
        <w:left w:val="none" w:sz="0" w:space="0" w:color="auto"/>
        <w:bottom w:val="none" w:sz="0" w:space="0" w:color="auto"/>
        <w:right w:val="none" w:sz="0" w:space="0" w:color="auto"/>
      </w:divBdr>
      <w:divsChild>
        <w:div w:id="562527624">
          <w:marLeft w:val="0"/>
          <w:marRight w:val="0"/>
          <w:marTop w:val="0"/>
          <w:marBottom w:val="0"/>
          <w:divBdr>
            <w:top w:val="none" w:sz="0" w:space="0" w:color="auto"/>
            <w:left w:val="none" w:sz="0" w:space="0" w:color="auto"/>
            <w:bottom w:val="none" w:sz="0" w:space="0" w:color="auto"/>
            <w:right w:val="none" w:sz="0" w:space="0" w:color="auto"/>
          </w:divBdr>
          <w:divsChild>
            <w:div w:id="562527609">
              <w:marLeft w:val="0"/>
              <w:marRight w:val="0"/>
              <w:marTop w:val="0"/>
              <w:marBottom w:val="0"/>
              <w:divBdr>
                <w:top w:val="none" w:sz="0" w:space="0" w:color="auto"/>
                <w:left w:val="none" w:sz="0" w:space="0" w:color="auto"/>
                <w:bottom w:val="none" w:sz="0" w:space="0" w:color="auto"/>
                <w:right w:val="none" w:sz="0" w:space="0" w:color="auto"/>
              </w:divBdr>
              <w:divsChild>
                <w:div w:id="562527629">
                  <w:marLeft w:val="0"/>
                  <w:marRight w:val="0"/>
                  <w:marTop w:val="0"/>
                  <w:marBottom w:val="0"/>
                  <w:divBdr>
                    <w:top w:val="none" w:sz="0" w:space="0" w:color="auto"/>
                    <w:left w:val="none" w:sz="0" w:space="0" w:color="auto"/>
                    <w:bottom w:val="none" w:sz="0" w:space="0" w:color="auto"/>
                    <w:right w:val="none" w:sz="0" w:space="0" w:color="auto"/>
                  </w:divBdr>
                  <w:divsChild>
                    <w:div w:id="562527604">
                      <w:marLeft w:val="0"/>
                      <w:marRight w:val="0"/>
                      <w:marTop w:val="0"/>
                      <w:marBottom w:val="0"/>
                      <w:divBdr>
                        <w:top w:val="none" w:sz="0" w:space="0" w:color="auto"/>
                        <w:left w:val="none" w:sz="0" w:space="0" w:color="auto"/>
                        <w:bottom w:val="none" w:sz="0" w:space="0" w:color="auto"/>
                        <w:right w:val="none" w:sz="0" w:space="0" w:color="auto"/>
                      </w:divBdr>
                      <w:divsChild>
                        <w:div w:id="562527597">
                          <w:marLeft w:val="0"/>
                          <w:marRight w:val="0"/>
                          <w:marTop w:val="0"/>
                          <w:marBottom w:val="0"/>
                          <w:divBdr>
                            <w:top w:val="none" w:sz="0" w:space="0" w:color="auto"/>
                            <w:left w:val="none" w:sz="0" w:space="0" w:color="auto"/>
                            <w:bottom w:val="none" w:sz="0" w:space="0" w:color="auto"/>
                            <w:right w:val="none" w:sz="0" w:space="0" w:color="auto"/>
                          </w:divBdr>
                        </w:div>
                        <w:div w:id="562527598">
                          <w:marLeft w:val="0"/>
                          <w:marRight w:val="0"/>
                          <w:marTop w:val="0"/>
                          <w:marBottom w:val="0"/>
                          <w:divBdr>
                            <w:top w:val="none" w:sz="0" w:space="0" w:color="auto"/>
                            <w:left w:val="none" w:sz="0" w:space="0" w:color="auto"/>
                            <w:bottom w:val="none" w:sz="0" w:space="0" w:color="auto"/>
                            <w:right w:val="none" w:sz="0" w:space="0" w:color="auto"/>
                          </w:divBdr>
                        </w:div>
                        <w:div w:id="562527599">
                          <w:marLeft w:val="0"/>
                          <w:marRight w:val="0"/>
                          <w:marTop w:val="0"/>
                          <w:marBottom w:val="0"/>
                          <w:divBdr>
                            <w:top w:val="none" w:sz="0" w:space="0" w:color="auto"/>
                            <w:left w:val="none" w:sz="0" w:space="0" w:color="auto"/>
                            <w:bottom w:val="none" w:sz="0" w:space="0" w:color="auto"/>
                            <w:right w:val="none" w:sz="0" w:space="0" w:color="auto"/>
                          </w:divBdr>
                        </w:div>
                        <w:div w:id="562527600">
                          <w:marLeft w:val="0"/>
                          <w:marRight w:val="0"/>
                          <w:marTop w:val="0"/>
                          <w:marBottom w:val="0"/>
                          <w:divBdr>
                            <w:top w:val="none" w:sz="0" w:space="0" w:color="auto"/>
                            <w:left w:val="none" w:sz="0" w:space="0" w:color="auto"/>
                            <w:bottom w:val="none" w:sz="0" w:space="0" w:color="auto"/>
                            <w:right w:val="none" w:sz="0" w:space="0" w:color="auto"/>
                          </w:divBdr>
                        </w:div>
                        <w:div w:id="562527601">
                          <w:marLeft w:val="0"/>
                          <w:marRight w:val="0"/>
                          <w:marTop w:val="0"/>
                          <w:marBottom w:val="0"/>
                          <w:divBdr>
                            <w:top w:val="none" w:sz="0" w:space="0" w:color="auto"/>
                            <w:left w:val="none" w:sz="0" w:space="0" w:color="auto"/>
                            <w:bottom w:val="none" w:sz="0" w:space="0" w:color="auto"/>
                            <w:right w:val="none" w:sz="0" w:space="0" w:color="auto"/>
                          </w:divBdr>
                        </w:div>
                        <w:div w:id="562527602">
                          <w:marLeft w:val="0"/>
                          <w:marRight w:val="0"/>
                          <w:marTop w:val="0"/>
                          <w:marBottom w:val="0"/>
                          <w:divBdr>
                            <w:top w:val="none" w:sz="0" w:space="0" w:color="auto"/>
                            <w:left w:val="none" w:sz="0" w:space="0" w:color="auto"/>
                            <w:bottom w:val="none" w:sz="0" w:space="0" w:color="auto"/>
                            <w:right w:val="none" w:sz="0" w:space="0" w:color="auto"/>
                          </w:divBdr>
                        </w:div>
                        <w:div w:id="562527603">
                          <w:marLeft w:val="0"/>
                          <w:marRight w:val="0"/>
                          <w:marTop w:val="0"/>
                          <w:marBottom w:val="0"/>
                          <w:divBdr>
                            <w:top w:val="none" w:sz="0" w:space="0" w:color="auto"/>
                            <w:left w:val="none" w:sz="0" w:space="0" w:color="auto"/>
                            <w:bottom w:val="none" w:sz="0" w:space="0" w:color="auto"/>
                            <w:right w:val="none" w:sz="0" w:space="0" w:color="auto"/>
                          </w:divBdr>
                        </w:div>
                        <w:div w:id="562527605">
                          <w:marLeft w:val="0"/>
                          <w:marRight w:val="0"/>
                          <w:marTop w:val="0"/>
                          <w:marBottom w:val="0"/>
                          <w:divBdr>
                            <w:top w:val="none" w:sz="0" w:space="0" w:color="auto"/>
                            <w:left w:val="none" w:sz="0" w:space="0" w:color="auto"/>
                            <w:bottom w:val="none" w:sz="0" w:space="0" w:color="auto"/>
                            <w:right w:val="none" w:sz="0" w:space="0" w:color="auto"/>
                          </w:divBdr>
                        </w:div>
                        <w:div w:id="562527606">
                          <w:marLeft w:val="0"/>
                          <w:marRight w:val="0"/>
                          <w:marTop w:val="0"/>
                          <w:marBottom w:val="0"/>
                          <w:divBdr>
                            <w:top w:val="none" w:sz="0" w:space="0" w:color="auto"/>
                            <w:left w:val="none" w:sz="0" w:space="0" w:color="auto"/>
                            <w:bottom w:val="none" w:sz="0" w:space="0" w:color="auto"/>
                            <w:right w:val="none" w:sz="0" w:space="0" w:color="auto"/>
                          </w:divBdr>
                        </w:div>
                        <w:div w:id="562527607">
                          <w:marLeft w:val="0"/>
                          <w:marRight w:val="0"/>
                          <w:marTop w:val="0"/>
                          <w:marBottom w:val="0"/>
                          <w:divBdr>
                            <w:top w:val="none" w:sz="0" w:space="0" w:color="auto"/>
                            <w:left w:val="none" w:sz="0" w:space="0" w:color="auto"/>
                            <w:bottom w:val="none" w:sz="0" w:space="0" w:color="auto"/>
                            <w:right w:val="none" w:sz="0" w:space="0" w:color="auto"/>
                          </w:divBdr>
                        </w:div>
                        <w:div w:id="562527608">
                          <w:marLeft w:val="0"/>
                          <w:marRight w:val="0"/>
                          <w:marTop w:val="0"/>
                          <w:marBottom w:val="0"/>
                          <w:divBdr>
                            <w:top w:val="none" w:sz="0" w:space="0" w:color="auto"/>
                            <w:left w:val="none" w:sz="0" w:space="0" w:color="auto"/>
                            <w:bottom w:val="none" w:sz="0" w:space="0" w:color="auto"/>
                            <w:right w:val="none" w:sz="0" w:space="0" w:color="auto"/>
                          </w:divBdr>
                        </w:div>
                        <w:div w:id="562527610">
                          <w:marLeft w:val="0"/>
                          <w:marRight w:val="0"/>
                          <w:marTop w:val="0"/>
                          <w:marBottom w:val="0"/>
                          <w:divBdr>
                            <w:top w:val="none" w:sz="0" w:space="0" w:color="auto"/>
                            <w:left w:val="none" w:sz="0" w:space="0" w:color="auto"/>
                            <w:bottom w:val="none" w:sz="0" w:space="0" w:color="auto"/>
                            <w:right w:val="none" w:sz="0" w:space="0" w:color="auto"/>
                          </w:divBdr>
                        </w:div>
                        <w:div w:id="562527611">
                          <w:marLeft w:val="0"/>
                          <w:marRight w:val="0"/>
                          <w:marTop w:val="0"/>
                          <w:marBottom w:val="0"/>
                          <w:divBdr>
                            <w:top w:val="none" w:sz="0" w:space="0" w:color="auto"/>
                            <w:left w:val="none" w:sz="0" w:space="0" w:color="auto"/>
                            <w:bottom w:val="none" w:sz="0" w:space="0" w:color="auto"/>
                            <w:right w:val="none" w:sz="0" w:space="0" w:color="auto"/>
                          </w:divBdr>
                        </w:div>
                        <w:div w:id="562527612">
                          <w:marLeft w:val="360"/>
                          <w:marRight w:val="0"/>
                          <w:marTop w:val="0"/>
                          <w:marBottom w:val="0"/>
                          <w:divBdr>
                            <w:top w:val="none" w:sz="0" w:space="0" w:color="auto"/>
                            <w:left w:val="none" w:sz="0" w:space="0" w:color="auto"/>
                            <w:bottom w:val="none" w:sz="0" w:space="0" w:color="auto"/>
                            <w:right w:val="none" w:sz="0" w:space="0" w:color="auto"/>
                          </w:divBdr>
                        </w:div>
                        <w:div w:id="562527613">
                          <w:marLeft w:val="0"/>
                          <w:marRight w:val="0"/>
                          <w:marTop w:val="0"/>
                          <w:marBottom w:val="0"/>
                          <w:divBdr>
                            <w:top w:val="none" w:sz="0" w:space="0" w:color="auto"/>
                            <w:left w:val="none" w:sz="0" w:space="0" w:color="auto"/>
                            <w:bottom w:val="none" w:sz="0" w:space="0" w:color="auto"/>
                            <w:right w:val="none" w:sz="0" w:space="0" w:color="auto"/>
                          </w:divBdr>
                        </w:div>
                        <w:div w:id="562527614">
                          <w:marLeft w:val="0"/>
                          <w:marRight w:val="0"/>
                          <w:marTop w:val="0"/>
                          <w:marBottom w:val="0"/>
                          <w:divBdr>
                            <w:top w:val="none" w:sz="0" w:space="0" w:color="auto"/>
                            <w:left w:val="none" w:sz="0" w:space="0" w:color="auto"/>
                            <w:bottom w:val="none" w:sz="0" w:space="0" w:color="auto"/>
                            <w:right w:val="none" w:sz="0" w:space="0" w:color="auto"/>
                          </w:divBdr>
                        </w:div>
                        <w:div w:id="562527615">
                          <w:marLeft w:val="0"/>
                          <w:marRight w:val="0"/>
                          <w:marTop w:val="0"/>
                          <w:marBottom w:val="0"/>
                          <w:divBdr>
                            <w:top w:val="none" w:sz="0" w:space="0" w:color="auto"/>
                            <w:left w:val="none" w:sz="0" w:space="0" w:color="auto"/>
                            <w:bottom w:val="none" w:sz="0" w:space="0" w:color="auto"/>
                            <w:right w:val="none" w:sz="0" w:space="0" w:color="auto"/>
                          </w:divBdr>
                        </w:div>
                        <w:div w:id="562527617">
                          <w:marLeft w:val="0"/>
                          <w:marRight w:val="0"/>
                          <w:marTop w:val="0"/>
                          <w:marBottom w:val="0"/>
                          <w:divBdr>
                            <w:top w:val="none" w:sz="0" w:space="0" w:color="auto"/>
                            <w:left w:val="none" w:sz="0" w:space="0" w:color="auto"/>
                            <w:bottom w:val="none" w:sz="0" w:space="0" w:color="auto"/>
                            <w:right w:val="none" w:sz="0" w:space="0" w:color="auto"/>
                          </w:divBdr>
                        </w:div>
                        <w:div w:id="562527618">
                          <w:marLeft w:val="0"/>
                          <w:marRight w:val="0"/>
                          <w:marTop w:val="0"/>
                          <w:marBottom w:val="0"/>
                          <w:divBdr>
                            <w:top w:val="none" w:sz="0" w:space="0" w:color="auto"/>
                            <w:left w:val="none" w:sz="0" w:space="0" w:color="auto"/>
                            <w:bottom w:val="none" w:sz="0" w:space="0" w:color="auto"/>
                            <w:right w:val="none" w:sz="0" w:space="0" w:color="auto"/>
                          </w:divBdr>
                        </w:div>
                        <w:div w:id="562527619">
                          <w:marLeft w:val="0"/>
                          <w:marRight w:val="0"/>
                          <w:marTop w:val="0"/>
                          <w:marBottom w:val="0"/>
                          <w:divBdr>
                            <w:top w:val="none" w:sz="0" w:space="0" w:color="auto"/>
                            <w:left w:val="none" w:sz="0" w:space="0" w:color="auto"/>
                            <w:bottom w:val="none" w:sz="0" w:space="0" w:color="auto"/>
                            <w:right w:val="none" w:sz="0" w:space="0" w:color="auto"/>
                          </w:divBdr>
                        </w:div>
                        <w:div w:id="562527621">
                          <w:marLeft w:val="0"/>
                          <w:marRight w:val="0"/>
                          <w:marTop w:val="0"/>
                          <w:marBottom w:val="0"/>
                          <w:divBdr>
                            <w:top w:val="none" w:sz="0" w:space="0" w:color="auto"/>
                            <w:left w:val="none" w:sz="0" w:space="0" w:color="auto"/>
                            <w:bottom w:val="none" w:sz="0" w:space="0" w:color="auto"/>
                            <w:right w:val="none" w:sz="0" w:space="0" w:color="auto"/>
                          </w:divBdr>
                        </w:div>
                        <w:div w:id="562527622">
                          <w:marLeft w:val="0"/>
                          <w:marRight w:val="0"/>
                          <w:marTop w:val="0"/>
                          <w:marBottom w:val="0"/>
                          <w:divBdr>
                            <w:top w:val="none" w:sz="0" w:space="0" w:color="auto"/>
                            <w:left w:val="none" w:sz="0" w:space="0" w:color="auto"/>
                            <w:bottom w:val="none" w:sz="0" w:space="0" w:color="auto"/>
                            <w:right w:val="none" w:sz="0" w:space="0" w:color="auto"/>
                          </w:divBdr>
                        </w:div>
                        <w:div w:id="562527623">
                          <w:marLeft w:val="0"/>
                          <w:marRight w:val="0"/>
                          <w:marTop w:val="0"/>
                          <w:marBottom w:val="0"/>
                          <w:divBdr>
                            <w:top w:val="none" w:sz="0" w:space="0" w:color="auto"/>
                            <w:left w:val="none" w:sz="0" w:space="0" w:color="auto"/>
                            <w:bottom w:val="none" w:sz="0" w:space="0" w:color="auto"/>
                            <w:right w:val="none" w:sz="0" w:space="0" w:color="auto"/>
                          </w:divBdr>
                        </w:div>
                        <w:div w:id="562527625">
                          <w:marLeft w:val="0"/>
                          <w:marRight w:val="0"/>
                          <w:marTop w:val="0"/>
                          <w:marBottom w:val="0"/>
                          <w:divBdr>
                            <w:top w:val="none" w:sz="0" w:space="0" w:color="auto"/>
                            <w:left w:val="none" w:sz="0" w:space="0" w:color="auto"/>
                            <w:bottom w:val="none" w:sz="0" w:space="0" w:color="auto"/>
                            <w:right w:val="none" w:sz="0" w:space="0" w:color="auto"/>
                          </w:divBdr>
                        </w:div>
                        <w:div w:id="562527626">
                          <w:marLeft w:val="0"/>
                          <w:marRight w:val="0"/>
                          <w:marTop w:val="0"/>
                          <w:marBottom w:val="0"/>
                          <w:divBdr>
                            <w:top w:val="none" w:sz="0" w:space="0" w:color="auto"/>
                            <w:left w:val="none" w:sz="0" w:space="0" w:color="auto"/>
                            <w:bottom w:val="none" w:sz="0" w:space="0" w:color="auto"/>
                            <w:right w:val="none" w:sz="0" w:space="0" w:color="auto"/>
                          </w:divBdr>
                        </w:div>
                        <w:div w:id="562527627">
                          <w:marLeft w:val="0"/>
                          <w:marRight w:val="0"/>
                          <w:marTop w:val="0"/>
                          <w:marBottom w:val="0"/>
                          <w:divBdr>
                            <w:top w:val="none" w:sz="0" w:space="0" w:color="auto"/>
                            <w:left w:val="none" w:sz="0" w:space="0" w:color="auto"/>
                            <w:bottom w:val="none" w:sz="0" w:space="0" w:color="auto"/>
                            <w:right w:val="none" w:sz="0" w:space="0" w:color="auto"/>
                          </w:divBdr>
                        </w:div>
                        <w:div w:id="562527628">
                          <w:marLeft w:val="0"/>
                          <w:marRight w:val="0"/>
                          <w:marTop w:val="0"/>
                          <w:marBottom w:val="0"/>
                          <w:divBdr>
                            <w:top w:val="none" w:sz="0" w:space="0" w:color="auto"/>
                            <w:left w:val="none" w:sz="0" w:space="0" w:color="auto"/>
                            <w:bottom w:val="none" w:sz="0" w:space="0" w:color="auto"/>
                            <w:right w:val="none" w:sz="0" w:space="0" w:color="auto"/>
                          </w:divBdr>
                        </w:div>
                        <w:div w:id="562527630">
                          <w:marLeft w:val="0"/>
                          <w:marRight w:val="0"/>
                          <w:marTop w:val="0"/>
                          <w:marBottom w:val="0"/>
                          <w:divBdr>
                            <w:top w:val="none" w:sz="0" w:space="0" w:color="auto"/>
                            <w:left w:val="none" w:sz="0" w:space="0" w:color="auto"/>
                            <w:bottom w:val="none" w:sz="0" w:space="0" w:color="auto"/>
                            <w:right w:val="none" w:sz="0" w:space="0" w:color="auto"/>
                          </w:divBdr>
                        </w:div>
                        <w:div w:id="562527631">
                          <w:marLeft w:val="0"/>
                          <w:marRight w:val="0"/>
                          <w:marTop w:val="0"/>
                          <w:marBottom w:val="0"/>
                          <w:divBdr>
                            <w:top w:val="none" w:sz="0" w:space="0" w:color="auto"/>
                            <w:left w:val="none" w:sz="0" w:space="0" w:color="auto"/>
                            <w:bottom w:val="none" w:sz="0" w:space="0" w:color="auto"/>
                            <w:right w:val="none" w:sz="0" w:space="0" w:color="auto"/>
                          </w:divBdr>
                        </w:div>
                        <w:div w:id="562527632">
                          <w:marLeft w:val="0"/>
                          <w:marRight w:val="0"/>
                          <w:marTop w:val="0"/>
                          <w:marBottom w:val="0"/>
                          <w:divBdr>
                            <w:top w:val="none" w:sz="0" w:space="0" w:color="auto"/>
                            <w:left w:val="none" w:sz="0" w:space="0" w:color="auto"/>
                            <w:bottom w:val="none" w:sz="0" w:space="0" w:color="auto"/>
                            <w:right w:val="none" w:sz="0" w:space="0" w:color="auto"/>
                          </w:divBdr>
                        </w:div>
                        <w:div w:id="562527633">
                          <w:marLeft w:val="0"/>
                          <w:marRight w:val="0"/>
                          <w:marTop w:val="0"/>
                          <w:marBottom w:val="0"/>
                          <w:divBdr>
                            <w:top w:val="none" w:sz="0" w:space="0" w:color="auto"/>
                            <w:left w:val="none" w:sz="0" w:space="0" w:color="auto"/>
                            <w:bottom w:val="none" w:sz="0" w:space="0" w:color="auto"/>
                            <w:right w:val="none" w:sz="0" w:space="0" w:color="auto"/>
                          </w:divBdr>
                        </w:div>
                        <w:div w:id="562527634">
                          <w:marLeft w:val="0"/>
                          <w:marRight w:val="0"/>
                          <w:marTop w:val="0"/>
                          <w:marBottom w:val="0"/>
                          <w:divBdr>
                            <w:top w:val="none" w:sz="0" w:space="0" w:color="auto"/>
                            <w:left w:val="none" w:sz="0" w:space="0" w:color="auto"/>
                            <w:bottom w:val="none" w:sz="0" w:space="0" w:color="auto"/>
                            <w:right w:val="none" w:sz="0" w:space="0" w:color="auto"/>
                          </w:divBdr>
                        </w:div>
                        <w:div w:id="562527635">
                          <w:marLeft w:val="0"/>
                          <w:marRight w:val="0"/>
                          <w:marTop w:val="0"/>
                          <w:marBottom w:val="0"/>
                          <w:divBdr>
                            <w:top w:val="none" w:sz="0" w:space="0" w:color="auto"/>
                            <w:left w:val="none" w:sz="0" w:space="0" w:color="auto"/>
                            <w:bottom w:val="none" w:sz="0" w:space="0" w:color="auto"/>
                            <w:right w:val="none" w:sz="0" w:space="0" w:color="auto"/>
                          </w:divBdr>
                        </w:div>
                        <w:div w:id="562527636">
                          <w:marLeft w:val="0"/>
                          <w:marRight w:val="0"/>
                          <w:marTop w:val="0"/>
                          <w:marBottom w:val="0"/>
                          <w:divBdr>
                            <w:top w:val="none" w:sz="0" w:space="0" w:color="auto"/>
                            <w:left w:val="none" w:sz="0" w:space="0" w:color="auto"/>
                            <w:bottom w:val="none" w:sz="0" w:space="0" w:color="auto"/>
                            <w:right w:val="none" w:sz="0" w:space="0" w:color="auto"/>
                          </w:divBdr>
                        </w:div>
                        <w:div w:id="562527637">
                          <w:marLeft w:val="0"/>
                          <w:marRight w:val="0"/>
                          <w:marTop w:val="0"/>
                          <w:marBottom w:val="0"/>
                          <w:divBdr>
                            <w:top w:val="none" w:sz="0" w:space="0" w:color="auto"/>
                            <w:left w:val="none" w:sz="0" w:space="0" w:color="auto"/>
                            <w:bottom w:val="none" w:sz="0" w:space="0" w:color="auto"/>
                            <w:right w:val="none" w:sz="0" w:space="0" w:color="auto"/>
                          </w:divBdr>
                        </w:div>
                        <w:div w:id="562527638">
                          <w:marLeft w:val="0"/>
                          <w:marRight w:val="0"/>
                          <w:marTop w:val="0"/>
                          <w:marBottom w:val="0"/>
                          <w:divBdr>
                            <w:top w:val="none" w:sz="0" w:space="0" w:color="auto"/>
                            <w:left w:val="none" w:sz="0" w:space="0" w:color="auto"/>
                            <w:bottom w:val="none" w:sz="0" w:space="0" w:color="auto"/>
                            <w:right w:val="none" w:sz="0" w:space="0" w:color="auto"/>
                          </w:divBdr>
                        </w:div>
                        <w:div w:id="562527639">
                          <w:marLeft w:val="0"/>
                          <w:marRight w:val="0"/>
                          <w:marTop w:val="0"/>
                          <w:marBottom w:val="0"/>
                          <w:divBdr>
                            <w:top w:val="none" w:sz="0" w:space="0" w:color="auto"/>
                            <w:left w:val="none" w:sz="0" w:space="0" w:color="auto"/>
                            <w:bottom w:val="none" w:sz="0" w:space="0" w:color="auto"/>
                            <w:right w:val="none" w:sz="0" w:space="0" w:color="auto"/>
                          </w:divBdr>
                        </w:div>
                        <w:div w:id="562527640">
                          <w:marLeft w:val="0"/>
                          <w:marRight w:val="0"/>
                          <w:marTop w:val="0"/>
                          <w:marBottom w:val="0"/>
                          <w:divBdr>
                            <w:top w:val="none" w:sz="0" w:space="0" w:color="auto"/>
                            <w:left w:val="none" w:sz="0" w:space="0" w:color="auto"/>
                            <w:bottom w:val="none" w:sz="0" w:space="0" w:color="auto"/>
                            <w:right w:val="none" w:sz="0" w:space="0" w:color="auto"/>
                          </w:divBdr>
                        </w:div>
                        <w:div w:id="562527641">
                          <w:marLeft w:val="0"/>
                          <w:marRight w:val="0"/>
                          <w:marTop w:val="0"/>
                          <w:marBottom w:val="0"/>
                          <w:divBdr>
                            <w:top w:val="none" w:sz="0" w:space="0" w:color="auto"/>
                            <w:left w:val="none" w:sz="0" w:space="0" w:color="auto"/>
                            <w:bottom w:val="none" w:sz="0" w:space="0" w:color="auto"/>
                            <w:right w:val="none" w:sz="0" w:space="0" w:color="auto"/>
                          </w:divBdr>
                        </w:div>
                        <w:div w:id="562527642">
                          <w:marLeft w:val="0"/>
                          <w:marRight w:val="0"/>
                          <w:marTop w:val="0"/>
                          <w:marBottom w:val="0"/>
                          <w:divBdr>
                            <w:top w:val="none" w:sz="0" w:space="0" w:color="auto"/>
                            <w:left w:val="none" w:sz="0" w:space="0" w:color="auto"/>
                            <w:bottom w:val="none" w:sz="0" w:space="0" w:color="auto"/>
                            <w:right w:val="none" w:sz="0" w:space="0" w:color="auto"/>
                          </w:divBdr>
                        </w:div>
                        <w:div w:id="562527643">
                          <w:marLeft w:val="0"/>
                          <w:marRight w:val="0"/>
                          <w:marTop w:val="0"/>
                          <w:marBottom w:val="0"/>
                          <w:divBdr>
                            <w:top w:val="none" w:sz="0" w:space="0" w:color="auto"/>
                            <w:left w:val="none" w:sz="0" w:space="0" w:color="auto"/>
                            <w:bottom w:val="none" w:sz="0" w:space="0" w:color="auto"/>
                            <w:right w:val="none" w:sz="0" w:space="0" w:color="auto"/>
                          </w:divBdr>
                        </w:div>
                        <w:div w:id="562527646">
                          <w:marLeft w:val="0"/>
                          <w:marRight w:val="0"/>
                          <w:marTop w:val="0"/>
                          <w:marBottom w:val="0"/>
                          <w:divBdr>
                            <w:top w:val="none" w:sz="0" w:space="0" w:color="auto"/>
                            <w:left w:val="none" w:sz="0" w:space="0" w:color="auto"/>
                            <w:bottom w:val="none" w:sz="0" w:space="0" w:color="auto"/>
                            <w:right w:val="none" w:sz="0" w:space="0" w:color="auto"/>
                          </w:divBdr>
                        </w:div>
                        <w:div w:id="562527647">
                          <w:marLeft w:val="0"/>
                          <w:marRight w:val="0"/>
                          <w:marTop w:val="0"/>
                          <w:marBottom w:val="0"/>
                          <w:divBdr>
                            <w:top w:val="none" w:sz="0" w:space="0" w:color="auto"/>
                            <w:left w:val="none" w:sz="0" w:space="0" w:color="auto"/>
                            <w:bottom w:val="none" w:sz="0" w:space="0" w:color="auto"/>
                            <w:right w:val="none" w:sz="0" w:space="0" w:color="auto"/>
                          </w:divBdr>
                        </w:div>
                        <w:div w:id="562527648">
                          <w:marLeft w:val="0"/>
                          <w:marRight w:val="0"/>
                          <w:marTop w:val="0"/>
                          <w:marBottom w:val="0"/>
                          <w:divBdr>
                            <w:top w:val="none" w:sz="0" w:space="0" w:color="auto"/>
                            <w:left w:val="none" w:sz="0" w:space="0" w:color="auto"/>
                            <w:bottom w:val="none" w:sz="0" w:space="0" w:color="auto"/>
                            <w:right w:val="none" w:sz="0" w:space="0" w:color="auto"/>
                          </w:divBdr>
                        </w:div>
                        <w:div w:id="562527649">
                          <w:marLeft w:val="0"/>
                          <w:marRight w:val="0"/>
                          <w:marTop w:val="0"/>
                          <w:marBottom w:val="0"/>
                          <w:divBdr>
                            <w:top w:val="none" w:sz="0" w:space="0" w:color="auto"/>
                            <w:left w:val="none" w:sz="0" w:space="0" w:color="auto"/>
                            <w:bottom w:val="none" w:sz="0" w:space="0" w:color="auto"/>
                            <w:right w:val="none" w:sz="0" w:space="0" w:color="auto"/>
                          </w:divBdr>
                        </w:div>
                        <w:div w:id="562527650">
                          <w:marLeft w:val="360"/>
                          <w:marRight w:val="0"/>
                          <w:marTop w:val="0"/>
                          <w:marBottom w:val="0"/>
                          <w:divBdr>
                            <w:top w:val="none" w:sz="0" w:space="0" w:color="auto"/>
                            <w:left w:val="none" w:sz="0" w:space="0" w:color="auto"/>
                            <w:bottom w:val="none" w:sz="0" w:space="0" w:color="auto"/>
                            <w:right w:val="none" w:sz="0" w:space="0" w:color="auto"/>
                          </w:divBdr>
                        </w:div>
                        <w:div w:id="562527651">
                          <w:marLeft w:val="0"/>
                          <w:marRight w:val="0"/>
                          <w:marTop w:val="0"/>
                          <w:marBottom w:val="0"/>
                          <w:divBdr>
                            <w:top w:val="none" w:sz="0" w:space="0" w:color="auto"/>
                            <w:left w:val="none" w:sz="0" w:space="0" w:color="auto"/>
                            <w:bottom w:val="none" w:sz="0" w:space="0" w:color="auto"/>
                            <w:right w:val="none" w:sz="0" w:space="0" w:color="auto"/>
                          </w:divBdr>
                        </w:div>
                        <w:div w:id="562527652">
                          <w:marLeft w:val="0"/>
                          <w:marRight w:val="0"/>
                          <w:marTop w:val="0"/>
                          <w:marBottom w:val="0"/>
                          <w:divBdr>
                            <w:top w:val="none" w:sz="0" w:space="0" w:color="auto"/>
                            <w:left w:val="none" w:sz="0" w:space="0" w:color="auto"/>
                            <w:bottom w:val="none" w:sz="0" w:space="0" w:color="auto"/>
                            <w:right w:val="none" w:sz="0" w:space="0" w:color="auto"/>
                          </w:divBdr>
                        </w:div>
                        <w:div w:id="562527654">
                          <w:marLeft w:val="0"/>
                          <w:marRight w:val="0"/>
                          <w:marTop w:val="0"/>
                          <w:marBottom w:val="0"/>
                          <w:divBdr>
                            <w:top w:val="none" w:sz="0" w:space="0" w:color="auto"/>
                            <w:left w:val="none" w:sz="0" w:space="0" w:color="auto"/>
                            <w:bottom w:val="none" w:sz="0" w:space="0" w:color="auto"/>
                            <w:right w:val="none" w:sz="0" w:space="0" w:color="auto"/>
                          </w:divBdr>
                        </w:div>
                        <w:div w:id="562527655">
                          <w:marLeft w:val="0"/>
                          <w:marRight w:val="0"/>
                          <w:marTop w:val="0"/>
                          <w:marBottom w:val="0"/>
                          <w:divBdr>
                            <w:top w:val="none" w:sz="0" w:space="0" w:color="auto"/>
                            <w:left w:val="none" w:sz="0" w:space="0" w:color="auto"/>
                            <w:bottom w:val="none" w:sz="0" w:space="0" w:color="auto"/>
                            <w:right w:val="none" w:sz="0" w:space="0" w:color="auto"/>
                          </w:divBdr>
                        </w:div>
                        <w:div w:id="562527656">
                          <w:marLeft w:val="0"/>
                          <w:marRight w:val="0"/>
                          <w:marTop w:val="0"/>
                          <w:marBottom w:val="0"/>
                          <w:divBdr>
                            <w:top w:val="none" w:sz="0" w:space="0" w:color="auto"/>
                            <w:left w:val="none" w:sz="0" w:space="0" w:color="auto"/>
                            <w:bottom w:val="none" w:sz="0" w:space="0" w:color="auto"/>
                            <w:right w:val="none" w:sz="0" w:space="0" w:color="auto"/>
                          </w:divBdr>
                        </w:div>
                        <w:div w:id="562527657">
                          <w:marLeft w:val="0"/>
                          <w:marRight w:val="0"/>
                          <w:marTop w:val="0"/>
                          <w:marBottom w:val="0"/>
                          <w:divBdr>
                            <w:top w:val="none" w:sz="0" w:space="0" w:color="auto"/>
                            <w:left w:val="none" w:sz="0" w:space="0" w:color="auto"/>
                            <w:bottom w:val="none" w:sz="0" w:space="0" w:color="auto"/>
                            <w:right w:val="none" w:sz="0" w:space="0" w:color="auto"/>
                          </w:divBdr>
                        </w:div>
                        <w:div w:id="562527658">
                          <w:marLeft w:val="0"/>
                          <w:marRight w:val="0"/>
                          <w:marTop w:val="0"/>
                          <w:marBottom w:val="0"/>
                          <w:divBdr>
                            <w:top w:val="none" w:sz="0" w:space="0" w:color="auto"/>
                            <w:left w:val="none" w:sz="0" w:space="0" w:color="auto"/>
                            <w:bottom w:val="none" w:sz="0" w:space="0" w:color="auto"/>
                            <w:right w:val="none" w:sz="0" w:space="0" w:color="auto"/>
                          </w:divBdr>
                        </w:div>
                        <w:div w:id="562527659">
                          <w:marLeft w:val="0"/>
                          <w:marRight w:val="0"/>
                          <w:marTop w:val="0"/>
                          <w:marBottom w:val="0"/>
                          <w:divBdr>
                            <w:top w:val="none" w:sz="0" w:space="0" w:color="auto"/>
                            <w:left w:val="none" w:sz="0" w:space="0" w:color="auto"/>
                            <w:bottom w:val="none" w:sz="0" w:space="0" w:color="auto"/>
                            <w:right w:val="none" w:sz="0" w:space="0" w:color="auto"/>
                          </w:divBdr>
                        </w:div>
                        <w:div w:id="562527660">
                          <w:marLeft w:val="0"/>
                          <w:marRight w:val="0"/>
                          <w:marTop w:val="0"/>
                          <w:marBottom w:val="0"/>
                          <w:divBdr>
                            <w:top w:val="none" w:sz="0" w:space="0" w:color="auto"/>
                            <w:left w:val="none" w:sz="0" w:space="0" w:color="auto"/>
                            <w:bottom w:val="none" w:sz="0" w:space="0" w:color="auto"/>
                            <w:right w:val="none" w:sz="0" w:space="0" w:color="auto"/>
                          </w:divBdr>
                        </w:div>
                        <w:div w:id="562527661">
                          <w:marLeft w:val="0"/>
                          <w:marRight w:val="0"/>
                          <w:marTop w:val="0"/>
                          <w:marBottom w:val="0"/>
                          <w:divBdr>
                            <w:top w:val="none" w:sz="0" w:space="0" w:color="auto"/>
                            <w:left w:val="none" w:sz="0" w:space="0" w:color="auto"/>
                            <w:bottom w:val="none" w:sz="0" w:space="0" w:color="auto"/>
                            <w:right w:val="none" w:sz="0" w:space="0" w:color="auto"/>
                          </w:divBdr>
                        </w:div>
                        <w:div w:id="562527662">
                          <w:marLeft w:val="0"/>
                          <w:marRight w:val="0"/>
                          <w:marTop w:val="0"/>
                          <w:marBottom w:val="0"/>
                          <w:divBdr>
                            <w:top w:val="none" w:sz="0" w:space="0" w:color="auto"/>
                            <w:left w:val="none" w:sz="0" w:space="0" w:color="auto"/>
                            <w:bottom w:val="none" w:sz="0" w:space="0" w:color="auto"/>
                            <w:right w:val="none" w:sz="0" w:space="0" w:color="auto"/>
                          </w:divBdr>
                        </w:div>
                        <w:div w:id="562527663">
                          <w:marLeft w:val="0"/>
                          <w:marRight w:val="0"/>
                          <w:marTop w:val="0"/>
                          <w:marBottom w:val="0"/>
                          <w:divBdr>
                            <w:top w:val="none" w:sz="0" w:space="0" w:color="auto"/>
                            <w:left w:val="none" w:sz="0" w:space="0" w:color="auto"/>
                            <w:bottom w:val="none" w:sz="0" w:space="0" w:color="auto"/>
                            <w:right w:val="none" w:sz="0" w:space="0" w:color="auto"/>
                          </w:divBdr>
                        </w:div>
                        <w:div w:id="562527664">
                          <w:marLeft w:val="0"/>
                          <w:marRight w:val="0"/>
                          <w:marTop w:val="0"/>
                          <w:marBottom w:val="0"/>
                          <w:divBdr>
                            <w:top w:val="none" w:sz="0" w:space="0" w:color="auto"/>
                            <w:left w:val="none" w:sz="0" w:space="0" w:color="auto"/>
                            <w:bottom w:val="none" w:sz="0" w:space="0" w:color="auto"/>
                            <w:right w:val="none" w:sz="0" w:space="0" w:color="auto"/>
                          </w:divBdr>
                        </w:div>
                        <w:div w:id="562527665">
                          <w:marLeft w:val="360"/>
                          <w:marRight w:val="0"/>
                          <w:marTop w:val="0"/>
                          <w:marBottom w:val="0"/>
                          <w:divBdr>
                            <w:top w:val="none" w:sz="0" w:space="0" w:color="auto"/>
                            <w:left w:val="none" w:sz="0" w:space="0" w:color="auto"/>
                            <w:bottom w:val="none" w:sz="0" w:space="0" w:color="auto"/>
                            <w:right w:val="none" w:sz="0" w:space="0" w:color="auto"/>
                          </w:divBdr>
                        </w:div>
                        <w:div w:id="562527666">
                          <w:marLeft w:val="0"/>
                          <w:marRight w:val="0"/>
                          <w:marTop w:val="0"/>
                          <w:marBottom w:val="0"/>
                          <w:divBdr>
                            <w:top w:val="none" w:sz="0" w:space="0" w:color="auto"/>
                            <w:left w:val="none" w:sz="0" w:space="0" w:color="auto"/>
                            <w:bottom w:val="none" w:sz="0" w:space="0" w:color="auto"/>
                            <w:right w:val="none" w:sz="0" w:space="0" w:color="auto"/>
                          </w:divBdr>
                        </w:div>
                        <w:div w:id="562527667">
                          <w:marLeft w:val="0"/>
                          <w:marRight w:val="0"/>
                          <w:marTop w:val="0"/>
                          <w:marBottom w:val="0"/>
                          <w:divBdr>
                            <w:top w:val="none" w:sz="0" w:space="0" w:color="auto"/>
                            <w:left w:val="none" w:sz="0" w:space="0" w:color="auto"/>
                            <w:bottom w:val="none" w:sz="0" w:space="0" w:color="auto"/>
                            <w:right w:val="none" w:sz="0" w:space="0" w:color="auto"/>
                          </w:divBdr>
                        </w:div>
                        <w:div w:id="562527668">
                          <w:marLeft w:val="0"/>
                          <w:marRight w:val="0"/>
                          <w:marTop w:val="0"/>
                          <w:marBottom w:val="0"/>
                          <w:divBdr>
                            <w:top w:val="none" w:sz="0" w:space="0" w:color="auto"/>
                            <w:left w:val="none" w:sz="0" w:space="0" w:color="auto"/>
                            <w:bottom w:val="none" w:sz="0" w:space="0" w:color="auto"/>
                            <w:right w:val="none" w:sz="0" w:space="0" w:color="auto"/>
                          </w:divBdr>
                        </w:div>
                        <w:div w:id="562527669">
                          <w:marLeft w:val="0"/>
                          <w:marRight w:val="0"/>
                          <w:marTop w:val="0"/>
                          <w:marBottom w:val="0"/>
                          <w:divBdr>
                            <w:top w:val="none" w:sz="0" w:space="0" w:color="auto"/>
                            <w:left w:val="none" w:sz="0" w:space="0" w:color="auto"/>
                            <w:bottom w:val="none" w:sz="0" w:space="0" w:color="auto"/>
                            <w:right w:val="none" w:sz="0" w:space="0" w:color="auto"/>
                          </w:divBdr>
                        </w:div>
                        <w:div w:id="562527670">
                          <w:marLeft w:val="360"/>
                          <w:marRight w:val="0"/>
                          <w:marTop w:val="0"/>
                          <w:marBottom w:val="0"/>
                          <w:divBdr>
                            <w:top w:val="none" w:sz="0" w:space="0" w:color="auto"/>
                            <w:left w:val="none" w:sz="0" w:space="0" w:color="auto"/>
                            <w:bottom w:val="none" w:sz="0" w:space="0" w:color="auto"/>
                            <w:right w:val="none" w:sz="0" w:space="0" w:color="auto"/>
                          </w:divBdr>
                        </w:div>
                        <w:div w:id="562527671">
                          <w:marLeft w:val="0"/>
                          <w:marRight w:val="0"/>
                          <w:marTop w:val="0"/>
                          <w:marBottom w:val="0"/>
                          <w:divBdr>
                            <w:top w:val="none" w:sz="0" w:space="0" w:color="auto"/>
                            <w:left w:val="none" w:sz="0" w:space="0" w:color="auto"/>
                            <w:bottom w:val="none" w:sz="0" w:space="0" w:color="auto"/>
                            <w:right w:val="none" w:sz="0" w:space="0" w:color="auto"/>
                          </w:divBdr>
                        </w:div>
                        <w:div w:id="562527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62527644">
      <w:marLeft w:val="0"/>
      <w:marRight w:val="0"/>
      <w:marTop w:val="0"/>
      <w:marBottom w:val="0"/>
      <w:divBdr>
        <w:top w:val="none" w:sz="0" w:space="0" w:color="auto"/>
        <w:left w:val="none" w:sz="0" w:space="0" w:color="auto"/>
        <w:bottom w:val="none" w:sz="0" w:space="0" w:color="auto"/>
        <w:right w:val="none" w:sz="0" w:space="0" w:color="auto"/>
      </w:divBdr>
    </w:div>
    <w:div w:id="562527681">
      <w:marLeft w:val="0"/>
      <w:marRight w:val="0"/>
      <w:marTop w:val="0"/>
      <w:marBottom w:val="0"/>
      <w:divBdr>
        <w:top w:val="none" w:sz="0" w:space="0" w:color="auto"/>
        <w:left w:val="none" w:sz="0" w:space="0" w:color="auto"/>
        <w:bottom w:val="none" w:sz="0" w:space="0" w:color="auto"/>
        <w:right w:val="none" w:sz="0" w:space="0" w:color="auto"/>
      </w:divBdr>
      <w:divsChild>
        <w:div w:id="562527720">
          <w:marLeft w:val="0"/>
          <w:marRight w:val="0"/>
          <w:marTop w:val="0"/>
          <w:marBottom w:val="0"/>
          <w:divBdr>
            <w:top w:val="none" w:sz="0" w:space="0" w:color="auto"/>
            <w:left w:val="none" w:sz="0" w:space="0" w:color="auto"/>
            <w:bottom w:val="none" w:sz="0" w:space="0" w:color="auto"/>
            <w:right w:val="none" w:sz="0" w:space="0" w:color="auto"/>
          </w:divBdr>
          <w:divsChild>
            <w:div w:id="562527711">
              <w:marLeft w:val="0"/>
              <w:marRight w:val="0"/>
              <w:marTop w:val="0"/>
              <w:marBottom w:val="0"/>
              <w:divBdr>
                <w:top w:val="none" w:sz="0" w:space="0" w:color="auto"/>
                <w:left w:val="none" w:sz="0" w:space="0" w:color="auto"/>
                <w:bottom w:val="none" w:sz="0" w:space="0" w:color="auto"/>
                <w:right w:val="none" w:sz="0" w:space="0" w:color="auto"/>
              </w:divBdr>
              <w:divsChild>
                <w:div w:id="562527719">
                  <w:marLeft w:val="0"/>
                  <w:marRight w:val="0"/>
                  <w:marTop w:val="0"/>
                  <w:marBottom w:val="0"/>
                  <w:divBdr>
                    <w:top w:val="none" w:sz="0" w:space="0" w:color="auto"/>
                    <w:left w:val="none" w:sz="0" w:space="0" w:color="auto"/>
                    <w:bottom w:val="none" w:sz="0" w:space="0" w:color="auto"/>
                    <w:right w:val="none" w:sz="0" w:space="0" w:color="auto"/>
                  </w:divBdr>
                  <w:divsChild>
                    <w:div w:id="562527729">
                      <w:marLeft w:val="0"/>
                      <w:marRight w:val="0"/>
                      <w:marTop w:val="0"/>
                      <w:marBottom w:val="0"/>
                      <w:divBdr>
                        <w:top w:val="none" w:sz="0" w:space="0" w:color="auto"/>
                        <w:left w:val="none" w:sz="0" w:space="0" w:color="auto"/>
                        <w:bottom w:val="none" w:sz="0" w:space="0" w:color="auto"/>
                        <w:right w:val="none" w:sz="0" w:space="0" w:color="auto"/>
                      </w:divBdr>
                      <w:divsChild>
                        <w:div w:id="562527674">
                          <w:marLeft w:val="0"/>
                          <w:marRight w:val="0"/>
                          <w:marTop w:val="0"/>
                          <w:marBottom w:val="0"/>
                          <w:divBdr>
                            <w:top w:val="none" w:sz="0" w:space="0" w:color="auto"/>
                            <w:left w:val="none" w:sz="0" w:space="0" w:color="auto"/>
                            <w:bottom w:val="none" w:sz="0" w:space="0" w:color="auto"/>
                            <w:right w:val="none" w:sz="0" w:space="0" w:color="auto"/>
                          </w:divBdr>
                        </w:div>
                        <w:div w:id="562527676">
                          <w:marLeft w:val="0"/>
                          <w:marRight w:val="0"/>
                          <w:marTop w:val="0"/>
                          <w:marBottom w:val="0"/>
                          <w:divBdr>
                            <w:top w:val="none" w:sz="0" w:space="0" w:color="auto"/>
                            <w:left w:val="none" w:sz="0" w:space="0" w:color="auto"/>
                            <w:bottom w:val="none" w:sz="0" w:space="0" w:color="auto"/>
                            <w:right w:val="none" w:sz="0" w:space="0" w:color="auto"/>
                          </w:divBdr>
                        </w:div>
                        <w:div w:id="562527678">
                          <w:marLeft w:val="0"/>
                          <w:marRight w:val="0"/>
                          <w:marTop w:val="0"/>
                          <w:marBottom w:val="0"/>
                          <w:divBdr>
                            <w:top w:val="none" w:sz="0" w:space="0" w:color="auto"/>
                            <w:left w:val="none" w:sz="0" w:space="0" w:color="auto"/>
                            <w:bottom w:val="none" w:sz="0" w:space="0" w:color="auto"/>
                            <w:right w:val="none" w:sz="0" w:space="0" w:color="auto"/>
                          </w:divBdr>
                        </w:div>
                        <w:div w:id="562527679">
                          <w:marLeft w:val="0"/>
                          <w:marRight w:val="0"/>
                          <w:marTop w:val="0"/>
                          <w:marBottom w:val="0"/>
                          <w:divBdr>
                            <w:top w:val="none" w:sz="0" w:space="0" w:color="auto"/>
                            <w:left w:val="none" w:sz="0" w:space="0" w:color="auto"/>
                            <w:bottom w:val="none" w:sz="0" w:space="0" w:color="auto"/>
                            <w:right w:val="none" w:sz="0" w:space="0" w:color="auto"/>
                          </w:divBdr>
                        </w:div>
                        <w:div w:id="562527680">
                          <w:marLeft w:val="0"/>
                          <w:marRight w:val="0"/>
                          <w:marTop w:val="0"/>
                          <w:marBottom w:val="0"/>
                          <w:divBdr>
                            <w:top w:val="none" w:sz="0" w:space="0" w:color="auto"/>
                            <w:left w:val="none" w:sz="0" w:space="0" w:color="auto"/>
                            <w:bottom w:val="none" w:sz="0" w:space="0" w:color="auto"/>
                            <w:right w:val="none" w:sz="0" w:space="0" w:color="auto"/>
                          </w:divBdr>
                        </w:div>
                        <w:div w:id="562527682">
                          <w:marLeft w:val="0"/>
                          <w:marRight w:val="0"/>
                          <w:marTop w:val="0"/>
                          <w:marBottom w:val="0"/>
                          <w:divBdr>
                            <w:top w:val="none" w:sz="0" w:space="0" w:color="auto"/>
                            <w:left w:val="none" w:sz="0" w:space="0" w:color="auto"/>
                            <w:bottom w:val="none" w:sz="0" w:space="0" w:color="auto"/>
                            <w:right w:val="none" w:sz="0" w:space="0" w:color="auto"/>
                          </w:divBdr>
                        </w:div>
                        <w:div w:id="562527686">
                          <w:marLeft w:val="0"/>
                          <w:marRight w:val="0"/>
                          <w:marTop w:val="0"/>
                          <w:marBottom w:val="0"/>
                          <w:divBdr>
                            <w:top w:val="none" w:sz="0" w:space="0" w:color="auto"/>
                            <w:left w:val="none" w:sz="0" w:space="0" w:color="auto"/>
                            <w:bottom w:val="none" w:sz="0" w:space="0" w:color="auto"/>
                            <w:right w:val="none" w:sz="0" w:space="0" w:color="auto"/>
                          </w:divBdr>
                        </w:div>
                        <w:div w:id="562527690">
                          <w:marLeft w:val="0"/>
                          <w:marRight w:val="0"/>
                          <w:marTop w:val="0"/>
                          <w:marBottom w:val="0"/>
                          <w:divBdr>
                            <w:top w:val="none" w:sz="0" w:space="0" w:color="auto"/>
                            <w:left w:val="none" w:sz="0" w:space="0" w:color="auto"/>
                            <w:bottom w:val="none" w:sz="0" w:space="0" w:color="auto"/>
                            <w:right w:val="none" w:sz="0" w:space="0" w:color="auto"/>
                          </w:divBdr>
                        </w:div>
                        <w:div w:id="562527692">
                          <w:marLeft w:val="0"/>
                          <w:marRight w:val="0"/>
                          <w:marTop w:val="0"/>
                          <w:marBottom w:val="0"/>
                          <w:divBdr>
                            <w:top w:val="none" w:sz="0" w:space="0" w:color="auto"/>
                            <w:left w:val="none" w:sz="0" w:space="0" w:color="auto"/>
                            <w:bottom w:val="none" w:sz="0" w:space="0" w:color="auto"/>
                            <w:right w:val="none" w:sz="0" w:space="0" w:color="auto"/>
                          </w:divBdr>
                        </w:div>
                        <w:div w:id="562527698">
                          <w:marLeft w:val="0"/>
                          <w:marRight w:val="0"/>
                          <w:marTop w:val="0"/>
                          <w:marBottom w:val="0"/>
                          <w:divBdr>
                            <w:top w:val="none" w:sz="0" w:space="0" w:color="auto"/>
                            <w:left w:val="none" w:sz="0" w:space="0" w:color="auto"/>
                            <w:bottom w:val="none" w:sz="0" w:space="0" w:color="auto"/>
                            <w:right w:val="none" w:sz="0" w:space="0" w:color="auto"/>
                          </w:divBdr>
                        </w:div>
                        <w:div w:id="562527699">
                          <w:marLeft w:val="0"/>
                          <w:marRight w:val="0"/>
                          <w:marTop w:val="0"/>
                          <w:marBottom w:val="0"/>
                          <w:divBdr>
                            <w:top w:val="none" w:sz="0" w:space="0" w:color="auto"/>
                            <w:left w:val="none" w:sz="0" w:space="0" w:color="auto"/>
                            <w:bottom w:val="none" w:sz="0" w:space="0" w:color="auto"/>
                            <w:right w:val="none" w:sz="0" w:space="0" w:color="auto"/>
                          </w:divBdr>
                        </w:div>
                        <w:div w:id="562527700">
                          <w:marLeft w:val="0"/>
                          <w:marRight w:val="0"/>
                          <w:marTop w:val="0"/>
                          <w:marBottom w:val="0"/>
                          <w:divBdr>
                            <w:top w:val="none" w:sz="0" w:space="0" w:color="auto"/>
                            <w:left w:val="none" w:sz="0" w:space="0" w:color="auto"/>
                            <w:bottom w:val="none" w:sz="0" w:space="0" w:color="auto"/>
                            <w:right w:val="none" w:sz="0" w:space="0" w:color="auto"/>
                          </w:divBdr>
                        </w:div>
                        <w:div w:id="562527702">
                          <w:marLeft w:val="0"/>
                          <w:marRight w:val="0"/>
                          <w:marTop w:val="0"/>
                          <w:marBottom w:val="0"/>
                          <w:divBdr>
                            <w:top w:val="none" w:sz="0" w:space="0" w:color="auto"/>
                            <w:left w:val="none" w:sz="0" w:space="0" w:color="auto"/>
                            <w:bottom w:val="none" w:sz="0" w:space="0" w:color="auto"/>
                            <w:right w:val="none" w:sz="0" w:space="0" w:color="auto"/>
                          </w:divBdr>
                        </w:div>
                        <w:div w:id="562527706">
                          <w:marLeft w:val="0"/>
                          <w:marRight w:val="0"/>
                          <w:marTop w:val="0"/>
                          <w:marBottom w:val="0"/>
                          <w:divBdr>
                            <w:top w:val="none" w:sz="0" w:space="0" w:color="auto"/>
                            <w:left w:val="none" w:sz="0" w:space="0" w:color="auto"/>
                            <w:bottom w:val="none" w:sz="0" w:space="0" w:color="auto"/>
                            <w:right w:val="none" w:sz="0" w:space="0" w:color="auto"/>
                          </w:divBdr>
                        </w:div>
                        <w:div w:id="562527708">
                          <w:marLeft w:val="0"/>
                          <w:marRight w:val="0"/>
                          <w:marTop w:val="0"/>
                          <w:marBottom w:val="0"/>
                          <w:divBdr>
                            <w:top w:val="none" w:sz="0" w:space="0" w:color="auto"/>
                            <w:left w:val="none" w:sz="0" w:space="0" w:color="auto"/>
                            <w:bottom w:val="none" w:sz="0" w:space="0" w:color="auto"/>
                            <w:right w:val="none" w:sz="0" w:space="0" w:color="auto"/>
                          </w:divBdr>
                        </w:div>
                        <w:div w:id="562527712">
                          <w:marLeft w:val="0"/>
                          <w:marRight w:val="0"/>
                          <w:marTop w:val="0"/>
                          <w:marBottom w:val="0"/>
                          <w:divBdr>
                            <w:top w:val="none" w:sz="0" w:space="0" w:color="auto"/>
                            <w:left w:val="none" w:sz="0" w:space="0" w:color="auto"/>
                            <w:bottom w:val="none" w:sz="0" w:space="0" w:color="auto"/>
                            <w:right w:val="none" w:sz="0" w:space="0" w:color="auto"/>
                          </w:divBdr>
                        </w:div>
                        <w:div w:id="562527714">
                          <w:marLeft w:val="0"/>
                          <w:marRight w:val="0"/>
                          <w:marTop w:val="0"/>
                          <w:marBottom w:val="0"/>
                          <w:divBdr>
                            <w:top w:val="none" w:sz="0" w:space="0" w:color="auto"/>
                            <w:left w:val="none" w:sz="0" w:space="0" w:color="auto"/>
                            <w:bottom w:val="none" w:sz="0" w:space="0" w:color="auto"/>
                            <w:right w:val="none" w:sz="0" w:space="0" w:color="auto"/>
                          </w:divBdr>
                        </w:div>
                        <w:div w:id="562527717">
                          <w:marLeft w:val="0"/>
                          <w:marRight w:val="0"/>
                          <w:marTop w:val="0"/>
                          <w:marBottom w:val="240"/>
                          <w:divBdr>
                            <w:top w:val="none" w:sz="0" w:space="0" w:color="auto"/>
                            <w:left w:val="none" w:sz="0" w:space="0" w:color="auto"/>
                            <w:bottom w:val="none" w:sz="0" w:space="0" w:color="auto"/>
                            <w:right w:val="none" w:sz="0" w:space="0" w:color="auto"/>
                          </w:divBdr>
                        </w:div>
                        <w:div w:id="562527721">
                          <w:marLeft w:val="0"/>
                          <w:marRight w:val="0"/>
                          <w:marTop w:val="0"/>
                          <w:marBottom w:val="0"/>
                          <w:divBdr>
                            <w:top w:val="none" w:sz="0" w:space="0" w:color="auto"/>
                            <w:left w:val="none" w:sz="0" w:space="0" w:color="auto"/>
                            <w:bottom w:val="none" w:sz="0" w:space="0" w:color="auto"/>
                            <w:right w:val="none" w:sz="0" w:space="0" w:color="auto"/>
                          </w:divBdr>
                        </w:div>
                        <w:div w:id="562527722">
                          <w:marLeft w:val="0"/>
                          <w:marRight w:val="0"/>
                          <w:marTop w:val="0"/>
                          <w:marBottom w:val="0"/>
                          <w:divBdr>
                            <w:top w:val="none" w:sz="0" w:space="0" w:color="auto"/>
                            <w:left w:val="none" w:sz="0" w:space="0" w:color="auto"/>
                            <w:bottom w:val="none" w:sz="0" w:space="0" w:color="auto"/>
                            <w:right w:val="none" w:sz="0" w:space="0" w:color="auto"/>
                          </w:divBdr>
                        </w:div>
                        <w:div w:id="562527723">
                          <w:marLeft w:val="0"/>
                          <w:marRight w:val="0"/>
                          <w:marTop w:val="0"/>
                          <w:marBottom w:val="0"/>
                          <w:divBdr>
                            <w:top w:val="none" w:sz="0" w:space="0" w:color="auto"/>
                            <w:left w:val="none" w:sz="0" w:space="0" w:color="auto"/>
                            <w:bottom w:val="none" w:sz="0" w:space="0" w:color="auto"/>
                            <w:right w:val="none" w:sz="0" w:space="0" w:color="auto"/>
                          </w:divBdr>
                        </w:div>
                        <w:div w:id="562527725">
                          <w:marLeft w:val="0"/>
                          <w:marRight w:val="0"/>
                          <w:marTop w:val="0"/>
                          <w:marBottom w:val="0"/>
                          <w:divBdr>
                            <w:top w:val="none" w:sz="0" w:space="0" w:color="auto"/>
                            <w:left w:val="none" w:sz="0" w:space="0" w:color="auto"/>
                            <w:bottom w:val="none" w:sz="0" w:space="0" w:color="auto"/>
                            <w:right w:val="none" w:sz="0" w:space="0" w:color="auto"/>
                          </w:divBdr>
                        </w:div>
                        <w:div w:id="562527727">
                          <w:marLeft w:val="0"/>
                          <w:marRight w:val="0"/>
                          <w:marTop w:val="0"/>
                          <w:marBottom w:val="0"/>
                          <w:divBdr>
                            <w:top w:val="none" w:sz="0" w:space="0" w:color="auto"/>
                            <w:left w:val="none" w:sz="0" w:space="0" w:color="auto"/>
                            <w:bottom w:val="none" w:sz="0" w:space="0" w:color="auto"/>
                            <w:right w:val="none" w:sz="0" w:space="0" w:color="auto"/>
                          </w:divBdr>
                        </w:div>
                        <w:div w:id="562527728">
                          <w:marLeft w:val="0"/>
                          <w:marRight w:val="0"/>
                          <w:marTop w:val="0"/>
                          <w:marBottom w:val="0"/>
                          <w:divBdr>
                            <w:top w:val="none" w:sz="0" w:space="0" w:color="auto"/>
                            <w:left w:val="none" w:sz="0" w:space="0" w:color="auto"/>
                            <w:bottom w:val="none" w:sz="0" w:space="0" w:color="auto"/>
                            <w:right w:val="none" w:sz="0" w:space="0" w:color="auto"/>
                          </w:divBdr>
                        </w:div>
                        <w:div w:id="562527730">
                          <w:marLeft w:val="0"/>
                          <w:marRight w:val="0"/>
                          <w:marTop w:val="0"/>
                          <w:marBottom w:val="0"/>
                          <w:divBdr>
                            <w:top w:val="none" w:sz="0" w:space="0" w:color="auto"/>
                            <w:left w:val="none" w:sz="0" w:space="0" w:color="auto"/>
                            <w:bottom w:val="none" w:sz="0" w:space="0" w:color="auto"/>
                            <w:right w:val="none" w:sz="0" w:space="0" w:color="auto"/>
                          </w:divBdr>
                        </w:div>
                        <w:div w:id="562527734">
                          <w:marLeft w:val="0"/>
                          <w:marRight w:val="0"/>
                          <w:marTop w:val="0"/>
                          <w:marBottom w:val="0"/>
                          <w:divBdr>
                            <w:top w:val="none" w:sz="0" w:space="0" w:color="auto"/>
                            <w:left w:val="none" w:sz="0" w:space="0" w:color="auto"/>
                            <w:bottom w:val="none" w:sz="0" w:space="0" w:color="auto"/>
                            <w:right w:val="none" w:sz="0" w:space="0" w:color="auto"/>
                          </w:divBdr>
                        </w:div>
                        <w:div w:id="562527737">
                          <w:marLeft w:val="0"/>
                          <w:marRight w:val="0"/>
                          <w:marTop w:val="0"/>
                          <w:marBottom w:val="0"/>
                          <w:divBdr>
                            <w:top w:val="none" w:sz="0" w:space="0" w:color="auto"/>
                            <w:left w:val="none" w:sz="0" w:space="0" w:color="auto"/>
                            <w:bottom w:val="none" w:sz="0" w:space="0" w:color="auto"/>
                            <w:right w:val="none" w:sz="0" w:space="0" w:color="auto"/>
                          </w:divBdr>
                        </w:div>
                        <w:div w:id="562527741">
                          <w:marLeft w:val="0"/>
                          <w:marRight w:val="0"/>
                          <w:marTop w:val="0"/>
                          <w:marBottom w:val="0"/>
                          <w:divBdr>
                            <w:top w:val="none" w:sz="0" w:space="0" w:color="auto"/>
                            <w:left w:val="none" w:sz="0" w:space="0" w:color="auto"/>
                            <w:bottom w:val="none" w:sz="0" w:space="0" w:color="auto"/>
                            <w:right w:val="none" w:sz="0" w:space="0" w:color="auto"/>
                          </w:divBdr>
                        </w:div>
                        <w:div w:id="562527745">
                          <w:marLeft w:val="0"/>
                          <w:marRight w:val="0"/>
                          <w:marTop w:val="0"/>
                          <w:marBottom w:val="0"/>
                          <w:divBdr>
                            <w:top w:val="none" w:sz="0" w:space="0" w:color="auto"/>
                            <w:left w:val="none" w:sz="0" w:space="0" w:color="auto"/>
                            <w:bottom w:val="none" w:sz="0" w:space="0" w:color="auto"/>
                            <w:right w:val="none" w:sz="0" w:space="0" w:color="auto"/>
                          </w:divBdr>
                        </w:div>
                        <w:div w:id="562527749">
                          <w:marLeft w:val="0"/>
                          <w:marRight w:val="0"/>
                          <w:marTop w:val="0"/>
                          <w:marBottom w:val="0"/>
                          <w:divBdr>
                            <w:top w:val="none" w:sz="0" w:space="0" w:color="auto"/>
                            <w:left w:val="none" w:sz="0" w:space="0" w:color="auto"/>
                            <w:bottom w:val="none" w:sz="0" w:space="0" w:color="auto"/>
                            <w:right w:val="none" w:sz="0" w:space="0" w:color="auto"/>
                          </w:divBdr>
                        </w:div>
                        <w:div w:id="562527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62527684">
      <w:marLeft w:val="0"/>
      <w:marRight w:val="0"/>
      <w:marTop w:val="0"/>
      <w:marBottom w:val="0"/>
      <w:divBdr>
        <w:top w:val="none" w:sz="0" w:space="0" w:color="auto"/>
        <w:left w:val="none" w:sz="0" w:space="0" w:color="auto"/>
        <w:bottom w:val="none" w:sz="0" w:space="0" w:color="auto"/>
        <w:right w:val="none" w:sz="0" w:space="0" w:color="auto"/>
      </w:divBdr>
      <w:divsChild>
        <w:div w:id="562527704">
          <w:marLeft w:val="0"/>
          <w:marRight w:val="0"/>
          <w:marTop w:val="0"/>
          <w:marBottom w:val="0"/>
          <w:divBdr>
            <w:top w:val="none" w:sz="0" w:space="0" w:color="auto"/>
            <w:left w:val="none" w:sz="0" w:space="0" w:color="auto"/>
            <w:bottom w:val="none" w:sz="0" w:space="0" w:color="auto"/>
            <w:right w:val="none" w:sz="0" w:space="0" w:color="auto"/>
          </w:divBdr>
          <w:divsChild>
            <w:div w:id="562527716">
              <w:marLeft w:val="0"/>
              <w:marRight w:val="0"/>
              <w:marTop w:val="0"/>
              <w:marBottom w:val="0"/>
              <w:divBdr>
                <w:top w:val="none" w:sz="0" w:space="0" w:color="auto"/>
                <w:left w:val="none" w:sz="0" w:space="0" w:color="auto"/>
                <w:bottom w:val="none" w:sz="0" w:space="0" w:color="auto"/>
                <w:right w:val="none" w:sz="0" w:space="0" w:color="auto"/>
              </w:divBdr>
              <w:divsChild>
                <w:div w:id="562527703">
                  <w:marLeft w:val="0"/>
                  <w:marRight w:val="0"/>
                  <w:marTop w:val="0"/>
                  <w:marBottom w:val="0"/>
                  <w:divBdr>
                    <w:top w:val="none" w:sz="0" w:space="0" w:color="auto"/>
                    <w:left w:val="none" w:sz="0" w:space="0" w:color="auto"/>
                    <w:bottom w:val="none" w:sz="0" w:space="0" w:color="auto"/>
                    <w:right w:val="none" w:sz="0" w:space="0" w:color="auto"/>
                  </w:divBdr>
                  <w:divsChild>
                    <w:div w:id="562527685">
                      <w:marLeft w:val="0"/>
                      <w:marRight w:val="0"/>
                      <w:marTop w:val="0"/>
                      <w:marBottom w:val="0"/>
                      <w:divBdr>
                        <w:top w:val="none" w:sz="0" w:space="0" w:color="auto"/>
                        <w:left w:val="none" w:sz="0" w:space="0" w:color="auto"/>
                        <w:bottom w:val="none" w:sz="0" w:space="0" w:color="auto"/>
                        <w:right w:val="none" w:sz="0" w:space="0" w:color="auto"/>
                      </w:divBdr>
                      <w:divsChild>
                        <w:div w:id="562527673">
                          <w:marLeft w:val="0"/>
                          <w:marRight w:val="0"/>
                          <w:marTop w:val="0"/>
                          <w:marBottom w:val="0"/>
                          <w:divBdr>
                            <w:top w:val="none" w:sz="0" w:space="0" w:color="auto"/>
                            <w:left w:val="none" w:sz="0" w:space="0" w:color="auto"/>
                            <w:bottom w:val="none" w:sz="0" w:space="0" w:color="auto"/>
                            <w:right w:val="none" w:sz="0" w:space="0" w:color="auto"/>
                          </w:divBdr>
                        </w:div>
                        <w:div w:id="562527675">
                          <w:marLeft w:val="0"/>
                          <w:marRight w:val="0"/>
                          <w:marTop w:val="0"/>
                          <w:marBottom w:val="0"/>
                          <w:divBdr>
                            <w:top w:val="none" w:sz="0" w:space="0" w:color="auto"/>
                            <w:left w:val="none" w:sz="0" w:space="0" w:color="auto"/>
                            <w:bottom w:val="none" w:sz="0" w:space="0" w:color="auto"/>
                            <w:right w:val="none" w:sz="0" w:space="0" w:color="auto"/>
                          </w:divBdr>
                        </w:div>
                        <w:div w:id="562527677">
                          <w:marLeft w:val="0"/>
                          <w:marRight w:val="0"/>
                          <w:marTop w:val="0"/>
                          <w:marBottom w:val="0"/>
                          <w:divBdr>
                            <w:top w:val="none" w:sz="0" w:space="0" w:color="auto"/>
                            <w:left w:val="none" w:sz="0" w:space="0" w:color="auto"/>
                            <w:bottom w:val="none" w:sz="0" w:space="0" w:color="auto"/>
                            <w:right w:val="none" w:sz="0" w:space="0" w:color="auto"/>
                          </w:divBdr>
                        </w:div>
                        <w:div w:id="562527683">
                          <w:marLeft w:val="0"/>
                          <w:marRight w:val="0"/>
                          <w:marTop w:val="0"/>
                          <w:marBottom w:val="0"/>
                          <w:divBdr>
                            <w:top w:val="none" w:sz="0" w:space="0" w:color="auto"/>
                            <w:left w:val="none" w:sz="0" w:space="0" w:color="auto"/>
                            <w:bottom w:val="none" w:sz="0" w:space="0" w:color="auto"/>
                            <w:right w:val="none" w:sz="0" w:space="0" w:color="auto"/>
                          </w:divBdr>
                        </w:div>
                        <w:div w:id="562527687">
                          <w:marLeft w:val="0"/>
                          <w:marRight w:val="0"/>
                          <w:marTop w:val="0"/>
                          <w:marBottom w:val="0"/>
                          <w:divBdr>
                            <w:top w:val="none" w:sz="0" w:space="0" w:color="auto"/>
                            <w:left w:val="none" w:sz="0" w:space="0" w:color="auto"/>
                            <w:bottom w:val="none" w:sz="0" w:space="0" w:color="auto"/>
                            <w:right w:val="none" w:sz="0" w:space="0" w:color="auto"/>
                          </w:divBdr>
                        </w:div>
                        <w:div w:id="562527688">
                          <w:marLeft w:val="0"/>
                          <w:marRight w:val="0"/>
                          <w:marTop w:val="0"/>
                          <w:marBottom w:val="0"/>
                          <w:divBdr>
                            <w:top w:val="none" w:sz="0" w:space="0" w:color="auto"/>
                            <w:left w:val="none" w:sz="0" w:space="0" w:color="auto"/>
                            <w:bottom w:val="none" w:sz="0" w:space="0" w:color="auto"/>
                            <w:right w:val="none" w:sz="0" w:space="0" w:color="auto"/>
                          </w:divBdr>
                        </w:div>
                        <w:div w:id="562527689">
                          <w:marLeft w:val="0"/>
                          <w:marRight w:val="0"/>
                          <w:marTop w:val="0"/>
                          <w:marBottom w:val="0"/>
                          <w:divBdr>
                            <w:top w:val="none" w:sz="0" w:space="0" w:color="auto"/>
                            <w:left w:val="none" w:sz="0" w:space="0" w:color="auto"/>
                            <w:bottom w:val="none" w:sz="0" w:space="0" w:color="auto"/>
                            <w:right w:val="none" w:sz="0" w:space="0" w:color="auto"/>
                          </w:divBdr>
                        </w:div>
                        <w:div w:id="562527691">
                          <w:marLeft w:val="0"/>
                          <w:marRight w:val="0"/>
                          <w:marTop w:val="0"/>
                          <w:marBottom w:val="0"/>
                          <w:divBdr>
                            <w:top w:val="none" w:sz="0" w:space="0" w:color="auto"/>
                            <w:left w:val="none" w:sz="0" w:space="0" w:color="auto"/>
                            <w:bottom w:val="none" w:sz="0" w:space="0" w:color="auto"/>
                            <w:right w:val="none" w:sz="0" w:space="0" w:color="auto"/>
                          </w:divBdr>
                        </w:div>
                        <w:div w:id="562527693">
                          <w:marLeft w:val="0"/>
                          <w:marRight w:val="0"/>
                          <w:marTop w:val="0"/>
                          <w:marBottom w:val="0"/>
                          <w:divBdr>
                            <w:top w:val="none" w:sz="0" w:space="0" w:color="auto"/>
                            <w:left w:val="none" w:sz="0" w:space="0" w:color="auto"/>
                            <w:bottom w:val="none" w:sz="0" w:space="0" w:color="auto"/>
                            <w:right w:val="none" w:sz="0" w:space="0" w:color="auto"/>
                          </w:divBdr>
                        </w:div>
                        <w:div w:id="562527694">
                          <w:marLeft w:val="0"/>
                          <w:marRight w:val="0"/>
                          <w:marTop w:val="0"/>
                          <w:marBottom w:val="0"/>
                          <w:divBdr>
                            <w:top w:val="none" w:sz="0" w:space="0" w:color="auto"/>
                            <w:left w:val="none" w:sz="0" w:space="0" w:color="auto"/>
                            <w:bottom w:val="none" w:sz="0" w:space="0" w:color="auto"/>
                            <w:right w:val="none" w:sz="0" w:space="0" w:color="auto"/>
                          </w:divBdr>
                        </w:div>
                        <w:div w:id="562527695">
                          <w:marLeft w:val="0"/>
                          <w:marRight w:val="0"/>
                          <w:marTop w:val="0"/>
                          <w:marBottom w:val="0"/>
                          <w:divBdr>
                            <w:top w:val="none" w:sz="0" w:space="0" w:color="auto"/>
                            <w:left w:val="none" w:sz="0" w:space="0" w:color="auto"/>
                            <w:bottom w:val="none" w:sz="0" w:space="0" w:color="auto"/>
                            <w:right w:val="none" w:sz="0" w:space="0" w:color="auto"/>
                          </w:divBdr>
                        </w:div>
                        <w:div w:id="562527696">
                          <w:marLeft w:val="0"/>
                          <w:marRight w:val="0"/>
                          <w:marTop w:val="0"/>
                          <w:marBottom w:val="0"/>
                          <w:divBdr>
                            <w:top w:val="none" w:sz="0" w:space="0" w:color="auto"/>
                            <w:left w:val="none" w:sz="0" w:space="0" w:color="auto"/>
                            <w:bottom w:val="none" w:sz="0" w:space="0" w:color="auto"/>
                            <w:right w:val="none" w:sz="0" w:space="0" w:color="auto"/>
                          </w:divBdr>
                        </w:div>
                        <w:div w:id="562527697">
                          <w:marLeft w:val="0"/>
                          <w:marRight w:val="0"/>
                          <w:marTop w:val="0"/>
                          <w:marBottom w:val="0"/>
                          <w:divBdr>
                            <w:top w:val="none" w:sz="0" w:space="0" w:color="auto"/>
                            <w:left w:val="none" w:sz="0" w:space="0" w:color="auto"/>
                            <w:bottom w:val="none" w:sz="0" w:space="0" w:color="auto"/>
                            <w:right w:val="none" w:sz="0" w:space="0" w:color="auto"/>
                          </w:divBdr>
                        </w:div>
                        <w:div w:id="562527701">
                          <w:marLeft w:val="0"/>
                          <w:marRight w:val="0"/>
                          <w:marTop w:val="0"/>
                          <w:marBottom w:val="240"/>
                          <w:divBdr>
                            <w:top w:val="none" w:sz="0" w:space="0" w:color="auto"/>
                            <w:left w:val="none" w:sz="0" w:space="0" w:color="auto"/>
                            <w:bottom w:val="none" w:sz="0" w:space="0" w:color="auto"/>
                            <w:right w:val="none" w:sz="0" w:space="0" w:color="auto"/>
                          </w:divBdr>
                        </w:div>
                        <w:div w:id="562527705">
                          <w:marLeft w:val="0"/>
                          <w:marRight w:val="0"/>
                          <w:marTop w:val="0"/>
                          <w:marBottom w:val="0"/>
                          <w:divBdr>
                            <w:top w:val="none" w:sz="0" w:space="0" w:color="auto"/>
                            <w:left w:val="none" w:sz="0" w:space="0" w:color="auto"/>
                            <w:bottom w:val="none" w:sz="0" w:space="0" w:color="auto"/>
                            <w:right w:val="none" w:sz="0" w:space="0" w:color="auto"/>
                          </w:divBdr>
                        </w:div>
                        <w:div w:id="562527707">
                          <w:marLeft w:val="0"/>
                          <w:marRight w:val="0"/>
                          <w:marTop w:val="0"/>
                          <w:marBottom w:val="0"/>
                          <w:divBdr>
                            <w:top w:val="none" w:sz="0" w:space="0" w:color="auto"/>
                            <w:left w:val="none" w:sz="0" w:space="0" w:color="auto"/>
                            <w:bottom w:val="none" w:sz="0" w:space="0" w:color="auto"/>
                            <w:right w:val="none" w:sz="0" w:space="0" w:color="auto"/>
                          </w:divBdr>
                        </w:div>
                        <w:div w:id="562527709">
                          <w:marLeft w:val="0"/>
                          <w:marRight w:val="0"/>
                          <w:marTop w:val="0"/>
                          <w:marBottom w:val="0"/>
                          <w:divBdr>
                            <w:top w:val="none" w:sz="0" w:space="0" w:color="auto"/>
                            <w:left w:val="none" w:sz="0" w:space="0" w:color="auto"/>
                            <w:bottom w:val="none" w:sz="0" w:space="0" w:color="auto"/>
                            <w:right w:val="none" w:sz="0" w:space="0" w:color="auto"/>
                          </w:divBdr>
                        </w:div>
                        <w:div w:id="562527710">
                          <w:marLeft w:val="0"/>
                          <w:marRight w:val="0"/>
                          <w:marTop w:val="0"/>
                          <w:marBottom w:val="0"/>
                          <w:divBdr>
                            <w:top w:val="none" w:sz="0" w:space="0" w:color="auto"/>
                            <w:left w:val="none" w:sz="0" w:space="0" w:color="auto"/>
                            <w:bottom w:val="none" w:sz="0" w:space="0" w:color="auto"/>
                            <w:right w:val="none" w:sz="0" w:space="0" w:color="auto"/>
                          </w:divBdr>
                        </w:div>
                        <w:div w:id="562527713">
                          <w:marLeft w:val="0"/>
                          <w:marRight w:val="0"/>
                          <w:marTop w:val="0"/>
                          <w:marBottom w:val="0"/>
                          <w:divBdr>
                            <w:top w:val="none" w:sz="0" w:space="0" w:color="auto"/>
                            <w:left w:val="none" w:sz="0" w:space="0" w:color="auto"/>
                            <w:bottom w:val="none" w:sz="0" w:space="0" w:color="auto"/>
                            <w:right w:val="none" w:sz="0" w:space="0" w:color="auto"/>
                          </w:divBdr>
                        </w:div>
                        <w:div w:id="562527715">
                          <w:marLeft w:val="0"/>
                          <w:marRight w:val="0"/>
                          <w:marTop w:val="0"/>
                          <w:marBottom w:val="0"/>
                          <w:divBdr>
                            <w:top w:val="none" w:sz="0" w:space="0" w:color="auto"/>
                            <w:left w:val="none" w:sz="0" w:space="0" w:color="auto"/>
                            <w:bottom w:val="none" w:sz="0" w:space="0" w:color="auto"/>
                            <w:right w:val="none" w:sz="0" w:space="0" w:color="auto"/>
                          </w:divBdr>
                        </w:div>
                        <w:div w:id="562527718">
                          <w:marLeft w:val="0"/>
                          <w:marRight w:val="0"/>
                          <w:marTop w:val="0"/>
                          <w:marBottom w:val="0"/>
                          <w:divBdr>
                            <w:top w:val="none" w:sz="0" w:space="0" w:color="auto"/>
                            <w:left w:val="none" w:sz="0" w:space="0" w:color="auto"/>
                            <w:bottom w:val="none" w:sz="0" w:space="0" w:color="auto"/>
                            <w:right w:val="none" w:sz="0" w:space="0" w:color="auto"/>
                          </w:divBdr>
                        </w:div>
                        <w:div w:id="562527724">
                          <w:marLeft w:val="0"/>
                          <w:marRight w:val="0"/>
                          <w:marTop w:val="0"/>
                          <w:marBottom w:val="0"/>
                          <w:divBdr>
                            <w:top w:val="none" w:sz="0" w:space="0" w:color="auto"/>
                            <w:left w:val="none" w:sz="0" w:space="0" w:color="auto"/>
                            <w:bottom w:val="none" w:sz="0" w:space="0" w:color="auto"/>
                            <w:right w:val="none" w:sz="0" w:space="0" w:color="auto"/>
                          </w:divBdr>
                        </w:div>
                        <w:div w:id="562527726">
                          <w:marLeft w:val="0"/>
                          <w:marRight w:val="0"/>
                          <w:marTop w:val="0"/>
                          <w:marBottom w:val="0"/>
                          <w:divBdr>
                            <w:top w:val="none" w:sz="0" w:space="0" w:color="auto"/>
                            <w:left w:val="none" w:sz="0" w:space="0" w:color="auto"/>
                            <w:bottom w:val="none" w:sz="0" w:space="0" w:color="auto"/>
                            <w:right w:val="none" w:sz="0" w:space="0" w:color="auto"/>
                          </w:divBdr>
                        </w:div>
                        <w:div w:id="562527731">
                          <w:marLeft w:val="0"/>
                          <w:marRight w:val="0"/>
                          <w:marTop w:val="0"/>
                          <w:marBottom w:val="0"/>
                          <w:divBdr>
                            <w:top w:val="none" w:sz="0" w:space="0" w:color="auto"/>
                            <w:left w:val="none" w:sz="0" w:space="0" w:color="auto"/>
                            <w:bottom w:val="none" w:sz="0" w:space="0" w:color="auto"/>
                            <w:right w:val="none" w:sz="0" w:space="0" w:color="auto"/>
                          </w:divBdr>
                        </w:div>
                        <w:div w:id="562527732">
                          <w:marLeft w:val="0"/>
                          <w:marRight w:val="0"/>
                          <w:marTop w:val="0"/>
                          <w:marBottom w:val="0"/>
                          <w:divBdr>
                            <w:top w:val="none" w:sz="0" w:space="0" w:color="auto"/>
                            <w:left w:val="none" w:sz="0" w:space="0" w:color="auto"/>
                            <w:bottom w:val="none" w:sz="0" w:space="0" w:color="auto"/>
                            <w:right w:val="none" w:sz="0" w:space="0" w:color="auto"/>
                          </w:divBdr>
                        </w:div>
                        <w:div w:id="562527733">
                          <w:marLeft w:val="0"/>
                          <w:marRight w:val="0"/>
                          <w:marTop w:val="0"/>
                          <w:marBottom w:val="0"/>
                          <w:divBdr>
                            <w:top w:val="none" w:sz="0" w:space="0" w:color="auto"/>
                            <w:left w:val="none" w:sz="0" w:space="0" w:color="auto"/>
                            <w:bottom w:val="none" w:sz="0" w:space="0" w:color="auto"/>
                            <w:right w:val="none" w:sz="0" w:space="0" w:color="auto"/>
                          </w:divBdr>
                        </w:div>
                        <w:div w:id="562527735">
                          <w:marLeft w:val="0"/>
                          <w:marRight w:val="0"/>
                          <w:marTop w:val="0"/>
                          <w:marBottom w:val="0"/>
                          <w:divBdr>
                            <w:top w:val="none" w:sz="0" w:space="0" w:color="auto"/>
                            <w:left w:val="none" w:sz="0" w:space="0" w:color="auto"/>
                            <w:bottom w:val="none" w:sz="0" w:space="0" w:color="auto"/>
                            <w:right w:val="none" w:sz="0" w:space="0" w:color="auto"/>
                          </w:divBdr>
                        </w:div>
                        <w:div w:id="562527736">
                          <w:marLeft w:val="0"/>
                          <w:marRight w:val="0"/>
                          <w:marTop w:val="0"/>
                          <w:marBottom w:val="0"/>
                          <w:divBdr>
                            <w:top w:val="none" w:sz="0" w:space="0" w:color="auto"/>
                            <w:left w:val="none" w:sz="0" w:space="0" w:color="auto"/>
                            <w:bottom w:val="none" w:sz="0" w:space="0" w:color="auto"/>
                            <w:right w:val="none" w:sz="0" w:space="0" w:color="auto"/>
                          </w:divBdr>
                        </w:div>
                        <w:div w:id="562527738">
                          <w:marLeft w:val="0"/>
                          <w:marRight w:val="0"/>
                          <w:marTop w:val="0"/>
                          <w:marBottom w:val="0"/>
                          <w:divBdr>
                            <w:top w:val="none" w:sz="0" w:space="0" w:color="auto"/>
                            <w:left w:val="none" w:sz="0" w:space="0" w:color="auto"/>
                            <w:bottom w:val="none" w:sz="0" w:space="0" w:color="auto"/>
                            <w:right w:val="none" w:sz="0" w:space="0" w:color="auto"/>
                          </w:divBdr>
                        </w:div>
                        <w:div w:id="562527739">
                          <w:marLeft w:val="0"/>
                          <w:marRight w:val="0"/>
                          <w:marTop w:val="0"/>
                          <w:marBottom w:val="0"/>
                          <w:divBdr>
                            <w:top w:val="none" w:sz="0" w:space="0" w:color="auto"/>
                            <w:left w:val="none" w:sz="0" w:space="0" w:color="auto"/>
                            <w:bottom w:val="none" w:sz="0" w:space="0" w:color="auto"/>
                            <w:right w:val="none" w:sz="0" w:space="0" w:color="auto"/>
                          </w:divBdr>
                        </w:div>
                        <w:div w:id="562527740">
                          <w:marLeft w:val="0"/>
                          <w:marRight w:val="0"/>
                          <w:marTop w:val="0"/>
                          <w:marBottom w:val="0"/>
                          <w:divBdr>
                            <w:top w:val="none" w:sz="0" w:space="0" w:color="auto"/>
                            <w:left w:val="none" w:sz="0" w:space="0" w:color="auto"/>
                            <w:bottom w:val="none" w:sz="0" w:space="0" w:color="auto"/>
                            <w:right w:val="none" w:sz="0" w:space="0" w:color="auto"/>
                          </w:divBdr>
                        </w:div>
                        <w:div w:id="562527742">
                          <w:marLeft w:val="0"/>
                          <w:marRight w:val="0"/>
                          <w:marTop w:val="0"/>
                          <w:marBottom w:val="0"/>
                          <w:divBdr>
                            <w:top w:val="none" w:sz="0" w:space="0" w:color="auto"/>
                            <w:left w:val="none" w:sz="0" w:space="0" w:color="auto"/>
                            <w:bottom w:val="none" w:sz="0" w:space="0" w:color="auto"/>
                            <w:right w:val="none" w:sz="0" w:space="0" w:color="auto"/>
                          </w:divBdr>
                        </w:div>
                        <w:div w:id="562527743">
                          <w:marLeft w:val="0"/>
                          <w:marRight w:val="0"/>
                          <w:marTop w:val="0"/>
                          <w:marBottom w:val="0"/>
                          <w:divBdr>
                            <w:top w:val="none" w:sz="0" w:space="0" w:color="auto"/>
                            <w:left w:val="none" w:sz="0" w:space="0" w:color="auto"/>
                            <w:bottom w:val="none" w:sz="0" w:space="0" w:color="auto"/>
                            <w:right w:val="none" w:sz="0" w:space="0" w:color="auto"/>
                          </w:divBdr>
                        </w:div>
                        <w:div w:id="562527744">
                          <w:marLeft w:val="0"/>
                          <w:marRight w:val="0"/>
                          <w:marTop w:val="0"/>
                          <w:marBottom w:val="0"/>
                          <w:divBdr>
                            <w:top w:val="none" w:sz="0" w:space="0" w:color="auto"/>
                            <w:left w:val="none" w:sz="0" w:space="0" w:color="auto"/>
                            <w:bottom w:val="none" w:sz="0" w:space="0" w:color="auto"/>
                            <w:right w:val="none" w:sz="0" w:space="0" w:color="auto"/>
                          </w:divBdr>
                        </w:div>
                        <w:div w:id="562527746">
                          <w:marLeft w:val="0"/>
                          <w:marRight w:val="0"/>
                          <w:marTop w:val="0"/>
                          <w:marBottom w:val="0"/>
                          <w:divBdr>
                            <w:top w:val="none" w:sz="0" w:space="0" w:color="auto"/>
                            <w:left w:val="none" w:sz="0" w:space="0" w:color="auto"/>
                            <w:bottom w:val="none" w:sz="0" w:space="0" w:color="auto"/>
                            <w:right w:val="none" w:sz="0" w:space="0" w:color="auto"/>
                          </w:divBdr>
                        </w:div>
                        <w:div w:id="562527747">
                          <w:marLeft w:val="0"/>
                          <w:marRight w:val="0"/>
                          <w:marTop w:val="0"/>
                          <w:marBottom w:val="0"/>
                          <w:divBdr>
                            <w:top w:val="none" w:sz="0" w:space="0" w:color="auto"/>
                            <w:left w:val="none" w:sz="0" w:space="0" w:color="auto"/>
                            <w:bottom w:val="none" w:sz="0" w:space="0" w:color="auto"/>
                            <w:right w:val="none" w:sz="0" w:space="0" w:color="auto"/>
                          </w:divBdr>
                        </w:div>
                        <w:div w:id="562527748">
                          <w:marLeft w:val="0"/>
                          <w:marRight w:val="0"/>
                          <w:marTop w:val="0"/>
                          <w:marBottom w:val="0"/>
                          <w:divBdr>
                            <w:top w:val="none" w:sz="0" w:space="0" w:color="auto"/>
                            <w:left w:val="none" w:sz="0" w:space="0" w:color="auto"/>
                            <w:bottom w:val="none" w:sz="0" w:space="0" w:color="auto"/>
                            <w:right w:val="none" w:sz="0" w:space="0" w:color="auto"/>
                          </w:divBdr>
                        </w:div>
                        <w:div w:id="562527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62527753">
      <w:marLeft w:val="0"/>
      <w:marRight w:val="0"/>
      <w:marTop w:val="0"/>
      <w:marBottom w:val="0"/>
      <w:divBdr>
        <w:top w:val="none" w:sz="0" w:space="0" w:color="auto"/>
        <w:left w:val="none" w:sz="0" w:space="0" w:color="auto"/>
        <w:bottom w:val="none" w:sz="0" w:space="0" w:color="auto"/>
        <w:right w:val="none" w:sz="0" w:space="0" w:color="auto"/>
      </w:divBdr>
      <w:divsChild>
        <w:div w:id="56252775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manantialcaduceo.com.ar/libros.htm" TargetMode="External"/><Relationship Id="rId5" Type="http://schemas.openxmlformats.org/officeDocument/2006/relationships/hyperlink" Target="mailto:thequantumawakening@gmail.com" TargetMode="External"/><Relationship Id="rId4" Type="http://schemas.openxmlformats.org/officeDocument/2006/relationships/hyperlink" Target="http://www.thequantumawakening.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6</TotalTime>
  <Pages>1</Pages>
  <Words>553</Words>
  <Characters>3043</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SOLSTICIO DE JUNIO 2017 </dc:title>
  <dc:subject/>
  <dc:creator>Graciela</dc:creator>
  <cp:keywords/>
  <dc:description/>
  <cp:lastModifiedBy>Graciela</cp:lastModifiedBy>
  <cp:revision>2</cp:revision>
  <dcterms:created xsi:type="dcterms:W3CDTF">2017-08-08T20:53:00Z</dcterms:created>
  <dcterms:modified xsi:type="dcterms:W3CDTF">2017-08-08T20:53:00Z</dcterms:modified>
</cp:coreProperties>
</file>