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F03EF" w:rsidRDefault="002F03EF" w:rsidP="00943A67">
      <w:pPr>
        <w:shd w:val="clear" w:color="auto" w:fill="FFFFFF"/>
        <w:jc w:val="center"/>
        <w:rPr>
          <w:rFonts w:ascii="Trebuchet MS" w:hAnsi="Trebuchet MS" w:cs="Arial"/>
          <w:smallCaps/>
          <w:shadow/>
          <w:color w:val="000000"/>
          <w:sz w:val="36"/>
          <w:szCs w:val="36"/>
        </w:rPr>
      </w:pPr>
      <w:r>
        <w:rPr>
          <w:rFonts w:ascii="Trebuchet MS" w:hAnsi="Trebuchet MS" w:cs="Arial"/>
          <w:smallCaps/>
          <w:shadow/>
          <w:color w:val="000000"/>
          <w:sz w:val="36"/>
          <w:szCs w:val="36"/>
        </w:rPr>
        <w:t>Habla la Mujer Búfalo Blanco</w:t>
      </w:r>
    </w:p>
    <w:p w:rsidR="002F03EF" w:rsidRPr="00943A67" w:rsidRDefault="002F03EF" w:rsidP="00943A67">
      <w:pPr>
        <w:shd w:val="clear" w:color="auto" w:fill="FFFFFF"/>
        <w:jc w:val="center"/>
        <w:rPr>
          <w:rFonts w:ascii="Arial" w:hAnsi="Arial" w:cs="Arial"/>
          <w:b/>
          <w:bCs/>
          <w:i/>
          <w:smallCaps/>
          <w:shadow/>
          <w:color w:val="000000"/>
          <w:sz w:val="20"/>
          <w:szCs w:val="20"/>
        </w:rPr>
      </w:pPr>
      <w:r>
        <w:rPr>
          <w:rFonts w:ascii="Trebuchet MS" w:hAnsi="Trebuchet MS" w:cs="Arial"/>
          <w:i/>
          <w:color w:val="000000"/>
          <w:sz w:val="20"/>
          <w:szCs w:val="20"/>
        </w:rPr>
        <w:t xml:space="preserve">Canalizado </w:t>
      </w:r>
      <w:r>
        <w:rPr>
          <w:rFonts w:ascii="Arial" w:hAnsi="Arial" w:cs="Arial"/>
          <w:i/>
          <w:sz w:val="20"/>
          <w:szCs w:val="20"/>
        </w:rPr>
        <w:t>p</w:t>
      </w:r>
      <w:r w:rsidRPr="00943A67">
        <w:rPr>
          <w:rFonts w:ascii="Arial" w:hAnsi="Arial" w:cs="Arial"/>
          <w:i/>
          <w:sz w:val="20"/>
          <w:szCs w:val="20"/>
        </w:rPr>
        <w:t>or Gillian MacBeth-Louthan</w:t>
      </w:r>
      <w:r>
        <w:rPr>
          <w:rFonts w:ascii="Arial" w:hAnsi="Arial" w:cs="Arial"/>
          <w:i/>
          <w:sz w:val="20"/>
          <w:szCs w:val="20"/>
        </w:rPr>
        <w:br/>
        <w:t>Agosto 2017</w:t>
      </w:r>
    </w:p>
    <w:p w:rsidR="002F03EF" w:rsidRDefault="002F03EF" w:rsidP="00943A67">
      <w:pPr>
        <w:pStyle w:val="NormalWeb"/>
        <w:jc w:val="both"/>
        <w:rPr>
          <w:rFonts w:ascii="Arial" w:hAnsi="Arial" w:cs="Arial"/>
          <w:sz w:val="20"/>
          <w:szCs w:val="20"/>
        </w:rPr>
      </w:pPr>
    </w:p>
    <w:p w:rsidR="002F03EF" w:rsidRPr="0057307B" w:rsidRDefault="002F03EF" w:rsidP="0057307B">
      <w:pPr>
        <w:shd w:val="clear" w:color="auto" w:fill="FFFFFF"/>
        <w:jc w:val="both"/>
        <w:rPr>
          <w:rFonts w:ascii="Arial" w:hAnsi="Arial" w:cs="Arial"/>
          <w:color w:val="000000"/>
          <w:sz w:val="20"/>
          <w:szCs w:val="20"/>
        </w:rPr>
      </w:pPr>
      <w:r w:rsidRPr="0057307B">
        <w:rPr>
          <w:rFonts w:ascii="Arial" w:hAnsi="Arial" w:cs="Arial"/>
          <w:color w:val="000000"/>
          <w:sz w:val="20"/>
          <w:szCs w:val="20"/>
        </w:rPr>
        <w:t>Mis hermanas de la luz, mis hermanas de las estrellas, mis corderos de la tierra, ustedes han bailado, han cantado, han llorado y han llenado mi corazón con muchísimo amor. Fueron a un lugar en su interior que es tierra sagrada, un lugar que han buscado durante muchísimos eones de tiempo y, sin embargo, cuando llegan al portal de dicha tierra, se detienen y ponderan: “¿Soy digna de entra en este círculo sagrado? ¿Soy digna de sostener estas verdades elevadas? ¿Soy digna?”</w:t>
      </w:r>
    </w:p>
    <w:p w:rsidR="002F03EF" w:rsidRPr="0057307B" w:rsidRDefault="002F03EF" w:rsidP="0057307B">
      <w:pPr>
        <w:shd w:val="clear" w:color="auto" w:fill="FFFFFF"/>
        <w:jc w:val="both"/>
        <w:rPr>
          <w:rFonts w:ascii="Arial" w:hAnsi="Arial" w:cs="Arial"/>
          <w:color w:val="000000"/>
          <w:sz w:val="20"/>
          <w:szCs w:val="20"/>
        </w:rPr>
      </w:pPr>
      <w:r w:rsidRPr="0057307B">
        <w:rPr>
          <w:rFonts w:ascii="Arial" w:hAnsi="Arial" w:cs="Arial"/>
          <w:color w:val="000000"/>
          <w:sz w:val="20"/>
          <w:szCs w:val="20"/>
        </w:rPr>
        <w:t>La vibración y la energía de su luz deslumbran a las constelaciones que las miran desde lo alto. El viento las envidia al soplar a través de su cabello y de su vida porque ve su naturaleza hermosa. Ve lo que alguna vez fueron y lo que anhelan ser. Desaten la humanidad que las mantiene tan ceñidas a todos los papeles que alguna vez representaron. Sepan en este momento y esta vibración y esta intersección de la luz y la vida que ustedes son dignas de la grandeza que no han logrado llegar a ser en el pasado.</w:t>
      </w:r>
    </w:p>
    <w:p w:rsidR="002F03EF" w:rsidRPr="0057307B" w:rsidRDefault="002F03EF" w:rsidP="0057307B">
      <w:pPr>
        <w:shd w:val="clear" w:color="auto" w:fill="FFFFFF"/>
        <w:jc w:val="both"/>
        <w:rPr>
          <w:rFonts w:ascii="Arial" w:hAnsi="Arial" w:cs="Arial"/>
          <w:color w:val="000000"/>
          <w:sz w:val="20"/>
          <w:szCs w:val="20"/>
        </w:rPr>
      </w:pPr>
      <w:r w:rsidRPr="0057307B">
        <w:rPr>
          <w:rFonts w:ascii="Arial" w:hAnsi="Arial" w:cs="Arial"/>
          <w:color w:val="000000"/>
          <w:sz w:val="20"/>
          <w:szCs w:val="20"/>
        </w:rPr>
        <w:br/>
        <w:t>Ustedes son una conjunción de todos sus miedos, de todos sus sueños, de todos sus deseos. Son una conjunción de tiempo y espacio y del cielo y el infierno. Son el destino de este hermoso planeta en el que se encuentran. Tienen la llave vibratoria que acompaña a muchos hacia un portal, un lugar seguro, y en este lugar seguro ustedes los elevarán para que no tropiecen. Los elevarán al beber por ellos, al dormir por ellos, al orar por ellos, al sostener la luz del fuego para ellos. Los elevarán en su canción, en su risa y en su manera lúdica, porque eso es lo que siempre han hecho.</w:t>
      </w:r>
    </w:p>
    <w:p w:rsidR="002F03EF" w:rsidRPr="0057307B" w:rsidRDefault="002F03EF" w:rsidP="0057307B">
      <w:pPr>
        <w:shd w:val="clear" w:color="auto" w:fill="FFFFFF"/>
        <w:jc w:val="both"/>
        <w:rPr>
          <w:rFonts w:ascii="Arial" w:hAnsi="Arial" w:cs="Arial"/>
          <w:color w:val="000000"/>
          <w:sz w:val="20"/>
          <w:szCs w:val="20"/>
        </w:rPr>
      </w:pPr>
      <w:r w:rsidRPr="0057307B">
        <w:rPr>
          <w:rFonts w:ascii="Arial" w:hAnsi="Arial" w:cs="Arial"/>
          <w:color w:val="000000"/>
          <w:sz w:val="20"/>
          <w:szCs w:val="20"/>
        </w:rPr>
        <w:br/>
        <w:t>Muchas llevan rostros sombríos como si esta vida fuera tan seria. Esta vida es un tiempo de gran alegría, y para todas ustedes en esta sala, esta es su última vez en la Tierra tal como la conocen. Ella está en camino a volverse de aspecto estelar, de naturaleza estelar.</w:t>
      </w:r>
    </w:p>
    <w:p w:rsidR="002F03EF" w:rsidRPr="0057307B" w:rsidRDefault="002F03EF" w:rsidP="0057307B">
      <w:pPr>
        <w:shd w:val="clear" w:color="auto" w:fill="FFFFFF"/>
        <w:jc w:val="both"/>
        <w:rPr>
          <w:rFonts w:ascii="Arial" w:hAnsi="Arial" w:cs="Arial"/>
          <w:color w:val="000000"/>
          <w:sz w:val="20"/>
          <w:szCs w:val="20"/>
        </w:rPr>
      </w:pPr>
      <w:r w:rsidRPr="0057307B">
        <w:rPr>
          <w:rFonts w:ascii="Arial" w:hAnsi="Arial" w:cs="Arial"/>
          <w:color w:val="000000"/>
          <w:sz w:val="20"/>
          <w:szCs w:val="20"/>
        </w:rPr>
        <w:br/>
        <w:t>Les pedimos que acepten todos esos defectos que tanto intentan ocultar e impedir que otros vean. Les pedimos que acepten y amen todas las cosas estúpidas que hacen a lo largo del día y todas las imperfecciones que llevan tan bien. Porque la naturaleza toda es hermosa como ustedes. El entrelazamiento de las hojas, de la hierba, del viento y de ustedes es la más bella de las danzas. Su valor no tiene precio y en esa vibración inestimable necesitan aceptar todos los sueños dentro de su corazón. No se detengan. No pongan los frenos cuando anhelan tan intensamente en su corazón satisfacer los deseos que solo son una minúscula semilla de la creación que espera ser manifestada.</w:t>
      </w:r>
    </w:p>
    <w:p w:rsidR="002F03EF" w:rsidRPr="0057307B" w:rsidRDefault="002F03EF" w:rsidP="0057307B">
      <w:pPr>
        <w:shd w:val="clear" w:color="auto" w:fill="FFFFFF"/>
        <w:jc w:val="both"/>
        <w:rPr>
          <w:rFonts w:ascii="Arial" w:hAnsi="Arial" w:cs="Arial"/>
          <w:color w:val="000000"/>
          <w:sz w:val="20"/>
          <w:szCs w:val="20"/>
        </w:rPr>
      </w:pPr>
      <w:r w:rsidRPr="0057307B">
        <w:rPr>
          <w:rFonts w:ascii="Arial" w:hAnsi="Arial" w:cs="Arial"/>
          <w:color w:val="000000"/>
          <w:sz w:val="20"/>
          <w:szCs w:val="20"/>
        </w:rPr>
        <w:br/>
        <w:t>Este es el momento de abordar todos sus miedos. El momento de seguir adelante llevando una insignia de valor. Este es el momento de soñar tan a lo grande como les sea posible. No le tengan miedo de los negativos; no les tengan miedo a las predicciones; no tengan miedo de la profecía, sea verdadera o no, porque el nivel vibratorio en el que viven es un lugar seguro que está más allá del alcance de lo que hace que otros sientan tanto miedo. Deben creer sin sombra de duda; vean su sombra y acepten cada parte de ella porque la usan porque se la han ganado. Cada valle de aflicción, de muerte y desaparición que han atravesado ahora llega a un punto de reflexión, y en esta reflexión habrá un collage de espejos. Cada ángulo en el que se miren se verá de manera diferente y ese es su regalo.</w:t>
      </w:r>
    </w:p>
    <w:p w:rsidR="002F03EF" w:rsidRPr="0057307B" w:rsidRDefault="002F03EF" w:rsidP="0057307B">
      <w:pPr>
        <w:shd w:val="clear" w:color="auto" w:fill="FFFFFF"/>
        <w:jc w:val="both"/>
        <w:rPr>
          <w:rFonts w:ascii="Arial" w:hAnsi="Arial" w:cs="Arial"/>
          <w:color w:val="000000"/>
          <w:sz w:val="20"/>
          <w:szCs w:val="20"/>
        </w:rPr>
      </w:pPr>
      <w:r w:rsidRPr="0057307B">
        <w:rPr>
          <w:rFonts w:ascii="Arial" w:hAnsi="Arial" w:cs="Arial"/>
          <w:color w:val="000000"/>
          <w:sz w:val="20"/>
          <w:szCs w:val="20"/>
        </w:rPr>
        <w:br/>
        <w:t>Ustedes son todas las mujeres a través de todos los tiempos. Ustedes son todos los papeles que han representado y se reúnen en este lugar y este tiempo. No se avergüencen de lo que les sucedió en el pasado, sin importar la forma que tomó en esta vida u otras. Revístanse completamente con todos los remanentes de lo que fueron alguna vez, porque ellos las hacen la mujer multidimensional que son en este momento del tiempo.</w:t>
      </w:r>
    </w:p>
    <w:p w:rsidR="002F03EF" w:rsidRPr="0057307B" w:rsidRDefault="002F03EF" w:rsidP="0057307B">
      <w:pPr>
        <w:shd w:val="clear" w:color="auto" w:fill="FFFFFF"/>
        <w:jc w:val="both"/>
        <w:rPr>
          <w:rFonts w:ascii="Arial" w:hAnsi="Arial" w:cs="Arial"/>
          <w:color w:val="000000"/>
          <w:sz w:val="20"/>
          <w:szCs w:val="20"/>
        </w:rPr>
      </w:pPr>
      <w:r w:rsidRPr="0057307B">
        <w:rPr>
          <w:rFonts w:ascii="Arial" w:hAnsi="Arial" w:cs="Arial"/>
          <w:color w:val="000000"/>
          <w:sz w:val="20"/>
          <w:szCs w:val="20"/>
        </w:rPr>
        <w:t>Ustedes no son un sabor de Ella, ustedes son cada aspecto de Ella. Los próximos tres años las llevarán a una situación planetaria que no han experimentado jamás. No había humanos en la Tierra en la última conjunción galáctica y esta es la primera vez que un planeta entrará en el estrellato con habitantes en ella. Cada papel que han desempeñado les sirve bien ahora. Cada insignia de coraje, cada temor, cada poder, cada vergüenza, está envuelto en un capullo de luz femenina. Hónrenlo y entiéndanlo.</w:t>
      </w:r>
    </w:p>
    <w:p w:rsidR="002F03EF" w:rsidRPr="0057307B" w:rsidRDefault="002F03EF" w:rsidP="0057307B">
      <w:pPr>
        <w:shd w:val="clear" w:color="auto" w:fill="FFFFFF"/>
        <w:jc w:val="both"/>
        <w:rPr>
          <w:rFonts w:ascii="Arial" w:hAnsi="Arial" w:cs="Arial"/>
          <w:color w:val="000000"/>
          <w:sz w:val="20"/>
          <w:szCs w:val="20"/>
        </w:rPr>
      </w:pPr>
      <w:r w:rsidRPr="0057307B">
        <w:rPr>
          <w:rFonts w:ascii="Arial" w:hAnsi="Arial" w:cs="Arial"/>
          <w:color w:val="000000"/>
          <w:sz w:val="20"/>
          <w:szCs w:val="20"/>
        </w:rPr>
        <w:br/>
      </w:r>
    </w:p>
    <w:p w:rsidR="002F03EF" w:rsidRPr="0057307B" w:rsidRDefault="002F03EF" w:rsidP="0057307B">
      <w:pPr>
        <w:shd w:val="clear" w:color="auto" w:fill="FFFFFF"/>
        <w:jc w:val="both"/>
        <w:rPr>
          <w:rFonts w:ascii="Arial" w:hAnsi="Arial" w:cs="Arial"/>
          <w:color w:val="000000"/>
          <w:sz w:val="20"/>
          <w:szCs w:val="20"/>
        </w:rPr>
      </w:pPr>
      <w:r w:rsidRPr="0057307B">
        <w:rPr>
          <w:rFonts w:ascii="Arial" w:hAnsi="Arial" w:cs="Arial"/>
          <w:color w:val="000000"/>
          <w:sz w:val="20"/>
          <w:szCs w:val="20"/>
        </w:rPr>
        <w:t>El cuerpo físico debe avanzar hacia estos cambios. Gritará, pateará y sentirán que se están muriendo. Todo esto es un juego para mantenerlas disminuidas. Ustedes avanzarán con el cuerpo. Caminarán a través de los temores, los ataques de pánico, las angustias, la tristeza, los sueños devastadores, y llegarán a un punto de completa remembranza. Ustedes son las primeras que hacen esto. Son las primeras.</w:t>
      </w:r>
    </w:p>
    <w:p w:rsidR="002F03EF" w:rsidRPr="0057307B" w:rsidRDefault="002F03EF" w:rsidP="0057307B">
      <w:pPr>
        <w:shd w:val="clear" w:color="auto" w:fill="FFFFFF"/>
        <w:jc w:val="both"/>
        <w:rPr>
          <w:rFonts w:ascii="Arial" w:hAnsi="Arial" w:cs="Arial"/>
          <w:color w:val="000000"/>
          <w:sz w:val="20"/>
          <w:szCs w:val="20"/>
        </w:rPr>
      </w:pPr>
      <w:r w:rsidRPr="0057307B">
        <w:rPr>
          <w:rFonts w:ascii="Arial" w:hAnsi="Arial" w:cs="Arial"/>
          <w:color w:val="000000"/>
          <w:sz w:val="20"/>
          <w:szCs w:val="20"/>
        </w:rPr>
        <w:br/>
      </w:r>
    </w:p>
    <w:p w:rsidR="002F03EF" w:rsidRPr="0057307B" w:rsidRDefault="002F03EF" w:rsidP="0057307B">
      <w:pPr>
        <w:shd w:val="clear" w:color="auto" w:fill="FFFFFF"/>
        <w:jc w:val="both"/>
        <w:rPr>
          <w:rFonts w:ascii="Arial" w:hAnsi="Arial" w:cs="Arial"/>
          <w:color w:val="000000"/>
          <w:sz w:val="20"/>
          <w:szCs w:val="20"/>
        </w:rPr>
      </w:pPr>
      <w:r w:rsidRPr="0057307B">
        <w:rPr>
          <w:rFonts w:ascii="Arial" w:hAnsi="Arial" w:cs="Arial"/>
          <w:color w:val="000000"/>
          <w:sz w:val="20"/>
          <w:szCs w:val="20"/>
        </w:rPr>
        <w:t>Soy la Mujer Búfalo Blanco y las dejo en Honor.</w:t>
      </w:r>
    </w:p>
    <w:p w:rsidR="002F03EF" w:rsidRDefault="002F03EF" w:rsidP="0057307B">
      <w:pPr>
        <w:shd w:val="clear" w:color="auto" w:fill="FFFFFF"/>
        <w:jc w:val="both"/>
        <w:rPr>
          <w:color w:val="000000"/>
        </w:rPr>
      </w:pPr>
      <w:r w:rsidRPr="0057307B">
        <w:rPr>
          <w:rFonts w:ascii="Arial" w:hAnsi="Arial" w:cs="Arial"/>
          <w:color w:val="000000"/>
          <w:sz w:val="20"/>
          <w:szCs w:val="20"/>
        </w:rPr>
        <w:br/>
      </w:r>
      <w:r w:rsidRPr="0057307B">
        <w:rPr>
          <w:rFonts w:ascii="Arial" w:hAnsi="Arial" w:cs="Arial"/>
          <w:color w:val="000000"/>
          <w:sz w:val="20"/>
          <w:szCs w:val="20"/>
        </w:rPr>
        <w:br/>
      </w:r>
    </w:p>
    <w:p w:rsidR="002F03EF" w:rsidRPr="003A3144" w:rsidRDefault="002F03EF" w:rsidP="00B46708">
      <w:pPr>
        <w:shd w:val="clear" w:color="auto" w:fill="FFFFFF"/>
        <w:rPr>
          <w:rFonts w:ascii="Arial" w:hAnsi="Arial" w:cs="Arial"/>
          <w:color w:val="000000"/>
          <w:sz w:val="20"/>
          <w:szCs w:val="20"/>
        </w:rPr>
      </w:pPr>
    </w:p>
    <w:p w:rsidR="002F03EF" w:rsidRPr="003A3144" w:rsidRDefault="002F03EF" w:rsidP="00B46708">
      <w:pPr>
        <w:shd w:val="clear" w:color="auto" w:fill="FFFFFF"/>
        <w:rPr>
          <w:rFonts w:ascii="Arial" w:hAnsi="Arial" w:cs="Arial"/>
          <w:color w:val="000000"/>
          <w:sz w:val="20"/>
          <w:szCs w:val="20"/>
        </w:rPr>
      </w:pPr>
      <w:r w:rsidRPr="003A3144">
        <w:rPr>
          <w:rFonts w:ascii="Arial" w:hAnsi="Arial" w:cs="Arial"/>
          <w:color w:val="000000"/>
          <w:sz w:val="20"/>
          <w:szCs w:val="20"/>
          <w:lang w:val="en-US"/>
        </w:rPr>
        <w:t>Gillian MacBeth-Louthan</w:t>
      </w:r>
    </w:p>
    <w:p w:rsidR="002F03EF" w:rsidRPr="003A3144" w:rsidRDefault="002F03EF" w:rsidP="00B46708">
      <w:pPr>
        <w:shd w:val="clear" w:color="auto" w:fill="FFFFFF"/>
        <w:rPr>
          <w:rFonts w:ascii="Arial" w:hAnsi="Arial" w:cs="Arial"/>
          <w:color w:val="000000"/>
          <w:sz w:val="20"/>
          <w:szCs w:val="20"/>
        </w:rPr>
      </w:pPr>
      <w:smartTag w:uri="urn:schemas-microsoft-com:office:smarttags" w:element="PersonName">
        <w:smartTag w:uri="urn:schemas-microsoft-com:office:smarttags" w:element="PersonName">
          <w:smartTag w:uri="urn:schemas-microsoft-com:office:smarttags" w:element="Street">
            <w:r w:rsidRPr="003A3144">
              <w:rPr>
                <w:rFonts w:ascii="Arial" w:hAnsi="Arial" w:cs="Arial"/>
                <w:color w:val="000000"/>
                <w:sz w:val="20"/>
                <w:szCs w:val="20"/>
                <w:lang w:val="en-US"/>
              </w:rPr>
              <w:t>PO Box 217</w:t>
            </w:r>
          </w:smartTag>
        </w:smartTag>
        <w:r w:rsidRPr="003A3144">
          <w:rPr>
            <w:rFonts w:ascii="Arial" w:hAnsi="Arial" w:cs="Arial"/>
            <w:color w:val="000000"/>
            <w:sz w:val="20"/>
            <w:szCs w:val="20"/>
            <w:lang w:val="en-US"/>
          </w:rPr>
          <w:br/>
        </w:r>
        <w:smartTag w:uri="urn:schemas-microsoft-com:office:smarttags" w:element="PersonName">
          <w:r w:rsidRPr="003A3144">
            <w:rPr>
              <w:rFonts w:ascii="Arial" w:hAnsi="Arial" w:cs="Arial"/>
              <w:color w:val="000000"/>
              <w:sz w:val="20"/>
              <w:szCs w:val="20"/>
              <w:lang w:val="en-US"/>
            </w:rPr>
            <w:t>Dandridge</w:t>
          </w:r>
        </w:smartTag>
        <w:r w:rsidRPr="003A3144">
          <w:rPr>
            <w:rFonts w:ascii="Arial" w:hAnsi="Arial" w:cs="Arial"/>
            <w:color w:val="000000"/>
            <w:sz w:val="20"/>
            <w:szCs w:val="20"/>
            <w:lang w:val="en-US"/>
          </w:rPr>
          <w:t xml:space="preserve">, </w:t>
        </w:r>
        <w:smartTag w:uri="urn:schemas-microsoft-com:office:smarttags" w:element="PersonName">
          <w:r w:rsidRPr="003A3144">
            <w:rPr>
              <w:rFonts w:ascii="Arial" w:hAnsi="Arial" w:cs="Arial"/>
              <w:color w:val="000000"/>
              <w:sz w:val="20"/>
              <w:szCs w:val="20"/>
              <w:lang w:val="en-US"/>
            </w:rPr>
            <w:t>Tennessee</w:t>
          </w:r>
        </w:smartTag>
      </w:smartTag>
    </w:p>
    <w:p w:rsidR="002F03EF" w:rsidRPr="003A3144" w:rsidRDefault="002F03EF" w:rsidP="00B46708">
      <w:pPr>
        <w:shd w:val="clear" w:color="auto" w:fill="FFFFFF"/>
        <w:rPr>
          <w:rFonts w:ascii="Arial" w:hAnsi="Arial" w:cs="Arial"/>
          <w:color w:val="000000"/>
          <w:sz w:val="20"/>
          <w:szCs w:val="20"/>
        </w:rPr>
      </w:pPr>
      <w:r w:rsidRPr="003A3144">
        <w:rPr>
          <w:rFonts w:ascii="Arial" w:hAnsi="Arial" w:cs="Arial"/>
          <w:color w:val="000000"/>
          <w:sz w:val="20"/>
          <w:szCs w:val="20"/>
          <w:lang w:val="en-US"/>
        </w:rPr>
        <w:t>37725-0217</w:t>
      </w:r>
      <w:r w:rsidRPr="003A3144">
        <w:rPr>
          <w:rFonts w:ascii="Arial" w:hAnsi="Arial" w:cs="Arial"/>
          <w:color w:val="000000"/>
          <w:sz w:val="20"/>
          <w:szCs w:val="20"/>
          <w:lang w:val="en-US"/>
        </w:rPr>
        <w:br/>
      </w:r>
      <w:hyperlink r:id="rId4" w:tgtFrame="_blank" w:history="1">
        <w:r w:rsidRPr="003A3144">
          <w:rPr>
            <w:rFonts w:ascii="Arial" w:hAnsi="Arial" w:cs="Arial"/>
            <w:sz w:val="20"/>
            <w:szCs w:val="20"/>
            <w:u w:val="single"/>
            <w:lang w:val="en-US"/>
          </w:rPr>
          <w:t>www.thequantumawakening.com</w:t>
        </w:r>
      </w:hyperlink>
    </w:p>
    <w:p w:rsidR="002F03EF" w:rsidRPr="003A3144" w:rsidRDefault="002F03EF" w:rsidP="00B46708">
      <w:pPr>
        <w:shd w:val="clear" w:color="auto" w:fill="FFFFFF"/>
        <w:rPr>
          <w:rFonts w:ascii="Arial" w:hAnsi="Arial" w:cs="Arial"/>
          <w:color w:val="000000"/>
          <w:sz w:val="20"/>
          <w:szCs w:val="20"/>
        </w:rPr>
      </w:pPr>
      <w:hyperlink r:id="rId5" w:tgtFrame="_blank" w:history="1">
        <w:r w:rsidRPr="003A3144">
          <w:rPr>
            <w:rFonts w:ascii="Arial" w:hAnsi="Arial" w:cs="Arial"/>
            <w:sz w:val="20"/>
            <w:szCs w:val="20"/>
            <w:u w:val="single"/>
            <w:lang w:val="en-US"/>
          </w:rPr>
          <w:t>thequantumawakening@gmail.com</w:t>
        </w:r>
      </w:hyperlink>
      <w:r w:rsidRPr="003A3144">
        <w:rPr>
          <w:rFonts w:ascii="Arial" w:hAnsi="Arial" w:cs="Arial"/>
          <w:color w:val="000000"/>
          <w:sz w:val="20"/>
          <w:szCs w:val="20"/>
          <w:lang w:val="en-US"/>
        </w:rPr>
        <w:t xml:space="preserve"> </w:t>
      </w:r>
    </w:p>
    <w:p w:rsidR="002F03EF" w:rsidRPr="003A3144" w:rsidRDefault="002F03EF" w:rsidP="00B46708">
      <w:pPr>
        <w:shd w:val="clear" w:color="auto" w:fill="FFFFFF"/>
        <w:rPr>
          <w:rFonts w:ascii="Arial" w:hAnsi="Arial" w:cs="Arial"/>
          <w:color w:val="000000"/>
          <w:sz w:val="20"/>
          <w:szCs w:val="20"/>
        </w:rPr>
      </w:pPr>
      <w:r w:rsidRPr="003A3144">
        <w:rPr>
          <w:rFonts w:ascii="Arial" w:hAnsi="Arial" w:cs="Arial"/>
          <w:color w:val="000000"/>
          <w:sz w:val="20"/>
          <w:szCs w:val="20"/>
        </w:rPr>
        <w:t xml:space="preserve">Traducción: </w:t>
      </w:r>
      <w:smartTag w:uri="urn:schemas-microsoft-com:office:smarttags" w:element="PersonName">
        <w:r w:rsidRPr="003A3144">
          <w:rPr>
            <w:rFonts w:ascii="Arial" w:hAnsi="Arial" w:cs="Arial"/>
            <w:color w:val="000000"/>
            <w:sz w:val="20"/>
            <w:szCs w:val="20"/>
          </w:rPr>
          <w:t>Susana Peralta</w:t>
        </w:r>
      </w:smartTag>
    </w:p>
    <w:p w:rsidR="002F03EF" w:rsidRPr="00DF52DD" w:rsidRDefault="002F03EF" w:rsidP="00DF52DD">
      <w:pPr>
        <w:shd w:val="clear" w:color="auto" w:fill="FFFFFF"/>
        <w:rPr>
          <w:rFonts w:ascii="Arial" w:hAnsi="Arial" w:cs="Arial"/>
          <w:color w:val="666699"/>
          <w:sz w:val="20"/>
          <w:szCs w:val="20"/>
        </w:rPr>
      </w:pPr>
      <w:r w:rsidRPr="00DF52DD">
        <w:rPr>
          <w:rFonts w:ascii="Arial" w:hAnsi="Arial" w:cs="Arial"/>
          <w:color w:val="000000"/>
          <w:sz w:val="20"/>
          <w:szCs w:val="20"/>
        </w:rPr>
        <w:t>Sitio oficial de El Despertar Cuántico en español: &lt;</w:t>
      </w:r>
      <w:hyperlink r:id="rId6" w:tgtFrame="_blank" w:history="1">
        <w:r w:rsidRPr="00DF52DD">
          <w:rPr>
            <w:rFonts w:ascii="Arial" w:hAnsi="Arial" w:cs="Arial"/>
            <w:sz w:val="20"/>
            <w:szCs w:val="20"/>
            <w:u w:val="single"/>
          </w:rPr>
          <w:t>www.manantialcaduceo.com.ar/libros.htm</w:t>
        </w:r>
      </w:hyperlink>
      <w:r w:rsidRPr="00DF52DD">
        <w:rPr>
          <w:rFonts w:ascii="Arial" w:hAnsi="Arial" w:cs="Arial"/>
          <w:sz w:val="20"/>
          <w:szCs w:val="20"/>
        </w:rPr>
        <w:t>&gt;</w:t>
      </w:r>
    </w:p>
    <w:sectPr w:rsidR="002F03EF" w:rsidRPr="00DF52DD" w:rsidSect="003E54BD">
      <w:pgSz w:w="11906" w:h="16838"/>
      <w:pgMar w:top="760" w:right="760" w:bottom="760" w:left="76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Trebuchet MS">
    <w:panose1 w:val="020B0603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stylePaneFormatFilter w:val="3F01"/>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E54BD"/>
    <w:rsid w:val="00000478"/>
    <w:rsid w:val="000005D5"/>
    <w:rsid w:val="000006E0"/>
    <w:rsid w:val="00000B20"/>
    <w:rsid w:val="00000B35"/>
    <w:rsid w:val="00000D9B"/>
    <w:rsid w:val="00000E3D"/>
    <w:rsid w:val="00001138"/>
    <w:rsid w:val="000011A6"/>
    <w:rsid w:val="00001317"/>
    <w:rsid w:val="0000164C"/>
    <w:rsid w:val="00001ECF"/>
    <w:rsid w:val="00001F6E"/>
    <w:rsid w:val="00002348"/>
    <w:rsid w:val="00002780"/>
    <w:rsid w:val="0000326A"/>
    <w:rsid w:val="00003376"/>
    <w:rsid w:val="00003747"/>
    <w:rsid w:val="0000374C"/>
    <w:rsid w:val="0000395A"/>
    <w:rsid w:val="00003A8A"/>
    <w:rsid w:val="00003AEF"/>
    <w:rsid w:val="000040C1"/>
    <w:rsid w:val="00004608"/>
    <w:rsid w:val="0000466D"/>
    <w:rsid w:val="00004820"/>
    <w:rsid w:val="00005082"/>
    <w:rsid w:val="0000519B"/>
    <w:rsid w:val="000054A8"/>
    <w:rsid w:val="000054EB"/>
    <w:rsid w:val="000054F4"/>
    <w:rsid w:val="000058ED"/>
    <w:rsid w:val="000059A6"/>
    <w:rsid w:val="0000621D"/>
    <w:rsid w:val="00006356"/>
    <w:rsid w:val="00006448"/>
    <w:rsid w:val="00006807"/>
    <w:rsid w:val="00006B81"/>
    <w:rsid w:val="00006F35"/>
    <w:rsid w:val="00007028"/>
    <w:rsid w:val="000072BD"/>
    <w:rsid w:val="0000752A"/>
    <w:rsid w:val="00007FC5"/>
    <w:rsid w:val="00007FD2"/>
    <w:rsid w:val="0001042B"/>
    <w:rsid w:val="00010A05"/>
    <w:rsid w:val="00010CBA"/>
    <w:rsid w:val="00010CF4"/>
    <w:rsid w:val="0001193E"/>
    <w:rsid w:val="000123F4"/>
    <w:rsid w:val="00012DEE"/>
    <w:rsid w:val="00013172"/>
    <w:rsid w:val="000133BD"/>
    <w:rsid w:val="00013DD6"/>
    <w:rsid w:val="00014345"/>
    <w:rsid w:val="0001441B"/>
    <w:rsid w:val="0001466E"/>
    <w:rsid w:val="00014BCA"/>
    <w:rsid w:val="00014EE2"/>
    <w:rsid w:val="00014FDE"/>
    <w:rsid w:val="000156AB"/>
    <w:rsid w:val="00015873"/>
    <w:rsid w:val="00015AA3"/>
    <w:rsid w:val="00015E4D"/>
    <w:rsid w:val="00015FA9"/>
    <w:rsid w:val="00016A62"/>
    <w:rsid w:val="000171B6"/>
    <w:rsid w:val="00017CB1"/>
    <w:rsid w:val="00017D45"/>
    <w:rsid w:val="00017ECC"/>
    <w:rsid w:val="000208C0"/>
    <w:rsid w:val="000213DF"/>
    <w:rsid w:val="000214DE"/>
    <w:rsid w:val="00021ABB"/>
    <w:rsid w:val="0002211E"/>
    <w:rsid w:val="0002299F"/>
    <w:rsid w:val="00022D59"/>
    <w:rsid w:val="000234D4"/>
    <w:rsid w:val="000237FA"/>
    <w:rsid w:val="00023A70"/>
    <w:rsid w:val="00023D47"/>
    <w:rsid w:val="00024296"/>
    <w:rsid w:val="000245E9"/>
    <w:rsid w:val="000249B1"/>
    <w:rsid w:val="00024D9C"/>
    <w:rsid w:val="000250FE"/>
    <w:rsid w:val="000258FF"/>
    <w:rsid w:val="00025B68"/>
    <w:rsid w:val="00025E14"/>
    <w:rsid w:val="00025F74"/>
    <w:rsid w:val="00026437"/>
    <w:rsid w:val="000266EC"/>
    <w:rsid w:val="000274B2"/>
    <w:rsid w:val="000279D7"/>
    <w:rsid w:val="00027A0B"/>
    <w:rsid w:val="00027D11"/>
    <w:rsid w:val="0003008B"/>
    <w:rsid w:val="0003063E"/>
    <w:rsid w:val="0003083D"/>
    <w:rsid w:val="00030D09"/>
    <w:rsid w:val="00031316"/>
    <w:rsid w:val="0003178A"/>
    <w:rsid w:val="00031B17"/>
    <w:rsid w:val="00032031"/>
    <w:rsid w:val="000323B5"/>
    <w:rsid w:val="000328EE"/>
    <w:rsid w:val="00032F58"/>
    <w:rsid w:val="00033180"/>
    <w:rsid w:val="00033657"/>
    <w:rsid w:val="00033777"/>
    <w:rsid w:val="0003397E"/>
    <w:rsid w:val="00033BC2"/>
    <w:rsid w:val="00033BD5"/>
    <w:rsid w:val="00033EEE"/>
    <w:rsid w:val="00033F0E"/>
    <w:rsid w:val="00034069"/>
    <w:rsid w:val="00034333"/>
    <w:rsid w:val="00034349"/>
    <w:rsid w:val="00034447"/>
    <w:rsid w:val="00034877"/>
    <w:rsid w:val="00034A05"/>
    <w:rsid w:val="00034C7B"/>
    <w:rsid w:val="00034E55"/>
    <w:rsid w:val="0003518E"/>
    <w:rsid w:val="00035425"/>
    <w:rsid w:val="0003591F"/>
    <w:rsid w:val="00035A00"/>
    <w:rsid w:val="00035FA8"/>
    <w:rsid w:val="000362AA"/>
    <w:rsid w:val="00036834"/>
    <w:rsid w:val="000368B1"/>
    <w:rsid w:val="00036C12"/>
    <w:rsid w:val="00036D15"/>
    <w:rsid w:val="00036D88"/>
    <w:rsid w:val="00037450"/>
    <w:rsid w:val="000379BC"/>
    <w:rsid w:val="00037C11"/>
    <w:rsid w:val="00037F49"/>
    <w:rsid w:val="000403F2"/>
    <w:rsid w:val="000404AE"/>
    <w:rsid w:val="00040652"/>
    <w:rsid w:val="000406B2"/>
    <w:rsid w:val="00040ABB"/>
    <w:rsid w:val="00040DEB"/>
    <w:rsid w:val="00041B28"/>
    <w:rsid w:val="00041D0D"/>
    <w:rsid w:val="00041E59"/>
    <w:rsid w:val="00042074"/>
    <w:rsid w:val="0004260E"/>
    <w:rsid w:val="000432FB"/>
    <w:rsid w:val="00043467"/>
    <w:rsid w:val="000434BD"/>
    <w:rsid w:val="00043602"/>
    <w:rsid w:val="00043D3B"/>
    <w:rsid w:val="000444E0"/>
    <w:rsid w:val="00044EDA"/>
    <w:rsid w:val="000450E6"/>
    <w:rsid w:val="00045659"/>
    <w:rsid w:val="00045771"/>
    <w:rsid w:val="00045ACA"/>
    <w:rsid w:val="000463EA"/>
    <w:rsid w:val="000467C4"/>
    <w:rsid w:val="000468DA"/>
    <w:rsid w:val="00046A88"/>
    <w:rsid w:val="00046D20"/>
    <w:rsid w:val="00047293"/>
    <w:rsid w:val="000473E2"/>
    <w:rsid w:val="000475BC"/>
    <w:rsid w:val="00047908"/>
    <w:rsid w:val="00047A2E"/>
    <w:rsid w:val="00047ECB"/>
    <w:rsid w:val="00050A1F"/>
    <w:rsid w:val="00050FCB"/>
    <w:rsid w:val="00051331"/>
    <w:rsid w:val="000516A7"/>
    <w:rsid w:val="000526BD"/>
    <w:rsid w:val="000529E0"/>
    <w:rsid w:val="00052BA2"/>
    <w:rsid w:val="00053015"/>
    <w:rsid w:val="00053179"/>
    <w:rsid w:val="0005332C"/>
    <w:rsid w:val="000533D7"/>
    <w:rsid w:val="00053730"/>
    <w:rsid w:val="00053852"/>
    <w:rsid w:val="00053B73"/>
    <w:rsid w:val="00053D84"/>
    <w:rsid w:val="0005419F"/>
    <w:rsid w:val="00054234"/>
    <w:rsid w:val="0005433B"/>
    <w:rsid w:val="00054D94"/>
    <w:rsid w:val="0005502A"/>
    <w:rsid w:val="00055324"/>
    <w:rsid w:val="00055937"/>
    <w:rsid w:val="000559F2"/>
    <w:rsid w:val="00055C84"/>
    <w:rsid w:val="00055F64"/>
    <w:rsid w:val="00055FF8"/>
    <w:rsid w:val="00056033"/>
    <w:rsid w:val="000564EA"/>
    <w:rsid w:val="00056B2B"/>
    <w:rsid w:val="00056CC9"/>
    <w:rsid w:val="00056F8A"/>
    <w:rsid w:val="000575B5"/>
    <w:rsid w:val="0005773D"/>
    <w:rsid w:val="000579B4"/>
    <w:rsid w:val="00057C72"/>
    <w:rsid w:val="00057CA8"/>
    <w:rsid w:val="00057E62"/>
    <w:rsid w:val="000601EE"/>
    <w:rsid w:val="00060237"/>
    <w:rsid w:val="00060792"/>
    <w:rsid w:val="0006091C"/>
    <w:rsid w:val="00060BCA"/>
    <w:rsid w:val="00061060"/>
    <w:rsid w:val="0006107D"/>
    <w:rsid w:val="000612F9"/>
    <w:rsid w:val="00061478"/>
    <w:rsid w:val="00061804"/>
    <w:rsid w:val="00061A6F"/>
    <w:rsid w:val="00062D2A"/>
    <w:rsid w:val="00063EAD"/>
    <w:rsid w:val="0006422A"/>
    <w:rsid w:val="000647B0"/>
    <w:rsid w:val="000652CB"/>
    <w:rsid w:val="00065474"/>
    <w:rsid w:val="0006555A"/>
    <w:rsid w:val="000656E8"/>
    <w:rsid w:val="00065DE7"/>
    <w:rsid w:val="00066295"/>
    <w:rsid w:val="00066DC8"/>
    <w:rsid w:val="00066ED1"/>
    <w:rsid w:val="00066F62"/>
    <w:rsid w:val="000670E3"/>
    <w:rsid w:val="00067A6D"/>
    <w:rsid w:val="00067C54"/>
    <w:rsid w:val="00067CE8"/>
    <w:rsid w:val="00070413"/>
    <w:rsid w:val="00070567"/>
    <w:rsid w:val="000705A3"/>
    <w:rsid w:val="0007060E"/>
    <w:rsid w:val="00070BE7"/>
    <w:rsid w:val="00070ED0"/>
    <w:rsid w:val="00070F13"/>
    <w:rsid w:val="000713C9"/>
    <w:rsid w:val="000717AF"/>
    <w:rsid w:val="00071BDB"/>
    <w:rsid w:val="0007253A"/>
    <w:rsid w:val="000729D6"/>
    <w:rsid w:val="00072D0A"/>
    <w:rsid w:val="00073D22"/>
    <w:rsid w:val="00073F71"/>
    <w:rsid w:val="00073FE3"/>
    <w:rsid w:val="00075548"/>
    <w:rsid w:val="0007560B"/>
    <w:rsid w:val="0007566E"/>
    <w:rsid w:val="00075B2F"/>
    <w:rsid w:val="00075D20"/>
    <w:rsid w:val="00076031"/>
    <w:rsid w:val="00076085"/>
    <w:rsid w:val="00076905"/>
    <w:rsid w:val="00076D32"/>
    <w:rsid w:val="00076E23"/>
    <w:rsid w:val="000775D6"/>
    <w:rsid w:val="000776CC"/>
    <w:rsid w:val="000777D4"/>
    <w:rsid w:val="00077DD0"/>
    <w:rsid w:val="00077F88"/>
    <w:rsid w:val="00077FC1"/>
    <w:rsid w:val="00080037"/>
    <w:rsid w:val="000800A3"/>
    <w:rsid w:val="00080224"/>
    <w:rsid w:val="00080676"/>
    <w:rsid w:val="000819D1"/>
    <w:rsid w:val="00082697"/>
    <w:rsid w:val="0008289D"/>
    <w:rsid w:val="000829FB"/>
    <w:rsid w:val="00082A6D"/>
    <w:rsid w:val="00083302"/>
    <w:rsid w:val="0008384F"/>
    <w:rsid w:val="0008391E"/>
    <w:rsid w:val="00083A0C"/>
    <w:rsid w:val="00083DE1"/>
    <w:rsid w:val="000846FF"/>
    <w:rsid w:val="000847ED"/>
    <w:rsid w:val="00084C4E"/>
    <w:rsid w:val="0008510E"/>
    <w:rsid w:val="00085524"/>
    <w:rsid w:val="00085A66"/>
    <w:rsid w:val="00085EA9"/>
    <w:rsid w:val="00086321"/>
    <w:rsid w:val="00086445"/>
    <w:rsid w:val="000865F5"/>
    <w:rsid w:val="00086933"/>
    <w:rsid w:val="00086BFD"/>
    <w:rsid w:val="00086EB2"/>
    <w:rsid w:val="00086EDE"/>
    <w:rsid w:val="00086F60"/>
    <w:rsid w:val="000873B9"/>
    <w:rsid w:val="000879B2"/>
    <w:rsid w:val="00090047"/>
    <w:rsid w:val="0009016A"/>
    <w:rsid w:val="00090374"/>
    <w:rsid w:val="00090AE3"/>
    <w:rsid w:val="00090E50"/>
    <w:rsid w:val="00090E64"/>
    <w:rsid w:val="00091483"/>
    <w:rsid w:val="000917CD"/>
    <w:rsid w:val="00091BB5"/>
    <w:rsid w:val="00091DB5"/>
    <w:rsid w:val="000920ED"/>
    <w:rsid w:val="00092A76"/>
    <w:rsid w:val="00093082"/>
    <w:rsid w:val="000930DB"/>
    <w:rsid w:val="00093321"/>
    <w:rsid w:val="0009429D"/>
    <w:rsid w:val="00094A64"/>
    <w:rsid w:val="00094B16"/>
    <w:rsid w:val="0009551A"/>
    <w:rsid w:val="00095706"/>
    <w:rsid w:val="00095B52"/>
    <w:rsid w:val="00095EC9"/>
    <w:rsid w:val="00096BA1"/>
    <w:rsid w:val="00096F1A"/>
    <w:rsid w:val="00097A04"/>
    <w:rsid w:val="00097ADC"/>
    <w:rsid w:val="00097D55"/>
    <w:rsid w:val="00097E7A"/>
    <w:rsid w:val="000A0078"/>
    <w:rsid w:val="000A00BF"/>
    <w:rsid w:val="000A0381"/>
    <w:rsid w:val="000A03DC"/>
    <w:rsid w:val="000A0AF0"/>
    <w:rsid w:val="000A0B47"/>
    <w:rsid w:val="000A18F3"/>
    <w:rsid w:val="000A2D95"/>
    <w:rsid w:val="000A2E60"/>
    <w:rsid w:val="000A2E7E"/>
    <w:rsid w:val="000A392A"/>
    <w:rsid w:val="000A431C"/>
    <w:rsid w:val="000A46E5"/>
    <w:rsid w:val="000A4E85"/>
    <w:rsid w:val="000A500C"/>
    <w:rsid w:val="000A5327"/>
    <w:rsid w:val="000A5606"/>
    <w:rsid w:val="000A5912"/>
    <w:rsid w:val="000A606A"/>
    <w:rsid w:val="000A62C3"/>
    <w:rsid w:val="000A7221"/>
    <w:rsid w:val="000A72B0"/>
    <w:rsid w:val="000A7A89"/>
    <w:rsid w:val="000B0904"/>
    <w:rsid w:val="000B0BD1"/>
    <w:rsid w:val="000B1091"/>
    <w:rsid w:val="000B1530"/>
    <w:rsid w:val="000B17C3"/>
    <w:rsid w:val="000B1990"/>
    <w:rsid w:val="000B1E0B"/>
    <w:rsid w:val="000B2091"/>
    <w:rsid w:val="000B2123"/>
    <w:rsid w:val="000B2438"/>
    <w:rsid w:val="000B2710"/>
    <w:rsid w:val="000B28DE"/>
    <w:rsid w:val="000B2E4B"/>
    <w:rsid w:val="000B35AD"/>
    <w:rsid w:val="000B3622"/>
    <w:rsid w:val="000B372D"/>
    <w:rsid w:val="000B37BF"/>
    <w:rsid w:val="000B37D6"/>
    <w:rsid w:val="000B3AC2"/>
    <w:rsid w:val="000B3AD1"/>
    <w:rsid w:val="000B4B42"/>
    <w:rsid w:val="000B50C7"/>
    <w:rsid w:val="000B51D7"/>
    <w:rsid w:val="000B5652"/>
    <w:rsid w:val="000B56A9"/>
    <w:rsid w:val="000B5B75"/>
    <w:rsid w:val="000B5EA8"/>
    <w:rsid w:val="000B611E"/>
    <w:rsid w:val="000B64B1"/>
    <w:rsid w:val="000B6574"/>
    <w:rsid w:val="000B6D98"/>
    <w:rsid w:val="000B70B7"/>
    <w:rsid w:val="000B724D"/>
    <w:rsid w:val="000B7826"/>
    <w:rsid w:val="000B7BCC"/>
    <w:rsid w:val="000C01A2"/>
    <w:rsid w:val="000C021C"/>
    <w:rsid w:val="000C03EC"/>
    <w:rsid w:val="000C0EC5"/>
    <w:rsid w:val="000C170E"/>
    <w:rsid w:val="000C1A5D"/>
    <w:rsid w:val="000C1DB8"/>
    <w:rsid w:val="000C1FF2"/>
    <w:rsid w:val="000C2173"/>
    <w:rsid w:val="000C21A5"/>
    <w:rsid w:val="000C23FA"/>
    <w:rsid w:val="000C26F5"/>
    <w:rsid w:val="000C30D7"/>
    <w:rsid w:val="000C31A0"/>
    <w:rsid w:val="000C35E4"/>
    <w:rsid w:val="000C39C8"/>
    <w:rsid w:val="000C3AAC"/>
    <w:rsid w:val="000C3F82"/>
    <w:rsid w:val="000C409D"/>
    <w:rsid w:val="000C49EF"/>
    <w:rsid w:val="000C4E34"/>
    <w:rsid w:val="000C522E"/>
    <w:rsid w:val="000C55AF"/>
    <w:rsid w:val="000C5795"/>
    <w:rsid w:val="000C57B9"/>
    <w:rsid w:val="000C58E5"/>
    <w:rsid w:val="000C59ED"/>
    <w:rsid w:val="000C624C"/>
    <w:rsid w:val="000C636C"/>
    <w:rsid w:val="000C63F9"/>
    <w:rsid w:val="000C7261"/>
    <w:rsid w:val="000C74A7"/>
    <w:rsid w:val="000C74EE"/>
    <w:rsid w:val="000C7520"/>
    <w:rsid w:val="000C79B2"/>
    <w:rsid w:val="000C7A55"/>
    <w:rsid w:val="000C7FFD"/>
    <w:rsid w:val="000D0098"/>
    <w:rsid w:val="000D039C"/>
    <w:rsid w:val="000D042C"/>
    <w:rsid w:val="000D0B17"/>
    <w:rsid w:val="000D0E6E"/>
    <w:rsid w:val="000D0EFA"/>
    <w:rsid w:val="000D159F"/>
    <w:rsid w:val="000D1BD9"/>
    <w:rsid w:val="000D1E67"/>
    <w:rsid w:val="000D2016"/>
    <w:rsid w:val="000D2EA1"/>
    <w:rsid w:val="000D2F7F"/>
    <w:rsid w:val="000D3206"/>
    <w:rsid w:val="000D3234"/>
    <w:rsid w:val="000D3286"/>
    <w:rsid w:val="000D3918"/>
    <w:rsid w:val="000D39B7"/>
    <w:rsid w:val="000D4086"/>
    <w:rsid w:val="000D5BB5"/>
    <w:rsid w:val="000D5D77"/>
    <w:rsid w:val="000D624B"/>
    <w:rsid w:val="000D65D6"/>
    <w:rsid w:val="000D65E9"/>
    <w:rsid w:val="000D6612"/>
    <w:rsid w:val="000D68A7"/>
    <w:rsid w:val="000D6A77"/>
    <w:rsid w:val="000D6D76"/>
    <w:rsid w:val="000D6DC6"/>
    <w:rsid w:val="000D71CC"/>
    <w:rsid w:val="000D7531"/>
    <w:rsid w:val="000D7563"/>
    <w:rsid w:val="000E032D"/>
    <w:rsid w:val="000E0335"/>
    <w:rsid w:val="000E08EA"/>
    <w:rsid w:val="000E0919"/>
    <w:rsid w:val="000E1C20"/>
    <w:rsid w:val="000E1D4E"/>
    <w:rsid w:val="000E23EC"/>
    <w:rsid w:val="000E25B7"/>
    <w:rsid w:val="000E2AB3"/>
    <w:rsid w:val="000E31F6"/>
    <w:rsid w:val="000E3374"/>
    <w:rsid w:val="000E35D9"/>
    <w:rsid w:val="000E3706"/>
    <w:rsid w:val="000E396B"/>
    <w:rsid w:val="000E397F"/>
    <w:rsid w:val="000E3A3E"/>
    <w:rsid w:val="000E3A45"/>
    <w:rsid w:val="000E460C"/>
    <w:rsid w:val="000E49EB"/>
    <w:rsid w:val="000E4A74"/>
    <w:rsid w:val="000E4B64"/>
    <w:rsid w:val="000E4FE7"/>
    <w:rsid w:val="000E539C"/>
    <w:rsid w:val="000E5F73"/>
    <w:rsid w:val="000E628D"/>
    <w:rsid w:val="000E66F1"/>
    <w:rsid w:val="000E699D"/>
    <w:rsid w:val="000E6FBB"/>
    <w:rsid w:val="000E6FF0"/>
    <w:rsid w:val="000E7761"/>
    <w:rsid w:val="000E7FA9"/>
    <w:rsid w:val="000F03CC"/>
    <w:rsid w:val="000F03FB"/>
    <w:rsid w:val="000F09FF"/>
    <w:rsid w:val="000F0A8E"/>
    <w:rsid w:val="000F0FE8"/>
    <w:rsid w:val="000F1AA7"/>
    <w:rsid w:val="000F214D"/>
    <w:rsid w:val="000F237E"/>
    <w:rsid w:val="000F23A5"/>
    <w:rsid w:val="000F25A6"/>
    <w:rsid w:val="000F2F69"/>
    <w:rsid w:val="000F2FBE"/>
    <w:rsid w:val="000F3C24"/>
    <w:rsid w:val="000F3C5B"/>
    <w:rsid w:val="000F420A"/>
    <w:rsid w:val="000F48F0"/>
    <w:rsid w:val="000F4D9B"/>
    <w:rsid w:val="000F5069"/>
    <w:rsid w:val="000F56EC"/>
    <w:rsid w:val="000F578B"/>
    <w:rsid w:val="000F58E0"/>
    <w:rsid w:val="000F5CF0"/>
    <w:rsid w:val="000F7013"/>
    <w:rsid w:val="000F7033"/>
    <w:rsid w:val="000F7076"/>
    <w:rsid w:val="000F7417"/>
    <w:rsid w:val="000F7481"/>
    <w:rsid w:val="000F7541"/>
    <w:rsid w:val="000F77B3"/>
    <w:rsid w:val="000F788E"/>
    <w:rsid w:val="000F78B6"/>
    <w:rsid w:val="00100038"/>
    <w:rsid w:val="00100153"/>
    <w:rsid w:val="00100389"/>
    <w:rsid w:val="00100E84"/>
    <w:rsid w:val="00100F24"/>
    <w:rsid w:val="001014C1"/>
    <w:rsid w:val="001016AD"/>
    <w:rsid w:val="00101747"/>
    <w:rsid w:val="001020FE"/>
    <w:rsid w:val="0010219E"/>
    <w:rsid w:val="001022AA"/>
    <w:rsid w:val="00102993"/>
    <w:rsid w:val="00103028"/>
    <w:rsid w:val="001030CD"/>
    <w:rsid w:val="00103463"/>
    <w:rsid w:val="001035B6"/>
    <w:rsid w:val="001035CE"/>
    <w:rsid w:val="00103975"/>
    <w:rsid w:val="00103F54"/>
    <w:rsid w:val="00103F6C"/>
    <w:rsid w:val="00104B26"/>
    <w:rsid w:val="00104CB8"/>
    <w:rsid w:val="00104FEC"/>
    <w:rsid w:val="001052BA"/>
    <w:rsid w:val="001054C9"/>
    <w:rsid w:val="00105685"/>
    <w:rsid w:val="001058D1"/>
    <w:rsid w:val="001065C1"/>
    <w:rsid w:val="00106604"/>
    <w:rsid w:val="00106B78"/>
    <w:rsid w:val="00106D54"/>
    <w:rsid w:val="00106EAC"/>
    <w:rsid w:val="00107002"/>
    <w:rsid w:val="0010701E"/>
    <w:rsid w:val="00107283"/>
    <w:rsid w:val="00110E3C"/>
    <w:rsid w:val="00110F11"/>
    <w:rsid w:val="00111542"/>
    <w:rsid w:val="00111B9D"/>
    <w:rsid w:val="00112B25"/>
    <w:rsid w:val="00112BA7"/>
    <w:rsid w:val="00112CD0"/>
    <w:rsid w:val="00112D88"/>
    <w:rsid w:val="00112E98"/>
    <w:rsid w:val="0011369C"/>
    <w:rsid w:val="0011377E"/>
    <w:rsid w:val="001139DD"/>
    <w:rsid w:val="001139E6"/>
    <w:rsid w:val="00113FFC"/>
    <w:rsid w:val="001142E1"/>
    <w:rsid w:val="00114465"/>
    <w:rsid w:val="00114A3F"/>
    <w:rsid w:val="00114A76"/>
    <w:rsid w:val="00114DA9"/>
    <w:rsid w:val="0011555F"/>
    <w:rsid w:val="00115810"/>
    <w:rsid w:val="0011587F"/>
    <w:rsid w:val="00115977"/>
    <w:rsid w:val="00115A4A"/>
    <w:rsid w:val="001161BE"/>
    <w:rsid w:val="0011640C"/>
    <w:rsid w:val="0011645C"/>
    <w:rsid w:val="00116A7A"/>
    <w:rsid w:val="00116B23"/>
    <w:rsid w:val="00116E2C"/>
    <w:rsid w:val="00116E55"/>
    <w:rsid w:val="00117345"/>
    <w:rsid w:val="00117699"/>
    <w:rsid w:val="00117A09"/>
    <w:rsid w:val="00117AE3"/>
    <w:rsid w:val="00117EB5"/>
    <w:rsid w:val="00120175"/>
    <w:rsid w:val="001201F6"/>
    <w:rsid w:val="0012020B"/>
    <w:rsid w:val="001204E9"/>
    <w:rsid w:val="00120703"/>
    <w:rsid w:val="001207EB"/>
    <w:rsid w:val="00120A18"/>
    <w:rsid w:val="00120AB4"/>
    <w:rsid w:val="00120D59"/>
    <w:rsid w:val="00120D94"/>
    <w:rsid w:val="001215EA"/>
    <w:rsid w:val="0012161F"/>
    <w:rsid w:val="00121621"/>
    <w:rsid w:val="0012163C"/>
    <w:rsid w:val="00121B73"/>
    <w:rsid w:val="00121FE5"/>
    <w:rsid w:val="0012208E"/>
    <w:rsid w:val="001222C5"/>
    <w:rsid w:val="00122486"/>
    <w:rsid w:val="001226DD"/>
    <w:rsid w:val="00122A7F"/>
    <w:rsid w:val="00122B5B"/>
    <w:rsid w:val="00123395"/>
    <w:rsid w:val="001234EB"/>
    <w:rsid w:val="0012358C"/>
    <w:rsid w:val="0012373C"/>
    <w:rsid w:val="00124255"/>
    <w:rsid w:val="00124A2C"/>
    <w:rsid w:val="00124C0F"/>
    <w:rsid w:val="00124DF4"/>
    <w:rsid w:val="00125367"/>
    <w:rsid w:val="0012590A"/>
    <w:rsid w:val="00125ED5"/>
    <w:rsid w:val="00126568"/>
    <w:rsid w:val="001267F0"/>
    <w:rsid w:val="0012698F"/>
    <w:rsid w:val="00126A0A"/>
    <w:rsid w:val="00126B86"/>
    <w:rsid w:val="00127BD0"/>
    <w:rsid w:val="0013057D"/>
    <w:rsid w:val="00130B33"/>
    <w:rsid w:val="00130B79"/>
    <w:rsid w:val="00130C8A"/>
    <w:rsid w:val="00130CB2"/>
    <w:rsid w:val="00131063"/>
    <w:rsid w:val="00131538"/>
    <w:rsid w:val="00131714"/>
    <w:rsid w:val="00131F0D"/>
    <w:rsid w:val="00132242"/>
    <w:rsid w:val="0013234A"/>
    <w:rsid w:val="001323AF"/>
    <w:rsid w:val="00132465"/>
    <w:rsid w:val="001328C5"/>
    <w:rsid w:val="00133D7B"/>
    <w:rsid w:val="00133E2B"/>
    <w:rsid w:val="00133F6E"/>
    <w:rsid w:val="00134052"/>
    <w:rsid w:val="00134118"/>
    <w:rsid w:val="00134168"/>
    <w:rsid w:val="0013472B"/>
    <w:rsid w:val="00135217"/>
    <w:rsid w:val="00135556"/>
    <w:rsid w:val="001357C5"/>
    <w:rsid w:val="00135B87"/>
    <w:rsid w:val="001362EF"/>
    <w:rsid w:val="00136B75"/>
    <w:rsid w:val="00137008"/>
    <w:rsid w:val="001375A0"/>
    <w:rsid w:val="00137795"/>
    <w:rsid w:val="0013790A"/>
    <w:rsid w:val="001379D8"/>
    <w:rsid w:val="00137A1B"/>
    <w:rsid w:val="00140210"/>
    <w:rsid w:val="00140C79"/>
    <w:rsid w:val="00141139"/>
    <w:rsid w:val="001418C7"/>
    <w:rsid w:val="001419FF"/>
    <w:rsid w:val="001426D3"/>
    <w:rsid w:val="00143AB7"/>
    <w:rsid w:val="00143C9B"/>
    <w:rsid w:val="00143CDF"/>
    <w:rsid w:val="001440DF"/>
    <w:rsid w:val="001440FD"/>
    <w:rsid w:val="00144371"/>
    <w:rsid w:val="00144386"/>
    <w:rsid w:val="0014452C"/>
    <w:rsid w:val="001449AF"/>
    <w:rsid w:val="001449ED"/>
    <w:rsid w:val="00144C4F"/>
    <w:rsid w:val="00144DFE"/>
    <w:rsid w:val="001454C1"/>
    <w:rsid w:val="00145865"/>
    <w:rsid w:val="00145D40"/>
    <w:rsid w:val="00145E07"/>
    <w:rsid w:val="00145F3B"/>
    <w:rsid w:val="00145FB6"/>
    <w:rsid w:val="00146024"/>
    <w:rsid w:val="00146039"/>
    <w:rsid w:val="00146275"/>
    <w:rsid w:val="001462DB"/>
    <w:rsid w:val="001468CD"/>
    <w:rsid w:val="00146C79"/>
    <w:rsid w:val="00147021"/>
    <w:rsid w:val="001470BF"/>
    <w:rsid w:val="0014761D"/>
    <w:rsid w:val="00147801"/>
    <w:rsid w:val="00147C46"/>
    <w:rsid w:val="00147CCB"/>
    <w:rsid w:val="00147CD4"/>
    <w:rsid w:val="00147DD3"/>
    <w:rsid w:val="001501BC"/>
    <w:rsid w:val="00150451"/>
    <w:rsid w:val="001504A4"/>
    <w:rsid w:val="0015054C"/>
    <w:rsid w:val="001509B1"/>
    <w:rsid w:val="00150F91"/>
    <w:rsid w:val="001516D2"/>
    <w:rsid w:val="001517A3"/>
    <w:rsid w:val="001518C6"/>
    <w:rsid w:val="00151B1B"/>
    <w:rsid w:val="00151B34"/>
    <w:rsid w:val="00152F00"/>
    <w:rsid w:val="001539B2"/>
    <w:rsid w:val="00153FE1"/>
    <w:rsid w:val="00154D4D"/>
    <w:rsid w:val="00155380"/>
    <w:rsid w:val="00155568"/>
    <w:rsid w:val="001555C0"/>
    <w:rsid w:val="00155C88"/>
    <w:rsid w:val="00155EFF"/>
    <w:rsid w:val="001565B2"/>
    <w:rsid w:val="00156878"/>
    <w:rsid w:val="001568B5"/>
    <w:rsid w:val="00156A6A"/>
    <w:rsid w:val="0016029A"/>
    <w:rsid w:val="00160476"/>
    <w:rsid w:val="0016083B"/>
    <w:rsid w:val="00161346"/>
    <w:rsid w:val="00161799"/>
    <w:rsid w:val="00161950"/>
    <w:rsid w:val="00161BC9"/>
    <w:rsid w:val="001622E6"/>
    <w:rsid w:val="001629D4"/>
    <w:rsid w:val="001630BA"/>
    <w:rsid w:val="00163266"/>
    <w:rsid w:val="001637EE"/>
    <w:rsid w:val="001638A1"/>
    <w:rsid w:val="00163B35"/>
    <w:rsid w:val="00163BDA"/>
    <w:rsid w:val="00163C88"/>
    <w:rsid w:val="0016439E"/>
    <w:rsid w:val="001645AB"/>
    <w:rsid w:val="0016461F"/>
    <w:rsid w:val="00164964"/>
    <w:rsid w:val="00164A6C"/>
    <w:rsid w:val="00164BC2"/>
    <w:rsid w:val="00165C63"/>
    <w:rsid w:val="00165E06"/>
    <w:rsid w:val="001662DD"/>
    <w:rsid w:val="00166861"/>
    <w:rsid w:val="00166C65"/>
    <w:rsid w:val="0016720B"/>
    <w:rsid w:val="00167335"/>
    <w:rsid w:val="00167570"/>
    <w:rsid w:val="00167978"/>
    <w:rsid w:val="00167ACF"/>
    <w:rsid w:val="00167C3A"/>
    <w:rsid w:val="00167CBC"/>
    <w:rsid w:val="00167DC5"/>
    <w:rsid w:val="00167EA8"/>
    <w:rsid w:val="00170482"/>
    <w:rsid w:val="00170586"/>
    <w:rsid w:val="00170BBC"/>
    <w:rsid w:val="00170CC8"/>
    <w:rsid w:val="00171214"/>
    <w:rsid w:val="001719E2"/>
    <w:rsid w:val="00171B15"/>
    <w:rsid w:val="00171DA4"/>
    <w:rsid w:val="00171E11"/>
    <w:rsid w:val="001720D9"/>
    <w:rsid w:val="0017236F"/>
    <w:rsid w:val="00173452"/>
    <w:rsid w:val="001737D0"/>
    <w:rsid w:val="00173875"/>
    <w:rsid w:val="00173B7B"/>
    <w:rsid w:val="00174640"/>
    <w:rsid w:val="001748E8"/>
    <w:rsid w:val="00174A22"/>
    <w:rsid w:val="00175018"/>
    <w:rsid w:val="00175901"/>
    <w:rsid w:val="0017591D"/>
    <w:rsid w:val="00175F9B"/>
    <w:rsid w:val="001761F6"/>
    <w:rsid w:val="001769F8"/>
    <w:rsid w:val="00177226"/>
    <w:rsid w:val="001772EA"/>
    <w:rsid w:val="001775C3"/>
    <w:rsid w:val="00177ED1"/>
    <w:rsid w:val="00180BFC"/>
    <w:rsid w:val="001810B6"/>
    <w:rsid w:val="001814A3"/>
    <w:rsid w:val="00181C29"/>
    <w:rsid w:val="00181E25"/>
    <w:rsid w:val="0018205C"/>
    <w:rsid w:val="00182068"/>
    <w:rsid w:val="00182373"/>
    <w:rsid w:val="00182659"/>
    <w:rsid w:val="00183864"/>
    <w:rsid w:val="001840E9"/>
    <w:rsid w:val="00184163"/>
    <w:rsid w:val="0018422B"/>
    <w:rsid w:val="00184370"/>
    <w:rsid w:val="00184B7A"/>
    <w:rsid w:val="00184FCE"/>
    <w:rsid w:val="0018508C"/>
    <w:rsid w:val="00185744"/>
    <w:rsid w:val="001857CE"/>
    <w:rsid w:val="00185856"/>
    <w:rsid w:val="00185912"/>
    <w:rsid w:val="00186485"/>
    <w:rsid w:val="001865F6"/>
    <w:rsid w:val="0018677B"/>
    <w:rsid w:val="00186B49"/>
    <w:rsid w:val="001870AA"/>
    <w:rsid w:val="00187586"/>
    <w:rsid w:val="00187EC6"/>
    <w:rsid w:val="00190C4E"/>
    <w:rsid w:val="00190EA0"/>
    <w:rsid w:val="00190FE0"/>
    <w:rsid w:val="001918EB"/>
    <w:rsid w:val="00191BD4"/>
    <w:rsid w:val="00191CBE"/>
    <w:rsid w:val="00191DD4"/>
    <w:rsid w:val="001920D3"/>
    <w:rsid w:val="001921B8"/>
    <w:rsid w:val="00192387"/>
    <w:rsid w:val="00192507"/>
    <w:rsid w:val="001927D1"/>
    <w:rsid w:val="00192B20"/>
    <w:rsid w:val="0019372D"/>
    <w:rsid w:val="001937E6"/>
    <w:rsid w:val="00193BD4"/>
    <w:rsid w:val="0019440E"/>
    <w:rsid w:val="0019485E"/>
    <w:rsid w:val="00194A48"/>
    <w:rsid w:val="00194D36"/>
    <w:rsid w:val="00194F8B"/>
    <w:rsid w:val="00194FA9"/>
    <w:rsid w:val="0019502E"/>
    <w:rsid w:val="001955EB"/>
    <w:rsid w:val="0019562B"/>
    <w:rsid w:val="00195CE8"/>
    <w:rsid w:val="0019618B"/>
    <w:rsid w:val="00196302"/>
    <w:rsid w:val="001965B2"/>
    <w:rsid w:val="001967C2"/>
    <w:rsid w:val="00196A6C"/>
    <w:rsid w:val="00197329"/>
    <w:rsid w:val="00197432"/>
    <w:rsid w:val="0019767B"/>
    <w:rsid w:val="001976C6"/>
    <w:rsid w:val="00197C6B"/>
    <w:rsid w:val="00197E9E"/>
    <w:rsid w:val="00197FE4"/>
    <w:rsid w:val="001A00C8"/>
    <w:rsid w:val="001A01D8"/>
    <w:rsid w:val="001A0418"/>
    <w:rsid w:val="001A04CC"/>
    <w:rsid w:val="001A0756"/>
    <w:rsid w:val="001A0A17"/>
    <w:rsid w:val="001A19F2"/>
    <w:rsid w:val="001A1A29"/>
    <w:rsid w:val="001A1C0F"/>
    <w:rsid w:val="001A1E35"/>
    <w:rsid w:val="001A2067"/>
    <w:rsid w:val="001A2350"/>
    <w:rsid w:val="001A2667"/>
    <w:rsid w:val="001A2C8F"/>
    <w:rsid w:val="001A30C1"/>
    <w:rsid w:val="001A3C25"/>
    <w:rsid w:val="001A3C6D"/>
    <w:rsid w:val="001A3E23"/>
    <w:rsid w:val="001A3F1C"/>
    <w:rsid w:val="001A4595"/>
    <w:rsid w:val="001A4962"/>
    <w:rsid w:val="001A4B9D"/>
    <w:rsid w:val="001A53CB"/>
    <w:rsid w:val="001A5C12"/>
    <w:rsid w:val="001A5F22"/>
    <w:rsid w:val="001A6028"/>
    <w:rsid w:val="001A620C"/>
    <w:rsid w:val="001A63AD"/>
    <w:rsid w:val="001A6DEB"/>
    <w:rsid w:val="001A7315"/>
    <w:rsid w:val="001A7547"/>
    <w:rsid w:val="001B022D"/>
    <w:rsid w:val="001B05C0"/>
    <w:rsid w:val="001B0E40"/>
    <w:rsid w:val="001B1BB4"/>
    <w:rsid w:val="001B1FC6"/>
    <w:rsid w:val="001B2268"/>
    <w:rsid w:val="001B2511"/>
    <w:rsid w:val="001B2519"/>
    <w:rsid w:val="001B2843"/>
    <w:rsid w:val="001B2C5A"/>
    <w:rsid w:val="001B3114"/>
    <w:rsid w:val="001B319B"/>
    <w:rsid w:val="001B32B7"/>
    <w:rsid w:val="001B34D9"/>
    <w:rsid w:val="001B362D"/>
    <w:rsid w:val="001B3A60"/>
    <w:rsid w:val="001B3B36"/>
    <w:rsid w:val="001B3C85"/>
    <w:rsid w:val="001B4173"/>
    <w:rsid w:val="001B4600"/>
    <w:rsid w:val="001B53DB"/>
    <w:rsid w:val="001B5AA2"/>
    <w:rsid w:val="001B5B98"/>
    <w:rsid w:val="001B60EF"/>
    <w:rsid w:val="001B65E5"/>
    <w:rsid w:val="001B679D"/>
    <w:rsid w:val="001B68DB"/>
    <w:rsid w:val="001B6A88"/>
    <w:rsid w:val="001C0169"/>
    <w:rsid w:val="001C01A7"/>
    <w:rsid w:val="001C0351"/>
    <w:rsid w:val="001C0666"/>
    <w:rsid w:val="001C0C05"/>
    <w:rsid w:val="001C0E23"/>
    <w:rsid w:val="001C0FD6"/>
    <w:rsid w:val="001C1700"/>
    <w:rsid w:val="001C19B2"/>
    <w:rsid w:val="001C1B49"/>
    <w:rsid w:val="001C1CFE"/>
    <w:rsid w:val="001C1FFC"/>
    <w:rsid w:val="001C2145"/>
    <w:rsid w:val="001C240D"/>
    <w:rsid w:val="001C2497"/>
    <w:rsid w:val="001C25A6"/>
    <w:rsid w:val="001C2789"/>
    <w:rsid w:val="001C2BAA"/>
    <w:rsid w:val="001C33AA"/>
    <w:rsid w:val="001C41E6"/>
    <w:rsid w:val="001C465A"/>
    <w:rsid w:val="001C52ED"/>
    <w:rsid w:val="001C5330"/>
    <w:rsid w:val="001C595A"/>
    <w:rsid w:val="001C5AB7"/>
    <w:rsid w:val="001C5B35"/>
    <w:rsid w:val="001C5C5A"/>
    <w:rsid w:val="001C606E"/>
    <w:rsid w:val="001C61AD"/>
    <w:rsid w:val="001C6233"/>
    <w:rsid w:val="001C6255"/>
    <w:rsid w:val="001C6A33"/>
    <w:rsid w:val="001C6BD3"/>
    <w:rsid w:val="001C6D54"/>
    <w:rsid w:val="001C7824"/>
    <w:rsid w:val="001C7B9A"/>
    <w:rsid w:val="001C7E69"/>
    <w:rsid w:val="001D0BFB"/>
    <w:rsid w:val="001D1640"/>
    <w:rsid w:val="001D1895"/>
    <w:rsid w:val="001D1CB7"/>
    <w:rsid w:val="001D1D2C"/>
    <w:rsid w:val="001D2A50"/>
    <w:rsid w:val="001D2EE5"/>
    <w:rsid w:val="001D383E"/>
    <w:rsid w:val="001D45BC"/>
    <w:rsid w:val="001D478E"/>
    <w:rsid w:val="001D5349"/>
    <w:rsid w:val="001D5B49"/>
    <w:rsid w:val="001D5ECB"/>
    <w:rsid w:val="001D62F2"/>
    <w:rsid w:val="001D634C"/>
    <w:rsid w:val="001D69DF"/>
    <w:rsid w:val="001D6D37"/>
    <w:rsid w:val="001D6FD4"/>
    <w:rsid w:val="001D7115"/>
    <w:rsid w:val="001D72C4"/>
    <w:rsid w:val="001D7744"/>
    <w:rsid w:val="001D7CB1"/>
    <w:rsid w:val="001D7E6D"/>
    <w:rsid w:val="001E07D0"/>
    <w:rsid w:val="001E07D5"/>
    <w:rsid w:val="001E0846"/>
    <w:rsid w:val="001E0876"/>
    <w:rsid w:val="001E0D75"/>
    <w:rsid w:val="001E0E37"/>
    <w:rsid w:val="001E0EE6"/>
    <w:rsid w:val="001E1287"/>
    <w:rsid w:val="001E1D74"/>
    <w:rsid w:val="001E1FD3"/>
    <w:rsid w:val="001E25D8"/>
    <w:rsid w:val="001E3528"/>
    <w:rsid w:val="001E35A9"/>
    <w:rsid w:val="001E3768"/>
    <w:rsid w:val="001E433F"/>
    <w:rsid w:val="001E47A8"/>
    <w:rsid w:val="001E492C"/>
    <w:rsid w:val="001E4F01"/>
    <w:rsid w:val="001E5700"/>
    <w:rsid w:val="001E5B26"/>
    <w:rsid w:val="001E5BBB"/>
    <w:rsid w:val="001E5C3D"/>
    <w:rsid w:val="001E649E"/>
    <w:rsid w:val="001E66A0"/>
    <w:rsid w:val="001E6B97"/>
    <w:rsid w:val="001E766F"/>
    <w:rsid w:val="001E7A00"/>
    <w:rsid w:val="001E7AD8"/>
    <w:rsid w:val="001E7BE1"/>
    <w:rsid w:val="001E7BFB"/>
    <w:rsid w:val="001E7EB5"/>
    <w:rsid w:val="001E7FF4"/>
    <w:rsid w:val="001F03BA"/>
    <w:rsid w:val="001F12CD"/>
    <w:rsid w:val="001F1407"/>
    <w:rsid w:val="001F186F"/>
    <w:rsid w:val="001F1ED2"/>
    <w:rsid w:val="001F23FD"/>
    <w:rsid w:val="001F25D1"/>
    <w:rsid w:val="001F2D6D"/>
    <w:rsid w:val="001F3242"/>
    <w:rsid w:val="001F380F"/>
    <w:rsid w:val="001F3DB6"/>
    <w:rsid w:val="001F3F0D"/>
    <w:rsid w:val="001F40A4"/>
    <w:rsid w:val="001F4321"/>
    <w:rsid w:val="001F4793"/>
    <w:rsid w:val="001F5285"/>
    <w:rsid w:val="001F5455"/>
    <w:rsid w:val="001F58C8"/>
    <w:rsid w:val="001F5A5E"/>
    <w:rsid w:val="001F5AA4"/>
    <w:rsid w:val="001F5C7D"/>
    <w:rsid w:val="001F5DC0"/>
    <w:rsid w:val="001F5E5D"/>
    <w:rsid w:val="001F6268"/>
    <w:rsid w:val="001F64E4"/>
    <w:rsid w:val="001F6FD7"/>
    <w:rsid w:val="001F740B"/>
    <w:rsid w:val="001F77CC"/>
    <w:rsid w:val="001F7A72"/>
    <w:rsid w:val="001F7A79"/>
    <w:rsid w:val="001F7C5C"/>
    <w:rsid w:val="0020054D"/>
    <w:rsid w:val="0020066A"/>
    <w:rsid w:val="00200F96"/>
    <w:rsid w:val="00201517"/>
    <w:rsid w:val="002018F0"/>
    <w:rsid w:val="00201ADD"/>
    <w:rsid w:val="00201CDE"/>
    <w:rsid w:val="002028F0"/>
    <w:rsid w:val="0020322D"/>
    <w:rsid w:val="002037AE"/>
    <w:rsid w:val="002037E8"/>
    <w:rsid w:val="00203A68"/>
    <w:rsid w:val="00203CDD"/>
    <w:rsid w:val="00203D74"/>
    <w:rsid w:val="00204032"/>
    <w:rsid w:val="002042B8"/>
    <w:rsid w:val="0020433D"/>
    <w:rsid w:val="00204DEF"/>
    <w:rsid w:val="00204EAD"/>
    <w:rsid w:val="0020503D"/>
    <w:rsid w:val="0020535B"/>
    <w:rsid w:val="0020616B"/>
    <w:rsid w:val="002061BF"/>
    <w:rsid w:val="002061DD"/>
    <w:rsid w:val="002063C3"/>
    <w:rsid w:val="0020684A"/>
    <w:rsid w:val="00206B9E"/>
    <w:rsid w:val="002070EA"/>
    <w:rsid w:val="00207701"/>
    <w:rsid w:val="0020776D"/>
    <w:rsid w:val="002105E2"/>
    <w:rsid w:val="0021060C"/>
    <w:rsid w:val="00210786"/>
    <w:rsid w:val="00210A5B"/>
    <w:rsid w:val="00210AB5"/>
    <w:rsid w:val="002112B2"/>
    <w:rsid w:val="00211369"/>
    <w:rsid w:val="0021172A"/>
    <w:rsid w:val="00212144"/>
    <w:rsid w:val="0021226E"/>
    <w:rsid w:val="002123BD"/>
    <w:rsid w:val="002126F6"/>
    <w:rsid w:val="00212B28"/>
    <w:rsid w:val="00212D58"/>
    <w:rsid w:val="00212E03"/>
    <w:rsid w:val="002132D6"/>
    <w:rsid w:val="002135C5"/>
    <w:rsid w:val="00213629"/>
    <w:rsid w:val="00213A6E"/>
    <w:rsid w:val="00213D5C"/>
    <w:rsid w:val="00213DA3"/>
    <w:rsid w:val="00213DDF"/>
    <w:rsid w:val="00214689"/>
    <w:rsid w:val="0021485E"/>
    <w:rsid w:val="00214D30"/>
    <w:rsid w:val="00214DC9"/>
    <w:rsid w:val="0021584C"/>
    <w:rsid w:val="00215C7F"/>
    <w:rsid w:val="00216566"/>
    <w:rsid w:val="00216C0C"/>
    <w:rsid w:val="002174BC"/>
    <w:rsid w:val="00217A19"/>
    <w:rsid w:val="00217B3A"/>
    <w:rsid w:val="00217BB1"/>
    <w:rsid w:val="00220316"/>
    <w:rsid w:val="00220623"/>
    <w:rsid w:val="00220A03"/>
    <w:rsid w:val="00220CBD"/>
    <w:rsid w:val="002212FC"/>
    <w:rsid w:val="00221537"/>
    <w:rsid w:val="0022154A"/>
    <w:rsid w:val="00221575"/>
    <w:rsid w:val="00221CFC"/>
    <w:rsid w:val="00221D5C"/>
    <w:rsid w:val="002220F7"/>
    <w:rsid w:val="0022243C"/>
    <w:rsid w:val="002225BF"/>
    <w:rsid w:val="002225FB"/>
    <w:rsid w:val="00223227"/>
    <w:rsid w:val="00223EA4"/>
    <w:rsid w:val="0022417C"/>
    <w:rsid w:val="0022421A"/>
    <w:rsid w:val="002242B9"/>
    <w:rsid w:val="00224471"/>
    <w:rsid w:val="00224B03"/>
    <w:rsid w:val="00224B66"/>
    <w:rsid w:val="00224BFF"/>
    <w:rsid w:val="00224CC5"/>
    <w:rsid w:val="002252E3"/>
    <w:rsid w:val="00225538"/>
    <w:rsid w:val="00225756"/>
    <w:rsid w:val="002257A3"/>
    <w:rsid w:val="002258CB"/>
    <w:rsid w:val="00225A1C"/>
    <w:rsid w:val="00225BA5"/>
    <w:rsid w:val="00225C2D"/>
    <w:rsid w:val="00225D8D"/>
    <w:rsid w:val="00225DCA"/>
    <w:rsid w:val="002261CA"/>
    <w:rsid w:val="00226D15"/>
    <w:rsid w:val="00227346"/>
    <w:rsid w:val="00227543"/>
    <w:rsid w:val="00227761"/>
    <w:rsid w:val="00230207"/>
    <w:rsid w:val="00230232"/>
    <w:rsid w:val="002303E4"/>
    <w:rsid w:val="00230433"/>
    <w:rsid w:val="0023046E"/>
    <w:rsid w:val="002307E3"/>
    <w:rsid w:val="00230EF9"/>
    <w:rsid w:val="0023116C"/>
    <w:rsid w:val="00231AD7"/>
    <w:rsid w:val="0023222C"/>
    <w:rsid w:val="00232230"/>
    <w:rsid w:val="0023283D"/>
    <w:rsid w:val="002329CF"/>
    <w:rsid w:val="002329D8"/>
    <w:rsid w:val="002329F4"/>
    <w:rsid w:val="00232F72"/>
    <w:rsid w:val="00232F92"/>
    <w:rsid w:val="0023339C"/>
    <w:rsid w:val="00233493"/>
    <w:rsid w:val="002335B2"/>
    <w:rsid w:val="00233B79"/>
    <w:rsid w:val="002346BE"/>
    <w:rsid w:val="00234768"/>
    <w:rsid w:val="00234DB8"/>
    <w:rsid w:val="00234EFE"/>
    <w:rsid w:val="00234F8F"/>
    <w:rsid w:val="00235AFB"/>
    <w:rsid w:val="00235C4E"/>
    <w:rsid w:val="00235DF4"/>
    <w:rsid w:val="00236063"/>
    <w:rsid w:val="002360D9"/>
    <w:rsid w:val="002361B6"/>
    <w:rsid w:val="00236D1E"/>
    <w:rsid w:val="00237166"/>
    <w:rsid w:val="002376BE"/>
    <w:rsid w:val="0024035B"/>
    <w:rsid w:val="00240438"/>
    <w:rsid w:val="00241196"/>
    <w:rsid w:val="00241341"/>
    <w:rsid w:val="00241389"/>
    <w:rsid w:val="00242117"/>
    <w:rsid w:val="002427A9"/>
    <w:rsid w:val="00242A40"/>
    <w:rsid w:val="002431EE"/>
    <w:rsid w:val="00243AC8"/>
    <w:rsid w:val="002449F9"/>
    <w:rsid w:val="00244D66"/>
    <w:rsid w:val="0024535D"/>
    <w:rsid w:val="0024572F"/>
    <w:rsid w:val="002459B3"/>
    <w:rsid w:val="00245A7D"/>
    <w:rsid w:val="00245AAB"/>
    <w:rsid w:val="0024637D"/>
    <w:rsid w:val="002465AE"/>
    <w:rsid w:val="00246EF0"/>
    <w:rsid w:val="00246F64"/>
    <w:rsid w:val="00246F97"/>
    <w:rsid w:val="00247004"/>
    <w:rsid w:val="0024728B"/>
    <w:rsid w:val="00247E2F"/>
    <w:rsid w:val="00247FE7"/>
    <w:rsid w:val="00250101"/>
    <w:rsid w:val="0025045F"/>
    <w:rsid w:val="00250995"/>
    <w:rsid w:val="00250F01"/>
    <w:rsid w:val="00251141"/>
    <w:rsid w:val="00251177"/>
    <w:rsid w:val="00251207"/>
    <w:rsid w:val="002513BD"/>
    <w:rsid w:val="002516FE"/>
    <w:rsid w:val="00251BBC"/>
    <w:rsid w:val="00251C42"/>
    <w:rsid w:val="00251C82"/>
    <w:rsid w:val="00251CCE"/>
    <w:rsid w:val="00251ED0"/>
    <w:rsid w:val="002520DF"/>
    <w:rsid w:val="00252176"/>
    <w:rsid w:val="00252795"/>
    <w:rsid w:val="00252863"/>
    <w:rsid w:val="00252D1F"/>
    <w:rsid w:val="0025307D"/>
    <w:rsid w:val="00253569"/>
    <w:rsid w:val="002536F4"/>
    <w:rsid w:val="00253C07"/>
    <w:rsid w:val="00253D90"/>
    <w:rsid w:val="00253F8E"/>
    <w:rsid w:val="00253FBB"/>
    <w:rsid w:val="00254304"/>
    <w:rsid w:val="002543A2"/>
    <w:rsid w:val="00254560"/>
    <w:rsid w:val="00254707"/>
    <w:rsid w:val="002547DB"/>
    <w:rsid w:val="00254A54"/>
    <w:rsid w:val="00254DCF"/>
    <w:rsid w:val="00254DDC"/>
    <w:rsid w:val="0025502D"/>
    <w:rsid w:val="00255408"/>
    <w:rsid w:val="00255473"/>
    <w:rsid w:val="0025563A"/>
    <w:rsid w:val="00256E40"/>
    <w:rsid w:val="0025768B"/>
    <w:rsid w:val="0025786E"/>
    <w:rsid w:val="002600D4"/>
    <w:rsid w:val="00260711"/>
    <w:rsid w:val="00260771"/>
    <w:rsid w:val="00260CB7"/>
    <w:rsid w:val="002610DC"/>
    <w:rsid w:val="0026141E"/>
    <w:rsid w:val="0026173E"/>
    <w:rsid w:val="00261D90"/>
    <w:rsid w:val="0026206A"/>
    <w:rsid w:val="002620F1"/>
    <w:rsid w:val="002622A4"/>
    <w:rsid w:val="002624DD"/>
    <w:rsid w:val="00262DAD"/>
    <w:rsid w:val="0026429B"/>
    <w:rsid w:val="002643EC"/>
    <w:rsid w:val="002644D7"/>
    <w:rsid w:val="002644FD"/>
    <w:rsid w:val="00264769"/>
    <w:rsid w:val="00264CEA"/>
    <w:rsid w:val="00265778"/>
    <w:rsid w:val="002657A6"/>
    <w:rsid w:val="00265AB6"/>
    <w:rsid w:val="00265AC8"/>
    <w:rsid w:val="00265C80"/>
    <w:rsid w:val="00265EE6"/>
    <w:rsid w:val="002663C7"/>
    <w:rsid w:val="00266C05"/>
    <w:rsid w:val="002676FC"/>
    <w:rsid w:val="002677AC"/>
    <w:rsid w:val="0027032F"/>
    <w:rsid w:val="00270562"/>
    <w:rsid w:val="002705DB"/>
    <w:rsid w:val="002707E1"/>
    <w:rsid w:val="002708FE"/>
    <w:rsid w:val="002709F0"/>
    <w:rsid w:val="00270AC3"/>
    <w:rsid w:val="00270DF9"/>
    <w:rsid w:val="00271E18"/>
    <w:rsid w:val="0027231E"/>
    <w:rsid w:val="00272713"/>
    <w:rsid w:val="0027286B"/>
    <w:rsid w:val="00272EB3"/>
    <w:rsid w:val="00273431"/>
    <w:rsid w:val="002736A1"/>
    <w:rsid w:val="0027375F"/>
    <w:rsid w:val="002738EC"/>
    <w:rsid w:val="00273BDA"/>
    <w:rsid w:val="00273E0A"/>
    <w:rsid w:val="002740A1"/>
    <w:rsid w:val="00274C19"/>
    <w:rsid w:val="002756B6"/>
    <w:rsid w:val="00275B53"/>
    <w:rsid w:val="00275E93"/>
    <w:rsid w:val="00275EE9"/>
    <w:rsid w:val="00275FE8"/>
    <w:rsid w:val="00276AD9"/>
    <w:rsid w:val="00276C30"/>
    <w:rsid w:val="00276D57"/>
    <w:rsid w:val="00276ED4"/>
    <w:rsid w:val="00277214"/>
    <w:rsid w:val="002773AC"/>
    <w:rsid w:val="00277967"/>
    <w:rsid w:val="00277BB5"/>
    <w:rsid w:val="00277EBC"/>
    <w:rsid w:val="00277EEB"/>
    <w:rsid w:val="00280334"/>
    <w:rsid w:val="002809CE"/>
    <w:rsid w:val="002810BD"/>
    <w:rsid w:val="00281A46"/>
    <w:rsid w:val="00281AA1"/>
    <w:rsid w:val="00281CCF"/>
    <w:rsid w:val="00281D4F"/>
    <w:rsid w:val="0028236B"/>
    <w:rsid w:val="00282A5E"/>
    <w:rsid w:val="0028322B"/>
    <w:rsid w:val="0028375B"/>
    <w:rsid w:val="002838EB"/>
    <w:rsid w:val="00283B1D"/>
    <w:rsid w:val="00283E80"/>
    <w:rsid w:val="00283F8C"/>
    <w:rsid w:val="00284843"/>
    <w:rsid w:val="002849FC"/>
    <w:rsid w:val="00284B58"/>
    <w:rsid w:val="002856FB"/>
    <w:rsid w:val="00285D4F"/>
    <w:rsid w:val="00286262"/>
    <w:rsid w:val="0028648F"/>
    <w:rsid w:val="002866C6"/>
    <w:rsid w:val="002868F9"/>
    <w:rsid w:val="00286BF1"/>
    <w:rsid w:val="00286D39"/>
    <w:rsid w:val="00286F59"/>
    <w:rsid w:val="00286F70"/>
    <w:rsid w:val="0028727E"/>
    <w:rsid w:val="00287975"/>
    <w:rsid w:val="00287C88"/>
    <w:rsid w:val="00287E58"/>
    <w:rsid w:val="00290058"/>
    <w:rsid w:val="0029007D"/>
    <w:rsid w:val="00290110"/>
    <w:rsid w:val="0029098B"/>
    <w:rsid w:val="002914B8"/>
    <w:rsid w:val="00291AC3"/>
    <w:rsid w:val="00291B34"/>
    <w:rsid w:val="00291C40"/>
    <w:rsid w:val="00291D69"/>
    <w:rsid w:val="00292323"/>
    <w:rsid w:val="002923E5"/>
    <w:rsid w:val="002927DE"/>
    <w:rsid w:val="00292CD6"/>
    <w:rsid w:val="00292D5B"/>
    <w:rsid w:val="00292E3B"/>
    <w:rsid w:val="00292EBD"/>
    <w:rsid w:val="002933DE"/>
    <w:rsid w:val="002935D8"/>
    <w:rsid w:val="002936D4"/>
    <w:rsid w:val="00293D1C"/>
    <w:rsid w:val="00293DD1"/>
    <w:rsid w:val="00294527"/>
    <w:rsid w:val="0029496E"/>
    <w:rsid w:val="00294D61"/>
    <w:rsid w:val="0029519B"/>
    <w:rsid w:val="0029565F"/>
    <w:rsid w:val="00295B8E"/>
    <w:rsid w:val="00295CBE"/>
    <w:rsid w:val="00295E8C"/>
    <w:rsid w:val="0029664D"/>
    <w:rsid w:val="00296D4D"/>
    <w:rsid w:val="00297382"/>
    <w:rsid w:val="002979A1"/>
    <w:rsid w:val="00297D19"/>
    <w:rsid w:val="002A00CE"/>
    <w:rsid w:val="002A03CC"/>
    <w:rsid w:val="002A1A57"/>
    <w:rsid w:val="002A25DD"/>
    <w:rsid w:val="002A26C4"/>
    <w:rsid w:val="002A26C6"/>
    <w:rsid w:val="002A30A1"/>
    <w:rsid w:val="002A358E"/>
    <w:rsid w:val="002A3BD6"/>
    <w:rsid w:val="002A3F1E"/>
    <w:rsid w:val="002A4466"/>
    <w:rsid w:val="002A467C"/>
    <w:rsid w:val="002A469A"/>
    <w:rsid w:val="002A4977"/>
    <w:rsid w:val="002A4E4C"/>
    <w:rsid w:val="002A5137"/>
    <w:rsid w:val="002A53EF"/>
    <w:rsid w:val="002A5999"/>
    <w:rsid w:val="002A6B45"/>
    <w:rsid w:val="002A6B7D"/>
    <w:rsid w:val="002A6F0D"/>
    <w:rsid w:val="002A7317"/>
    <w:rsid w:val="002A742B"/>
    <w:rsid w:val="002A748A"/>
    <w:rsid w:val="002A7C77"/>
    <w:rsid w:val="002B00DA"/>
    <w:rsid w:val="002B0588"/>
    <w:rsid w:val="002B071D"/>
    <w:rsid w:val="002B087B"/>
    <w:rsid w:val="002B1276"/>
    <w:rsid w:val="002B234D"/>
    <w:rsid w:val="002B2FC4"/>
    <w:rsid w:val="002B3247"/>
    <w:rsid w:val="002B3E44"/>
    <w:rsid w:val="002B41F4"/>
    <w:rsid w:val="002B42E1"/>
    <w:rsid w:val="002B439B"/>
    <w:rsid w:val="002B4617"/>
    <w:rsid w:val="002B484F"/>
    <w:rsid w:val="002B4883"/>
    <w:rsid w:val="002B4C68"/>
    <w:rsid w:val="002B5089"/>
    <w:rsid w:val="002B515C"/>
    <w:rsid w:val="002B52D6"/>
    <w:rsid w:val="002B56F0"/>
    <w:rsid w:val="002B5E36"/>
    <w:rsid w:val="002B5FB3"/>
    <w:rsid w:val="002B6253"/>
    <w:rsid w:val="002B6256"/>
    <w:rsid w:val="002B6E60"/>
    <w:rsid w:val="002B70F8"/>
    <w:rsid w:val="002B746B"/>
    <w:rsid w:val="002B784B"/>
    <w:rsid w:val="002B79A6"/>
    <w:rsid w:val="002B79C7"/>
    <w:rsid w:val="002B7AF4"/>
    <w:rsid w:val="002B7D09"/>
    <w:rsid w:val="002B7E2D"/>
    <w:rsid w:val="002C03A6"/>
    <w:rsid w:val="002C06A5"/>
    <w:rsid w:val="002C1214"/>
    <w:rsid w:val="002C163E"/>
    <w:rsid w:val="002C1646"/>
    <w:rsid w:val="002C1AE7"/>
    <w:rsid w:val="002C1C26"/>
    <w:rsid w:val="002C1F80"/>
    <w:rsid w:val="002C21DE"/>
    <w:rsid w:val="002C2944"/>
    <w:rsid w:val="002C2A61"/>
    <w:rsid w:val="002C2C07"/>
    <w:rsid w:val="002C2E19"/>
    <w:rsid w:val="002C358A"/>
    <w:rsid w:val="002C38E8"/>
    <w:rsid w:val="002C3B01"/>
    <w:rsid w:val="002C3BF5"/>
    <w:rsid w:val="002C4053"/>
    <w:rsid w:val="002C4882"/>
    <w:rsid w:val="002C4B40"/>
    <w:rsid w:val="002C4C61"/>
    <w:rsid w:val="002C4F6F"/>
    <w:rsid w:val="002C5062"/>
    <w:rsid w:val="002C579A"/>
    <w:rsid w:val="002C58CB"/>
    <w:rsid w:val="002C6244"/>
    <w:rsid w:val="002C6473"/>
    <w:rsid w:val="002C64C2"/>
    <w:rsid w:val="002C6A2E"/>
    <w:rsid w:val="002C6E83"/>
    <w:rsid w:val="002C6F1B"/>
    <w:rsid w:val="002C73C2"/>
    <w:rsid w:val="002C792E"/>
    <w:rsid w:val="002C7B01"/>
    <w:rsid w:val="002D0193"/>
    <w:rsid w:val="002D01AB"/>
    <w:rsid w:val="002D119C"/>
    <w:rsid w:val="002D12EF"/>
    <w:rsid w:val="002D1516"/>
    <w:rsid w:val="002D189A"/>
    <w:rsid w:val="002D19FA"/>
    <w:rsid w:val="002D201E"/>
    <w:rsid w:val="002D25D9"/>
    <w:rsid w:val="002D2737"/>
    <w:rsid w:val="002D28C0"/>
    <w:rsid w:val="002D29E9"/>
    <w:rsid w:val="002D2AB9"/>
    <w:rsid w:val="002D2F93"/>
    <w:rsid w:val="002D2FCB"/>
    <w:rsid w:val="002D3267"/>
    <w:rsid w:val="002D3697"/>
    <w:rsid w:val="002D3736"/>
    <w:rsid w:val="002D389F"/>
    <w:rsid w:val="002D3903"/>
    <w:rsid w:val="002D4595"/>
    <w:rsid w:val="002D46D2"/>
    <w:rsid w:val="002D522C"/>
    <w:rsid w:val="002D5489"/>
    <w:rsid w:val="002D5551"/>
    <w:rsid w:val="002D5C98"/>
    <w:rsid w:val="002D5E77"/>
    <w:rsid w:val="002D5F0E"/>
    <w:rsid w:val="002D6466"/>
    <w:rsid w:val="002D69BD"/>
    <w:rsid w:val="002D6C7E"/>
    <w:rsid w:val="002D703B"/>
    <w:rsid w:val="002D7095"/>
    <w:rsid w:val="002D7159"/>
    <w:rsid w:val="002D7389"/>
    <w:rsid w:val="002D79C0"/>
    <w:rsid w:val="002E017C"/>
    <w:rsid w:val="002E0200"/>
    <w:rsid w:val="002E02F7"/>
    <w:rsid w:val="002E035D"/>
    <w:rsid w:val="002E04E5"/>
    <w:rsid w:val="002E0D55"/>
    <w:rsid w:val="002E0DCC"/>
    <w:rsid w:val="002E11A8"/>
    <w:rsid w:val="002E1C8D"/>
    <w:rsid w:val="002E2490"/>
    <w:rsid w:val="002E2920"/>
    <w:rsid w:val="002E36F9"/>
    <w:rsid w:val="002E3A1F"/>
    <w:rsid w:val="002E3FCD"/>
    <w:rsid w:val="002E43B8"/>
    <w:rsid w:val="002E4485"/>
    <w:rsid w:val="002E4972"/>
    <w:rsid w:val="002E4C32"/>
    <w:rsid w:val="002E4D6A"/>
    <w:rsid w:val="002E552F"/>
    <w:rsid w:val="002E5750"/>
    <w:rsid w:val="002E6307"/>
    <w:rsid w:val="002E6842"/>
    <w:rsid w:val="002E6909"/>
    <w:rsid w:val="002E690E"/>
    <w:rsid w:val="002E6B9D"/>
    <w:rsid w:val="002E6D7E"/>
    <w:rsid w:val="002E6F35"/>
    <w:rsid w:val="002E70CE"/>
    <w:rsid w:val="002E794E"/>
    <w:rsid w:val="002E7AF2"/>
    <w:rsid w:val="002E7EE4"/>
    <w:rsid w:val="002F00FE"/>
    <w:rsid w:val="002F01F7"/>
    <w:rsid w:val="002F03EF"/>
    <w:rsid w:val="002F058D"/>
    <w:rsid w:val="002F0AD8"/>
    <w:rsid w:val="002F0E8D"/>
    <w:rsid w:val="002F1033"/>
    <w:rsid w:val="002F1087"/>
    <w:rsid w:val="002F2297"/>
    <w:rsid w:val="002F2A05"/>
    <w:rsid w:val="002F2C12"/>
    <w:rsid w:val="002F3273"/>
    <w:rsid w:val="002F3517"/>
    <w:rsid w:val="002F384E"/>
    <w:rsid w:val="002F395B"/>
    <w:rsid w:val="002F3B83"/>
    <w:rsid w:val="002F3CC2"/>
    <w:rsid w:val="002F3E6B"/>
    <w:rsid w:val="002F3E79"/>
    <w:rsid w:val="002F449F"/>
    <w:rsid w:val="002F4775"/>
    <w:rsid w:val="002F489F"/>
    <w:rsid w:val="002F4C0A"/>
    <w:rsid w:val="002F572F"/>
    <w:rsid w:val="002F5855"/>
    <w:rsid w:val="002F5915"/>
    <w:rsid w:val="002F64A5"/>
    <w:rsid w:val="002F64E9"/>
    <w:rsid w:val="002F676D"/>
    <w:rsid w:val="002F7212"/>
    <w:rsid w:val="002F75A8"/>
    <w:rsid w:val="002F7873"/>
    <w:rsid w:val="003004BA"/>
    <w:rsid w:val="003006D1"/>
    <w:rsid w:val="00300E9C"/>
    <w:rsid w:val="00300F05"/>
    <w:rsid w:val="00301504"/>
    <w:rsid w:val="00301C2F"/>
    <w:rsid w:val="00301C62"/>
    <w:rsid w:val="0030214D"/>
    <w:rsid w:val="0030261C"/>
    <w:rsid w:val="00302BFE"/>
    <w:rsid w:val="003032B2"/>
    <w:rsid w:val="0030405E"/>
    <w:rsid w:val="00304255"/>
    <w:rsid w:val="00304B7A"/>
    <w:rsid w:val="00304B87"/>
    <w:rsid w:val="00304D50"/>
    <w:rsid w:val="00304F10"/>
    <w:rsid w:val="003050D7"/>
    <w:rsid w:val="00305287"/>
    <w:rsid w:val="00305639"/>
    <w:rsid w:val="003056A4"/>
    <w:rsid w:val="00305A74"/>
    <w:rsid w:val="00306564"/>
    <w:rsid w:val="003071F0"/>
    <w:rsid w:val="003075D3"/>
    <w:rsid w:val="0030788D"/>
    <w:rsid w:val="00307C30"/>
    <w:rsid w:val="00307EB3"/>
    <w:rsid w:val="0031004D"/>
    <w:rsid w:val="00310A08"/>
    <w:rsid w:val="00311AA9"/>
    <w:rsid w:val="00311AF7"/>
    <w:rsid w:val="00311FDE"/>
    <w:rsid w:val="003126E8"/>
    <w:rsid w:val="00313226"/>
    <w:rsid w:val="003134A5"/>
    <w:rsid w:val="00313D89"/>
    <w:rsid w:val="0031405C"/>
    <w:rsid w:val="003140B0"/>
    <w:rsid w:val="0031426D"/>
    <w:rsid w:val="00314538"/>
    <w:rsid w:val="00314C66"/>
    <w:rsid w:val="00315036"/>
    <w:rsid w:val="003150D7"/>
    <w:rsid w:val="00315ACB"/>
    <w:rsid w:val="00315D7A"/>
    <w:rsid w:val="003161AD"/>
    <w:rsid w:val="0031665E"/>
    <w:rsid w:val="003166EE"/>
    <w:rsid w:val="00316955"/>
    <w:rsid w:val="00316BFC"/>
    <w:rsid w:val="003170E7"/>
    <w:rsid w:val="003175DC"/>
    <w:rsid w:val="00317CC9"/>
    <w:rsid w:val="00317DEA"/>
    <w:rsid w:val="00320391"/>
    <w:rsid w:val="003208A4"/>
    <w:rsid w:val="00320B1A"/>
    <w:rsid w:val="00320FFD"/>
    <w:rsid w:val="003212A8"/>
    <w:rsid w:val="003213F9"/>
    <w:rsid w:val="00321B33"/>
    <w:rsid w:val="003223D2"/>
    <w:rsid w:val="00322539"/>
    <w:rsid w:val="003225F7"/>
    <w:rsid w:val="003228FA"/>
    <w:rsid w:val="00322D6F"/>
    <w:rsid w:val="00322DE8"/>
    <w:rsid w:val="00322EB3"/>
    <w:rsid w:val="00323005"/>
    <w:rsid w:val="003231DC"/>
    <w:rsid w:val="00323C11"/>
    <w:rsid w:val="00323EFD"/>
    <w:rsid w:val="003241A3"/>
    <w:rsid w:val="003241CB"/>
    <w:rsid w:val="003244D2"/>
    <w:rsid w:val="00325500"/>
    <w:rsid w:val="00325882"/>
    <w:rsid w:val="00326500"/>
    <w:rsid w:val="003267E8"/>
    <w:rsid w:val="00326B42"/>
    <w:rsid w:val="00327047"/>
    <w:rsid w:val="003274C4"/>
    <w:rsid w:val="003275F8"/>
    <w:rsid w:val="003277B3"/>
    <w:rsid w:val="0032783C"/>
    <w:rsid w:val="00327B54"/>
    <w:rsid w:val="00327DE3"/>
    <w:rsid w:val="00327DF2"/>
    <w:rsid w:val="00327FCC"/>
    <w:rsid w:val="003301BD"/>
    <w:rsid w:val="003303FC"/>
    <w:rsid w:val="0033046F"/>
    <w:rsid w:val="00330643"/>
    <w:rsid w:val="003306BF"/>
    <w:rsid w:val="003306DB"/>
    <w:rsid w:val="003309F5"/>
    <w:rsid w:val="003313F0"/>
    <w:rsid w:val="0033181A"/>
    <w:rsid w:val="0033192B"/>
    <w:rsid w:val="003319B1"/>
    <w:rsid w:val="00332186"/>
    <w:rsid w:val="003321DE"/>
    <w:rsid w:val="003331C6"/>
    <w:rsid w:val="0033320C"/>
    <w:rsid w:val="00333783"/>
    <w:rsid w:val="00333C29"/>
    <w:rsid w:val="00333CA8"/>
    <w:rsid w:val="003340E4"/>
    <w:rsid w:val="0033417B"/>
    <w:rsid w:val="00334201"/>
    <w:rsid w:val="00334294"/>
    <w:rsid w:val="00334463"/>
    <w:rsid w:val="0033475F"/>
    <w:rsid w:val="0033550D"/>
    <w:rsid w:val="00335692"/>
    <w:rsid w:val="003357D3"/>
    <w:rsid w:val="00335A69"/>
    <w:rsid w:val="003363E6"/>
    <w:rsid w:val="0033696C"/>
    <w:rsid w:val="00336F88"/>
    <w:rsid w:val="00337559"/>
    <w:rsid w:val="00337D65"/>
    <w:rsid w:val="00341298"/>
    <w:rsid w:val="003413F4"/>
    <w:rsid w:val="00341B1E"/>
    <w:rsid w:val="00341FCF"/>
    <w:rsid w:val="00342492"/>
    <w:rsid w:val="00343109"/>
    <w:rsid w:val="003434C2"/>
    <w:rsid w:val="003435C2"/>
    <w:rsid w:val="003438A8"/>
    <w:rsid w:val="00343B75"/>
    <w:rsid w:val="00343CCE"/>
    <w:rsid w:val="00343E11"/>
    <w:rsid w:val="00343FDD"/>
    <w:rsid w:val="003450D1"/>
    <w:rsid w:val="00345524"/>
    <w:rsid w:val="00346148"/>
    <w:rsid w:val="003464B6"/>
    <w:rsid w:val="00346A54"/>
    <w:rsid w:val="00347019"/>
    <w:rsid w:val="00347348"/>
    <w:rsid w:val="00347CE4"/>
    <w:rsid w:val="003500D8"/>
    <w:rsid w:val="003502CF"/>
    <w:rsid w:val="003503A2"/>
    <w:rsid w:val="003507C9"/>
    <w:rsid w:val="00350924"/>
    <w:rsid w:val="00350B1C"/>
    <w:rsid w:val="00350B39"/>
    <w:rsid w:val="00350EDA"/>
    <w:rsid w:val="0035138D"/>
    <w:rsid w:val="003515E9"/>
    <w:rsid w:val="00352068"/>
    <w:rsid w:val="003520F1"/>
    <w:rsid w:val="003522C1"/>
    <w:rsid w:val="00352A0E"/>
    <w:rsid w:val="003531A7"/>
    <w:rsid w:val="00353B12"/>
    <w:rsid w:val="00353BBD"/>
    <w:rsid w:val="00353E54"/>
    <w:rsid w:val="00353EB9"/>
    <w:rsid w:val="003548BA"/>
    <w:rsid w:val="00354917"/>
    <w:rsid w:val="003551F5"/>
    <w:rsid w:val="0035546E"/>
    <w:rsid w:val="00355CBD"/>
    <w:rsid w:val="00355CC0"/>
    <w:rsid w:val="0035626E"/>
    <w:rsid w:val="003566DE"/>
    <w:rsid w:val="00356B6B"/>
    <w:rsid w:val="00356DD5"/>
    <w:rsid w:val="0035732A"/>
    <w:rsid w:val="0035777A"/>
    <w:rsid w:val="00357884"/>
    <w:rsid w:val="00357CE2"/>
    <w:rsid w:val="00357D3B"/>
    <w:rsid w:val="00360747"/>
    <w:rsid w:val="0036096F"/>
    <w:rsid w:val="00361116"/>
    <w:rsid w:val="003612B0"/>
    <w:rsid w:val="00361DCD"/>
    <w:rsid w:val="00361FD0"/>
    <w:rsid w:val="003621BC"/>
    <w:rsid w:val="003621D7"/>
    <w:rsid w:val="0036244F"/>
    <w:rsid w:val="00362D8B"/>
    <w:rsid w:val="0036300F"/>
    <w:rsid w:val="003635E3"/>
    <w:rsid w:val="003636D1"/>
    <w:rsid w:val="003644C8"/>
    <w:rsid w:val="0036470A"/>
    <w:rsid w:val="0036476E"/>
    <w:rsid w:val="00364C8C"/>
    <w:rsid w:val="00364E40"/>
    <w:rsid w:val="00364EB0"/>
    <w:rsid w:val="00365318"/>
    <w:rsid w:val="00365521"/>
    <w:rsid w:val="0036570B"/>
    <w:rsid w:val="003661D7"/>
    <w:rsid w:val="0036639C"/>
    <w:rsid w:val="003667D4"/>
    <w:rsid w:val="00366D16"/>
    <w:rsid w:val="00366E2C"/>
    <w:rsid w:val="0036701E"/>
    <w:rsid w:val="00367451"/>
    <w:rsid w:val="00367667"/>
    <w:rsid w:val="003676A2"/>
    <w:rsid w:val="0036789E"/>
    <w:rsid w:val="00367C86"/>
    <w:rsid w:val="00370614"/>
    <w:rsid w:val="003706B8"/>
    <w:rsid w:val="00371251"/>
    <w:rsid w:val="003714B1"/>
    <w:rsid w:val="003715DF"/>
    <w:rsid w:val="003717E1"/>
    <w:rsid w:val="00371D5E"/>
    <w:rsid w:val="0037280F"/>
    <w:rsid w:val="00372E25"/>
    <w:rsid w:val="00373342"/>
    <w:rsid w:val="00373560"/>
    <w:rsid w:val="003744F4"/>
    <w:rsid w:val="00374AEA"/>
    <w:rsid w:val="00375732"/>
    <w:rsid w:val="00375A42"/>
    <w:rsid w:val="00375A85"/>
    <w:rsid w:val="00375AD0"/>
    <w:rsid w:val="00376099"/>
    <w:rsid w:val="003765A7"/>
    <w:rsid w:val="00376883"/>
    <w:rsid w:val="00376913"/>
    <w:rsid w:val="00376989"/>
    <w:rsid w:val="003773E3"/>
    <w:rsid w:val="00377AD5"/>
    <w:rsid w:val="00377CC3"/>
    <w:rsid w:val="00377CF4"/>
    <w:rsid w:val="00380162"/>
    <w:rsid w:val="00380265"/>
    <w:rsid w:val="0038034C"/>
    <w:rsid w:val="00380DB5"/>
    <w:rsid w:val="00381387"/>
    <w:rsid w:val="003818BD"/>
    <w:rsid w:val="00381CFA"/>
    <w:rsid w:val="0038225A"/>
    <w:rsid w:val="00382362"/>
    <w:rsid w:val="00382879"/>
    <w:rsid w:val="0038293B"/>
    <w:rsid w:val="00382985"/>
    <w:rsid w:val="00382EF0"/>
    <w:rsid w:val="00383045"/>
    <w:rsid w:val="0038326C"/>
    <w:rsid w:val="0038353E"/>
    <w:rsid w:val="00383542"/>
    <w:rsid w:val="00383A62"/>
    <w:rsid w:val="00383E98"/>
    <w:rsid w:val="00383EC4"/>
    <w:rsid w:val="00384495"/>
    <w:rsid w:val="003845BA"/>
    <w:rsid w:val="00384D1F"/>
    <w:rsid w:val="00385074"/>
    <w:rsid w:val="00385472"/>
    <w:rsid w:val="0038598F"/>
    <w:rsid w:val="00385B23"/>
    <w:rsid w:val="00385CA8"/>
    <w:rsid w:val="0038699C"/>
    <w:rsid w:val="003869FD"/>
    <w:rsid w:val="00387169"/>
    <w:rsid w:val="00387294"/>
    <w:rsid w:val="0038739A"/>
    <w:rsid w:val="003877A6"/>
    <w:rsid w:val="00387A71"/>
    <w:rsid w:val="003905CE"/>
    <w:rsid w:val="0039134D"/>
    <w:rsid w:val="00391819"/>
    <w:rsid w:val="00391A7F"/>
    <w:rsid w:val="00391F27"/>
    <w:rsid w:val="00391F8C"/>
    <w:rsid w:val="003921C9"/>
    <w:rsid w:val="003930F3"/>
    <w:rsid w:val="00393785"/>
    <w:rsid w:val="003937C1"/>
    <w:rsid w:val="0039384D"/>
    <w:rsid w:val="003950C5"/>
    <w:rsid w:val="003953C7"/>
    <w:rsid w:val="00395A8B"/>
    <w:rsid w:val="00395B6A"/>
    <w:rsid w:val="00395DBD"/>
    <w:rsid w:val="00395FF5"/>
    <w:rsid w:val="0039621E"/>
    <w:rsid w:val="00396ED1"/>
    <w:rsid w:val="003A07B0"/>
    <w:rsid w:val="003A13F7"/>
    <w:rsid w:val="003A140E"/>
    <w:rsid w:val="003A16D6"/>
    <w:rsid w:val="003A1953"/>
    <w:rsid w:val="003A1B75"/>
    <w:rsid w:val="003A28FB"/>
    <w:rsid w:val="003A3144"/>
    <w:rsid w:val="003A3231"/>
    <w:rsid w:val="003A3964"/>
    <w:rsid w:val="003A3CD5"/>
    <w:rsid w:val="003A3F08"/>
    <w:rsid w:val="003A4072"/>
    <w:rsid w:val="003A4434"/>
    <w:rsid w:val="003A47B8"/>
    <w:rsid w:val="003A504E"/>
    <w:rsid w:val="003A537D"/>
    <w:rsid w:val="003A549B"/>
    <w:rsid w:val="003A5AA8"/>
    <w:rsid w:val="003A5FC3"/>
    <w:rsid w:val="003A6CF0"/>
    <w:rsid w:val="003A6D4F"/>
    <w:rsid w:val="003A6D74"/>
    <w:rsid w:val="003A6F05"/>
    <w:rsid w:val="003A70BD"/>
    <w:rsid w:val="003A74D0"/>
    <w:rsid w:val="003A7917"/>
    <w:rsid w:val="003A7BBD"/>
    <w:rsid w:val="003B0231"/>
    <w:rsid w:val="003B039F"/>
    <w:rsid w:val="003B04CD"/>
    <w:rsid w:val="003B0C14"/>
    <w:rsid w:val="003B0CE8"/>
    <w:rsid w:val="003B0FD0"/>
    <w:rsid w:val="003B14DA"/>
    <w:rsid w:val="003B1A58"/>
    <w:rsid w:val="003B1CFF"/>
    <w:rsid w:val="003B1E92"/>
    <w:rsid w:val="003B2CB8"/>
    <w:rsid w:val="003B2D3A"/>
    <w:rsid w:val="003B3083"/>
    <w:rsid w:val="003B33DF"/>
    <w:rsid w:val="003B3CF3"/>
    <w:rsid w:val="003B3D35"/>
    <w:rsid w:val="003B3DC7"/>
    <w:rsid w:val="003B3EC6"/>
    <w:rsid w:val="003B41CE"/>
    <w:rsid w:val="003B448F"/>
    <w:rsid w:val="003B4886"/>
    <w:rsid w:val="003B53D3"/>
    <w:rsid w:val="003B54AD"/>
    <w:rsid w:val="003B5762"/>
    <w:rsid w:val="003B5922"/>
    <w:rsid w:val="003B62B5"/>
    <w:rsid w:val="003B6EC5"/>
    <w:rsid w:val="003B7461"/>
    <w:rsid w:val="003B75C9"/>
    <w:rsid w:val="003B79B9"/>
    <w:rsid w:val="003B7F42"/>
    <w:rsid w:val="003C0757"/>
    <w:rsid w:val="003C07ED"/>
    <w:rsid w:val="003C0966"/>
    <w:rsid w:val="003C0976"/>
    <w:rsid w:val="003C0D36"/>
    <w:rsid w:val="003C0D68"/>
    <w:rsid w:val="003C0E31"/>
    <w:rsid w:val="003C10CD"/>
    <w:rsid w:val="003C1653"/>
    <w:rsid w:val="003C16D6"/>
    <w:rsid w:val="003C1B67"/>
    <w:rsid w:val="003C241A"/>
    <w:rsid w:val="003C25D3"/>
    <w:rsid w:val="003C28E7"/>
    <w:rsid w:val="003C2CA2"/>
    <w:rsid w:val="003C2E0B"/>
    <w:rsid w:val="003C2EFB"/>
    <w:rsid w:val="003C3BCA"/>
    <w:rsid w:val="003C3D36"/>
    <w:rsid w:val="003C409C"/>
    <w:rsid w:val="003C4657"/>
    <w:rsid w:val="003C496F"/>
    <w:rsid w:val="003C4CB5"/>
    <w:rsid w:val="003C5582"/>
    <w:rsid w:val="003C5B59"/>
    <w:rsid w:val="003C5CDE"/>
    <w:rsid w:val="003C6145"/>
    <w:rsid w:val="003C6621"/>
    <w:rsid w:val="003C6670"/>
    <w:rsid w:val="003C69C9"/>
    <w:rsid w:val="003C6F57"/>
    <w:rsid w:val="003C7750"/>
    <w:rsid w:val="003C7E13"/>
    <w:rsid w:val="003D0A96"/>
    <w:rsid w:val="003D0AF5"/>
    <w:rsid w:val="003D0D9E"/>
    <w:rsid w:val="003D0FFF"/>
    <w:rsid w:val="003D1236"/>
    <w:rsid w:val="003D1586"/>
    <w:rsid w:val="003D1BA9"/>
    <w:rsid w:val="003D235E"/>
    <w:rsid w:val="003D2619"/>
    <w:rsid w:val="003D2AFD"/>
    <w:rsid w:val="003D31C1"/>
    <w:rsid w:val="003D35E9"/>
    <w:rsid w:val="003D3D8E"/>
    <w:rsid w:val="003D412F"/>
    <w:rsid w:val="003D4506"/>
    <w:rsid w:val="003D4521"/>
    <w:rsid w:val="003D47C7"/>
    <w:rsid w:val="003D47FF"/>
    <w:rsid w:val="003D4D82"/>
    <w:rsid w:val="003D4FF5"/>
    <w:rsid w:val="003D56CE"/>
    <w:rsid w:val="003D5B26"/>
    <w:rsid w:val="003D5C06"/>
    <w:rsid w:val="003D5F31"/>
    <w:rsid w:val="003D5F33"/>
    <w:rsid w:val="003D6E4A"/>
    <w:rsid w:val="003D729B"/>
    <w:rsid w:val="003D7343"/>
    <w:rsid w:val="003D75CA"/>
    <w:rsid w:val="003D7740"/>
    <w:rsid w:val="003E04DF"/>
    <w:rsid w:val="003E07A7"/>
    <w:rsid w:val="003E07C6"/>
    <w:rsid w:val="003E108D"/>
    <w:rsid w:val="003E1C53"/>
    <w:rsid w:val="003E1EE6"/>
    <w:rsid w:val="003E28BD"/>
    <w:rsid w:val="003E3192"/>
    <w:rsid w:val="003E3451"/>
    <w:rsid w:val="003E3B9E"/>
    <w:rsid w:val="003E3BD3"/>
    <w:rsid w:val="003E3E14"/>
    <w:rsid w:val="003E4633"/>
    <w:rsid w:val="003E47C7"/>
    <w:rsid w:val="003E4A81"/>
    <w:rsid w:val="003E4B6A"/>
    <w:rsid w:val="003E4F12"/>
    <w:rsid w:val="003E5049"/>
    <w:rsid w:val="003E506B"/>
    <w:rsid w:val="003E51B9"/>
    <w:rsid w:val="003E54BD"/>
    <w:rsid w:val="003E55FD"/>
    <w:rsid w:val="003E5726"/>
    <w:rsid w:val="003E59CA"/>
    <w:rsid w:val="003E5EFA"/>
    <w:rsid w:val="003E60FB"/>
    <w:rsid w:val="003E6DB3"/>
    <w:rsid w:val="003E7281"/>
    <w:rsid w:val="003E75BC"/>
    <w:rsid w:val="003E7655"/>
    <w:rsid w:val="003E7C27"/>
    <w:rsid w:val="003E7EF1"/>
    <w:rsid w:val="003F035D"/>
    <w:rsid w:val="003F047D"/>
    <w:rsid w:val="003F0791"/>
    <w:rsid w:val="003F0FA2"/>
    <w:rsid w:val="003F114C"/>
    <w:rsid w:val="003F1524"/>
    <w:rsid w:val="003F1790"/>
    <w:rsid w:val="003F18DE"/>
    <w:rsid w:val="003F2552"/>
    <w:rsid w:val="003F2580"/>
    <w:rsid w:val="003F26D3"/>
    <w:rsid w:val="003F286F"/>
    <w:rsid w:val="003F28A4"/>
    <w:rsid w:val="003F2CEC"/>
    <w:rsid w:val="003F2E4F"/>
    <w:rsid w:val="003F353F"/>
    <w:rsid w:val="003F3C7B"/>
    <w:rsid w:val="003F3F99"/>
    <w:rsid w:val="003F4310"/>
    <w:rsid w:val="003F4998"/>
    <w:rsid w:val="003F5091"/>
    <w:rsid w:val="003F51CC"/>
    <w:rsid w:val="003F51E8"/>
    <w:rsid w:val="003F5A3C"/>
    <w:rsid w:val="003F5DF9"/>
    <w:rsid w:val="003F654D"/>
    <w:rsid w:val="003F66C0"/>
    <w:rsid w:val="003F6A64"/>
    <w:rsid w:val="003F6EFB"/>
    <w:rsid w:val="003F757C"/>
    <w:rsid w:val="003F7DE5"/>
    <w:rsid w:val="00400096"/>
    <w:rsid w:val="004000E6"/>
    <w:rsid w:val="0040051E"/>
    <w:rsid w:val="00400640"/>
    <w:rsid w:val="00400889"/>
    <w:rsid w:val="00400913"/>
    <w:rsid w:val="00400BFE"/>
    <w:rsid w:val="00401162"/>
    <w:rsid w:val="004018EC"/>
    <w:rsid w:val="00401BFC"/>
    <w:rsid w:val="00401FAA"/>
    <w:rsid w:val="00401FC5"/>
    <w:rsid w:val="0040284C"/>
    <w:rsid w:val="00402C60"/>
    <w:rsid w:val="00403312"/>
    <w:rsid w:val="004036B3"/>
    <w:rsid w:val="00403B7A"/>
    <w:rsid w:val="00403D18"/>
    <w:rsid w:val="004042C6"/>
    <w:rsid w:val="0040467A"/>
    <w:rsid w:val="0040480F"/>
    <w:rsid w:val="0040498B"/>
    <w:rsid w:val="00404B06"/>
    <w:rsid w:val="00404D00"/>
    <w:rsid w:val="0040503C"/>
    <w:rsid w:val="0040539D"/>
    <w:rsid w:val="00406463"/>
    <w:rsid w:val="004068DC"/>
    <w:rsid w:val="004074E7"/>
    <w:rsid w:val="00407734"/>
    <w:rsid w:val="004079B7"/>
    <w:rsid w:val="00407B95"/>
    <w:rsid w:val="00407CAB"/>
    <w:rsid w:val="004100BA"/>
    <w:rsid w:val="004100DF"/>
    <w:rsid w:val="00410141"/>
    <w:rsid w:val="00410599"/>
    <w:rsid w:val="0041066F"/>
    <w:rsid w:val="00410803"/>
    <w:rsid w:val="00410832"/>
    <w:rsid w:val="00410A94"/>
    <w:rsid w:val="00411B5F"/>
    <w:rsid w:val="00413057"/>
    <w:rsid w:val="004137FA"/>
    <w:rsid w:val="00413B86"/>
    <w:rsid w:val="00413D12"/>
    <w:rsid w:val="004144C1"/>
    <w:rsid w:val="004150B7"/>
    <w:rsid w:val="00415138"/>
    <w:rsid w:val="0041542F"/>
    <w:rsid w:val="0041562D"/>
    <w:rsid w:val="00415BAF"/>
    <w:rsid w:val="00415BC0"/>
    <w:rsid w:val="004160F1"/>
    <w:rsid w:val="00416326"/>
    <w:rsid w:val="004164C7"/>
    <w:rsid w:val="00416A48"/>
    <w:rsid w:val="00416B5F"/>
    <w:rsid w:val="00416D28"/>
    <w:rsid w:val="00416D6C"/>
    <w:rsid w:val="00416FDE"/>
    <w:rsid w:val="00417091"/>
    <w:rsid w:val="00417223"/>
    <w:rsid w:val="00417A57"/>
    <w:rsid w:val="00417B6F"/>
    <w:rsid w:val="00417C7D"/>
    <w:rsid w:val="0042030E"/>
    <w:rsid w:val="00420D3D"/>
    <w:rsid w:val="004210C7"/>
    <w:rsid w:val="0042116B"/>
    <w:rsid w:val="00421346"/>
    <w:rsid w:val="00421372"/>
    <w:rsid w:val="00421409"/>
    <w:rsid w:val="0042172A"/>
    <w:rsid w:val="0042192B"/>
    <w:rsid w:val="00421D27"/>
    <w:rsid w:val="00421DCD"/>
    <w:rsid w:val="00422093"/>
    <w:rsid w:val="004221C1"/>
    <w:rsid w:val="00422745"/>
    <w:rsid w:val="00422C8E"/>
    <w:rsid w:val="00423115"/>
    <w:rsid w:val="0042356E"/>
    <w:rsid w:val="00423D78"/>
    <w:rsid w:val="00423D83"/>
    <w:rsid w:val="00423DAF"/>
    <w:rsid w:val="00424057"/>
    <w:rsid w:val="0042454D"/>
    <w:rsid w:val="00424580"/>
    <w:rsid w:val="00424646"/>
    <w:rsid w:val="00424865"/>
    <w:rsid w:val="00424A3D"/>
    <w:rsid w:val="00424C83"/>
    <w:rsid w:val="00424D71"/>
    <w:rsid w:val="00425031"/>
    <w:rsid w:val="004254A4"/>
    <w:rsid w:val="00426734"/>
    <w:rsid w:val="004267DC"/>
    <w:rsid w:val="004267E3"/>
    <w:rsid w:val="00426C33"/>
    <w:rsid w:val="00427020"/>
    <w:rsid w:val="0042764B"/>
    <w:rsid w:val="00427CA8"/>
    <w:rsid w:val="0043044F"/>
    <w:rsid w:val="004304FC"/>
    <w:rsid w:val="00430632"/>
    <w:rsid w:val="004308D8"/>
    <w:rsid w:val="00430D34"/>
    <w:rsid w:val="00430F79"/>
    <w:rsid w:val="00430FDF"/>
    <w:rsid w:val="0043112A"/>
    <w:rsid w:val="0043119D"/>
    <w:rsid w:val="004311F6"/>
    <w:rsid w:val="00432187"/>
    <w:rsid w:val="00432886"/>
    <w:rsid w:val="00433266"/>
    <w:rsid w:val="004335CB"/>
    <w:rsid w:val="00433EA4"/>
    <w:rsid w:val="00433EC1"/>
    <w:rsid w:val="00433F52"/>
    <w:rsid w:val="0043473E"/>
    <w:rsid w:val="00434988"/>
    <w:rsid w:val="00434D64"/>
    <w:rsid w:val="00434DB8"/>
    <w:rsid w:val="00434F6D"/>
    <w:rsid w:val="00434FEF"/>
    <w:rsid w:val="0043528A"/>
    <w:rsid w:val="004354EF"/>
    <w:rsid w:val="00435670"/>
    <w:rsid w:val="0043573E"/>
    <w:rsid w:val="004359B3"/>
    <w:rsid w:val="00435A4D"/>
    <w:rsid w:val="0043611A"/>
    <w:rsid w:val="00436F86"/>
    <w:rsid w:val="004400B0"/>
    <w:rsid w:val="00440290"/>
    <w:rsid w:val="0044066C"/>
    <w:rsid w:val="00440944"/>
    <w:rsid w:val="004410B8"/>
    <w:rsid w:val="0044139D"/>
    <w:rsid w:val="00441518"/>
    <w:rsid w:val="004416B0"/>
    <w:rsid w:val="0044194B"/>
    <w:rsid w:val="00441A27"/>
    <w:rsid w:val="0044206B"/>
    <w:rsid w:val="00442594"/>
    <w:rsid w:val="00442ED5"/>
    <w:rsid w:val="00442F33"/>
    <w:rsid w:val="00443141"/>
    <w:rsid w:val="00443589"/>
    <w:rsid w:val="004435A3"/>
    <w:rsid w:val="0044388B"/>
    <w:rsid w:val="00443E85"/>
    <w:rsid w:val="00444149"/>
    <w:rsid w:val="004441CF"/>
    <w:rsid w:val="004441D4"/>
    <w:rsid w:val="00444259"/>
    <w:rsid w:val="00444917"/>
    <w:rsid w:val="00444C00"/>
    <w:rsid w:val="004455CB"/>
    <w:rsid w:val="00445F7C"/>
    <w:rsid w:val="00446226"/>
    <w:rsid w:val="0044640B"/>
    <w:rsid w:val="004468FF"/>
    <w:rsid w:val="00446AF2"/>
    <w:rsid w:val="00446C92"/>
    <w:rsid w:val="00446E1C"/>
    <w:rsid w:val="00446F14"/>
    <w:rsid w:val="0044762C"/>
    <w:rsid w:val="00447665"/>
    <w:rsid w:val="00447C8A"/>
    <w:rsid w:val="004502A3"/>
    <w:rsid w:val="004508EC"/>
    <w:rsid w:val="004509C6"/>
    <w:rsid w:val="00450AA5"/>
    <w:rsid w:val="00450AB0"/>
    <w:rsid w:val="00450D46"/>
    <w:rsid w:val="00450D54"/>
    <w:rsid w:val="00450D81"/>
    <w:rsid w:val="00451445"/>
    <w:rsid w:val="00452696"/>
    <w:rsid w:val="0045291F"/>
    <w:rsid w:val="00452B78"/>
    <w:rsid w:val="00453015"/>
    <w:rsid w:val="00453026"/>
    <w:rsid w:val="00453196"/>
    <w:rsid w:val="0045346B"/>
    <w:rsid w:val="0045353A"/>
    <w:rsid w:val="00453878"/>
    <w:rsid w:val="004538A4"/>
    <w:rsid w:val="0045471A"/>
    <w:rsid w:val="0045499B"/>
    <w:rsid w:val="00454B57"/>
    <w:rsid w:val="00454B9E"/>
    <w:rsid w:val="00454DB9"/>
    <w:rsid w:val="00454ED1"/>
    <w:rsid w:val="00455339"/>
    <w:rsid w:val="004554CC"/>
    <w:rsid w:val="004555A1"/>
    <w:rsid w:val="00455614"/>
    <w:rsid w:val="00455E48"/>
    <w:rsid w:val="00455FF6"/>
    <w:rsid w:val="00456247"/>
    <w:rsid w:val="00456427"/>
    <w:rsid w:val="00456531"/>
    <w:rsid w:val="00456BBD"/>
    <w:rsid w:val="0045714A"/>
    <w:rsid w:val="00457D4E"/>
    <w:rsid w:val="00457DB8"/>
    <w:rsid w:val="00460199"/>
    <w:rsid w:val="004602F7"/>
    <w:rsid w:val="004609AC"/>
    <w:rsid w:val="00460FEF"/>
    <w:rsid w:val="004610DD"/>
    <w:rsid w:val="00461180"/>
    <w:rsid w:val="004614AF"/>
    <w:rsid w:val="00462091"/>
    <w:rsid w:val="0046231F"/>
    <w:rsid w:val="00462631"/>
    <w:rsid w:val="00462B3D"/>
    <w:rsid w:val="00462BCE"/>
    <w:rsid w:val="00462D16"/>
    <w:rsid w:val="00462E57"/>
    <w:rsid w:val="00462EA1"/>
    <w:rsid w:val="00463510"/>
    <w:rsid w:val="004637A6"/>
    <w:rsid w:val="00463936"/>
    <w:rsid w:val="00463CFD"/>
    <w:rsid w:val="004644F0"/>
    <w:rsid w:val="004647DD"/>
    <w:rsid w:val="0046494B"/>
    <w:rsid w:val="00464B98"/>
    <w:rsid w:val="0046579E"/>
    <w:rsid w:val="004657D9"/>
    <w:rsid w:val="00465820"/>
    <w:rsid w:val="0046584B"/>
    <w:rsid w:val="00465A67"/>
    <w:rsid w:val="00465C8C"/>
    <w:rsid w:val="0046618C"/>
    <w:rsid w:val="004664DE"/>
    <w:rsid w:val="0046660D"/>
    <w:rsid w:val="00467054"/>
    <w:rsid w:val="004673DB"/>
    <w:rsid w:val="0046772B"/>
    <w:rsid w:val="00467A57"/>
    <w:rsid w:val="0047003C"/>
    <w:rsid w:val="00470200"/>
    <w:rsid w:val="004704A8"/>
    <w:rsid w:val="00470A17"/>
    <w:rsid w:val="00471026"/>
    <w:rsid w:val="00471D6E"/>
    <w:rsid w:val="00471DAB"/>
    <w:rsid w:val="004720C3"/>
    <w:rsid w:val="004722EB"/>
    <w:rsid w:val="004723A9"/>
    <w:rsid w:val="00472904"/>
    <w:rsid w:val="004729FE"/>
    <w:rsid w:val="00473505"/>
    <w:rsid w:val="004735DC"/>
    <w:rsid w:val="00473745"/>
    <w:rsid w:val="004739DE"/>
    <w:rsid w:val="00473F23"/>
    <w:rsid w:val="00474243"/>
    <w:rsid w:val="004743DF"/>
    <w:rsid w:val="004749D5"/>
    <w:rsid w:val="00474CC4"/>
    <w:rsid w:val="004753BD"/>
    <w:rsid w:val="004756DD"/>
    <w:rsid w:val="004757CF"/>
    <w:rsid w:val="00475C53"/>
    <w:rsid w:val="00475E6F"/>
    <w:rsid w:val="004760BF"/>
    <w:rsid w:val="00476342"/>
    <w:rsid w:val="004763D7"/>
    <w:rsid w:val="00476595"/>
    <w:rsid w:val="004765B2"/>
    <w:rsid w:val="004769F3"/>
    <w:rsid w:val="00476B9E"/>
    <w:rsid w:val="00476D17"/>
    <w:rsid w:val="00476DCA"/>
    <w:rsid w:val="004777B3"/>
    <w:rsid w:val="00477897"/>
    <w:rsid w:val="004809E4"/>
    <w:rsid w:val="00480B43"/>
    <w:rsid w:val="00480FE5"/>
    <w:rsid w:val="0048103F"/>
    <w:rsid w:val="00481218"/>
    <w:rsid w:val="004818BF"/>
    <w:rsid w:val="00481D7B"/>
    <w:rsid w:val="00481E8C"/>
    <w:rsid w:val="004820BA"/>
    <w:rsid w:val="004823FE"/>
    <w:rsid w:val="00482600"/>
    <w:rsid w:val="00482C5C"/>
    <w:rsid w:val="00482F1E"/>
    <w:rsid w:val="00483463"/>
    <w:rsid w:val="00483BC5"/>
    <w:rsid w:val="00483D09"/>
    <w:rsid w:val="00484094"/>
    <w:rsid w:val="0048476B"/>
    <w:rsid w:val="00484D52"/>
    <w:rsid w:val="00485797"/>
    <w:rsid w:val="00485FC4"/>
    <w:rsid w:val="004860F4"/>
    <w:rsid w:val="00486126"/>
    <w:rsid w:val="00486516"/>
    <w:rsid w:val="00486FA7"/>
    <w:rsid w:val="00487F06"/>
    <w:rsid w:val="00490734"/>
    <w:rsid w:val="00490A52"/>
    <w:rsid w:val="004912C9"/>
    <w:rsid w:val="004914E7"/>
    <w:rsid w:val="0049158E"/>
    <w:rsid w:val="00491B7F"/>
    <w:rsid w:val="00491BD3"/>
    <w:rsid w:val="00491E6E"/>
    <w:rsid w:val="004923CA"/>
    <w:rsid w:val="00492638"/>
    <w:rsid w:val="0049290F"/>
    <w:rsid w:val="00492B35"/>
    <w:rsid w:val="00492CB1"/>
    <w:rsid w:val="0049339E"/>
    <w:rsid w:val="00493F40"/>
    <w:rsid w:val="00494845"/>
    <w:rsid w:val="00494972"/>
    <w:rsid w:val="00494A05"/>
    <w:rsid w:val="00494C5C"/>
    <w:rsid w:val="00495387"/>
    <w:rsid w:val="004954EC"/>
    <w:rsid w:val="004956A6"/>
    <w:rsid w:val="004956FF"/>
    <w:rsid w:val="00495712"/>
    <w:rsid w:val="004959E9"/>
    <w:rsid w:val="00495A93"/>
    <w:rsid w:val="00496A99"/>
    <w:rsid w:val="00496B88"/>
    <w:rsid w:val="00496DF3"/>
    <w:rsid w:val="00496E68"/>
    <w:rsid w:val="0049734A"/>
    <w:rsid w:val="004973F8"/>
    <w:rsid w:val="0049782A"/>
    <w:rsid w:val="00497F2A"/>
    <w:rsid w:val="004A01E3"/>
    <w:rsid w:val="004A06DD"/>
    <w:rsid w:val="004A08BA"/>
    <w:rsid w:val="004A0930"/>
    <w:rsid w:val="004A12D2"/>
    <w:rsid w:val="004A15AF"/>
    <w:rsid w:val="004A1B55"/>
    <w:rsid w:val="004A1FC3"/>
    <w:rsid w:val="004A214F"/>
    <w:rsid w:val="004A28AC"/>
    <w:rsid w:val="004A2973"/>
    <w:rsid w:val="004A2BE4"/>
    <w:rsid w:val="004A2D0F"/>
    <w:rsid w:val="004A3452"/>
    <w:rsid w:val="004A34E3"/>
    <w:rsid w:val="004A37BF"/>
    <w:rsid w:val="004A38D0"/>
    <w:rsid w:val="004A3ACE"/>
    <w:rsid w:val="004A44F5"/>
    <w:rsid w:val="004A47F9"/>
    <w:rsid w:val="004A4C9C"/>
    <w:rsid w:val="004A4CA3"/>
    <w:rsid w:val="004A4DD9"/>
    <w:rsid w:val="004A51A7"/>
    <w:rsid w:val="004A5291"/>
    <w:rsid w:val="004A5456"/>
    <w:rsid w:val="004A5E75"/>
    <w:rsid w:val="004A620E"/>
    <w:rsid w:val="004A6337"/>
    <w:rsid w:val="004A633E"/>
    <w:rsid w:val="004A63DA"/>
    <w:rsid w:val="004A679E"/>
    <w:rsid w:val="004A6C3D"/>
    <w:rsid w:val="004A6CCB"/>
    <w:rsid w:val="004A6D57"/>
    <w:rsid w:val="004A6F22"/>
    <w:rsid w:val="004A7643"/>
    <w:rsid w:val="004B038A"/>
    <w:rsid w:val="004B0C01"/>
    <w:rsid w:val="004B0C8E"/>
    <w:rsid w:val="004B1341"/>
    <w:rsid w:val="004B1A55"/>
    <w:rsid w:val="004B2007"/>
    <w:rsid w:val="004B230C"/>
    <w:rsid w:val="004B2433"/>
    <w:rsid w:val="004B2AA0"/>
    <w:rsid w:val="004B3313"/>
    <w:rsid w:val="004B3377"/>
    <w:rsid w:val="004B3614"/>
    <w:rsid w:val="004B3A0A"/>
    <w:rsid w:val="004B4ADA"/>
    <w:rsid w:val="004B4AE8"/>
    <w:rsid w:val="004B5A36"/>
    <w:rsid w:val="004B5AEB"/>
    <w:rsid w:val="004B5BCB"/>
    <w:rsid w:val="004B62B4"/>
    <w:rsid w:val="004B70EA"/>
    <w:rsid w:val="004B7552"/>
    <w:rsid w:val="004B7578"/>
    <w:rsid w:val="004B77B2"/>
    <w:rsid w:val="004B7F5E"/>
    <w:rsid w:val="004C065E"/>
    <w:rsid w:val="004C0BC7"/>
    <w:rsid w:val="004C1B33"/>
    <w:rsid w:val="004C1CA5"/>
    <w:rsid w:val="004C251F"/>
    <w:rsid w:val="004C2669"/>
    <w:rsid w:val="004C29A3"/>
    <w:rsid w:val="004C2DFC"/>
    <w:rsid w:val="004C31BA"/>
    <w:rsid w:val="004C33CD"/>
    <w:rsid w:val="004C368D"/>
    <w:rsid w:val="004C39FD"/>
    <w:rsid w:val="004C3AAC"/>
    <w:rsid w:val="004C3B65"/>
    <w:rsid w:val="004C3F05"/>
    <w:rsid w:val="004C3FC3"/>
    <w:rsid w:val="004C42B0"/>
    <w:rsid w:val="004C434C"/>
    <w:rsid w:val="004C44AE"/>
    <w:rsid w:val="004C458B"/>
    <w:rsid w:val="004C46ED"/>
    <w:rsid w:val="004C4D5B"/>
    <w:rsid w:val="004C50B5"/>
    <w:rsid w:val="004C5142"/>
    <w:rsid w:val="004C5238"/>
    <w:rsid w:val="004C55AB"/>
    <w:rsid w:val="004C57B5"/>
    <w:rsid w:val="004C5A55"/>
    <w:rsid w:val="004C6375"/>
    <w:rsid w:val="004C7581"/>
    <w:rsid w:val="004C75DB"/>
    <w:rsid w:val="004C765B"/>
    <w:rsid w:val="004C76C5"/>
    <w:rsid w:val="004C7808"/>
    <w:rsid w:val="004C7CAA"/>
    <w:rsid w:val="004D0756"/>
    <w:rsid w:val="004D0F36"/>
    <w:rsid w:val="004D1150"/>
    <w:rsid w:val="004D1380"/>
    <w:rsid w:val="004D14B2"/>
    <w:rsid w:val="004D1542"/>
    <w:rsid w:val="004D1551"/>
    <w:rsid w:val="004D1692"/>
    <w:rsid w:val="004D17EF"/>
    <w:rsid w:val="004D1997"/>
    <w:rsid w:val="004D21C6"/>
    <w:rsid w:val="004D21F5"/>
    <w:rsid w:val="004D23BC"/>
    <w:rsid w:val="004D2418"/>
    <w:rsid w:val="004D2811"/>
    <w:rsid w:val="004D2889"/>
    <w:rsid w:val="004D2A33"/>
    <w:rsid w:val="004D2E36"/>
    <w:rsid w:val="004D3292"/>
    <w:rsid w:val="004D38E5"/>
    <w:rsid w:val="004D3FE2"/>
    <w:rsid w:val="004D4388"/>
    <w:rsid w:val="004D5398"/>
    <w:rsid w:val="004D54CB"/>
    <w:rsid w:val="004D565B"/>
    <w:rsid w:val="004D59F7"/>
    <w:rsid w:val="004D60C2"/>
    <w:rsid w:val="004D6678"/>
    <w:rsid w:val="004D6AAA"/>
    <w:rsid w:val="004D6D4B"/>
    <w:rsid w:val="004D7732"/>
    <w:rsid w:val="004D7A45"/>
    <w:rsid w:val="004D7AA5"/>
    <w:rsid w:val="004D7DC2"/>
    <w:rsid w:val="004D7FD4"/>
    <w:rsid w:val="004E016C"/>
    <w:rsid w:val="004E04D3"/>
    <w:rsid w:val="004E09A1"/>
    <w:rsid w:val="004E0A23"/>
    <w:rsid w:val="004E0CD2"/>
    <w:rsid w:val="004E0EAB"/>
    <w:rsid w:val="004E0FE8"/>
    <w:rsid w:val="004E1023"/>
    <w:rsid w:val="004E1060"/>
    <w:rsid w:val="004E119F"/>
    <w:rsid w:val="004E134A"/>
    <w:rsid w:val="004E15C7"/>
    <w:rsid w:val="004E1D58"/>
    <w:rsid w:val="004E21DD"/>
    <w:rsid w:val="004E2228"/>
    <w:rsid w:val="004E23A6"/>
    <w:rsid w:val="004E282C"/>
    <w:rsid w:val="004E29B4"/>
    <w:rsid w:val="004E2B75"/>
    <w:rsid w:val="004E2C65"/>
    <w:rsid w:val="004E3158"/>
    <w:rsid w:val="004E3354"/>
    <w:rsid w:val="004E3B4C"/>
    <w:rsid w:val="004E4598"/>
    <w:rsid w:val="004E4AC7"/>
    <w:rsid w:val="004E4C3C"/>
    <w:rsid w:val="004E4C99"/>
    <w:rsid w:val="004E52B8"/>
    <w:rsid w:val="004E5854"/>
    <w:rsid w:val="004E621C"/>
    <w:rsid w:val="004E66BF"/>
    <w:rsid w:val="004E7B91"/>
    <w:rsid w:val="004E7DD9"/>
    <w:rsid w:val="004F0262"/>
    <w:rsid w:val="004F03A9"/>
    <w:rsid w:val="004F046C"/>
    <w:rsid w:val="004F07C1"/>
    <w:rsid w:val="004F14C6"/>
    <w:rsid w:val="004F1838"/>
    <w:rsid w:val="004F185D"/>
    <w:rsid w:val="004F192E"/>
    <w:rsid w:val="004F1DC9"/>
    <w:rsid w:val="004F2221"/>
    <w:rsid w:val="004F22A9"/>
    <w:rsid w:val="004F25C9"/>
    <w:rsid w:val="004F2987"/>
    <w:rsid w:val="004F34F1"/>
    <w:rsid w:val="004F362A"/>
    <w:rsid w:val="004F3663"/>
    <w:rsid w:val="004F38D1"/>
    <w:rsid w:val="004F3AD0"/>
    <w:rsid w:val="004F3B67"/>
    <w:rsid w:val="004F3BE1"/>
    <w:rsid w:val="004F3FB1"/>
    <w:rsid w:val="004F428F"/>
    <w:rsid w:val="004F4F34"/>
    <w:rsid w:val="004F52F8"/>
    <w:rsid w:val="004F541F"/>
    <w:rsid w:val="004F5B3A"/>
    <w:rsid w:val="004F5F54"/>
    <w:rsid w:val="004F5FB7"/>
    <w:rsid w:val="004F623A"/>
    <w:rsid w:val="004F6368"/>
    <w:rsid w:val="004F6917"/>
    <w:rsid w:val="004F69A7"/>
    <w:rsid w:val="004F6DC9"/>
    <w:rsid w:val="004F73F4"/>
    <w:rsid w:val="004F748B"/>
    <w:rsid w:val="004F75C3"/>
    <w:rsid w:val="004F7876"/>
    <w:rsid w:val="004F7DD7"/>
    <w:rsid w:val="005005E5"/>
    <w:rsid w:val="00500F35"/>
    <w:rsid w:val="00500F4D"/>
    <w:rsid w:val="00500FF7"/>
    <w:rsid w:val="0050172D"/>
    <w:rsid w:val="00501816"/>
    <w:rsid w:val="00501C62"/>
    <w:rsid w:val="005023AD"/>
    <w:rsid w:val="0050291A"/>
    <w:rsid w:val="00502ACA"/>
    <w:rsid w:val="00502B2A"/>
    <w:rsid w:val="00503065"/>
    <w:rsid w:val="005030B8"/>
    <w:rsid w:val="005031E6"/>
    <w:rsid w:val="005045E1"/>
    <w:rsid w:val="00504C76"/>
    <w:rsid w:val="005050DE"/>
    <w:rsid w:val="00505769"/>
    <w:rsid w:val="00505D06"/>
    <w:rsid w:val="00505DFE"/>
    <w:rsid w:val="00505EAD"/>
    <w:rsid w:val="005061C0"/>
    <w:rsid w:val="00506384"/>
    <w:rsid w:val="005067D0"/>
    <w:rsid w:val="00506E6A"/>
    <w:rsid w:val="00507E4A"/>
    <w:rsid w:val="005104BB"/>
    <w:rsid w:val="005106C7"/>
    <w:rsid w:val="00510FA8"/>
    <w:rsid w:val="00511095"/>
    <w:rsid w:val="005111C7"/>
    <w:rsid w:val="0051138A"/>
    <w:rsid w:val="00511557"/>
    <w:rsid w:val="005122B4"/>
    <w:rsid w:val="00513161"/>
    <w:rsid w:val="00513B5A"/>
    <w:rsid w:val="00513FA6"/>
    <w:rsid w:val="0051415A"/>
    <w:rsid w:val="00514848"/>
    <w:rsid w:val="00514B93"/>
    <w:rsid w:val="00514D5A"/>
    <w:rsid w:val="00515301"/>
    <w:rsid w:val="0051557D"/>
    <w:rsid w:val="00515A06"/>
    <w:rsid w:val="0051607C"/>
    <w:rsid w:val="005165B2"/>
    <w:rsid w:val="00516688"/>
    <w:rsid w:val="005168DE"/>
    <w:rsid w:val="00517435"/>
    <w:rsid w:val="00517574"/>
    <w:rsid w:val="005177AB"/>
    <w:rsid w:val="00517A71"/>
    <w:rsid w:val="00517CA6"/>
    <w:rsid w:val="00520011"/>
    <w:rsid w:val="005200A0"/>
    <w:rsid w:val="0052010C"/>
    <w:rsid w:val="005201C0"/>
    <w:rsid w:val="0052086A"/>
    <w:rsid w:val="00521565"/>
    <w:rsid w:val="005216E0"/>
    <w:rsid w:val="0052189D"/>
    <w:rsid w:val="005218CD"/>
    <w:rsid w:val="00521927"/>
    <w:rsid w:val="00521BAA"/>
    <w:rsid w:val="00522122"/>
    <w:rsid w:val="0052292F"/>
    <w:rsid w:val="005229F1"/>
    <w:rsid w:val="00522CAB"/>
    <w:rsid w:val="00522CF5"/>
    <w:rsid w:val="00523625"/>
    <w:rsid w:val="00523977"/>
    <w:rsid w:val="00523B04"/>
    <w:rsid w:val="00523E27"/>
    <w:rsid w:val="0052412F"/>
    <w:rsid w:val="0052474F"/>
    <w:rsid w:val="00524957"/>
    <w:rsid w:val="00524968"/>
    <w:rsid w:val="00524B5D"/>
    <w:rsid w:val="00524CF4"/>
    <w:rsid w:val="005252E9"/>
    <w:rsid w:val="00525C56"/>
    <w:rsid w:val="00525E5B"/>
    <w:rsid w:val="0052669B"/>
    <w:rsid w:val="005267A9"/>
    <w:rsid w:val="00527352"/>
    <w:rsid w:val="005302F7"/>
    <w:rsid w:val="00530529"/>
    <w:rsid w:val="005309A0"/>
    <w:rsid w:val="00530A72"/>
    <w:rsid w:val="00530A80"/>
    <w:rsid w:val="00530ACA"/>
    <w:rsid w:val="005311AB"/>
    <w:rsid w:val="0053128D"/>
    <w:rsid w:val="005316AD"/>
    <w:rsid w:val="00532041"/>
    <w:rsid w:val="005321F6"/>
    <w:rsid w:val="0053220B"/>
    <w:rsid w:val="00532464"/>
    <w:rsid w:val="00532707"/>
    <w:rsid w:val="00532AE1"/>
    <w:rsid w:val="00532BF7"/>
    <w:rsid w:val="00532CB2"/>
    <w:rsid w:val="00533940"/>
    <w:rsid w:val="00533D0B"/>
    <w:rsid w:val="0053436F"/>
    <w:rsid w:val="00534875"/>
    <w:rsid w:val="0053487A"/>
    <w:rsid w:val="00534963"/>
    <w:rsid w:val="00534B4A"/>
    <w:rsid w:val="00534BDA"/>
    <w:rsid w:val="00534C00"/>
    <w:rsid w:val="00534CB9"/>
    <w:rsid w:val="00534F4D"/>
    <w:rsid w:val="005350AD"/>
    <w:rsid w:val="00535111"/>
    <w:rsid w:val="00535529"/>
    <w:rsid w:val="005358EA"/>
    <w:rsid w:val="00535BF2"/>
    <w:rsid w:val="00535DBB"/>
    <w:rsid w:val="00535E84"/>
    <w:rsid w:val="00535EE9"/>
    <w:rsid w:val="0053618A"/>
    <w:rsid w:val="005361B4"/>
    <w:rsid w:val="00536573"/>
    <w:rsid w:val="0053696F"/>
    <w:rsid w:val="00537625"/>
    <w:rsid w:val="005378CC"/>
    <w:rsid w:val="00537AE0"/>
    <w:rsid w:val="00540AB5"/>
    <w:rsid w:val="0054101F"/>
    <w:rsid w:val="0054114A"/>
    <w:rsid w:val="0054127E"/>
    <w:rsid w:val="005417E1"/>
    <w:rsid w:val="00541E86"/>
    <w:rsid w:val="0054233A"/>
    <w:rsid w:val="00542659"/>
    <w:rsid w:val="005426E8"/>
    <w:rsid w:val="005428F7"/>
    <w:rsid w:val="00542F5D"/>
    <w:rsid w:val="00543454"/>
    <w:rsid w:val="00543542"/>
    <w:rsid w:val="00543642"/>
    <w:rsid w:val="00543C3B"/>
    <w:rsid w:val="00543EC8"/>
    <w:rsid w:val="005443AF"/>
    <w:rsid w:val="00544534"/>
    <w:rsid w:val="00544ECE"/>
    <w:rsid w:val="005454A4"/>
    <w:rsid w:val="0054592A"/>
    <w:rsid w:val="00546D1B"/>
    <w:rsid w:val="005473F4"/>
    <w:rsid w:val="00547951"/>
    <w:rsid w:val="005479D1"/>
    <w:rsid w:val="00547BE4"/>
    <w:rsid w:val="00550175"/>
    <w:rsid w:val="0055092A"/>
    <w:rsid w:val="005512F1"/>
    <w:rsid w:val="005518E3"/>
    <w:rsid w:val="00552102"/>
    <w:rsid w:val="00552632"/>
    <w:rsid w:val="00552724"/>
    <w:rsid w:val="005527EE"/>
    <w:rsid w:val="0055280D"/>
    <w:rsid w:val="0055299D"/>
    <w:rsid w:val="005529F7"/>
    <w:rsid w:val="00552C2C"/>
    <w:rsid w:val="0055329F"/>
    <w:rsid w:val="005532FF"/>
    <w:rsid w:val="00554325"/>
    <w:rsid w:val="00554393"/>
    <w:rsid w:val="005545C4"/>
    <w:rsid w:val="00554649"/>
    <w:rsid w:val="0055468D"/>
    <w:rsid w:val="00554AB9"/>
    <w:rsid w:val="00554C07"/>
    <w:rsid w:val="00555236"/>
    <w:rsid w:val="00555715"/>
    <w:rsid w:val="0055573B"/>
    <w:rsid w:val="00555929"/>
    <w:rsid w:val="00555CD3"/>
    <w:rsid w:val="005564BB"/>
    <w:rsid w:val="005564E6"/>
    <w:rsid w:val="00556591"/>
    <w:rsid w:val="00556629"/>
    <w:rsid w:val="00556726"/>
    <w:rsid w:val="005569FF"/>
    <w:rsid w:val="00556B22"/>
    <w:rsid w:val="00557431"/>
    <w:rsid w:val="0055761C"/>
    <w:rsid w:val="00557699"/>
    <w:rsid w:val="005578AC"/>
    <w:rsid w:val="00557D55"/>
    <w:rsid w:val="00557D5C"/>
    <w:rsid w:val="00557F2D"/>
    <w:rsid w:val="00560BE9"/>
    <w:rsid w:val="00560ED1"/>
    <w:rsid w:val="00560F6B"/>
    <w:rsid w:val="005614BB"/>
    <w:rsid w:val="00561980"/>
    <w:rsid w:val="00561E70"/>
    <w:rsid w:val="005620EE"/>
    <w:rsid w:val="0056278E"/>
    <w:rsid w:val="00562B24"/>
    <w:rsid w:val="00562B44"/>
    <w:rsid w:val="005630FB"/>
    <w:rsid w:val="0056327E"/>
    <w:rsid w:val="0056354B"/>
    <w:rsid w:val="005635E9"/>
    <w:rsid w:val="00563A93"/>
    <w:rsid w:val="0056402F"/>
    <w:rsid w:val="00564E97"/>
    <w:rsid w:val="00565216"/>
    <w:rsid w:val="00565650"/>
    <w:rsid w:val="00565BDC"/>
    <w:rsid w:val="00566542"/>
    <w:rsid w:val="0056667B"/>
    <w:rsid w:val="00566683"/>
    <w:rsid w:val="0056675E"/>
    <w:rsid w:val="0056686B"/>
    <w:rsid w:val="00566BE7"/>
    <w:rsid w:val="00566E99"/>
    <w:rsid w:val="005671C0"/>
    <w:rsid w:val="0056734D"/>
    <w:rsid w:val="005674E0"/>
    <w:rsid w:val="005678B7"/>
    <w:rsid w:val="00570551"/>
    <w:rsid w:val="00570B47"/>
    <w:rsid w:val="005710BF"/>
    <w:rsid w:val="0057153B"/>
    <w:rsid w:val="00571746"/>
    <w:rsid w:val="00571982"/>
    <w:rsid w:val="00571EAB"/>
    <w:rsid w:val="005729B0"/>
    <w:rsid w:val="00572BC5"/>
    <w:rsid w:val="00572D8B"/>
    <w:rsid w:val="00572DCD"/>
    <w:rsid w:val="0057307B"/>
    <w:rsid w:val="005731A0"/>
    <w:rsid w:val="005731BF"/>
    <w:rsid w:val="005734F8"/>
    <w:rsid w:val="005736BB"/>
    <w:rsid w:val="00573868"/>
    <w:rsid w:val="00573FE0"/>
    <w:rsid w:val="00574BA1"/>
    <w:rsid w:val="00574FD6"/>
    <w:rsid w:val="005757D5"/>
    <w:rsid w:val="00575A36"/>
    <w:rsid w:val="00575BBA"/>
    <w:rsid w:val="005760F9"/>
    <w:rsid w:val="00576162"/>
    <w:rsid w:val="005764F8"/>
    <w:rsid w:val="00576750"/>
    <w:rsid w:val="00576E85"/>
    <w:rsid w:val="00576F79"/>
    <w:rsid w:val="00577526"/>
    <w:rsid w:val="00577805"/>
    <w:rsid w:val="00577B02"/>
    <w:rsid w:val="00577C1D"/>
    <w:rsid w:val="00577DE6"/>
    <w:rsid w:val="00580168"/>
    <w:rsid w:val="00580ADE"/>
    <w:rsid w:val="00581409"/>
    <w:rsid w:val="00581595"/>
    <w:rsid w:val="00581762"/>
    <w:rsid w:val="00581FE3"/>
    <w:rsid w:val="00582256"/>
    <w:rsid w:val="005824E9"/>
    <w:rsid w:val="00582769"/>
    <w:rsid w:val="00582A40"/>
    <w:rsid w:val="00582F8D"/>
    <w:rsid w:val="005836AB"/>
    <w:rsid w:val="00583DFC"/>
    <w:rsid w:val="00583E3B"/>
    <w:rsid w:val="0058447C"/>
    <w:rsid w:val="005847F1"/>
    <w:rsid w:val="005849C0"/>
    <w:rsid w:val="00584B26"/>
    <w:rsid w:val="00584E11"/>
    <w:rsid w:val="0058519E"/>
    <w:rsid w:val="005853D2"/>
    <w:rsid w:val="005855CE"/>
    <w:rsid w:val="00585A24"/>
    <w:rsid w:val="00585B02"/>
    <w:rsid w:val="00585BDF"/>
    <w:rsid w:val="00585D5D"/>
    <w:rsid w:val="00586666"/>
    <w:rsid w:val="005867D1"/>
    <w:rsid w:val="00586804"/>
    <w:rsid w:val="00587117"/>
    <w:rsid w:val="005871C4"/>
    <w:rsid w:val="00587515"/>
    <w:rsid w:val="0058767C"/>
    <w:rsid w:val="005901DD"/>
    <w:rsid w:val="00590693"/>
    <w:rsid w:val="00590E1D"/>
    <w:rsid w:val="00591411"/>
    <w:rsid w:val="00591FF9"/>
    <w:rsid w:val="005920D2"/>
    <w:rsid w:val="0059228E"/>
    <w:rsid w:val="0059293F"/>
    <w:rsid w:val="005929F4"/>
    <w:rsid w:val="00592D6A"/>
    <w:rsid w:val="00593209"/>
    <w:rsid w:val="0059393C"/>
    <w:rsid w:val="005940F5"/>
    <w:rsid w:val="005942C5"/>
    <w:rsid w:val="005946E0"/>
    <w:rsid w:val="00594F55"/>
    <w:rsid w:val="00595051"/>
    <w:rsid w:val="00595B19"/>
    <w:rsid w:val="00596261"/>
    <w:rsid w:val="00596FFD"/>
    <w:rsid w:val="00597064"/>
    <w:rsid w:val="005973F0"/>
    <w:rsid w:val="00597D2B"/>
    <w:rsid w:val="00597DBC"/>
    <w:rsid w:val="005A0318"/>
    <w:rsid w:val="005A07C0"/>
    <w:rsid w:val="005A07D3"/>
    <w:rsid w:val="005A1609"/>
    <w:rsid w:val="005A18A7"/>
    <w:rsid w:val="005A1ED2"/>
    <w:rsid w:val="005A27D1"/>
    <w:rsid w:val="005A2855"/>
    <w:rsid w:val="005A2AEC"/>
    <w:rsid w:val="005A2C13"/>
    <w:rsid w:val="005A2E91"/>
    <w:rsid w:val="005A31D6"/>
    <w:rsid w:val="005A3709"/>
    <w:rsid w:val="005A3F05"/>
    <w:rsid w:val="005A49CF"/>
    <w:rsid w:val="005A4A0B"/>
    <w:rsid w:val="005A4A14"/>
    <w:rsid w:val="005A5D0F"/>
    <w:rsid w:val="005A5D9F"/>
    <w:rsid w:val="005A5E7E"/>
    <w:rsid w:val="005A5F40"/>
    <w:rsid w:val="005A6853"/>
    <w:rsid w:val="005A69E2"/>
    <w:rsid w:val="005A6ACF"/>
    <w:rsid w:val="005A6F29"/>
    <w:rsid w:val="005A7420"/>
    <w:rsid w:val="005A7815"/>
    <w:rsid w:val="005B01C4"/>
    <w:rsid w:val="005B054A"/>
    <w:rsid w:val="005B09CE"/>
    <w:rsid w:val="005B0E3F"/>
    <w:rsid w:val="005B101E"/>
    <w:rsid w:val="005B1030"/>
    <w:rsid w:val="005B14CE"/>
    <w:rsid w:val="005B15E4"/>
    <w:rsid w:val="005B1BD2"/>
    <w:rsid w:val="005B2A52"/>
    <w:rsid w:val="005B2CD6"/>
    <w:rsid w:val="005B31CF"/>
    <w:rsid w:val="005B3926"/>
    <w:rsid w:val="005B400D"/>
    <w:rsid w:val="005B41BE"/>
    <w:rsid w:val="005B42DF"/>
    <w:rsid w:val="005B4E10"/>
    <w:rsid w:val="005B50B5"/>
    <w:rsid w:val="005B5B20"/>
    <w:rsid w:val="005B5DE7"/>
    <w:rsid w:val="005B5F79"/>
    <w:rsid w:val="005B603D"/>
    <w:rsid w:val="005B619D"/>
    <w:rsid w:val="005B62E4"/>
    <w:rsid w:val="005B636F"/>
    <w:rsid w:val="005B646E"/>
    <w:rsid w:val="005B648E"/>
    <w:rsid w:val="005B6537"/>
    <w:rsid w:val="005B711A"/>
    <w:rsid w:val="005B731A"/>
    <w:rsid w:val="005B7E0F"/>
    <w:rsid w:val="005B7FBC"/>
    <w:rsid w:val="005C07E1"/>
    <w:rsid w:val="005C07FA"/>
    <w:rsid w:val="005C0CDA"/>
    <w:rsid w:val="005C102F"/>
    <w:rsid w:val="005C1149"/>
    <w:rsid w:val="005C149F"/>
    <w:rsid w:val="005C1812"/>
    <w:rsid w:val="005C1843"/>
    <w:rsid w:val="005C1F08"/>
    <w:rsid w:val="005C2203"/>
    <w:rsid w:val="005C257C"/>
    <w:rsid w:val="005C2CFF"/>
    <w:rsid w:val="005C2EEA"/>
    <w:rsid w:val="005C2F22"/>
    <w:rsid w:val="005C2F98"/>
    <w:rsid w:val="005C3719"/>
    <w:rsid w:val="005C3E72"/>
    <w:rsid w:val="005C3FF1"/>
    <w:rsid w:val="005C4A70"/>
    <w:rsid w:val="005C5436"/>
    <w:rsid w:val="005C583B"/>
    <w:rsid w:val="005C6031"/>
    <w:rsid w:val="005C6246"/>
    <w:rsid w:val="005C64A6"/>
    <w:rsid w:val="005C7305"/>
    <w:rsid w:val="005C77C8"/>
    <w:rsid w:val="005C78AC"/>
    <w:rsid w:val="005C7B05"/>
    <w:rsid w:val="005D04F7"/>
    <w:rsid w:val="005D1A8B"/>
    <w:rsid w:val="005D1B95"/>
    <w:rsid w:val="005D1FEB"/>
    <w:rsid w:val="005D27D9"/>
    <w:rsid w:val="005D283E"/>
    <w:rsid w:val="005D2A90"/>
    <w:rsid w:val="005D2AAF"/>
    <w:rsid w:val="005D2AB9"/>
    <w:rsid w:val="005D3280"/>
    <w:rsid w:val="005D333F"/>
    <w:rsid w:val="005D3560"/>
    <w:rsid w:val="005D35FB"/>
    <w:rsid w:val="005D377B"/>
    <w:rsid w:val="005D47E8"/>
    <w:rsid w:val="005D4926"/>
    <w:rsid w:val="005D512F"/>
    <w:rsid w:val="005D51D5"/>
    <w:rsid w:val="005D5292"/>
    <w:rsid w:val="005D54C7"/>
    <w:rsid w:val="005D583C"/>
    <w:rsid w:val="005D5D49"/>
    <w:rsid w:val="005D6BE6"/>
    <w:rsid w:val="005D772D"/>
    <w:rsid w:val="005D7A68"/>
    <w:rsid w:val="005D7C43"/>
    <w:rsid w:val="005D7E3E"/>
    <w:rsid w:val="005D7E8D"/>
    <w:rsid w:val="005E05E2"/>
    <w:rsid w:val="005E0612"/>
    <w:rsid w:val="005E0927"/>
    <w:rsid w:val="005E0E6E"/>
    <w:rsid w:val="005E0EDF"/>
    <w:rsid w:val="005E0FF2"/>
    <w:rsid w:val="005E1502"/>
    <w:rsid w:val="005E17F3"/>
    <w:rsid w:val="005E1C72"/>
    <w:rsid w:val="005E20A6"/>
    <w:rsid w:val="005E23F0"/>
    <w:rsid w:val="005E244D"/>
    <w:rsid w:val="005E2673"/>
    <w:rsid w:val="005E2D16"/>
    <w:rsid w:val="005E2D8F"/>
    <w:rsid w:val="005E4167"/>
    <w:rsid w:val="005E436B"/>
    <w:rsid w:val="005E448D"/>
    <w:rsid w:val="005E4C40"/>
    <w:rsid w:val="005E548C"/>
    <w:rsid w:val="005E600E"/>
    <w:rsid w:val="005E625F"/>
    <w:rsid w:val="005E64A5"/>
    <w:rsid w:val="005E64B8"/>
    <w:rsid w:val="005E6606"/>
    <w:rsid w:val="005E68BE"/>
    <w:rsid w:val="005E7491"/>
    <w:rsid w:val="005E778C"/>
    <w:rsid w:val="005E795A"/>
    <w:rsid w:val="005F0364"/>
    <w:rsid w:val="005F04D6"/>
    <w:rsid w:val="005F08EA"/>
    <w:rsid w:val="005F09A6"/>
    <w:rsid w:val="005F1127"/>
    <w:rsid w:val="005F118C"/>
    <w:rsid w:val="005F1959"/>
    <w:rsid w:val="005F1BEC"/>
    <w:rsid w:val="005F1BF2"/>
    <w:rsid w:val="005F204E"/>
    <w:rsid w:val="005F209E"/>
    <w:rsid w:val="005F2228"/>
    <w:rsid w:val="005F24BA"/>
    <w:rsid w:val="005F25BB"/>
    <w:rsid w:val="005F2737"/>
    <w:rsid w:val="005F32A5"/>
    <w:rsid w:val="005F3582"/>
    <w:rsid w:val="005F3C5B"/>
    <w:rsid w:val="005F42B7"/>
    <w:rsid w:val="005F4492"/>
    <w:rsid w:val="005F4B51"/>
    <w:rsid w:val="005F4CF3"/>
    <w:rsid w:val="005F5058"/>
    <w:rsid w:val="005F52B8"/>
    <w:rsid w:val="005F578E"/>
    <w:rsid w:val="005F59B3"/>
    <w:rsid w:val="005F5AB9"/>
    <w:rsid w:val="005F68CE"/>
    <w:rsid w:val="005F6EAA"/>
    <w:rsid w:val="005F73CB"/>
    <w:rsid w:val="005F748E"/>
    <w:rsid w:val="005F74AF"/>
    <w:rsid w:val="005F7932"/>
    <w:rsid w:val="005F79AD"/>
    <w:rsid w:val="005F7C89"/>
    <w:rsid w:val="005F7CDD"/>
    <w:rsid w:val="005F7D11"/>
    <w:rsid w:val="005F7F4D"/>
    <w:rsid w:val="0060071C"/>
    <w:rsid w:val="00600D72"/>
    <w:rsid w:val="00600F13"/>
    <w:rsid w:val="006016F1"/>
    <w:rsid w:val="006018A7"/>
    <w:rsid w:val="0060190A"/>
    <w:rsid w:val="00601AF9"/>
    <w:rsid w:val="00601B53"/>
    <w:rsid w:val="00601E71"/>
    <w:rsid w:val="0060217E"/>
    <w:rsid w:val="0060222C"/>
    <w:rsid w:val="00602651"/>
    <w:rsid w:val="006028FA"/>
    <w:rsid w:val="00602D6E"/>
    <w:rsid w:val="006039C9"/>
    <w:rsid w:val="00604410"/>
    <w:rsid w:val="00605162"/>
    <w:rsid w:val="00605265"/>
    <w:rsid w:val="006055EF"/>
    <w:rsid w:val="00605B8F"/>
    <w:rsid w:val="00605D2E"/>
    <w:rsid w:val="00605DA9"/>
    <w:rsid w:val="00606BE6"/>
    <w:rsid w:val="00606C78"/>
    <w:rsid w:val="00606EC7"/>
    <w:rsid w:val="006074B0"/>
    <w:rsid w:val="0060757F"/>
    <w:rsid w:val="00607596"/>
    <w:rsid w:val="0060773B"/>
    <w:rsid w:val="00607E5D"/>
    <w:rsid w:val="00610042"/>
    <w:rsid w:val="006103B0"/>
    <w:rsid w:val="00610C3D"/>
    <w:rsid w:val="00610D18"/>
    <w:rsid w:val="00610D8D"/>
    <w:rsid w:val="00610DDC"/>
    <w:rsid w:val="006110AE"/>
    <w:rsid w:val="00612035"/>
    <w:rsid w:val="006127F8"/>
    <w:rsid w:val="00612B43"/>
    <w:rsid w:val="00612D35"/>
    <w:rsid w:val="006130F7"/>
    <w:rsid w:val="006132A3"/>
    <w:rsid w:val="0061346A"/>
    <w:rsid w:val="0061354B"/>
    <w:rsid w:val="00613627"/>
    <w:rsid w:val="0061366C"/>
    <w:rsid w:val="00613CC3"/>
    <w:rsid w:val="0061460E"/>
    <w:rsid w:val="006147E4"/>
    <w:rsid w:val="0061480E"/>
    <w:rsid w:val="00614E3B"/>
    <w:rsid w:val="006150ED"/>
    <w:rsid w:val="00615162"/>
    <w:rsid w:val="006153FC"/>
    <w:rsid w:val="00615553"/>
    <w:rsid w:val="0061556E"/>
    <w:rsid w:val="006155C9"/>
    <w:rsid w:val="0061578F"/>
    <w:rsid w:val="00616257"/>
    <w:rsid w:val="00616978"/>
    <w:rsid w:val="00617A4C"/>
    <w:rsid w:val="00617BAC"/>
    <w:rsid w:val="006204FF"/>
    <w:rsid w:val="00620AF2"/>
    <w:rsid w:val="00620BC8"/>
    <w:rsid w:val="00621276"/>
    <w:rsid w:val="00621542"/>
    <w:rsid w:val="006215FD"/>
    <w:rsid w:val="00621C61"/>
    <w:rsid w:val="006220D8"/>
    <w:rsid w:val="0062214F"/>
    <w:rsid w:val="00622444"/>
    <w:rsid w:val="0062269E"/>
    <w:rsid w:val="0062294A"/>
    <w:rsid w:val="00622EE8"/>
    <w:rsid w:val="0062323B"/>
    <w:rsid w:val="00623447"/>
    <w:rsid w:val="006237E6"/>
    <w:rsid w:val="0062393B"/>
    <w:rsid w:val="00623A5F"/>
    <w:rsid w:val="00623E2D"/>
    <w:rsid w:val="00623F16"/>
    <w:rsid w:val="006241D3"/>
    <w:rsid w:val="006241DF"/>
    <w:rsid w:val="00624278"/>
    <w:rsid w:val="006247C6"/>
    <w:rsid w:val="00624FCC"/>
    <w:rsid w:val="00624FFB"/>
    <w:rsid w:val="0062509C"/>
    <w:rsid w:val="00625143"/>
    <w:rsid w:val="006251E2"/>
    <w:rsid w:val="00625253"/>
    <w:rsid w:val="0062580A"/>
    <w:rsid w:val="006263D0"/>
    <w:rsid w:val="00626B0E"/>
    <w:rsid w:val="00626CE9"/>
    <w:rsid w:val="0062748B"/>
    <w:rsid w:val="006277AC"/>
    <w:rsid w:val="006279A0"/>
    <w:rsid w:val="00627DD4"/>
    <w:rsid w:val="00627E33"/>
    <w:rsid w:val="006302FD"/>
    <w:rsid w:val="00630315"/>
    <w:rsid w:val="0063069D"/>
    <w:rsid w:val="0063084A"/>
    <w:rsid w:val="00630F3D"/>
    <w:rsid w:val="00631070"/>
    <w:rsid w:val="006313CC"/>
    <w:rsid w:val="006320F0"/>
    <w:rsid w:val="0063261F"/>
    <w:rsid w:val="0063279F"/>
    <w:rsid w:val="00632A17"/>
    <w:rsid w:val="00632D66"/>
    <w:rsid w:val="00632FC8"/>
    <w:rsid w:val="0063344E"/>
    <w:rsid w:val="006338E8"/>
    <w:rsid w:val="00634511"/>
    <w:rsid w:val="00634632"/>
    <w:rsid w:val="00634A1A"/>
    <w:rsid w:val="00635123"/>
    <w:rsid w:val="006354DF"/>
    <w:rsid w:val="0063557C"/>
    <w:rsid w:val="00635708"/>
    <w:rsid w:val="006357AB"/>
    <w:rsid w:val="006361ED"/>
    <w:rsid w:val="006364E8"/>
    <w:rsid w:val="006368A1"/>
    <w:rsid w:val="00636970"/>
    <w:rsid w:val="0063716B"/>
    <w:rsid w:val="00640656"/>
    <w:rsid w:val="006410B5"/>
    <w:rsid w:val="00641107"/>
    <w:rsid w:val="00641645"/>
    <w:rsid w:val="0064168A"/>
    <w:rsid w:val="006417A7"/>
    <w:rsid w:val="00641AE6"/>
    <w:rsid w:val="00641E7D"/>
    <w:rsid w:val="00641EB9"/>
    <w:rsid w:val="00642440"/>
    <w:rsid w:val="00642720"/>
    <w:rsid w:val="00643641"/>
    <w:rsid w:val="00643778"/>
    <w:rsid w:val="006438DA"/>
    <w:rsid w:val="00643C5D"/>
    <w:rsid w:val="00644551"/>
    <w:rsid w:val="00644951"/>
    <w:rsid w:val="0064593A"/>
    <w:rsid w:val="006459A4"/>
    <w:rsid w:val="006460BB"/>
    <w:rsid w:val="006461B2"/>
    <w:rsid w:val="00646214"/>
    <w:rsid w:val="006464E5"/>
    <w:rsid w:val="00646987"/>
    <w:rsid w:val="00646E64"/>
    <w:rsid w:val="0064760E"/>
    <w:rsid w:val="006477FA"/>
    <w:rsid w:val="006479F5"/>
    <w:rsid w:val="00647B82"/>
    <w:rsid w:val="00647EF2"/>
    <w:rsid w:val="006507BC"/>
    <w:rsid w:val="00650C69"/>
    <w:rsid w:val="00650FDE"/>
    <w:rsid w:val="00651475"/>
    <w:rsid w:val="00651618"/>
    <w:rsid w:val="006523BD"/>
    <w:rsid w:val="00652883"/>
    <w:rsid w:val="00652BE2"/>
    <w:rsid w:val="00652D6E"/>
    <w:rsid w:val="00652FA4"/>
    <w:rsid w:val="00652FC4"/>
    <w:rsid w:val="0065353A"/>
    <w:rsid w:val="00653962"/>
    <w:rsid w:val="006539B8"/>
    <w:rsid w:val="00653A2B"/>
    <w:rsid w:val="00653B76"/>
    <w:rsid w:val="00653EA0"/>
    <w:rsid w:val="00653EBF"/>
    <w:rsid w:val="006543F4"/>
    <w:rsid w:val="00654405"/>
    <w:rsid w:val="00654B6E"/>
    <w:rsid w:val="006550BE"/>
    <w:rsid w:val="00655413"/>
    <w:rsid w:val="00655549"/>
    <w:rsid w:val="00655B3B"/>
    <w:rsid w:val="00656ACC"/>
    <w:rsid w:val="00656C99"/>
    <w:rsid w:val="00657164"/>
    <w:rsid w:val="0065735A"/>
    <w:rsid w:val="006575A3"/>
    <w:rsid w:val="00657B72"/>
    <w:rsid w:val="00657E48"/>
    <w:rsid w:val="00657EF9"/>
    <w:rsid w:val="00657F20"/>
    <w:rsid w:val="00657F5D"/>
    <w:rsid w:val="00660188"/>
    <w:rsid w:val="00660271"/>
    <w:rsid w:val="00660DB1"/>
    <w:rsid w:val="00661519"/>
    <w:rsid w:val="006620AA"/>
    <w:rsid w:val="00662291"/>
    <w:rsid w:val="006628E9"/>
    <w:rsid w:val="00662B3B"/>
    <w:rsid w:val="00662E59"/>
    <w:rsid w:val="00662F2C"/>
    <w:rsid w:val="006635E0"/>
    <w:rsid w:val="006636E0"/>
    <w:rsid w:val="00663A53"/>
    <w:rsid w:val="00664924"/>
    <w:rsid w:val="0066531C"/>
    <w:rsid w:val="00665390"/>
    <w:rsid w:val="00665C93"/>
    <w:rsid w:val="00665D8B"/>
    <w:rsid w:val="00665DB3"/>
    <w:rsid w:val="00665E3F"/>
    <w:rsid w:val="00665E79"/>
    <w:rsid w:val="006664FF"/>
    <w:rsid w:val="00667059"/>
    <w:rsid w:val="00667222"/>
    <w:rsid w:val="0066768A"/>
    <w:rsid w:val="00667D92"/>
    <w:rsid w:val="006704C9"/>
    <w:rsid w:val="00670B89"/>
    <w:rsid w:val="00670E09"/>
    <w:rsid w:val="00670FBA"/>
    <w:rsid w:val="00671343"/>
    <w:rsid w:val="00671D87"/>
    <w:rsid w:val="00671F54"/>
    <w:rsid w:val="006723B2"/>
    <w:rsid w:val="006728E4"/>
    <w:rsid w:val="00672B5B"/>
    <w:rsid w:val="00672E36"/>
    <w:rsid w:val="00674595"/>
    <w:rsid w:val="00674CE0"/>
    <w:rsid w:val="00674D6A"/>
    <w:rsid w:val="00675205"/>
    <w:rsid w:val="0067549B"/>
    <w:rsid w:val="00675DB5"/>
    <w:rsid w:val="00676474"/>
    <w:rsid w:val="0067665B"/>
    <w:rsid w:val="006766B0"/>
    <w:rsid w:val="006767F7"/>
    <w:rsid w:val="00676BED"/>
    <w:rsid w:val="00676DBB"/>
    <w:rsid w:val="00676DC4"/>
    <w:rsid w:val="00676F38"/>
    <w:rsid w:val="006775E6"/>
    <w:rsid w:val="006776BF"/>
    <w:rsid w:val="006777D7"/>
    <w:rsid w:val="00677909"/>
    <w:rsid w:val="0068042A"/>
    <w:rsid w:val="006809F6"/>
    <w:rsid w:val="00680A2B"/>
    <w:rsid w:val="00681075"/>
    <w:rsid w:val="00681C93"/>
    <w:rsid w:val="0068210E"/>
    <w:rsid w:val="00682221"/>
    <w:rsid w:val="0068255B"/>
    <w:rsid w:val="00682A26"/>
    <w:rsid w:val="00682D47"/>
    <w:rsid w:val="00682E8D"/>
    <w:rsid w:val="00683002"/>
    <w:rsid w:val="00683074"/>
    <w:rsid w:val="00683428"/>
    <w:rsid w:val="006838CA"/>
    <w:rsid w:val="0068406B"/>
    <w:rsid w:val="00684467"/>
    <w:rsid w:val="006849B8"/>
    <w:rsid w:val="00684AE1"/>
    <w:rsid w:val="00684E75"/>
    <w:rsid w:val="006850DB"/>
    <w:rsid w:val="00685361"/>
    <w:rsid w:val="00685B6B"/>
    <w:rsid w:val="00685E88"/>
    <w:rsid w:val="00685F40"/>
    <w:rsid w:val="0068625B"/>
    <w:rsid w:val="006862D3"/>
    <w:rsid w:val="006865A6"/>
    <w:rsid w:val="006868FE"/>
    <w:rsid w:val="00686E4D"/>
    <w:rsid w:val="00687029"/>
    <w:rsid w:val="006879AA"/>
    <w:rsid w:val="00687B65"/>
    <w:rsid w:val="00687D45"/>
    <w:rsid w:val="0069119A"/>
    <w:rsid w:val="00691875"/>
    <w:rsid w:val="006920E8"/>
    <w:rsid w:val="00692A91"/>
    <w:rsid w:val="00692B85"/>
    <w:rsid w:val="00693148"/>
    <w:rsid w:val="00693519"/>
    <w:rsid w:val="00693924"/>
    <w:rsid w:val="006944EB"/>
    <w:rsid w:val="00694B44"/>
    <w:rsid w:val="00694B55"/>
    <w:rsid w:val="00695124"/>
    <w:rsid w:val="00695359"/>
    <w:rsid w:val="00695A08"/>
    <w:rsid w:val="00695BFF"/>
    <w:rsid w:val="00695E18"/>
    <w:rsid w:val="00695EC4"/>
    <w:rsid w:val="00696590"/>
    <w:rsid w:val="00697033"/>
    <w:rsid w:val="0069703B"/>
    <w:rsid w:val="00697283"/>
    <w:rsid w:val="00697911"/>
    <w:rsid w:val="00697BB4"/>
    <w:rsid w:val="006A030D"/>
    <w:rsid w:val="006A0388"/>
    <w:rsid w:val="006A0418"/>
    <w:rsid w:val="006A04B2"/>
    <w:rsid w:val="006A08F3"/>
    <w:rsid w:val="006A0AA3"/>
    <w:rsid w:val="006A17EB"/>
    <w:rsid w:val="006A182E"/>
    <w:rsid w:val="006A1D1D"/>
    <w:rsid w:val="006A1DBD"/>
    <w:rsid w:val="006A2211"/>
    <w:rsid w:val="006A26CC"/>
    <w:rsid w:val="006A2853"/>
    <w:rsid w:val="006A2BBA"/>
    <w:rsid w:val="006A32BE"/>
    <w:rsid w:val="006A3874"/>
    <w:rsid w:val="006A4154"/>
    <w:rsid w:val="006A43B1"/>
    <w:rsid w:val="006A475E"/>
    <w:rsid w:val="006A4B9B"/>
    <w:rsid w:val="006A4C8E"/>
    <w:rsid w:val="006A4EB2"/>
    <w:rsid w:val="006A50E8"/>
    <w:rsid w:val="006A5321"/>
    <w:rsid w:val="006A5B4A"/>
    <w:rsid w:val="006A62AF"/>
    <w:rsid w:val="006A6333"/>
    <w:rsid w:val="006A6E97"/>
    <w:rsid w:val="006A7A0E"/>
    <w:rsid w:val="006A7EF1"/>
    <w:rsid w:val="006A7FC1"/>
    <w:rsid w:val="006B0471"/>
    <w:rsid w:val="006B04FF"/>
    <w:rsid w:val="006B0611"/>
    <w:rsid w:val="006B07F9"/>
    <w:rsid w:val="006B0A3A"/>
    <w:rsid w:val="006B0BFC"/>
    <w:rsid w:val="006B0CF5"/>
    <w:rsid w:val="006B0F8D"/>
    <w:rsid w:val="006B1E94"/>
    <w:rsid w:val="006B221E"/>
    <w:rsid w:val="006B2583"/>
    <w:rsid w:val="006B25ED"/>
    <w:rsid w:val="006B2A6D"/>
    <w:rsid w:val="006B2B92"/>
    <w:rsid w:val="006B2EEE"/>
    <w:rsid w:val="006B2FA8"/>
    <w:rsid w:val="006B2FED"/>
    <w:rsid w:val="006B3476"/>
    <w:rsid w:val="006B3C89"/>
    <w:rsid w:val="006B41AD"/>
    <w:rsid w:val="006B4A82"/>
    <w:rsid w:val="006B4C25"/>
    <w:rsid w:val="006B50E5"/>
    <w:rsid w:val="006B582E"/>
    <w:rsid w:val="006B5A57"/>
    <w:rsid w:val="006B5F8C"/>
    <w:rsid w:val="006B650C"/>
    <w:rsid w:val="006B69B4"/>
    <w:rsid w:val="006B6C58"/>
    <w:rsid w:val="006B7808"/>
    <w:rsid w:val="006B7B57"/>
    <w:rsid w:val="006C0420"/>
    <w:rsid w:val="006C0738"/>
    <w:rsid w:val="006C1077"/>
    <w:rsid w:val="006C14F6"/>
    <w:rsid w:val="006C1908"/>
    <w:rsid w:val="006C1E02"/>
    <w:rsid w:val="006C219F"/>
    <w:rsid w:val="006C2485"/>
    <w:rsid w:val="006C29A9"/>
    <w:rsid w:val="006C29F8"/>
    <w:rsid w:val="006C36EB"/>
    <w:rsid w:val="006C3872"/>
    <w:rsid w:val="006C3925"/>
    <w:rsid w:val="006C3CC6"/>
    <w:rsid w:val="006C3E9C"/>
    <w:rsid w:val="006C3FB1"/>
    <w:rsid w:val="006C4046"/>
    <w:rsid w:val="006C4622"/>
    <w:rsid w:val="006C5310"/>
    <w:rsid w:val="006C54C3"/>
    <w:rsid w:val="006C5834"/>
    <w:rsid w:val="006C5D5C"/>
    <w:rsid w:val="006C607C"/>
    <w:rsid w:val="006C6413"/>
    <w:rsid w:val="006C65F2"/>
    <w:rsid w:val="006C6FBD"/>
    <w:rsid w:val="006C736F"/>
    <w:rsid w:val="006C7388"/>
    <w:rsid w:val="006C75E7"/>
    <w:rsid w:val="006C7C30"/>
    <w:rsid w:val="006C7E94"/>
    <w:rsid w:val="006C7F30"/>
    <w:rsid w:val="006D00BB"/>
    <w:rsid w:val="006D02DF"/>
    <w:rsid w:val="006D1590"/>
    <w:rsid w:val="006D1591"/>
    <w:rsid w:val="006D161F"/>
    <w:rsid w:val="006D17AC"/>
    <w:rsid w:val="006D1DCD"/>
    <w:rsid w:val="006D2187"/>
    <w:rsid w:val="006D3565"/>
    <w:rsid w:val="006D35CB"/>
    <w:rsid w:val="006D37C9"/>
    <w:rsid w:val="006D3A3A"/>
    <w:rsid w:val="006D3B50"/>
    <w:rsid w:val="006D3C57"/>
    <w:rsid w:val="006D3FB0"/>
    <w:rsid w:val="006D43FD"/>
    <w:rsid w:val="006D4512"/>
    <w:rsid w:val="006D4640"/>
    <w:rsid w:val="006D4AAE"/>
    <w:rsid w:val="006D4AC1"/>
    <w:rsid w:val="006D5182"/>
    <w:rsid w:val="006D5256"/>
    <w:rsid w:val="006D5335"/>
    <w:rsid w:val="006D56BA"/>
    <w:rsid w:val="006D5711"/>
    <w:rsid w:val="006D5835"/>
    <w:rsid w:val="006D62F1"/>
    <w:rsid w:val="006D6ABB"/>
    <w:rsid w:val="006D6C77"/>
    <w:rsid w:val="006D6EA5"/>
    <w:rsid w:val="006D7A5E"/>
    <w:rsid w:val="006D7C84"/>
    <w:rsid w:val="006E0134"/>
    <w:rsid w:val="006E0289"/>
    <w:rsid w:val="006E0429"/>
    <w:rsid w:val="006E0547"/>
    <w:rsid w:val="006E0E78"/>
    <w:rsid w:val="006E1051"/>
    <w:rsid w:val="006E1460"/>
    <w:rsid w:val="006E189A"/>
    <w:rsid w:val="006E1A11"/>
    <w:rsid w:val="006E1A4B"/>
    <w:rsid w:val="006E1B59"/>
    <w:rsid w:val="006E1FED"/>
    <w:rsid w:val="006E254C"/>
    <w:rsid w:val="006E26F5"/>
    <w:rsid w:val="006E29EE"/>
    <w:rsid w:val="006E2A13"/>
    <w:rsid w:val="006E306D"/>
    <w:rsid w:val="006E3AD1"/>
    <w:rsid w:val="006E423E"/>
    <w:rsid w:val="006E4338"/>
    <w:rsid w:val="006E4ABA"/>
    <w:rsid w:val="006E4AE5"/>
    <w:rsid w:val="006E54DE"/>
    <w:rsid w:val="006E552C"/>
    <w:rsid w:val="006E566C"/>
    <w:rsid w:val="006E624E"/>
    <w:rsid w:val="006E69C6"/>
    <w:rsid w:val="006E69CF"/>
    <w:rsid w:val="006E6C91"/>
    <w:rsid w:val="006E75D4"/>
    <w:rsid w:val="006E79C0"/>
    <w:rsid w:val="006E7E23"/>
    <w:rsid w:val="006F004C"/>
    <w:rsid w:val="006F010D"/>
    <w:rsid w:val="006F01AA"/>
    <w:rsid w:val="006F03B4"/>
    <w:rsid w:val="006F06B4"/>
    <w:rsid w:val="006F0883"/>
    <w:rsid w:val="006F0989"/>
    <w:rsid w:val="006F0A40"/>
    <w:rsid w:val="006F0AE4"/>
    <w:rsid w:val="006F0C15"/>
    <w:rsid w:val="006F0E28"/>
    <w:rsid w:val="006F0EAC"/>
    <w:rsid w:val="006F1999"/>
    <w:rsid w:val="006F1CD0"/>
    <w:rsid w:val="006F22A9"/>
    <w:rsid w:val="006F290B"/>
    <w:rsid w:val="006F2C8A"/>
    <w:rsid w:val="006F2DA4"/>
    <w:rsid w:val="006F303F"/>
    <w:rsid w:val="006F3176"/>
    <w:rsid w:val="006F3BDB"/>
    <w:rsid w:val="006F424F"/>
    <w:rsid w:val="006F483E"/>
    <w:rsid w:val="006F499D"/>
    <w:rsid w:val="006F49A5"/>
    <w:rsid w:val="006F53CE"/>
    <w:rsid w:val="006F595A"/>
    <w:rsid w:val="006F59B7"/>
    <w:rsid w:val="006F5B90"/>
    <w:rsid w:val="006F694C"/>
    <w:rsid w:val="006F6A44"/>
    <w:rsid w:val="006F6CF3"/>
    <w:rsid w:val="006F725C"/>
    <w:rsid w:val="006F77B7"/>
    <w:rsid w:val="006F78FB"/>
    <w:rsid w:val="006F7DFD"/>
    <w:rsid w:val="006F7EC1"/>
    <w:rsid w:val="006F7EF0"/>
    <w:rsid w:val="00700359"/>
    <w:rsid w:val="007007D5"/>
    <w:rsid w:val="00700AFF"/>
    <w:rsid w:val="00700BDB"/>
    <w:rsid w:val="0070123E"/>
    <w:rsid w:val="007016EF"/>
    <w:rsid w:val="00701A3B"/>
    <w:rsid w:val="00701AD6"/>
    <w:rsid w:val="00701B8B"/>
    <w:rsid w:val="00701EBE"/>
    <w:rsid w:val="007020E1"/>
    <w:rsid w:val="0070282D"/>
    <w:rsid w:val="0070298B"/>
    <w:rsid w:val="007029C5"/>
    <w:rsid w:val="00702AFB"/>
    <w:rsid w:val="00702E1E"/>
    <w:rsid w:val="007032A9"/>
    <w:rsid w:val="00703520"/>
    <w:rsid w:val="00703591"/>
    <w:rsid w:val="00703846"/>
    <w:rsid w:val="00703BEA"/>
    <w:rsid w:val="00704058"/>
    <w:rsid w:val="00704220"/>
    <w:rsid w:val="00704663"/>
    <w:rsid w:val="007046CF"/>
    <w:rsid w:val="007059A7"/>
    <w:rsid w:val="00705ADB"/>
    <w:rsid w:val="00705BDB"/>
    <w:rsid w:val="00705F6C"/>
    <w:rsid w:val="00706470"/>
    <w:rsid w:val="00706910"/>
    <w:rsid w:val="00706E8F"/>
    <w:rsid w:val="00706EFB"/>
    <w:rsid w:val="00707060"/>
    <w:rsid w:val="00707354"/>
    <w:rsid w:val="007073A3"/>
    <w:rsid w:val="00707629"/>
    <w:rsid w:val="00707D55"/>
    <w:rsid w:val="0071021F"/>
    <w:rsid w:val="00710490"/>
    <w:rsid w:val="007111CB"/>
    <w:rsid w:val="00711B04"/>
    <w:rsid w:val="00711FDB"/>
    <w:rsid w:val="00712666"/>
    <w:rsid w:val="007128C6"/>
    <w:rsid w:val="0071292F"/>
    <w:rsid w:val="00712981"/>
    <w:rsid w:val="00712BF5"/>
    <w:rsid w:val="00712CB0"/>
    <w:rsid w:val="00712CD0"/>
    <w:rsid w:val="00713045"/>
    <w:rsid w:val="007130B5"/>
    <w:rsid w:val="00713A15"/>
    <w:rsid w:val="00713DDC"/>
    <w:rsid w:val="00713DF5"/>
    <w:rsid w:val="00713E33"/>
    <w:rsid w:val="00714894"/>
    <w:rsid w:val="00714AD4"/>
    <w:rsid w:val="00714B27"/>
    <w:rsid w:val="00714B8E"/>
    <w:rsid w:val="00715335"/>
    <w:rsid w:val="00715503"/>
    <w:rsid w:val="00715616"/>
    <w:rsid w:val="007156D0"/>
    <w:rsid w:val="00715AC4"/>
    <w:rsid w:val="00715EB9"/>
    <w:rsid w:val="0071618A"/>
    <w:rsid w:val="0071641F"/>
    <w:rsid w:val="0071645F"/>
    <w:rsid w:val="00716BAC"/>
    <w:rsid w:val="00717661"/>
    <w:rsid w:val="00717F75"/>
    <w:rsid w:val="007204B4"/>
    <w:rsid w:val="00720E1F"/>
    <w:rsid w:val="00721334"/>
    <w:rsid w:val="00721868"/>
    <w:rsid w:val="0072255D"/>
    <w:rsid w:val="00722744"/>
    <w:rsid w:val="0072294D"/>
    <w:rsid w:val="00722984"/>
    <w:rsid w:val="00722B84"/>
    <w:rsid w:val="00722D69"/>
    <w:rsid w:val="00722DC7"/>
    <w:rsid w:val="00722F4B"/>
    <w:rsid w:val="00723487"/>
    <w:rsid w:val="007234EE"/>
    <w:rsid w:val="007238C5"/>
    <w:rsid w:val="00723BAB"/>
    <w:rsid w:val="00723CC5"/>
    <w:rsid w:val="00724DFD"/>
    <w:rsid w:val="00725312"/>
    <w:rsid w:val="00725561"/>
    <w:rsid w:val="0072577F"/>
    <w:rsid w:val="00726B9F"/>
    <w:rsid w:val="00726F6B"/>
    <w:rsid w:val="0072734F"/>
    <w:rsid w:val="007274BB"/>
    <w:rsid w:val="007278CC"/>
    <w:rsid w:val="00727EB6"/>
    <w:rsid w:val="00730088"/>
    <w:rsid w:val="007300F6"/>
    <w:rsid w:val="00730324"/>
    <w:rsid w:val="007303DF"/>
    <w:rsid w:val="007304E5"/>
    <w:rsid w:val="00730C1D"/>
    <w:rsid w:val="00731177"/>
    <w:rsid w:val="0073128C"/>
    <w:rsid w:val="007316A5"/>
    <w:rsid w:val="00731DB3"/>
    <w:rsid w:val="0073211E"/>
    <w:rsid w:val="00732230"/>
    <w:rsid w:val="0073290B"/>
    <w:rsid w:val="00732B8D"/>
    <w:rsid w:val="00732D94"/>
    <w:rsid w:val="00732F9D"/>
    <w:rsid w:val="00733188"/>
    <w:rsid w:val="00733420"/>
    <w:rsid w:val="00733543"/>
    <w:rsid w:val="00733780"/>
    <w:rsid w:val="00733C77"/>
    <w:rsid w:val="00734335"/>
    <w:rsid w:val="00734683"/>
    <w:rsid w:val="00734941"/>
    <w:rsid w:val="007349BE"/>
    <w:rsid w:val="00734E02"/>
    <w:rsid w:val="00735072"/>
    <w:rsid w:val="007358FE"/>
    <w:rsid w:val="00735A56"/>
    <w:rsid w:val="00735B0B"/>
    <w:rsid w:val="00736D1C"/>
    <w:rsid w:val="00736DD5"/>
    <w:rsid w:val="00736E46"/>
    <w:rsid w:val="0073741E"/>
    <w:rsid w:val="0073745E"/>
    <w:rsid w:val="0073751B"/>
    <w:rsid w:val="007375C0"/>
    <w:rsid w:val="0073770F"/>
    <w:rsid w:val="007377C4"/>
    <w:rsid w:val="00740343"/>
    <w:rsid w:val="0074058F"/>
    <w:rsid w:val="0074068D"/>
    <w:rsid w:val="007408F5"/>
    <w:rsid w:val="00740B4B"/>
    <w:rsid w:val="00741508"/>
    <w:rsid w:val="0074171B"/>
    <w:rsid w:val="007418A7"/>
    <w:rsid w:val="007419EB"/>
    <w:rsid w:val="00742D98"/>
    <w:rsid w:val="00742EE7"/>
    <w:rsid w:val="00742FD3"/>
    <w:rsid w:val="00743209"/>
    <w:rsid w:val="007433CB"/>
    <w:rsid w:val="0074347D"/>
    <w:rsid w:val="007438C8"/>
    <w:rsid w:val="00743C52"/>
    <w:rsid w:val="007441D1"/>
    <w:rsid w:val="0074431B"/>
    <w:rsid w:val="00744991"/>
    <w:rsid w:val="007449B5"/>
    <w:rsid w:val="00744AE7"/>
    <w:rsid w:val="00745C1C"/>
    <w:rsid w:val="0074652C"/>
    <w:rsid w:val="00746993"/>
    <w:rsid w:val="007475BF"/>
    <w:rsid w:val="007475E6"/>
    <w:rsid w:val="00747CC6"/>
    <w:rsid w:val="00747F96"/>
    <w:rsid w:val="00750114"/>
    <w:rsid w:val="0075036D"/>
    <w:rsid w:val="00750638"/>
    <w:rsid w:val="00750663"/>
    <w:rsid w:val="007506B7"/>
    <w:rsid w:val="00750768"/>
    <w:rsid w:val="0075087C"/>
    <w:rsid w:val="00750CF1"/>
    <w:rsid w:val="00750F4E"/>
    <w:rsid w:val="007517D2"/>
    <w:rsid w:val="00751829"/>
    <w:rsid w:val="00751B06"/>
    <w:rsid w:val="00751C16"/>
    <w:rsid w:val="00751DE8"/>
    <w:rsid w:val="00752223"/>
    <w:rsid w:val="0075291E"/>
    <w:rsid w:val="00752E15"/>
    <w:rsid w:val="00752F15"/>
    <w:rsid w:val="007531D6"/>
    <w:rsid w:val="00753396"/>
    <w:rsid w:val="00753900"/>
    <w:rsid w:val="00753CC4"/>
    <w:rsid w:val="00754C8C"/>
    <w:rsid w:val="00755213"/>
    <w:rsid w:val="007568BF"/>
    <w:rsid w:val="00757240"/>
    <w:rsid w:val="0075729D"/>
    <w:rsid w:val="007578E7"/>
    <w:rsid w:val="00757AF7"/>
    <w:rsid w:val="00757CD4"/>
    <w:rsid w:val="00757DD4"/>
    <w:rsid w:val="0076004D"/>
    <w:rsid w:val="0076091B"/>
    <w:rsid w:val="00761123"/>
    <w:rsid w:val="00761381"/>
    <w:rsid w:val="00761959"/>
    <w:rsid w:val="00761ABC"/>
    <w:rsid w:val="00761D8F"/>
    <w:rsid w:val="007626C6"/>
    <w:rsid w:val="0076287A"/>
    <w:rsid w:val="00762953"/>
    <w:rsid w:val="00762BF6"/>
    <w:rsid w:val="00763489"/>
    <w:rsid w:val="00763752"/>
    <w:rsid w:val="00764394"/>
    <w:rsid w:val="007643D1"/>
    <w:rsid w:val="00764757"/>
    <w:rsid w:val="00764D76"/>
    <w:rsid w:val="00764D86"/>
    <w:rsid w:val="00764E55"/>
    <w:rsid w:val="007658F0"/>
    <w:rsid w:val="00765A1D"/>
    <w:rsid w:val="00765AB8"/>
    <w:rsid w:val="00765F15"/>
    <w:rsid w:val="00765F33"/>
    <w:rsid w:val="00766263"/>
    <w:rsid w:val="007665D7"/>
    <w:rsid w:val="00766945"/>
    <w:rsid w:val="007670FE"/>
    <w:rsid w:val="00767702"/>
    <w:rsid w:val="00767B66"/>
    <w:rsid w:val="00767FD4"/>
    <w:rsid w:val="00770142"/>
    <w:rsid w:val="00770639"/>
    <w:rsid w:val="0077086E"/>
    <w:rsid w:val="007710CF"/>
    <w:rsid w:val="007711C2"/>
    <w:rsid w:val="007711D8"/>
    <w:rsid w:val="00771D10"/>
    <w:rsid w:val="0077292E"/>
    <w:rsid w:val="00772936"/>
    <w:rsid w:val="00772B2A"/>
    <w:rsid w:val="00772B53"/>
    <w:rsid w:val="00772CAE"/>
    <w:rsid w:val="00772E13"/>
    <w:rsid w:val="007735A0"/>
    <w:rsid w:val="0077388B"/>
    <w:rsid w:val="00773B05"/>
    <w:rsid w:val="00773ECD"/>
    <w:rsid w:val="00774EFD"/>
    <w:rsid w:val="007750AA"/>
    <w:rsid w:val="00775123"/>
    <w:rsid w:val="0077523C"/>
    <w:rsid w:val="00775E23"/>
    <w:rsid w:val="00776608"/>
    <w:rsid w:val="00776925"/>
    <w:rsid w:val="00777914"/>
    <w:rsid w:val="00777EE5"/>
    <w:rsid w:val="00780139"/>
    <w:rsid w:val="007802F9"/>
    <w:rsid w:val="00780B64"/>
    <w:rsid w:val="00780CD2"/>
    <w:rsid w:val="00780EC0"/>
    <w:rsid w:val="00781A4F"/>
    <w:rsid w:val="00781CF7"/>
    <w:rsid w:val="00781D27"/>
    <w:rsid w:val="007823AA"/>
    <w:rsid w:val="007825DA"/>
    <w:rsid w:val="00782689"/>
    <w:rsid w:val="00782AC8"/>
    <w:rsid w:val="00782F50"/>
    <w:rsid w:val="00783516"/>
    <w:rsid w:val="00783BC6"/>
    <w:rsid w:val="00784945"/>
    <w:rsid w:val="00784A2A"/>
    <w:rsid w:val="00784A64"/>
    <w:rsid w:val="00784A66"/>
    <w:rsid w:val="00784D99"/>
    <w:rsid w:val="0078533D"/>
    <w:rsid w:val="007853B0"/>
    <w:rsid w:val="007858B2"/>
    <w:rsid w:val="007859D1"/>
    <w:rsid w:val="00785D83"/>
    <w:rsid w:val="00785DC6"/>
    <w:rsid w:val="00785E1C"/>
    <w:rsid w:val="00785E62"/>
    <w:rsid w:val="007864BB"/>
    <w:rsid w:val="00786709"/>
    <w:rsid w:val="0078670B"/>
    <w:rsid w:val="00786D08"/>
    <w:rsid w:val="00786EF2"/>
    <w:rsid w:val="00787256"/>
    <w:rsid w:val="007874CB"/>
    <w:rsid w:val="007875B5"/>
    <w:rsid w:val="00787B70"/>
    <w:rsid w:val="00787B75"/>
    <w:rsid w:val="00787F99"/>
    <w:rsid w:val="0079000E"/>
    <w:rsid w:val="00790EB2"/>
    <w:rsid w:val="007918CA"/>
    <w:rsid w:val="00791A96"/>
    <w:rsid w:val="00791AB1"/>
    <w:rsid w:val="00791ADD"/>
    <w:rsid w:val="00791C19"/>
    <w:rsid w:val="00791FE6"/>
    <w:rsid w:val="0079243A"/>
    <w:rsid w:val="007924A5"/>
    <w:rsid w:val="00792707"/>
    <w:rsid w:val="00792748"/>
    <w:rsid w:val="00792C6D"/>
    <w:rsid w:val="00793F1A"/>
    <w:rsid w:val="00794316"/>
    <w:rsid w:val="00794351"/>
    <w:rsid w:val="0079465F"/>
    <w:rsid w:val="0079485D"/>
    <w:rsid w:val="0079488A"/>
    <w:rsid w:val="00794BB3"/>
    <w:rsid w:val="00794F6F"/>
    <w:rsid w:val="007957A5"/>
    <w:rsid w:val="00795DCB"/>
    <w:rsid w:val="007968A7"/>
    <w:rsid w:val="00796B9D"/>
    <w:rsid w:val="00796BC7"/>
    <w:rsid w:val="00796C69"/>
    <w:rsid w:val="00796FF7"/>
    <w:rsid w:val="007974DB"/>
    <w:rsid w:val="007974EA"/>
    <w:rsid w:val="007977CD"/>
    <w:rsid w:val="0079785A"/>
    <w:rsid w:val="007A05D8"/>
    <w:rsid w:val="007A0837"/>
    <w:rsid w:val="007A0B29"/>
    <w:rsid w:val="007A1266"/>
    <w:rsid w:val="007A1557"/>
    <w:rsid w:val="007A1775"/>
    <w:rsid w:val="007A1AA5"/>
    <w:rsid w:val="007A1B3C"/>
    <w:rsid w:val="007A1C26"/>
    <w:rsid w:val="007A1D67"/>
    <w:rsid w:val="007A224E"/>
    <w:rsid w:val="007A2EF6"/>
    <w:rsid w:val="007A345A"/>
    <w:rsid w:val="007A35C8"/>
    <w:rsid w:val="007A372A"/>
    <w:rsid w:val="007A3A4E"/>
    <w:rsid w:val="007A3B2E"/>
    <w:rsid w:val="007A3E44"/>
    <w:rsid w:val="007A3E88"/>
    <w:rsid w:val="007A5143"/>
    <w:rsid w:val="007A53EC"/>
    <w:rsid w:val="007A56A6"/>
    <w:rsid w:val="007A5C3C"/>
    <w:rsid w:val="007A657A"/>
    <w:rsid w:val="007A65D3"/>
    <w:rsid w:val="007A66AC"/>
    <w:rsid w:val="007A6934"/>
    <w:rsid w:val="007A6A4F"/>
    <w:rsid w:val="007A6C2F"/>
    <w:rsid w:val="007A6C4D"/>
    <w:rsid w:val="007A71B6"/>
    <w:rsid w:val="007A71F8"/>
    <w:rsid w:val="007A7877"/>
    <w:rsid w:val="007A7A89"/>
    <w:rsid w:val="007A7CA5"/>
    <w:rsid w:val="007A7DA2"/>
    <w:rsid w:val="007B0082"/>
    <w:rsid w:val="007B0A1F"/>
    <w:rsid w:val="007B12DE"/>
    <w:rsid w:val="007B1B76"/>
    <w:rsid w:val="007B1C57"/>
    <w:rsid w:val="007B247C"/>
    <w:rsid w:val="007B2838"/>
    <w:rsid w:val="007B31F2"/>
    <w:rsid w:val="007B3557"/>
    <w:rsid w:val="007B3C71"/>
    <w:rsid w:val="007B3E52"/>
    <w:rsid w:val="007B4AB8"/>
    <w:rsid w:val="007B56C8"/>
    <w:rsid w:val="007B5A7A"/>
    <w:rsid w:val="007B5B84"/>
    <w:rsid w:val="007B609B"/>
    <w:rsid w:val="007B6323"/>
    <w:rsid w:val="007B6A05"/>
    <w:rsid w:val="007B6C13"/>
    <w:rsid w:val="007B6F86"/>
    <w:rsid w:val="007B6FCE"/>
    <w:rsid w:val="007B724F"/>
    <w:rsid w:val="007B7272"/>
    <w:rsid w:val="007B73B2"/>
    <w:rsid w:val="007B75DF"/>
    <w:rsid w:val="007B78E6"/>
    <w:rsid w:val="007B79BE"/>
    <w:rsid w:val="007B7A59"/>
    <w:rsid w:val="007B7F4C"/>
    <w:rsid w:val="007C0168"/>
    <w:rsid w:val="007C01ED"/>
    <w:rsid w:val="007C027F"/>
    <w:rsid w:val="007C04CF"/>
    <w:rsid w:val="007C04D7"/>
    <w:rsid w:val="007C08C5"/>
    <w:rsid w:val="007C1071"/>
    <w:rsid w:val="007C222A"/>
    <w:rsid w:val="007C260A"/>
    <w:rsid w:val="007C2659"/>
    <w:rsid w:val="007C2DEC"/>
    <w:rsid w:val="007C303D"/>
    <w:rsid w:val="007C30A6"/>
    <w:rsid w:val="007C38B3"/>
    <w:rsid w:val="007C3D05"/>
    <w:rsid w:val="007C473B"/>
    <w:rsid w:val="007C4B2B"/>
    <w:rsid w:val="007C4EAE"/>
    <w:rsid w:val="007C517D"/>
    <w:rsid w:val="007C54BF"/>
    <w:rsid w:val="007C5A4D"/>
    <w:rsid w:val="007C5D4A"/>
    <w:rsid w:val="007C5F6E"/>
    <w:rsid w:val="007C6189"/>
    <w:rsid w:val="007C63D1"/>
    <w:rsid w:val="007C63F9"/>
    <w:rsid w:val="007C6500"/>
    <w:rsid w:val="007C7358"/>
    <w:rsid w:val="007C7369"/>
    <w:rsid w:val="007C7526"/>
    <w:rsid w:val="007C781D"/>
    <w:rsid w:val="007C79E7"/>
    <w:rsid w:val="007C7FDD"/>
    <w:rsid w:val="007D0532"/>
    <w:rsid w:val="007D0659"/>
    <w:rsid w:val="007D0ADD"/>
    <w:rsid w:val="007D0BE8"/>
    <w:rsid w:val="007D0DF0"/>
    <w:rsid w:val="007D1C26"/>
    <w:rsid w:val="007D1DDC"/>
    <w:rsid w:val="007D2171"/>
    <w:rsid w:val="007D24AC"/>
    <w:rsid w:val="007D25C3"/>
    <w:rsid w:val="007D2740"/>
    <w:rsid w:val="007D29B6"/>
    <w:rsid w:val="007D31A0"/>
    <w:rsid w:val="007D36F6"/>
    <w:rsid w:val="007D38BD"/>
    <w:rsid w:val="007D4215"/>
    <w:rsid w:val="007D42AE"/>
    <w:rsid w:val="007D469B"/>
    <w:rsid w:val="007D4C0E"/>
    <w:rsid w:val="007D5269"/>
    <w:rsid w:val="007D5307"/>
    <w:rsid w:val="007D5A31"/>
    <w:rsid w:val="007D5BE6"/>
    <w:rsid w:val="007D67CD"/>
    <w:rsid w:val="007D67D7"/>
    <w:rsid w:val="007D69E6"/>
    <w:rsid w:val="007D6AD4"/>
    <w:rsid w:val="007D6E87"/>
    <w:rsid w:val="007D7968"/>
    <w:rsid w:val="007D7B74"/>
    <w:rsid w:val="007D7E80"/>
    <w:rsid w:val="007E02CF"/>
    <w:rsid w:val="007E03D8"/>
    <w:rsid w:val="007E05FC"/>
    <w:rsid w:val="007E0CB3"/>
    <w:rsid w:val="007E1104"/>
    <w:rsid w:val="007E14D4"/>
    <w:rsid w:val="007E163B"/>
    <w:rsid w:val="007E1A8B"/>
    <w:rsid w:val="007E1C63"/>
    <w:rsid w:val="007E1F26"/>
    <w:rsid w:val="007E2574"/>
    <w:rsid w:val="007E2B3C"/>
    <w:rsid w:val="007E3013"/>
    <w:rsid w:val="007E3051"/>
    <w:rsid w:val="007E306B"/>
    <w:rsid w:val="007E3814"/>
    <w:rsid w:val="007E3A4D"/>
    <w:rsid w:val="007E4BDA"/>
    <w:rsid w:val="007E5698"/>
    <w:rsid w:val="007E5F12"/>
    <w:rsid w:val="007E62B9"/>
    <w:rsid w:val="007E6559"/>
    <w:rsid w:val="007E71AB"/>
    <w:rsid w:val="007E7647"/>
    <w:rsid w:val="007E769F"/>
    <w:rsid w:val="007E7935"/>
    <w:rsid w:val="007E7ADD"/>
    <w:rsid w:val="007F057E"/>
    <w:rsid w:val="007F08C4"/>
    <w:rsid w:val="007F0ED8"/>
    <w:rsid w:val="007F0F9D"/>
    <w:rsid w:val="007F1273"/>
    <w:rsid w:val="007F1324"/>
    <w:rsid w:val="007F1658"/>
    <w:rsid w:val="007F22BC"/>
    <w:rsid w:val="007F24A4"/>
    <w:rsid w:val="007F2CEF"/>
    <w:rsid w:val="007F2D53"/>
    <w:rsid w:val="007F2E55"/>
    <w:rsid w:val="007F2F1B"/>
    <w:rsid w:val="007F3702"/>
    <w:rsid w:val="007F4584"/>
    <w:rsid w:val="007F4614"/>
    <w:rsid w:val="007F4772"/>
    <w:rsid w:val="007F50CF"/>
    <w:rsid w:val="007F5214"/>
    <w:rsid w:val="007F527E"/>
    <w:rsid w:val="007F5AE6"/>
    <w:rsid w:val="007F5C6E"/>
    <w:rsid w:val="007F6077"/>
    <w:rsid w:val="007F68C3"/>
    <w:rsid w:val="007F694E"/>
    <w:rsid w:val="007F771E"/>
    <w:rsid w:val="007F7948"/>
    <w:rsid w:val="00800327"/>
    <w:rsid w:val="008008A0"/>
    <w:rsid w:val="00800AAF"/>
    <w:rsid w:val="008011D5"/>
    <w:rsid w:val="00801582"/>
    <w:rsid w:val="00801792"/>
    <w:rsid w:val="00801AF2"/>
    <w:rsid w:val="00801DC1"/>
    <w:rsid w:val="00801EDE"/>
    <w:rsid w:val="00802E62"/>
    <w:rsid w:val="008031BB"/>
    <w:rsid w:val="00803A5D"/>
    <w:rsid w:val="00803B6F"/>
    <w:rsid w:val="00803BCA"/>
    <w:rsid w:val="008046F0"/>
    <w:rsid w:val="008048BE"/>
    <w:rsid w:val="008049C6"/>
    <w:rsid w:val="00804E01"/>
    <w:rsid w:val="00804FCF"/>
    <w:rsid w:val="0080536B"/>
    <w:rsid w:val="0080557C"/>
    <w:rsid w:val="00805611"/>
    <w:rsid w:val="008061CC"/>
    <w:rsid w:val="0080626D"/>
    <w:rsid w:val="00807BA3"/>
    <w:rsid w:val="00807BC5"/>
    <w:rsid w:val="00807DD5"/>
    <w:rsid w:val="00807EBA"/>
    <w:rsid w:val="00810A09"/>
    <w:rsid w:val="00810D06"/>
    <w:rsid w:val="0081117E"/>
    <w:rsid w:val="008113BD"/>
    <w:rsid w:val="008114BE"/>
    <w:rsid w:val="00811EF7"/>
    <w:rsid w:val="00812E87"/>
    <w:rsid w:val="00812F5D"/>
    <w:rsid w:val="00812FC8"/>
    <w:rsid w:val="00813346"/>
    <w:rsid w:val="008143E0"/>
    <w:rsid w:val="00814BBF"/>
    <w:rsid w:val="008151D7"/>
    <w:rsid w:val="00815617"/>
    <w:rsid w:val="008158CB"/>
    <w:rsid w:val="00815952"/>
    <w:rsid w:val="00815A31"/>
    <w:rsid w:val="00815B85"/>
    <w:rsid w:val="00815BF5"/>
    <w:rsid w:val="00816372"/>
    <w:rsid w:val="008168E8"/>
    <w:rsid w:val="0081697C"/>
    <w:rsid w:val="00816A53"/>
    <w:rsid w:val="00816D34"/>
    <w:rsid w:val="0082117E"/>
    <w:rsid w:val="0082161A"/>
    <w:rsid w:val="0082177F"/>
    <w:rsid w:val="008217AE"/>
    <w:rsid w:val="008218D0"/>
    <w:rsid w:val="00821B83"/>
    <w:rsid w:val="00821E52"/>
    <w:rsid w:val="00822095"/>
    <w:rsid w:val="00822212"/>
    <w:rsid w:val="0082229E"/>
    <w:rsid w:val="00822942"/>
    <w:rsid w:val="00822B5F"/>
    <w:rsid w:val="0082316F"/>
    <w:rsid w:val="00823180"/>
    <w:rsid w:val="00823239"/>
    <w:rsid w:val="008233CA"/>
    <w:rsid w:val="00823509"/>
    <w:rsid w:val="00823590"/>
    <w:rsid w:val="008237A7"/>
    <w:rsid w:val="00823D3C"/>
    <w:rsid w:val="0082414D"/>
    <w:rsid w:val="008243F7"/>
    <w:rsid w:val="00824507"/>
    <w:rsid w:val="00824B08"/>
    <w:rsid w:val="00824BDB"/>
    <w:rsid w:val="00824E99"/>
    <w:rsid w:val="00825687"/>
    <w:rsid w:val="008256E5"/>
    <w:rsid w:val="00826177"/>
    <w:rsid w:val="008263F5"/>
    <w:rsid w:val="008267E8"/>
    <w:rsid w:val="00826915"/>
    <w:rsid w:val="00826B00"/>
    <w:rsid w:val="00826CFB"/>
    <w:rsid w:val="00827462"/>
    <w:rsid w:val="00827B22"/>
    <w:rsid w:val="00827C04"/>
    <w:rsid w:val="008306F1"/>
    <w:rsid w:val="00831007"/>
    <w:rsid w:val="00831046"/>
    <w:rsid w:val="00831A65"/>
    <w:rsid w:val="008320FA"/>
    <w:rsid w:val="0083272F"/>
    <w:rsid w:val="00832F84"/>
    <w:rsid w:val="0083302D"/>
    <w:rsid w:val="00833628"/>
    <w:rsid w:val="008338E9"/>
    <w:rsid w:val="00833DE5"/>
    <w:rsid w:val="00833E31"/>
    <w:rsid w:val="00834746"/>
    <w:rsid w:val="00834D48"/>
    <w:rsid w:val="00835712"/>
    <w:rsid w:val="00835D22"/>
    <w:rsid w:val="008363AD"/>
    <w:rsid w:val="0083649C"/>
    <w:rsid w:val="00836857"/>
    <w:rsid w:val="00836BB7"/>
    <w:rsid w:val="00836D98"/>
    <w:rsid w:val="00836E79"/>
    <w:rsid w:val="008370C7"/>
    <w:rsid w:val="008374B8"/>
    <w:rsid w:val="008375E6"/>
    <w:rsid w:val="008400CC"/>
    <w:rsid w:val="008407DC"/>
    <w:rsid w:val="008408A8"/>
    <w:rsid w:val="00840DC4"/>
    <w:rsid w:val="00841206"/>
    <w:rsid w:val="00841239"/>
    <w:rsid w:val="00841537"/>
    <w:rsid w:val="008419BA"/>
    <w:rsid w:val="00841BF6"/>
    <w:rsid w:val="00842114"/>
    <w:rsid w:val="00842170"/>
    <w:rsid w:val="008424BE"/>
    <w:rsid w:val="00842780"/>
    <w:rsid w:val="00842835"/>
    <w:rsid w:val="0084332B"/>
    <w:rsid w:val="008434B2"/>
    <w:rsid w:val="008434E1"/>
    <w:rsid w:val="008438A1"/>
    <w:rsid w:val="00843CD1"/>
    <w:rsid w:val="00843F84"/>
    <w:rsid w:val="0084428B"/>
    <w:rsid w:val="0084457F"/>
    <w:rsid w:val="00844AC4"/>
    <w:rsid w:val="00844BBA"/>
    <w:rsid w:val="00844DA9"/>
    <w:rsid w:val="0084597B"/>
    <w:rsid w:val="00845DD1"/>
    <w:rsid w:val="00846341"/>
    <w:rsid w:val="008464FA"/>
    <w:rsid w:val="00846B52"/>
    <w:rsid w:val="0084740C"/>
    <w:rsid w:val="00847476"/>
    <w:rsid w:val="0084757D"/>
    <w:rsid w:val="00847AD5"/>
    <w:rsid w:val="00847BE7"/>
    <w:rsid w:val="00847F0A"/>
    <w:rsid w:val="00847FE8"/>
    <w:rsid w:val="00850467"/>
    <w:rsid w:val="00850516"/>
    <w:rsid w:val="00850975"/>
    <w:rsid w:val="00850D2B"/>
    <w:rsid w:val="00850DD5"/>
    <w:rsid w:val="00851083"/>
    <w:rsid w:val="008511D4"/>
    <w:rsid w:val="008515F1"/>
    <w:rsid w:val="00851D86"/>
    <w:rsid w:val="0085226E"/>
    <w:rsid w:val="008523E0"/>
    <w:rsid w:val="0085272C"/>
    <w:rsid w:val="00852A73"/>
    <w:rsid w:val="00852F4D"/>
    <w:rsid w:val="008530AD"/>
    <w:rsid w:val="00853462"/>
    <w:rsid w:val="00853509"/>
    <w:rsid w:val="00853D13"/>
    <w:rsid w:val="00853F41"/>
    <w:rsid w:val="0085406D"/>
    <w:rsid w:val="0085453F"/>
    <w:rsid w:val="00855290"/>
    <w:rsid w:val="00855C5B"/>
    <w:rsid w:val="00855E87"/>
    <w:rsid w:val="00856194"/>
    <w:rsid w:val="008562C4"/>
    <w:rsid w:val="00856491"/>
    <w:rsid w:val="008568DB"/>
    <w:rsid w:val="00857125"/>
    <w:rsid w:val="008572FF"/>
    <w:rsid w:val="0086015E"/>
    <w:rsid w:val="00861224"/>
    <w:rsid w:val="00861926"/>
    <w:rsid w:val="00861ACA"/>
    <w:rsid w:val="00862267"/>
    <w:rsid w:val="0086244F"/>
    <w:rsid w:val="00862574"/>
    <w:rsid w:val="00862620"/>
    <w:rsid w:val="008626FE"/>
    <w:rsid w:val="008627E5"/>
    <w:rsid w:val="0086286A"/>
    <w:rsid w:val="00862C01"/>
    <w:rsid w:val="00863534"/>
    <w:rsid w:val="0086385C"/>
    <w:rsid w:val="0086392D"/>
    <w:rsid w:val="00863A11"/>
    <w:rsid w:val="00863C2D"/>
    <w:rsid w:val="00863E62"/>
    <w:rsid w:val="00863EE4"/>
    <w:rsid w:val="008644AA"/>
    <w:rsid w:val="008644B1"/>
    <w:rsid w:val="0086455A"/>
    <w:rsid w:val="0086485A"/>
    <w:rsid w:val="00864A46"/>
    <w:rsid w:val="00864AFF"/>
    <w:rsid w:val="00864B03"/>
    <w:rsid w:val="0086506D"/>
    <w:rsid w:val="00865D9E"/>
    <w:rsid w:val="008663B9"/>
    <w:rsid w:val="008663E1"/>
    <w:rsid w:val="00866657"/>
    <w:rsid w:val="008666FE"/>
    <w:rsid w:val="008668AA"/>
    <w:rsid w:val="008670AA"/>
    <w:rsid w:val="0086779C"/>
    <w:rsid w:val="00870056"/>
    <w:rsid w:val="0087006F"/>
    <w:rsid w:val="008706D0"/>
    <w:rsid w:val="0087076C"/>
    <w:rsid w:val="00870966"/>
    <w:rsid w:val="00870FF9"/>
    <w:rsid w:val="0087106E"/>
    <w:rsid w:val="008716C2"/>
    <w:rsid w:val="00871A2F"/>
    <w:rsid w:val="00872AA2"/>
    <w:rsid w:val="00872F9F"/>
    <w:rsid w:val="00874250"/>
    <w:rsid w:val="0087455F"/>
    <w:rsid w:val="00874B8E"/>
    <w:rsid w:val="008753D5"/>
    <w:rsid w:val="00875A8D"/>
    <w:rsid w:val="00875C7C"/>
    <w:rsid w:val="00875E67"/>
    <w:rsid w:val="00875E8F"/>
    <w:rsid w:val="00875F7A"/>
    <w:rsid w:val="00875FB8"/>
    <w:rsid w:val="00876406"/>
    <w:rsid w:val="0087667B"/>
    <w:rsid w:val="008772BF"/>
    <w:rsid w:val="008772D9"/>
    <w:rsid w:val="0087737F"/>
    <w:rsid w:val="00877F11"/>
    <w:rsid w:val="008801C8"/>
    <w:rsid w:val="00880533"/>
    <w:rsid w:val="008807E5"/>
    <w:rsid w:val="0088085E"/>
    <w:rsid w:val="008808F9"/>
    <w:rsid w:val="00880D5A"/>
    <w:rsid w:val="00880E9A"/>
    <w:rsid w:val="00881357"/>
    <w:rsid w:val="00881475"/>
    <w:rsid w:val="00881B5B"/>
    <w:rsid w:val="00881F71"/>
    <w:rsid w:val="008820E3"/>
    <w:rsid w:val="00882421"/>
    <w:rsid w:val="008825AE"/>
    <w:rsid w:val="00882673"/>
    <w:rsid w:val="00882700"/>
    <w:rsid w:val="008828F6"/>
    <w:rsid w:val="00882996"/>
    <w:rsid w:val="00882C1B"/>
    <w:rsid w:val="008833E1"/>
    <w:rsid w:val="008835AE"/>
    <w:rsid w:val="00883AE9"/>
    <w:rsid w:val="00883ECA"/>
    <w:rsid w:val="008842F2"/>
    <w:rsid w:val="00884738"/>
    <w:rsid w:val="00884EC4"/>
    <w:rsid w:val="0088506A"/>
    <w:rsid w:val="008859E3"/>
    <w:rsid w:val="00885C4C"/>
    <w:rsid w:val="00885F7C"/>
    <w:rsid w:val="00886063"/>
    <w:rsid w:val="008860E3"/>
    <w:rsid w:val="00886104"/>
    <w:rsid w:val="008868CB"/>
    <w:rsid w:val="00886D37"/>
    <w:rsid w:val="0088772B"/>
    <w:rsid w:val="00887978"/>
    <w:rsid w:val="008879D3"/>
    <w:rsid w:val="00887DC2"/>
    <w:rsid w:val="00890294"/>
    <w:rsid w:val="008902E5"/>
    <w:rsid w:val="0089058C"/>
    <w:rsid w:val="0089094E"/>
    <w:rsid w:val="00890B03"/>
    <w:rsid w:val="00890C7F"/>
    <w:rsid w:val="00890F6A"/>
    <w:rsid w:val="00890FFE"/>
    <w:rsid w:val="00891919"/>
    <w:rsid w:val="00892353"/>
    <w:rsid w:val="008928A1"/>
    <w:rsid w:val="00892934"/>
    <w:rsid w:val="00892DED"/>
    <w:rsid w:val="00892EEF"/>
    <w:rsid w:val="008931CE"/>
    <w:rsid w:val="00893D6C"/>
    <w:rsid w:val="00893EE6"/>
    <w:rsid w:val="00893FAC"/>
    <w:rsid w:val="008942BA"/>
    <w:rsid w:val="0089436E"/>
    <w:rsid w:val="00894C99"/>
    <w:rsid w:val="00894CC4"/>
    <w:rsid w:val="0089502B"/>
    <w:rsid w:val="008952B6"/>
    <w:rsid w:val="0089551F"/>
    <w:rsid w:val="008959A8"/>
    <w:rsid w:val="00896127"/>
    <w:rsid w:val="00896428"/>
    <w:rsid w:val="0089652B"/>
    <w:rsid w:val="008979BC"/>
    <w:rsid w:val="00897AD7"/>
    <w:rsid w:val="00897FB7"/>
    <w:rsid w:val="008A0886"/>
    <w:rsid w:val="008A089F"/>
    <w:rsid w:val="008A0C38"/>
    <w:rsid w:val="008A0D3C"/>
    <w:rsid w:val="008A0F04"/>
    <w:rsid w:val="008A110C"/>
    <w:rsid w:val="008A12D2"/>
    <w:rsid w:val="008A15D3"/>
    <w:rsid w:val="008A15D7"/>
    <w:rsid w:val="008A1711"/>
    <w:rsid w:val="008A2033"/>
    <w:rsid w:val="008A237C"/>
    <w:rsid w:val="008A2593"/>
    <w:rsid w:val="008A29FF"/>
    <w:rsid w:val="008A2BDE"/>
    <w:rsid w:val="008A2BFB"/>
    <w:rsid w:val="008A436E"/>
    <w:rsid w:val="008A4A5E"/>
    <w:rsid w:val="008A4C07"/>
    <w:rsid w:val="008A4DBB"/>
    <w:rsid w:val="008A50EA"/>
    <w:rsid w:val="008A526C"/>
    <w:rsid w:val="008A5766"/>
    <w:rsid w:val="008A5CF2"/>
    <w:rsid w:val="008A5E92"/>
    <w:rsid w:val="008A6772"/>
    <w:rsid w:val="008A6A07"/>
    <w:rsid w:val="008A73D7"/>
    <w:rsid w:val="008A73F3"/>
    <w:rsid w:val="008A7758"/>
    <w:rsid w:val="008A789C"/>
    <w:rsid w:val="008B00F5"/>
    <w:rsid w:val="008B01F3"/>
    <w:rsid w:val="008B0622"/>
    <w:rsid w:val="008B11EE"/>
    <w:rsid w:val="008B125D"/>
    <w:rsid w:val="008B1531"/>
    <w:rsid w:val="008B1615"/>
    <w:rsid w:val="008B1638"/>
    <w:rsid w:val="008B1903"/>
    <w:rsid w:val="008B192F"/>
    <w:rsid w:val="008B1E38"/>
    <w:rsid w:val="008B25EB"/>
    <w:rsid w:val="008B2B7B"/>
    <w:rsid w:val="008B2CF3"/>
    <w:rsid w:val="008B2D66"/>
    <w:rsid w:val="008B30FD"/>
    <w:rsid w:val="008B31BA"/>
    <w:rsid w:val="008B3316"/>
    <w:rsid w:val="008B335C"/>
    <w:rsid w:val="008B342F"/>
    <w:rsid w:val="008B37F6"/>
    <w:rsid w:val="008B3B24"/>
    <w:rsid w:val="008B3B2A"/>
    <w:rsid w:val="008B3BBB"/>
    <w:rsid w:val="008B3BFC"/>
    <w:rsid w:val="008B4065"/>
    <w:rsid w:val="008B40AE"/>
    <w:rsid w:val="008B4584"/>
    <w:rsid w:val="008B4CC0"/>
    <w:rsid w:val="008B4D06"/>
    <w:rsid w:val="008B4F66"/>
    <w:rsid w:val="008B5426"/>
    <w:rsid w:val="008B5929"/>
    <w:rsid w:val="008B62A8"/>
    <w:rsid w:val="008B6369"/>
    <w:rsid w:val="008B6491"/>
    <w:rsid w:val="008B67B3"/>
    <w:rsid w:val="008B7391"/>
    <w:rsid w:val="008C015A"/>
    <w:rsid w:val="008C044E"/>
    <w:rsid w:val="008C07DD"/>
    <w:rsid w:val="008C0B48"/>
    <w:rsid w:val="008C0E93"/>
    <w:rsid w:val="008C10AD"/>
    <w:rsid w:val="008C146D"/>
    <w:rsid w:val="008C17DF"/>
    <w:rsid w:val="008C22DF"/>
    <w:rsid w:val="008C24F7"/>
    <w:rsid w:val="008C258C"/>
    <w:rsid w:val="008C2AD5"/>
    <w:rsid w:val="008C2BD8"/>
    <w:rsid w:val="008C2EB2"/>
    <w:rsid w:val="008C323E"/>
    <w:rsid w:val="008C3296"/>
    <w:rsid w:val="008C3AF9"/>
    <w:rsid w:val="008C3CA7"/>
    <w:rsid w:val="008C417A"/>
    <w:rsid w:val="008C4B4B"/>
    <w:rsid w:val="008C4E19"/>
    <w:rsid w:val="008C4F80"/>
    <w:rsid w:val="008C59F3"/>
    <w:rsid w:val="008C5C6B"/>
    <w:rsid w:val="008C7639"/>
    <w:rsid w:val="008D050E"/>
    <w:rsid w:val="008D0ED0"/>
    <w:rsid w:val="008D0F05"/>
    <w:rsid w:val="008D10EA"/>
    <w:rsid w:val="008D14FE"/>
    <w:rsid w:val="008D192D"/>
    <w:rsid w:val="008D28E6"/>
    <w:rsid w:val="008D2949"/>
    <w:rsid w:val="008D2BD8"/>
    <w:rsid w:val="008D375B"/>
    <w:rsid w:val="008D396C"/>
    <w:rsid w:val="008D45FE"/>
    <w:rsid w:val="008D4733"/>
    <w:rsid w:val="008D4A32"/>
    <w:rsid w:val="008D5243"/>
    <w:rsid w:val="008D55B6"/>
    <w:rsid w:val="008D58D2"/>
    <w:rsid w:val="008D5F52"/>
    <w:rsid w:val="008D6B0E"/>
    <w:rsid w:val="008D6DD8"/>
    <w:rsid w:val="008D6F11"/>
    <w:rsid w:val="008D7126"/>
    <w:rsid w:val="008D747F"/>
    <w:rsid w:val="008D7839"/>
    <w:rsid w:val="008D7A7C"/>
    <w:rsid w:val="008D7C2C"/>
    <w:rsid w:val="008E0AE8"/>
    <w:rsid w:val="008E0CE3"/>
    <w:rsid w:val="008E1D3A"/>
    <w:rsid w:val="008E1E0E"/>
    <w:rsid w:val="008E24DE"/>
    <w:rsid w:val="008E2613"/>
    <w:rsid w:val="008E289C"/>
    <w:rsid w:val="008E2A2A"/>
    <w:rsid w:val="008E2A81"/>
    <w:rsid w:val="008E2C2A"/>
    <w:rsid w:val="008E3232"/>
    <w:rsid w:val="008E3364"/>
    <w:rsid w:val="008E35AC"/>
    <w:rsid w:val="008E3940"/>
    <w:rsid w:val="008E3D77"/>
    <w:rsid w:val="008E4544"/>
    <w:rsid w:val="008E4B35"/>
    <w:rsid w:val="008E4B74"/>
    <w:rsid w:val="008E4FDF"/>
    <w:rsid w:val="008E524E"/>
    <w:rsid w:val="008E52D5"/>
    <w:rsid w:val="008E5563"/>
    <w:rsid w:val="008E56EB"/>
    <w:rsid w:val="008E5FF9"/>
    <w:rsid w:val="008E63F2"/>
    <w:rsid w:val="008E670E"/>
    <w:rsid w:val="008E69A1"/>
    <w:rsid w:val="008E69C1"/>
    <w:rsid w:val="008E6F11"/>
    <w:rsid w:val="008E7289"/>
    <w:rsid w:val="008E73F0"/>
    <w:rsid w:val="008E7430"/>
    <w:rsid w:val="008E7AF3"/>
    <w:rsid w:val="008F0056"/>
    <w:rsid w:val="008F0415"/>
    <w:rsid w:val="008F060F"/>
    <w:rsid w:val="008F0C06"/>
    <w:rsid w:val="008F1222"/>
    <w:rsid w:val="008F14A7"/>
    <w:rsid w:val="008F16BD"/>
    <w:rsid w:val="008F19A3"/>
    <w:rsid w:val="008F19C0"/>
    <w:rsid w:val="008F1B6E"/>
    <w:rsid w:val="008F2027"/>
    <w:rsid w:val="008F222A"/>
    <w:rsid w:val="008F2D37"/>
    <w:rsid w:val="008F2E9C"/>
    <w:rsid w:val="008F3015"/>
    <w:rsid w:val="008F301D"/>
    <w:rsid w:val="008F3887"/>
    <w:rsid w:val="008F3FAC"/>
    <w:rsid w:val="008F404E"/>
    <w:rsid w:val="008F424D"/>
    <w:rsid w:val="008F4822"/>
    <w:rsid w:val="008F4A88"/>
    <w:rsid w:val="008F50B3"/>
    <w:rsid w:val="008F5479"/>
    <w:rsid w:val="008F5595"/>
    <w:rsid w:val="008F6001"/>
    <w:rsid w:val="008F6045"/>
    <w:rsid w:val="008F63C7"/>
    <w:rsid w:val="008F657A"/>
    <w:rsid w:val="008F7029"/>
    <w:rsid w:val="008F7083"/>
    <w:rsid w:val="008F75BE"/>
    <w:rsid w:val="008F75C1"/>
    <w:rsid w:val="008F7CEA"/>
    <w:rsid w:val="00900379"/>
    <w:rsid w:val="00900574"/>
    <w:rsid w:val="009005A4"/>
    <w:rsid w:val="0090159F"/>
    <w:rsid w:val="00901EC5"/>
    <w:rsid w:val="00901FD4"/>
    <w:rsid w:val="0090204D"/>
    <w:rsid w:val="009032E7"/>
    <w:rsid w:val="00903884"/>
    <w:rsid w:val="0090404A"/>
    <w:rsid w:val="0090428F"/>
    <w:rsid w:val="00904459"/>
    <w:rsid w:val="00904FE6"/>
    <w:rsid w:val="00905293"/>
    <w:rsid w:val="009059AF"/>
    <w:rsid w:val="00906059"/>
    <w:rsid w:val="00906577"/>
    <w:rsid w:val="00906AAE"/>
    <w:rsid w:val="00906D91"/>
    <w:rsid w:val="009071AF"/>
    <w:rsid w:val="0091047D"/>
    <w:rsid w:val="0091094F"/>
    <w:rsid w:val="00910B7B"/>
    <w:rsid w:val="009113E4"/>
    <w:rsid w:val="009116EE"/>
    <w:rsid w:val="00912582"/>
    <w:rsid w:val="00912B63"/>
    <w:rsid w:val="00912E41"/>
    <w:rsid w:val="00912F59"/>
    <w:rsid w:val="0091335B"/>
    <w:rsid w:val="00913626"/>
    <w:rsid w:val="00914ABB"/>
    <w:rsid w:val="00914B44"/>
    <w:rsid w:val="00914E13"/>
    <w:rsid w:val="00915D09"/>
    <w:rsid w:val="00916154"/>
    <w:rsid w:val="009162AE"/>
    <w:rsid w:val="0091671E"/>
    <w:rsid w:val="0091697A"/>
    <w:rsid w:val="009174DD"/>
    <w:rsid w:val="009175B5"/>
    <w:rsid w:val="00917677"/>
    <w:rsid w:val="009177D1"/>
    <w:rsid w:val="00917976"/>
    <w:rsid w:val="00917984"/>
    <w:rsid w:val="009200B3"/>
    <w:rsid w:val="0092067B"/>
    <w:rsid w:val="00920716"/>
    <w:rsid w:val="009213EE"/>
    <w:rsid w:val="00921789"/>
    <w:rsid w:val="00921BAE"/>
    <w:rsid w:val="00921BFE"/>
    <w:rsid w:val="00921C68"/>
    <w:rsid w:val="00921C6B"/>
    <w:rsid w:val="00921CBC"/>
    <w:rsid w:val="00921D2A"/>
    <w:rsid w:val="00921F2F"/>
    <w:rsid w:val="0092255F"/>
    <w:rsid w:val="00922593"/>
    <w:rsid w:val="0092329B"/>
    <w:rsid w:val="00923840"/>
    <w:rsid w:val="0092399E"/>
    <w:rsid w:val="009243D1"/>
    <w:rsid w:val="0092443F"/>
    <w:rsid w:val="00924571"/>
    <w:rsid w:val="009247FB"/>
    <w:rsid w:val="00924F53"/>
    <w:rsid w:val="009250C3"/>
    <w:rsid w:val="00925A87"/>
    <w:rsid w:val="00925ABE"/>
    <w:rsid w:val="00925DA8"/>
    <w:rsid w:val="00926165"/>
    <w:rsid w:val="009262DC"/>
    <w:rsid w:val="00926C5B"/>
    <w:rsid w:val="009271A8"/>
    <w:rsid w:val="009271CB"/>
    <w:rsid w:val="00927603"/>
    <w:rsid w:val="009276DD"/>
    <w:rsid w:val="00927824"/>
    <w:rsid w:val="00927881"/>
    <w:rsid w:val="00927A8D"/>
    <w:rsid w:val="00927AF7"/>
    <w:rsid w:val="00927CB1"/>
    <w:rsid w:val="00930656"/>
    <w:rsid w:val="009307FD"/>
    <w:rsid w:val="00930A02"/>
    <w:rsid w:val="00930CF0"/>
    <w:rsid w:val="0093150D"/>
    <w:rsid w:val="009317C4"/>
    <w:rsid w:val="00931E1C"/>
    <w:rsid w:val="009321AF"/>
    <w:rsid w:val="00932E64"/>
    <w:rsid w:val="00933073"/>
    <w:rsid w:val="009337B2"/>
    <w:rsid w:val="00933C8E"/>
    <w:rsid w:val="00933DD2"/>
    <w:rsid w:val="00933DF6"/>
    <w:rsid w:val="00933F1B"/>
    <w:rsid w:val="009341DB"/>
    <w:rsid w:val="009345C6"/>
    <w:rsid w:val="0093494A"/>
    <w:rsid w:val="00934C25"/>
    <w:rsid w:val="00935208"/>
    <w:rsid w:val="009357E0"/>
    <w:rsid w:val="00935BD9"/>
    <w:rsid w:val="00935CC9"/>
    <w:rsid w:val="00935F8A"/>
    <w:rsid w:val="0093601A"/>
    <w:rsid w:val="009365CC"/>
    <w:rsid w:val="00937141"/>
    <w:rsid w:val="00937565"/>
    <w:rsid w:val="0093783F"/>
    <w:rsid w:val="00937DEE"/>
    <w:rsid w:val="00940F2A"/>
    <w:rsid w:val="0094141B"/>
    <w:rsid w:val="00941BD9"/>
    <w:rsid w:val="00941E03"/>
    <w:rsid w:val="00941E29"/>
    <w:rsid w:val="009423AC"/>
    <w:rsid w:val="00942A5E"/>
    <w:rsid w:val="00943047"/>
    <w:rsid w:val="0094377F"/>
    <w:rsid w:val="00943A67"/>
    <w:rsid w:val="00943D58"/>
    <w:rsid w:val="00943DAD"/>
    <w:rsid w:val="00944257"/>
    <w:rsid w:val="009442EA"/>
    <w:rsid w:val="00944318"/>
    <w:rsid w:val="009447B9"/>
    <w:rsid w:val="00944B4E"/>
    <w:rsid w:val="00944BC8"/>
    <w:rsid w:val="00944BE0"/>
    <w:rsid w:val="00944F36"/>
    <w:rsid w:val="009452C9"/>
    <w:rsid w:val="00945817"/>
    <w:rsid w:val="00946671"/>
    <w:rsid w:val="009467EF"/>
    <w:rsid w:val="009477EF"/>
    <w:rsid w:val="00947DBB"/>
    <w:rsid w:val="00947F46"/>
    <w:rsid w:val="009501E8"/>
    <w:rsid w:val="009504A7"/>
    <w:rsid w:val="00950BCF"/>
    <w:rsid w:val="00950EF3"/>
    <w:rsid w:val="00951009"/>
    <w:rsid w:val="0095151E"/>
    <w:rsid w:val="00951935"/>
    <w:rsid w:val="009524A0"/>
    <w:rsid w:val="00952B29"/>
    <w:rsid w:val="009531D9"/>
    <w:rsid w:val="0095377A"/>
    <w:rsid w:val="00953893"/>
    <w:rsid w:val="00953AFC"/>
    <w:rsid w:val="00953C55"/>
    <w:rsid w:val="00953EFB"/>
    <w:rsid w:val="00954C18"/>
    <w:rsid w:val="009550FD"/>
    <w:rsid w:val="009565FF"/>
    <w:rsid w:val="00956819"/>
    <w:rsid w:val="00956916"/>
    <w:rsid w:val="00956EAE"/>
    <w:rsid w:val="0095718F"/>
    <w:rsid w:val="009571A6"/>
    <w:rsid w:val="00957531"/>
    <w:rsid w:val="00957573"/>
    <w:rsid w:val="009575B5"/>
    <w:rsid w:val="009577D4"/>
    <w:rsid w:val="00957B49"/>
    <w:rsid w:val="0096020D"/>
    <w:rsid w:val="009607A9"/>
    <w:rsid w:val="00960E36"/>
    <w:rsid w:val="00960F89"/>
    <w:rsid w:val="009611FC"/>
    <w:rsid w:val="0096124B"/>
    <w:rsid w:val="00961A44"/>
    <w:rsid w:val="00961AA1"/>
    <w:rsid w:val="009625D7"/>
    <w:rsid w:val="00963058"/>
    <w:rsid w:val="0096312A"/>
    <w:rsid w:val="0096339B"/>
    <w:rsid w:val="0096402E"/>
    <w:rsid w:val="00964324"/>
    <w:rsid w:val="00964A5D"/>
    <w:rsid w:val="00964BA1"/>
    <w:rsid w:val="00965467"/>
    <w:rsid w:val="00965666"/>
    <w:rsid w:val="00965A55"/>
    <w:rsid w:val="00965E59"/>
    <w:rsid w:val="009664ED"/>
    <w:rsid w:val="00966C8F"/>
    <w:rsid w:val="00966F8E"/>
    <w:rsid w:val="009670EB"/>
    <w:rsid w:val="00967F6D"/>
    <w:rsid w:val="009709FC"/>
    <w:rsid w:val="00970BEC"/>
    <w:rsid w:val="00970C5B"/>
    <w:rsid w:val="0097115A"/>
    <w:rsid w:val="00972667"/>
    <w:rsid w:val="00972ACB"/>
    <w:rsid w:val="00972D85"/>
    <w:rsid w:val="00972EF8"/>
    <w:rsid w:val="009730F6"/>
    <w:rsid w:val="0097312A"/>
    <w:rsid w:val="00973D23"/>
    <w:rsid w:val="00973DAE"/>
    <w:rsid w:val="009754E5"/>
    <w:rsid w:val="00976285"/>
    <w:rsid w:val="0097676B"/>
    <w:rsid w:val="00976952"/>
    <w:rsid w:val="00976B3E"/>
    <w:rsid w:val="00977047"/>
    <w:rsid w:val="00977780"/>
    <w:rsid w:val="00977B50"/>
    <w:rsid w:val="009800E5"/>
    <w:rsid w:val="0098059B"/>
    <w:rsid w:val="00980907"/>
    <w:rsid w:val="009810FB"/>
    <w:rsid w:val="00981590"/>
    <w:rsid w:val="0098172D"/>
    <w:rsid w:val="00981E99"/>
    <w:rsid w:val="009821B5"/>
    <w:rsid w:val="009828B9"/>
    <w:rsid w:val="00982B1B"/>
    <w:rsid w:val="00982D2D"/>
    <w:rsid w:val="009837DD"/>
    <w:rsid w:val="00984BED"/>
    <w:rsid w:val="00984C2C"/>
    <w:rsid w:val="00984DEA"/>
    <w:rsid w:val="00984FB4"/>
    <w:rsid w:val="0098531C"/>
    <w:rsid w:val="00985674"/>
    <w:rsid w:val="009856A6"/>
    <w:rsid w:val="009857B5"/>
    <w:rsid w:val="009864A2"/>
    <w:rsid w:val="00986520"/>
    <w:rsid w:val="009874B9"/>
    <w:rsid w:val="009905E2"/>
    <w:rsid w:val="00990AA6"/>
    <w:rsid w:val="00990B78"/>
    <w:rsid w:val="0099180B"/>
    <w:rsid w:val="00991942"/>
    <w:rsid w:val="00991C93"/>
    <w:rsid w:val="00991DD0"/>
    <w:rsid w:val="00992380"/>
    <w:rsid w:val="009932AC"/>
    <w:rsid w:val="00993706"/>
    <w:rsid w:val="00993B8F"/>
    <w:rsid w:val="00994015"/>
    <w:rsid w:val="0099406E"/>
    <w:rsid w:val="009943E8"/>
    <w:rsid w:val="009946FF"/>
    <w:rsid w:val="00995694"/>
    <w:rsid w:val="0099571C"/>
    <w:rsid w:val="009957F3"/>
    <w:rsid w:val="009960D7"/>
    <w:rsid w:val="0099662A"/>
    <w:rsid w:val="00996985"/>
    <w:rsid w:val="00996EF4"/>
    <w:rsid w:val="009970E5"/>
    <w:rsid w:val="0099751F"/>
    <w:rsid w:val="00997D2C"/>
    <w:rsid w:val="009A00CC"/>
    <w:rsid w:val="009A0BC6"/>
    <w:rsid w:val="009A0F54"/>
    <w:rsid w:val="009A12BD"/>
    <w:rsid w:val="009A1314"/>
    <w:rsid w:val="009A19B1"/>
    <w:rsid w:val="009A1D13"/>
    <w:rsid w:val="009A2854"/>
    <w:rsid w:val="009A2BE7"/>
    <w:rsid w:val="009A31A4"/>
    <w:rsid w:val="009A3202"/>
    <w:rsid w:val="009A395A"/>
    <w:rsid w:val="009A3AD6"/>
    <w:rsid w:val="009A3BD1"/>
    <w:rsid w:val="009A3F9D"/>
    <w:rsid w:val="009A4205"/>
    <w:rsid w:val="009A46A8"/>
    <w:rsid w:val="009A48BE"/>
    <w:rsid w:val="009A4AA7"/>
    <w:rsid w:val="009A4E15"/>
    <w:rsid w:val="009A5361"/>
    <w:rsid w:val="009A57A9"/>
    <w:rsid w:val="009A5B1E"/>
    <w:rsid w:val="009A5FDD"/>
    <w:rsid w:val="009A61E3"/>
    <w:rsid w:val="009A62C3"/>
    <w:rsid w:val="009A633D"/>
    <w:rsid w:val="009A6F60"/>
    <w:rsid w:val="009A7721"/>
    <w:rsid w:val="009A7C96"/>
    <w:rsid w:val="009A7E07"/>
    <w:rsid w:val="009B0016"/>
    <w:rsid w:val="009B0968"/>
    <w:rsid w:val="009B0F88"/>
    <w:rsid w:val="009B1B80"/>
    <w:rsid w:val="009B218F"/>
    <w:rsid w:val="009B25B1"/>
    <w:rsid w:val="009B277B"/>
    <w:rsid w:val="009B3140"/>
    <w:rsid w:val="009B3260"/>
    <w:rsid w:val="009B3BFB"/>
    <w:rsid w:val="009B3E3F"/>
    <w:rsid w:val="009B5650"/>
    <w:rsid w:val="009B67DA"/>
    <w:rsid w:val="009B68AA"/>
    <w:rsid w:val="009B6C6A"/>
    <w:rsid w:val="009B6CFA"/>
    <w:rsid w:val="009B7046"/>
    <w:rsid w:val="009B71B6"/>
    <w:rsid w:val="009B7217"/>
    <w:rsid w:val="009B7570"/>
    <w:rsid w:val="009B7AF0"/>
    <w:rsid w:val="009C038F"/>
    <w:rsid w:val="009C09E7"/>
    <w:rsid w:val="009C0E08"/>
    <w:rsid w:val="009C1703"/>
    <w:rsid w:val="009C1735"/>
    <w:rsid w:val="009C1978"/>
    <w:rsid w:val="009C1EEB"/>
    <w:rsid w:val="009C22E5"/>
    <w:rsid w:val="009C2367"/>
    <w:rsid w:val="009C2788"/>
    <w:rsid w:val="009C2957"/>
    <w:rsid w:val="009C2B27"/>
    <w:rsid w:val="009C2D29"/>
    <w:rsid w:val="009C3381"/>
    <w:rsid w:val="009C3398"/>
    <w:rsid w:val="009C33E6"/>
    <w:rsid w:val="009C3610"/>
    <w:rsid w:val="009C378E"/>
    <w:rsid w:val="009C39CA"/>
    <w:rsid w:val="009C3A6B"/>
    <w:rsid w:val="009C3C6A"/>
    <w:rsid w:val="009C3E2D"/>
    <w:rsid w:val="009C428A"/>
    <w:rsid w:val="009C4505"/>
    <w:rsid w:val="009C4B9C"/>
    <w:rsid w:val="009C5060"/>
    <w:rsid w:val="009C5209"/>
    <w:rsid w:val="009C5DA0"/>
    <w:rsid w:val="009C5FB0"/>
    <w:rsid w:val="009C6971"/>
    <w:rsid w:val="009C6A2D"/>
    <w:rsid w:val="009C6B62"/>
    <w:rsid w:val="009C6C41"/>
    <w:rsid w:val="009C6D25"/>
    <w:rsid w:val="009C6DDF"/>
    <w:rsid w:val="009C7635"/>
    <w:rsid w:val="009C7688"/>
    <w:rsid w:val="009D0542"/>
    <w:rsid w:val="009D0781"/>
    <w:rsid w:val="009D0797"/>
    <w:rsid w:val="009D079F"/>
    <w:rsid w:val="009D0D27"/>
    <w:rsid w:val="009D0EF5"/>
    <w:rsid w:val="009D1A65"/>
    <w:rsid w:val="009D1B69"/>
    <w:rsid w:val="009D1FE2"/>
    <w:rsid w:val="009D2726"/>
    <w:rsid w:val="009D2A5A"/>
    <w:rsid w:val="009D2FB1"/>
    <w:rsid w:val="009D3527"/>
    <w:rsid w:val="009D480C"/>
    <w:rsid w:val="009D4B7F"/>
    <w:rsid w:val="009D4BF9"/>
    <w:rsid w:val="009D539C"/>
    <w:rsid w:val="009D5447"/>
    <w:rsid w:val="009D54F4"/>
    <w:rsid w:val="009D5AB9"/>
    <w:rsid w:val="009D5B53"/>
    <w:rsid w:val="009D5DB3"/>
    <w:rsid w:val="009D6200"/>
    <w:rsid w:val="009D629C"/>
    <w:rsid w:val="009D660B"/>
    <w:rsid w:val="009D6769"/>
    <w:rsid w:val="009D75C3"/>
    <w:rsid w:val="009D7658"/>
    <w:rsid w:val="009D765F"/>
    <w:rsid w:val="009D7B2C"/>
    <w:rsid w:val="009D7C13"/>
    <w:rsid w:val="009E00AC"/>
    <w:rsid w:val="009E079D"/>
    <w:rsid w:val="009E0E51"/>
    <w:rsid w:val="009E1259"/>
    <w:rsid w:val="009E1450"/>
    <w:rsid w:val="009E158B"/>
    <w:rsid w:val="009E15F7"/>
    <w:rsid w:val="009E1B68"/>
    <w:rsid w:val="009E1BAC"/>
    <w:rsid w:val="009E1D0F"/>
    <w:rsid w:val="009E1F33"/>
    <w:rsid w:val="009E2D09"/>
    <w:rsid w:val="009E3D38"/>
    <w:rsid w:val="009E47E0"/>
    <w:rsid w:val="009E49DB"/>
    <w:rsid w:val="009E51B6"/>
    <w:rsid w:val="009E548E"/>
    <w:rsid w:val="009E6C54"/>
    <w:rsid w:val="009E6C94"/>
    <w:rsid w:val="009E6F1E"/>
    <w:rsid w:val="009E728C"/>
    <w:rsid w:val="009E7321"/>
    <w:rsid w:val="009E797A"/>
    <w:rsid w:val="009F0177"/>
    <w:rsid w:val="009F040E"/>
    <w:rsid w:val="009F09FA"/>
    <w:rsid w:val="009F0A5D"/>
    <w:rsid w:val="009F0C5E"/>
    <w:rsid w:val="009F0FD1"/>
    <w:rsid w:val="009F1B99"/>
    <w:rsid w:val="009F2067"/>
    <w:rsid w:val="009F2D2D"/>
    <w:rsid w:val="009F3209"/>
    <w:rsid w:val="009F3293"/>
    <w:rsid w:val="009F32BA"/>
    <w:rsid w:val="009F3A38"/>
    <w:rsid w:val="009F447C"/>
    <w:rsid w:val="009F4694"/>
    <w:rsid w:val="009F4B3C"/>
    <w:rsid w:val="009F4BCC"/>
    <w:rsid w:val="009F4D0A"/>
    <w:rsid w:val="009F5107"/>
    <w:rsid w:val="009F5150"/>
    <w:rsid w:val="009F5715"/>
    <w:rsid w:val="009F588F"/>
    <w:rsid w:val="009F5D67"/>
    <w:rsid w:val="009F5F16"/>
    <w:rsid w:val="009F6522"/>
    <w:rsid w:val="009F6C75"/>
    <w:rsid w:val="009F717D"/>
    <w:rsid w:val="009F764A"/>
    <w:rsid w:val="009F770A"/>
    <w:rsid w:val="009F79E9"/>
    <w:rsid w:val="00A0001A"/>
    <w:rsid w:val="00A00639"/>
    <w:rsid w:val="00A00709"/>
    <w:rsid w:val="00A0085B"/>
    <w:rsid w:val="00A00B28"/>
    <w:rsid w:val="00A018F2"/>
    <w:rsid w:val="00A01A40"/>
    <w:rsid w:val="00A01B1D"/>
    <w:rsid w:val="00A01C38"/>
    <w:rsid w:val="00A01E88"/>
    <w:rsid w:val="00A02323"/>
    <w:rsid w:val="00A02C6A"/>
    <w:rsid w:val="00A02EB7"/>
    <w:rsid w:val="00A0328B"/>
    <w:rsid w:val="00A0330B"/>
    <w:rsid w:val="00A033A2"/>
    <w:rsid w:val="00A03683"/>
    <w:rsid w:val="00A03C60"/>
    <w:rsid w:val="00A03C64"/>
    <w:rsid w:val="00A0456B"/>
    <w:rsid w:val="00A047D8"/>
    <w:rsid w:val="00A048BC"/>
    <w:rsid w:val="00A04A1A"/>
    <w:rsid w:val="00A04D35"/>
    <w:rsid w:val="00A04FEB"/>
    <w:rsid w:val="00A052E4"/>
    <w:rsid w:val="00A0546C"/>
    <w:rsid w:val="00A0579B"/>
    <w:rsid w:val="00A05961"/>
    <w:rsid w:val="00A05AE6"/>
    <w:rsid w:val="00A05E6A"/>
    <w:rsid w:val="00A06069"/>
    <w:rsid w:val="00A060A1"/>
    <w:rsid w:val="00A0649B"/>
    <w:rsid w:val="00A06CCE"/>
    <w:rsid w:val="00A06F2C"/>
    <w:rsid w:val="00A0715A"/>
    <w:rsid w:val="00A073B7"/>
    <w:rsid w:val="00A0744C"/>
    <w:rsid w:val="00A074E3"/>
    <w:rsid w:val="00A079AD"/>
    <w:rsid w:val="00A07A05"/>
    <w:rsid w:val="00A07DDA"/>
    <w:rsid w:val="00A07F83"/>
    <w:rsid w:val="00A10255"/>
    <w:rsid w:val="00A10B7A"/>
    <w:rsid w:val="00A1114C"/>
    <w:rsid w:val="00A112DB"/>
    <w:rsid w:val="00A1198C"/>
    <w:rsid w:val="00A1226E"/>
    <w:rsid w:val="00A12C50"/>
    <w:rsid w:val="00A12DC2"/>
    <w:rsid w:val="00A1305D"/>
    <w:rsid w:val="00A13613"/>
    <w:rsid w:val="00A13968"/>
    <w:rsid w:val="00A13F54"/>
    <w:rsid w:val="00A144B3"/>
    <w:rsid w:val="00A14637"/>
    <w:rsid w:val="00A14CB7"/>
    <w:rsid w:val="00A15717"/>
    <w:rsid w:val="00A15A98"/>
    <w:rsid w:val="00A15E63"/>
    <w:rsid w:val="00A16044"/>
    <w:rsid w:val="00A16898"/>
    <w:rsid w:val="00A16D80"/>
    <w:rsid w:val="00A16DB7"/>
    <w:rsid w:val="00A16FBD"/>
    <w:rsid w:val="00A178E8"/>
    <w:rsid w:val="00A2017E"/>
    <w:rsid w:val="00A201EC"/>
    <w:rsid w:val="00A203EE"/>
    <w:rsid w:val="00A2057E"/>
    <w:rsid w:val="00A20621"/>
    <w:rsid w:val="00A20984"/>
    <w:rsid w:val="00A20A0D"/>
    <w:rsid w:val="00A2109F"/>
    <w:rsid w:val="00A212FA"/>
    <w:rsid w:val="00A2148C"/>
    <w:rsid w:val="00A21504"/>
    <w:rsid w:val="00A217C2"/>
    <w:rsid w:val="00A218A6"/>
    <w:rsid w:val="00A21B9D"/>
    <w:rsid w:val="00A21E70"/>
    <w:rsid w:val="00A22028"/>
    <w:rsid w:val="00A22937"/>
    <w:rsid w:val="00A22FF8"/>
    <w:rsid w:val="00A2396A"/>
    <w:rsid w:val="00A23A57"/>
    <w:rsid w:val="00A23D20"/>
    <w:rsid w:val="00A240BD"/>
    <w:rsid w:val="00A243E7"/>
    <w:rsid w:val="00A244AD"/>
    <w:rsid w:val="00A247A3"/>
    <w:rsid w:val="00A24984"/>
    <w:rsid w:val="00A24EFA"/>
    <w:rsid w:val="00A25256"/>
    <w:rsid w:val="00A2530E"/>
    <w:rsid w:val="00A25460"/>
    <w:rsid w:val="00A25AF8"/>
    <w:rsid w:val="00A263F6"/>
    <w:rsid w:val="00A26A14"/>
    <w:rsid w:val="00A26AB5"/>
    <w:rsid w:val="00A26EB3"/>
    <w:rsid w:val="00A27404"/>
    <w:rsid w:val="00A276E2"/>
    <w:rsid w:val="00A30126"/>
    <w:rsid w:val="00A30197"/>
    <w:rsid w:val="00A30542"/>
    <w:rsid w:val="00A30754"/>
    <w:rsid w:val="00A308F5"/>
    <w:rsid w:val="00A30977"/>
    <w:rsid w:val="00A30D1C"/>
    <w:rsid w:val="00A31B23"/>
    <w:rsid w:val="00A32281"/>
    <w:rsid w:val="00A328FC"/>
    <w:rsid w:val="00A32A73"/>
    <w:rsid w:val="00A335D3"/>
    <w:rsid w:val="00A33633"/>
    <w:rsid w:val="00A33855"/>
    <w:rsid w:val="00A34759"/>
    <w:rsid w:val="00A348E0"/>
    <w:rsid w:val="00A35D46"/>
    <w:rsid w:val="00A36459"/>
    <w:rsid w:val="00A36AA5"/>
    <w:rsid w:val="00A36ACF"/>
    <w:rsid w:val="00A376F3"/>
    <w:rsid w:val="00A37CCF"/>
    <w:rsid w:val="00A37EB4"/>
    <w:rsid w:val="00A40CD7"/>
    <w:rsid w:val="00A40D3B"/>
    <w:rsid w:val="00A418B4"/>
    <w:rsid w:val="00A41A18"/>
    <w:rsid w:val="00A41A27"/>
    <w:rsid w:val="00A41B59"/>
    <w:rsid w:val="00A420FB"/>
    <w:rsid w:val="00A4261C"/>
    <w:rsid w:val="00A426B3"/>
    <w:rsid w:val="00A42838"/>
    <w:rsid w:val="00A42CDF"/>
    <w:rsid w:val="00A4317A"/>
    <w:rsid w:val="00A433AD"/>
    <w:rsid w:val="00A43496"/>
    <w:rsid w:val="00A438C3"/>
    <w:rsid w:val="00A43C6B"/>
    <w:rsid w:val="00A44126"/>
    <w:rsid w:val="00A44539"/>
    <w:rsid w:val="00A44CB1"/>
    <w:rsid w:val="00A44E76"/>
    <w:rsid w:val="00A45D49"/>
    <w:rsid w:val="00A45DD5"/>
    <w:rsid w:val="00A46D8F"/>
    <w:rsid w:val="00A477B5"/>
    <w:rsid w:val="00A47ECA"/>
    <w:rsid w:val="00A50230"/>
    <w:rsid w:val="00A50500"/>
    <w:rsid w:val="00A50DD1"/>
    <w:rsid w:val="00A51675"/>
    <w:rsid w:val="00A51AEE"/>
    <w:rsid w:val="00A51BBE"/>
    <w:rsid w:val="00A51BE5"/>
    <w:rsid w:val="00A520DD"/>
    <w:rsid w:val="00A5344C"/>
    <w:rsid w:val="00A53598"/>
    <w:rsid w:val="00A53618"/>
    <w:rsid w:val="00A53908"/>
    <w:rsid w:val="00A53B60"/>
    <w:rsid w:val="00A53C0D"/>
    <w:rsid w:val="00A54291"/>
    <w:rsid w:val="00A54762"/>
    <w:rsid w:val="00A5484F"/>
    <w:rsid w:val="00A5497D"/>
    <w:rsid w:val="00A5531F"/>
    <w:rsid w:val="00A55A24"/>
    <w:rsid w:val="00A55E8D"/>
    <w:rsid w:val="00A56482"/>
    <w:rsid w:val="00A56878"/>
    <w:rsid w:val="00A56926"/>
    <w:rsid w:val="00A569BE"/>
    <w:rsid w:val="00A56A1B"/>
    <w:rsid w:val="00A571B2"/>
    <w:rsid w:val="00A57731"/>
    <w:rsid w:val="00A578FC"/>
    <w:rsid w:val="00A57C05"/>
    <w:rsid w:val="00A60710"/>
    <w:rsid w:val="00A60725"/>
    <w:rsid w:val="00A608EE"/>
    <w:rsid w:val="00A60956"/>
    <w:rsid w:val="00A60977"/>
    <w:rsid w:val="00A60B30"/>
    <w:rsid w:val="00A60B63"/>
    <w:rsid w:val="00A617C1"/>
    <w:rsid w:val="00A61B15"/>
    <w:rsid w:val="00A62213"/>
    <w:rsid w:val="00A62E99"/>
    <w:rsid w:val="00A6327A"/>
    <w:rsid w:val="00A6327B"/>
    <w:rsid w:val="00A635DF"/>
    <w:rsid w:val="00A639F0"/>
    <w:rsid w:val="00A63B6F"/>
    <w:rsid w:val="00A6401C"/>
    <w:rsid w:val="00A6456A"/>
    <w:rsid w:val="00A645BA"/>
    <w:rsid w:val="00A648B1"/>
    <w:rsid w:val="00A64941"/>
    <w:rsid w:val="00A64AF8"/>
    <w:rsid w:val="00A64CCC"/>
    <w:rsid w:val="00A64FDB"/>
    <w:rsid w:val="00A65002"/>
    <w:rsid w:val="00A651A1"/>
    <w:rsid w:val="00A654E8"/>
    <w:rsid w:val="00A657E3"/>
    <w:rsid w:val="00A657EB"/>
    <w:rsid w:val="00A65C85"/>
    <w:rsid w:val="00A65F3B"/>
    <w:rsid w:val="00A6626F"/>
    <w:rsid w:val="00A66D91"/>
    <w:rsid w:val="00A66E57"/>
    <w:rsid w:val="00A671E9"/>
    <w:rsid w:val="00A674AA"/>
    <w:rsid w:val="00A67D46"/>
    <w:rsid w:val="00A67E75"/>
    <w:rsid w:val="00A70166"/>
    <w:rsid w:val="00A703B7"/>
    <w:rsid w:val="00A706AB"/>
    <w:rsid w:val="00A70751"/>
    <w:rsid w:val="00A71007"/>
    <w:rsid w:val="00A71541"/>
    <w:rsid w:val="00A71D17"/>
    <w:rsid w:val="00A725FF"/>
    <w:rsid w:val="00A72630"/>
    <w:rsid w:val="00A7272B"/>
    <w:rsid w:val="00A734DE"/>
    <w:rsid w:val="00A739C7"/>
    <w:rsid w:val="00A73B0B"/>
    <w:rsid w:val="00A74065"/>
    <w:rsid w:val="00A7408B"/>
    <w:rsid w:val="00A744DF"/>
    <w:rsid w:val="00A745B1"/>
    <w:rsid w:val="00A74C94"/>
    <w:rsid w:val="00A74F5A"/>
    <w:rsid w:val="00A75315"/>
    <w:rsid w:val="00A75D85"/>
    <w:rsid w:val="00A7630E"/>
    <w:rsid w:val="00A77198"/>
    <w:rsid w:val="00A77584"/>
    <w:rsid w:val="00A77BB5"/>
    <w:rsid w:val="00A77D5B"/>
    <w:rsid w:val="00A8053F"/>
    <w:rsid w:val="00A80587"/>
    <w:rsid w:val="00A80997"/>
    <w:rsid w:val="00A81143"/>
    <w:rsid w:val="00A811B4"/>
    <w:rsid w:val="00A8165B"/>
    <w:rsid w:val="00A8189A"/>
    <w:rsid w:val="00A822AB"/>
    <w:rsid w:val="00A8234A"/>
    <w:rsid w:val="00A8238E"/>
    <w:rsid w:val="00A8262B"/>
    <w:rsid w:val="00A82722"/>
    <w:rsid w:val="00A82BE9"/>
    <w:rsid w:val="00A8328C"/>
    <w:rsid w:val="00A835CE"/>
    <w:rsid w:val="00A84022"/>
    <w:rsid w:val="00A84088"/>
    <w:rsid w:val="00A8489A"/>
    <w:rsid w:val="00A84FAF"/>
    <w:rsid w:val="00A8579C"/>
    <w:rsid w:val="00A857EF"/>
    <w:rsid w:val="00A858A3"/>
    <w:rsid w:val="00A85D00"/>
    <w:rsid w:val="00A861AF"/>
    <w:rsid w:val="00A8633D"/>
    <w:rsid w:val="00A8682A"/>
    <w:rsid w:val="00A8688A"/>
    <w:rsid w:val="00A871C3"/>
    <w:rsid w:val="00A87271"/>
    <w:rsid w:val="00A87995"/>
    <w:rsid w:val="00A87B54"/>
    <w:rsid w:val="00A87F9E"/>
    <w:rsid w:val="00A90795"/>
    <w:rsid w:val="00A90B10"/>
    <w:rsid w:val="00A90B11"/>
    <w:rsid w:val="00A90BBE"/>
    <w:rsid w:val="00A914A9"/>
    <w:rsid w:val="00A91CFD"/>
    <w:rsid w:val="00A922F5"/>
    <w:rsid w:val="00A923B5"/>
    <w:rsid w:val="00A92C7C"/>
    <w:rsid w:val="00A92DE1"/>
    <w:rsid w:val="00A92E45"/>
    <w:rsid w:val="00A9320F"/>
    <w:rsid w:val="00A93357"/>
    <w:rsid w:val="00A935E6"/>
    <w:rsid w:val="00A93613"/>
    <w:rsid w:val="00A936E2"/>
    <w:rsid w:val="00A93AD5"/>
    <w:rsid w:val="00A93AD7"/>
    <w:rsid w:val="00A93C12"/>
    <w:rsid w:val="00A94266"/>
    <w:rsid w:val="00A945C0"/>
    <w:rsid w:val="00A94E1B"/>
    <w:rsid w:val="00A952F9"/>
    <w:rsid w:val="00A9549F"/>
    <w:rsid w:val="00A95B8F"/>
    <w:rsid w:val="00A95EE6"/>
    <w:rsid w:val="00A962FB"/>
    <w:rsid w:val="00A9693B"/>
    <w:rsid w:val="00A972BC"/>
    <w:rsid w:val="00A97D9F"/>
    <w:rsid w:val="00AA027D"/>
    <w:rsid w:val="00AA04FD"/>
    <w:rsid w:val="00AA0578"/>
    <w:rsid w:val="00AA07E8"/>
    <w:rsid w:val="00AA0DBE"/>
    <w:rsid w:val="00AA11D9"/>
    <w:rsid w:val="00AA12BB"/>
    <w:rsid w:val="00AA1BB6"/>
    <w:rsid w:val="00AA207D"/>
    <w:rsid w:val="00AA22E7"/>
    <w:rsid w:val="00AA26AA"/>
    <w:rsid w:val="00AA2784"/>
    <w:rsid w:val="00AA2B79"/>
    <w:rsid w:val="00AA2EAE"/>
    <w:rsid w:val="00AA305F"/>
    <w:rsid w:val="00AA354B"/>
    <w:rsid w:val="00AA3813"/>
    <w:rsid w:val="00AA4017"/>
    <w:rsid w:val="00AA468E"/>
    <w:rsid w:val="00AA4E65"/>
    <w:rsid w:val="00AA514B"/>
    <w:rsid w:val="00AA55B3"/>
    <w:rsid w:val="00AA586E"/>
    <w:rsid w:val="00AA5A0A"/>
    <w:rsid w:val="00AA5B23"/>
    <w:rsid w:val="00AA60F1"/>
    <w:rsid w:val="00AA6F07"/>
    <w:rsid w:val="00AA6F4A"/>
    <w:rsid w:val="00AA72AA"/>
    <w:rsid w:val="00AA7ABD"/>
    <w:rsid w:val="00AA7E8A"/>
    <w:rsid w:val="00AB0976"/>
    <w:rsid w:val="00AB09C4"/>
    <w:rsid w:val="00AB0AB5"/>
    <w:rsid w:val="00AB0D7D"/>
    <w:rsid w:val="00AB0E82"/>
    <w:rsid w:val="00AB15E2"/>
    <w:rsid w:val="00AB167D"/>
    <w:rsid w:val="00AB19D5"/>
    <w:rsid w:val="00AB1A80"/>
    <w:rsid w:val="00AB1BB4"/>
    <w:rsid w:val="00AB1F23"/>
    <w:rsid w:val="00AB20B4"/>
    <w:rsid w:val="00AB238C"/>
    <w:rsid w:val="00AB2560"/>
    <w:rsid w:val="00AB261F"/>
    <w:rsid w:val="00AB2933"/>
    <w:rsid w:val="00AB2C12"/>
    <w:rsid w:val="00AB2DCC"/>
    <w:rsid w:val="00AB3004"/>
    <w:rsid w:val="00AB35F3"/>
    <w:rsid w:val="00AB3E00"/>
    <w:rsid w:val="00AB41B0"/>
    <w:rsid w:val="00AB493E"/>
    <w:rsid w:val="00AB52B2"/>
    <w:rsid w:val="00AB5D69"/>
    <w:rsid w:val="00AB5FA4"/>
    <w:rsid w:val="00AB6269"/>
    <w:rsid w:val="00AB6EFB"/>
    <w:rsid w:val="00AB746D"/>
    <w:rsid w:val="00AB75C6"/>
    <w:rsid w:val="00AB78AE"/>
    <w:rsid w:val="00AB7E04"/>
    <w:rsid w:val="00AB7E40"/>
    <w:rsid w:val="00AC00FB"/>
    <w:rsid w:val="00AC02CA"/>
    <w:rsid w:val="00AC02FD"/>
    <w:rsid w:val="00AC09AC"/>
    <w:rsid w:val="00AC0AB2"/>
    <w:rsid w:val="00AC0E54"/>
    <w:rsid w:val="00AC0F99"/>
    <w:rsid w:val="00AC1D3B"/>
    <w:rsid w:val="00AC1EBE"/>
    <w:rsid w:val="00AC21EE"/>
    <w:rsid w:val="00AC22C9"/>
    <w:rsid w:val="00AC281D"/>
    <w:rsid w:val="00AC2A56"/>
    <w:rsid w:val="00AC2AF9"/>
    <w:rsid w:val="00AC2CCF"/>
    <w:rsid w:val="00AC2E81"/>
    <w:rsid w:val="00AC31BC"/>
    <w:rsid w:val="00AC34C7"/>
    <w:rsid w:val="00AC3899"/>
    <w:rsid w:val="00AC43F5"/>
    <w:rsid w:val="00AC4E1C"/>
    <w:rsid w:val="00AC5C10"/>
    <w:rsid w:val="00AC5FAB"/>
    <w:rsid w:val="00AC685F"/>
    <w:rsid w:val="00AC689B"/>
    <w:rsid w:val="00AC72E5"/>
    <w:rsid w:val="00AC747B"/>
    <w:rsid w:val="00AD0474"/>
    <w:rsid w:val="00AD0F61"/>
    <w:rsid w:val="00AD0FB0"/>
    <w:rsid w:val="00AD12EF"/>
    <w:rsid w:val="00AD1B93"/>
    <w:rsid w:val="00AD1D7D"/>
    <w:rsid w:val="00AD265F"/>
    <w:rsid w:val="00AD271E"/>
    <w:rsid w:val="00AD2EEC"/>
    <w:rsid w:val="00AD2FA1"/>
    <w:rsid w:val="00AD3C33"/>
    <w:rsid w:val="00AD3DEF"/>
    <w:rsid w:val="00AD4CE8"/>
    <w:rsid w:val="00AD5138"/>
    <w:rsid w:val="00AD5151"/>
    <w:rsid w:val="00AD5AD1"/>
    <w:rsid w:val="00AD6403"/>
    <w:rsid w:val="00AD6658"/>
    <w:rsid w:val="00AD6860"/>
    <w:rsid w:val="00AD688F"/>
    <w:rsid w:val="00AD68BB"/>
    <w:rsid w:val="00AD6CE3"/>
    <w:rsid w:val="00AD7228"/>
    <w:rsid w:val="00AD7382"/>
    <w:rsid w:val="00AD79FF"/>
    <w:rsid w:val="00AD7BB7"/>
    <w:rsid w:val="00AD7F7C"/>
    <w:rsid w:val="00AE007F"/>
    <w:rsid w:val="00AE00F7"/>
    <w:rsid w:val="00AE0407"/>
    <w:rsid w:val="00AE07B9"/>
    <w:rsid w:val="00AE0862"/>
    <w:rsid w:val="00AE0B07"/>
    <w:rsid w:val="00AE0BAD"/>
    <w:rsid w:val="00AE1672"/>
    <w:rsid w:val="00AE173B"/>
    <w:rsid w:val="00AE1CCD"/>
    <w:rsid w:val="00AE1E41"/>
    <w:rsid w:val="00AE205C"/>
    <w:rsid w:val="00AE2061"/>
    <w:rsid w:val="00AE20B1"/>
    <w:rsid w:val="00AE2C16"/>
    <w:rsid w:val="00AE2E74"/>
    <w:rsid w:val="00AE3EFA"/>
    <w:rsid w:val="00AE4104"/>
    <w:rsid w:val="00AE4B7E"/>
    <w:rsid w:val="00AE529C"/>
    <w:rsid w:val="00AE54E8"/>
    <w:rsid w:val="00AE554A"/>
    <w:rsid w:val="00AE583E"/>
    <w:rsid w:val="00AE5AB7"/>
    <w:rsid w:val="00AE5C02"/>
    <w:rsid w:val="00AE5D87"/>
    <w:rsid w:val="00AE63A3"/>
    <w:rsid w:val="00AE6983"/>
    <w:rsid w:val="00AE69DA"/>
    <w:rsid w:val="00AE794D"/>
    <w:rsid w:val="00AE7974"/>
    <w:rsid w:val="00AE7DD3"/>
    <w:rsid w:val="00AF01A2"/>
    <w:rsid w:val="00AF0C54"/>
    <w:rsid w:val="00AF0C66"/>
    <w:rsid w:val="00AF116A"/>
    <w:rsid w:val="00AF12D0"/>
    <w:rsid w:val="00AF13D9"/>
    <w:rsid w:val="00AF1A75"/>
    <w:rsid w:val="00AF1E0D"/>
    <w:rsid w:val="00AF2842"/>
    <w:rsid w:val="00AF2A63"/>
    <w:rsid w:val="00AF322D"/>
    <w:rsid w:val="00AF3A4F"/>
    <w:rsid w:val="00AF40BF"/>
    <w:rsid w:val="00AF48D7"/>
    <w:rsid w:val="00AF4CAC"/>
    <w:rsid w:val="00AF4D12"/>
    <w:rsid w:val="00AF51CF"/>
    <w:rsid w:val="00AF55C0"/>
    <w:rsid w:val="00AF57A0"/>
    <w:rsid w:val="00AF68D8"/>
    <w:rsid w:val="00AF6C7A"/>
    <w:rsid w:val="00AF700B"/>
    <w:rsid w:val="00AF7625"/>
    <w:rsid w:val="00AF7E7F"/>
    <w:rsid w:val="00B00012"/>
    <w:rsid w:val="00B00387"/>
    <w:rsid w:val="00B0083B"/>
    <w:rsid w:val="00B00C84"/>
    <w:rsid w:val="00B00D45"/>
    <w:rsid w:val="00B00FFC"/>
    <w:rsid w:val="00B014E9"/>
    <w:rsid w:val="00B01C36"/>
    <w:rsid w:val="00B01E4B"/>
    <w:rsid w:val="00B027B4"/>
    <w:rsid w:val="00B02B01"/>
    <w:rsid w:val="00B02E8B"/>
    <w:rsid w:val="00B02F7A"/>
    <w:rsid w:val="00B033EE"/>
    <w:rsid w:val="00B03426"/>
    <w:rsid w:val="00B044E5"/>
    <w:rsid w:val="00B047D6"/>
    <w:rsid w:val="00B0496F"/>
    <w:rsid w:val="00B04EBA"/>
    <w:rsid w:val="00B051A0"/>
    <w:rsid w:val="00B059B1"/>
    <w:rsid w:val="00B05E9F"/>
    <w:rsid w:val="00B05FFD"/>
    <w:rsid w:val="00B0614A"/>
    <w:rsid w:val="00B063F4"/>
    <w:rsid w:val="00B06864"/>
    <w:rsid w:val="00B06917"/>
    <w:rsid w:val="00B06D17"/>
    <w:rsid w:val="00B07479"/>
    <w:rsid w:val="00B075C5"/>
    <w:rsid w:val="00B077A6"/>
    <w:rsid w:val="00B078AE"/>
    <w:rsid w:val="00B078D6"/>
    <w:rsid w:val="00B07FE2"/>
    <w:rsid w:val="00B107B6"/>
    <w:rsid w:val="00B11503"/>
    <w:rsid w:val="00B11584"/>
    <w:rsid w:val="00B11A67"/>
    <w:rsid w:val="00B127FD"/>
    <w:rsid w:val="00B12838"/>
    <w:rsid w:val="00B12B46"/>
    <w:rsid w:val="00B12CAA"/>
    <w:rsid w:val="00B12D93"/>
    <w:rsid w:val="00B12E3F"/>
    <w:rsid w:val="00B12EAD"/>
    <w:rsid w:val="00B13007"/>
    <w:rsid w:val="00B1363B"/>
    <w:rsid w:val="00B13926"/>
    <w:rsid w:val="00B13B20"/>
    <w:rsid w:val="00B13BE4"/>
    <w:rsid w:val="00B13EDC"/>
    <w:rsid w:val="00B13EFF"/>
    <w:rsid w:val="00B14768"/>
    <w:rsid w:val="00B1485E"/>
    <w:rsid w:val="00B153E6"/>
    <w:rsid w:val="00B1566C"/>
    <w:rsid w:val="00B15CD8"/>
    <w:rsid w:val="00B15F38"/>
    <w:rsid w:val="00B1601D"/>
    <w:rsid w:val="00B16D8D"/>
    <w:rsid w:val="00B17295"/>
    <w:rsid w:val="00B17DE6"/>
    <w:rsid w:val="00B17E36"/>
    <w:rsid w:val="00B20203"/>
    <w:rsid w:val="00B20225"/>
    <w:rsid w:val="00B20550"/>
    <w:rsid w:val="00B2120E"/>
    <w:rsid w:val="00B2295A"/>
    <w:rsid w:val="00B22BE4"/>
    <w:rsid w:val="00B23109"/>
    <w:rsid w:val="00B2334B"/>
    <w:rsid w:val="00B2340D"/>
    <w:rsid w:val="00B239A0"/>
    <w:rsid w:val="00B23DED"/>
    <w:rsid w:val="00B23F02"/>
    <w:rsid w:val="00B240C2"/>
    <w:rsid w:val="00B2431B"/>
    <w:rsid w:val="00B2438C"/>
    <w:rsid w:val="00B24BB0"/>
    <w:rsid w:val="00B24C8B"/>
    <w:rsid w:val="00B2509A"/>
    <w:rsid w:val="00B256CA"/>
    <w:rsid w:val="00B257BB"/>
    <w:rsid w:val="00B2592B"/>
    <w:rsid w:val="00B25B9D"/>
    <w:rsid w:val="00B25D17"/>
    <w:rsid w:val="00B26053"/>
    <w:rsid w:val="00B26100"/>
    <w:rsid w:val="00B26228"/>
    <w:rsid w:val="00B267C4"/>
    <w:rsid w:val="00B26B36"/>
    <w:rsid w:val="00B26C25"/>
    <w:rsid w:val="00B26EE5"/>
    <w:rsid w:val="00B27981"/>
    <w:rsid w:val="00B27DB1"/>
    <w:rsid w:val="00B27E4E"/>
    <w:rsid w:val="00B303AD"/>
    <w:rsid w:val="00B305E6"/>
    <w:rsid w:val="00B311AC"/>
    <w:rsid w:val="00B312B8"/>
    <w:rsid w:val="00B3150A"/>
    <w:rsid w:val="00B315B1"/>
    <w:rsid w:val="00B31791"/>
    <w:rsid w:val="00B319CC"/>
    <w:rsid w:val="00B3225D"/>
    <w:rsid w:val="00B323C0"/>
    <w:rsid w:val="00B32556"/>
    <w:rsid w:val="00B3318E"/>
    <w:rsid w:val="00B33AF4"/>
    <w:rsid w:val="00B33BCD"/>
    <w:rsid w:val="00B33C15"/>
    <w:rsid w:val="00B34A9C"/>
    <w:rsid w:val="00B34B62"/>
    <w:rsid w:val="00B34F8C"/>
    <w:rsid w:val="00B3565C"/>
    <w:rsid w:val="00B35EDB"/>
    <w:rsid w:val="00B36063"/>
    <w:rsid w:val="00B3607A"/>
    <w:rsid w:val="00B3607D"/>
    <w:rsid w:val="00B3653F"/>
    <w:rsid w:val="00B36B47"/>
    <w:rsid w:val="00B36F9A"/>
    <w:rsid w:val="00B371B4"/>
    <w:rsid w:val="00B3765B"/>
    <w:rsid w:val="00B376C4"/>
    <w:rsid w:val="00B37975"/>
    <w:rsid w:val="00B37E9D"/>
    <w:rsid w:val="00B4021B"/>
    <w:rsid w:val="00B402B3"/>
    <w:rsid w:val="00B402FE"/>
    <w:rsid w:val="00B4044D"/>
    <w:rsid w:val="00B406E1"/>
    <w:rsid w:val="00B41095"/>
    <w:rsid w:val="00B411A3"/>
    <w:rsid w:val="00B414E6"/>
    <w:rsid w:val="00B4164A"/>
    <w:rsid w:val="00B418E6"/>
    <w:rsid w:val="00B41F72"/>
    <w:rsid w:val="00B41FEA"/>
    <w:rsid w:val="00B42351"/>
    <w:rsid w:val="00B425D0"/>
    <w:rsid w:val="00B4279E"/>
    <w:rsid w:val="00B427EE"/>
    <w:rsid w:val="00B42BC0"/>
    <w:rsid w:val="00B42E4E"/>
    <w:rsid w:val="00B42EDB"/>
    <w:rsid w:val="00B430EB"/>
    <w:rsid w:val="00B43338"/>
    <w:rsid w:val="00B43551"/>
    <w:rsid w:val="00B436EB"/>
    <w:rsid w:val="00B4389D"/>
    <w:rsid w:val="00B44184"/>
    <w:rsid w:val="00B441FE"/>
    <w:rsid w:val="00B4436B"/>
    <w:rsid w:val="00B4472B"/>
    <w:rsid w:val="00B4493D"/>
    <w:rsid w:val="00B44D53"/>
    <w:rsid w:val="00B4507C"/>
    <w:rsid w:val="00B4563E"/>
    <w:rsid w:val="00B458E8"/>
    <w:rsid w:val="00B45A63"/>
    <w:rsid w:val="00B45D36"/>
    <w:rsid w:val="00B46335"/>
    <w:rsid w:val="00B46708"/>
    <w:rsid w:val="00B46C58"/>
    <w:rsid w:val="00B46CB1"/>
    <w:rsid w:val="00B46E29"/>
    <w:rsid w:val="00B47642"/>
    <w:rsid w:val="00B47B41"/>
    <w:rsid w:val="00B504FA"/>
    <w:rsid w:val="00B514B2"/>
    <w:rsid w:val="00B51BBC"/>
    <w:rsid w:val="00B51F9E"/>
    <w:rsid w:val="00B52CAF"/>
    <w:rsid w:val="00B535BC"/>
    <w:rsid w:val="00B54576"/>
    <w:rsid w:val="00B54B2F"/>
    <w:rsid w:val="00B553A1"/>
    <w:rsid w:val="00B55514"/>
    <w:rsid w:val="00B55A24"/>
    <w:rsid w:val="00B55D67"/>
    <w:rsid w:val="00B56A7D"/>
    <w:rsid w:val="00B56C8C"/>
    <w:rsid w:val="00B56D1D"/>
    <w:rsid w:val="00B57679"/>
    <w:rsid w:val="00B577CC"/>
    <w:rsid w:val="00B57D58"/>
    <w:rsid w:val="00B57E52"/>
    <w:rsid w:val="00B600BB"/>
    <w:rsid w:val="00B60475"/>
    <w:rsid w:val="00B60477"/>
    <w:rsid w:val="00B6095B"/>
    <w:rsid w:val="00B60EC7"/>
    <w:rsid w:val="00B613F9"/>
    <w:rsid w:val="00B62678"/>
    <w:rsid w:val="00B629F4"/>
    <w:rsid w:val="00B62BBD"/>
    <w:rsid w:val="00B62C97"/>
    <w:rsid w:val="00B634E3"/>
    <w:rsid w:val="00B63CC5"/>
    <w:rsid w:val="00B63CCB"/>
    <w:rsid w:val="00B64085"/>
    <w:rsid w:val="00B643EA"/>
    <w:rsid w:val="00B6459B"/>
    <w:rsid w:val="00B65470"/>
    <w:rsid w:val="00B65476"/>
    <w:rsid w:val="00B65AAE"/>
    <w:rsid w:val="00B65DCE"/>
    <w:rsid w:val="00B6614F"/>
    <w:rsid w:val="00B6622B"/>
    <w:rsid w:val="00B663CC"/>
    <w:rsid w:val="00B66608"/>
    <w:rsid w:val="00B66C39"/>
    <w:rsid w:val="00B66EC8"/>
    <w:rsid w:val="00B674EB"/>
    <w:rsid w:val="00B67597"/>
    <w:rsid w:val="00B6759B"/>
    <w:rsid w:val="00B67AC1"/>
    <w:rsid w:val="00B67E1F"/>
    <w:rsid w:val="00B70097"/>
    <w:rsid w:val="00B70863"/>
    <w:rsid w:val="00B70BBE"/>
    <w:rsid w:val="00B70F49"/>
    <w:rsid w:val="00B7107F"/>
    <w:rsid w:val="00B7116F"/>
    <w:rsid w:val="00B711B2"/>
    <w:rsid w:val="00B71787"/>
    <w:rsid w:val="00B71E64"/>
    <w:rsid w:val="00B721E4"/>
    <w:rsid w:val="00B723BC"/>
    <w:rsid w:val="00B725FF"/>
    <w:rsid w:val="00B736BD"/>
    <w:rsid w:val="00B7431A"/>
    <w:rsid w:val="00B743A5"/>
    <w:rsid w:val="00B74566"/>
    <w:rsid w:val="00B746D9"/>
    <w:rsid w:val="00B74D6E"/>
    <w:rsid w:val="00B74FE5"/>
    <w:rsid w:val="00B75206"/>
    <w:rsid w:val="00B75228"/>
    <w:rsid w:val="00B75236"/>
    <w:rsid w:val="00B753A9"/>
    <w:rsid w:val="00B75770"/>
    <w:rsid w:val="00B75801"/>
    <w:rsid w:val="00B7604B"/>
    <w:rsid w:val="00B762DB"/>
    <w:rsid w:val="00B76618"/>
    <w:rsid w:val="00B76E6D"/>
    <w:rsid w:val="00B76F18"/>
    <w:rsid w:val="00B775E6"/>
    <w:rsid w:val="00B77681"/>
    <w:rsid w:val="00B7798C"/>
    <w:rsid w:val="00B77A14"/>
    <w:rsid w:val="00B77B04"/>
    <w:rsid w:val="00B800A9"/>
    <w:rsid w:val="00B80345"/>
    <w:rsid w:val="00B80DBC"/>
    <w:rsid w:val="00B80F72"/>
    <w:rsid w:val="00B8121A"/>
    <w:rsid w:val="00B8135A"/>
    <w:rsid w:val="00B81367"/>
    <w:rsid w:val="00B81432"/>
    <w:rsid w:val="00B81573"/>
    <w:rsid w:val="00B81A8E"/>
    <w:rsid w:val="00B81E04"/>
    <w:rsid w:val="00B82124"/>
    <w:rsid w:val="00B82346"/>
    <w:rsid w:val="00B82F92"/>
    <w:rsid w:val="00B82FDD"/>
    <w:rsid w:val="00B832B3"/>
    <w:rsid w:val="00B839DC"/>
    <w:rsid w:val="00B842E6"/>
    <w:rsid w:val="00B847F6"/>
    <w:rsid w:val="00B84B82"/>
    <w:rsid w:val="00B84CCA"/>
    <w:rsid w:val="00B84D5E"/>
    <w:rsid w:val="00B84DFF"/>
    <w:rsid w:val="00B8510A"/>
    <w:rsid w:val="00B85627"/>
    <w:rsid w:val="00B85B00"/>
    <w:rsid w:val="00B8652E"/>
    <w:rsid w:val="00B866DE"/>
    <w:rsid w:val="00B86B50"/>
    <w:rsid w:val="00B871C1"/>
    <w:rsid w:val="00B87280"/>
    <w:rsid w:val="00B876EB"/>
    <w:rsid w:val="00B87804"/>
    <w:rsid w:val="00B87E0B"/>
    <w:rsid w:val="00B9003E"/>
    <w:rsid w:val="00B9064B"/>
    <w:rsid w:val="00B90B10"/>
    <w:rsid w:val="00B90C3E"/>
    <w:rsid w:val="00B90D3F"/>
    <w:rsid w:val="00B9163E"/>
    <w:rsid w:val="00B91D04"/>
    <w:rsid w:val="00B91FDC"/>
    <w:rsid w:val="00B921B0"/>
    <w:rsid w:val="00B921CD"/>
    <w:rsid w:val="00B92708"/>
    <w:rsid w:val="00B92A32"/>
    <w:rsid w:val="00B93301"/>
    <w:rsid w:val="00B93898"/>
    <w:rsid w:val="00B93DDD"/>
    <w:rsid w:val="00B93F0E"/>
    <w:rsid w:val="00B93F76"/>
    <w:rsid w:val="00B946E0"/>
    <w:rsid w:val="00B94D15"/>
    <w:rsid w:val="00B9545D"/>
    <w:rsid w:val="00B95819"/>
    <w:rsid w:val="00B959B5"/>
    <w:rsid w:val="00B95C68"/>
    <w:rsid w:val="00B95E4D"/>
    <w:rsid w:val="00B95E77"/>
    <w:rsid w:val="00B95EAA"/>
    <w:rsid w:val="00B9601C"/>
    <w:rsid w:val="00B960E4"/>
    <w:rsid w:val="00B96729"/>
    <w:rsid w:val="00B96BEF"/>
    <w:rsid w:val="00B97332"/>
    <w:rsid w:val="00B979AE"/>
    <w:rsid w:val="00B97EC0"/>
    <w:rsid w:val="00BA0426"/>
    <w:rsid w:val="00BA08FD"/>
    <w:rsid w:val="00BA0A45"/>
    <w:rsid w:val="00BA0AC4"/>
    <w:rsid w:val="00BA0BF7"/>
    <w:rsid w:val="00BA0F0A"/>
    <w:rsid w:val="00BA101D"/>
    <w:rsid w:val="00BA10C9"/>
    <w:rsid w:val="00BA11BE"/>
    <w:rsid w:val="00BA1DE2"/>
    <w:rsid w:val="00BA1F18"/>
    <w:rsid w:val="00BA23AA"/>
    <w:rsid w:val="00BA29BF"/>
    <w:rsid w:val="00BA2B03"/>
    <w:rsid w:val="00BA2CB9"/>
    <w:rsid w:val="00BA3487"/>
    <w:rsid w:val="00BA3517"/>
    <w:rsid w:val="00BA3EE6"/>
    <w:rsid w:val="00BA3F5A"/>
    <w:rsid w:val="00BA4548"/>
    <w:rsid w:val="00BA4621"/>
    <w:rsid w:val="00BA475F"/>
    <w:rsid w:val="00BA5089"/>
    <w:rsid w:val="00BA55DA"/>
    <w:rsid w:val="00BA571E"/>
    <w:rsid w:val="00BA57D8"/>
    <w:rsid w:val="00BA5816"/>
    <w:rsid w:val="00BA5AAA"/>
    <w:rsid w:val="00BA5B26"/>
    <w:rsid w:val="00BA5D8C"/>
    <w:rsid w:val="00BA5E38"/>
    <w:rsid w:val="00BA5F29"/>
    <w:rsid w:val="00BA6105"/>
    <w:rsid w:val="00BA6200"/>
    <w:rsid w:val="00BA6702"/>
    <w:rsid w:val="00BA6C55"/>
    <w:rsid w:val="00BA72BB"/>
    <w:rsid w:val="00BA736C"/>
    <w:rsid w:val="00BA73B5"/>
    <w:rsid w:val="00BA78CC"/>
    <w:rsid w:val="00BA7C48"/>
    <w:rsid w:val="00BB01DA"/>
    <w:rsid w:val="00BB0249"/>
    <w:rsid w:val="00BB02F3"/>
    <w:rsid w:val="00BB0BE7"/>
    <w:rsid w:val="00BB0F14"/>
    <w:rsid w:val="00BB1152"/>
    <w:rsid w:val="00BB14FA"/>
    <w:rsid w:val="00BB1760"/>
    <w:rsid w:val="00BB1824"/>
    <w:rsid w:val="00BB1D52"/>
    <w:rsid w:val="00BB1EAC"/>
    <w:rsid w:val="00BB20CB"/>
    <w:rsid w:val="00BB22EA"/>
    <w:rsid w:val="00BB2499"/>
    <w:rsid w:val="00BB2738"/>
    <w:rsid w:val="00BB2966"/>
    <w:rsid w:val="00BB2AE6"/>
    <w:rsid w:val="00BB3B10"/>
    <w:rsid w:val="00BB4369"/>
    <w:rsid w:val="00BB4FB3"/>
    <w:rsid w:val="00BB52E2"/>
    <w:rsid w:val="00BB5334"/>
    <w:rsid w:val="00BB550A"/>
    <w:rsid w:val="00BB57DD"/>
    <w:rsid w:val="00BB5839"/>
    <w:rsid w:val="00BB5B91"/>
    <w:rsid w:val="00BB642E"/>
    <w:rsid w:val="00BB6677"/>
    <w:rsid w:val="00BB6745"/>
    <w:rsid w:val="00BB6ECD"/>
    <w:rsid w:val="00BB7101"/>
    <w:rsid w:val="00BB75BE"/>
    <w:rsid w:val="00BB761B"/>
    <w:rsid w:val="00BB764C"/>
    <w:rsid w:val="00BB7CD6"/>
    <w:rsid w:val="00BC0122"/>
    <w:rsid w:val="00BC0571"/>
    <w:rsid w:val="00BC0F3C"/>
    <w:rsid w:val="00BC1355"/>
    <w:rsid w:val="00BC1368"/>
    <w:rsid w:val="00BC13F9"/>
    <w:rsid w:val="00BC1A55"/>
    <w:rsid w:val="00BC1B64"/>
    <w:rsid w:val="00BC1C06"/>
    <w:rsid w:val="00BC1EF4"/>
    <w:rsid w:val="00BC2737"/>
    <w:rsid w:val="00BC30A2"/>
    <w:rsid w:val="00BC3142"/>
    <w:rsid w:val="00BC3204"/>
    <w:rsid w:val="00BC3557"/>
    <w:rsid w:val="00BC39F3"/>
    <w:rsid w:val="00BC3D3B"/>
    <w:rsid w:val="00BC3DAE"/>
    <w:rsid w:val="00BC3FD6"/>
    <w:rsid w:val="00BC40C5"/>
    <w:rsid w:val="00BC4983"/>
    <w:rsid w:val="00BC4A64"/>
    <w:rsid w:val="00BC4DFF"/>
    <w:rsid w:val="00BC501D"/>
    <w:rsid w:val="00BC51ED"/>
    <w:rsid w:val="00BC51F4"/>
    <w:rsid w:val="00BC5215"/>
    <w:rsid w:val="00BC5842"/>
    <w:rsid w:val="00BC5AD3"/>
    <w:rsid w:val="00BC5B66"/>
    <w:rsid w:val="00BC5C86"/>
    <w:rsid w:val="00BC6463"/>
    <w:rsid w:val="00BC6762"/>
    <w:rsid w:val="00BC6F8D"/>
    <w:rsid w:val="00BC7169"/>
    <w:rsid w:val="00BC7480"/>
    <w:rsid w:val="00BC7693"/>
    <w:rsid w:val="00BC7E07"/>
    <w:rsid w:val="00BC7E8D"/>
    <w:rsid w:val="00BD0121"/>
    <w:rsid w:val="00BD0195"/>
    <w:rsid w:val="00BD022C"/>
    <w:rsid w:val="00BD0574"/>
    <w:rsid w:val="00BD0BB9"/>
    <w:rsid w:val="00BD17C0"/>
    <w:rsid w:val="00BD1A8C"/>
    <w:rsid w:val="00BD1BD6"/>
    <w:rsid w:val="00BD1CC9"/>
    <w:rsid w:val="00BD227D"/>
    <w:rsid w:val="00BD23FF"/>
    <w:rsid w:val="00BD261F"/>
    <w:rsid w:val="00BD27FA"/>
    <w:rsid w:val="00BD2AD4"/>
    <w:rsid w:val="00BD2B76"/>
    <w:rsid w:val="00BD2BE9"/>
    <w:rsid w:val="00BD2D63"/>
    <w:rsid w:val="00BD30DF"/>
    <w:rsid w:val="00BD318D"/>
    <w:rsid w:val="00BD3385"/>
    <w:rsid w:val="00BD3768"/>
    <w:rsid w:val="00BD3F7D"/>
    <w:rsid w:val="00BD41F2"/>
    <w:rsid w:val="00BD447F"/>
    <w:rsid w:val="00BD4C1A"/>
    <w:rsid w:val="00BD5DA1"/>
    <w:rsid w:val="00BD5EF5"/>
    <w:rsid w:val="00BD6334"/>
    <w:rsid w:val="00BD65DE"/>
    <w:rsid w:val="00BD6886"/>
    <w:rsid w:val="00BD7869"/>
    <w:rsid w:val="00BD7B24"/>
    <w:rsid w:val="00BE0407"/>
    <w:rsid w:val="00BE0530"/>
    <w:rsid w:val="00BE0E07"/>
    <w:rsid w:val="00BE11AD"/>
    <w:rsid w:val="00BE1424"/>
    <w:rsid w:val="00BE1608"/>
    <w:rsid w:val="00BE19FA"/>
    <w:rsid w:val="00BE1D5D"/>
    <w:rsid w:val="00BE1DFB"/>
    <w:rsid w:val="00BE1E76"/>
    <w:rsid w:val="00BE2077"/>
    <w:rsid w:val="00BE26C3"/>
    <w:rsid w:val="00BE2858"/>
    <w:rsid w:val="00BE2F33"/>
    <w:rsid w:val="00BE3262"/>
    <w:rsid w:val="00BE3B74"/>
    <w:rsid w:val="00BE3DF9"/>
    <w:rsid w:val="00BE4191"/>
    <w:rsid w:val="00BE4389"/>
    <w:rsid w:val="00BE4906"/>
    <w:rsid w:val="00BE4E3E"/>
    <w:rsid w:val="00BE4EF6"/>
    <w:rsid w:val="00BE5202"/>
    <w:rsid w:val="00BE55F8"/>
    <w:rsid w:val="00BE57E0"/>
    <w:rsid w:val="00BE58A9"/>
    <w:rsid w:val="00BE5A14"/>
    <w:rsid w:val="00BE69FF"/>
    <w:rsid w:val="00BE6C7D"/>
    <w:rsid w:val="00BE6D3C"/>
    <w:rsid w:val="00BE7C46"/>
    <w:rsid w:val="00BF00C0"/>
    <w:rsid w:val="00BF07B8"/>
    <w:rsid w:val="00BF09B6"/>
    <w:rsid w:val="00BF0A05"/>
    <w:rsid w:val="00BF0B1C"/>
    <w:rsid w:val="00BF0F18"/>
    <w:rsid w:val="00BF15F6"/>
    <w:rsid w:val="00BF19FA"/>
    <w:rsid w:val="00BF1BC3"/>
    <w:rsid w:val="00BF1ECE"/>
    <w:rsid w:val="00BF2626"/>
    <w:rsid w:val="00BF2E21"/>
    <w:rsid w:val="00BF3471"/>
    <w:rsid w:val="00BF37C4"/>
    <w:rsid w:val="00BF3F2F"/>
    <w:rsid w:val="00BF40E4"/>
    <w:rsid w:val="00BF4651"/>
    <w:rsid w:val="00BF4DEF"/>
    <w:rsid w:val="00BF5587"/>
    <w:rsid w:val="00BF5761"/>
    <w:rsid w:val="00BF5A2B"/>
    <w:rsid w:val="00BF5AF9"/>
    <w:rsid w:val="00BF5BAC"/>
    <w:rsid w:val="00BF5BC0"/>
    <w:rsid w:val="00BF5CC6"/>
    <w:rsid w:val="00BF5CE5"/>
    <w:rsid w:val="00BF601F"/>
    <w:rsid w:val="00BF661F"/>
    <w:rsid w:val="00BF6C45"/>
    <w:rsid w:val="00BF6FAA"/>
    <w:rsid w:val="00BF756E"/>
    <w:rsid w:val="00BF784A"/>
    <w:rsid w:val="00BF7AEA"/>
    <w:rsid w:val="00BF7B7F"/>
    <w:rsid w:val="00BF7DDC"/>
    <w:rsid w:val="00C0068B"/>
    <w:rsid w:val="00C0090F"/>
    <w:rsid w:val="00C00CFC"/>
    <w:rsid w:val="00C00DC5"/>
    <w:rsid w:val="00C00E0A"/>
    <w:rsid w:val="00C013A6"/>
    <w:rsid w:val="00C016DB"/>
    <w:rsid w:val="00C0177B"/>
    <w:rsid w:val="00C019C4"/>
    <w:rsid w:val="00C01A42"/>
    <w:rsid w:val="00C01DFC"/>
    <w:rsid w:val="00C022F4"/>
    <w:rsid w:val="00C028BE"/>
    <w:rsid w:val="00C0299C"/>
    <w:rsid w:val="00C02C0B"/>
    <w:rsid w:val="00C02D38"/>
    <w:rsid w:val="00C03131"/>
    <w:rsid w:val="00C0318A"/>
    <w:rsid w:val="00C0388A"/>
    <w:rsid w:val="00C03BCA"/>
    <w:rsid w:val="00C03D37"/>
    <w:rsid w:val="00C03EEA"/>
    <w:rsid w:val="00C03F67"/>
    <w:rsid w:val="00C03F8C"/>
    <w:rsid w:val="00C0420D"/>
    <w:rsid w:val="00C04546"/>
    <w:rsid w:val="00C04A0A"/>
    <w:rsid w:val="00C04F85"/>
    <w:rsid w:val="00C05050"/>
    <w:rsid w:val="00C052A5"/>
    <w:rsid w:val="00C05AFD"/>
    <w:rsid w:val="00C05DD1"/>
    <w:rsid w:val="00C05E6D"/>
    <w:rsid w:val="00C05FE8"/>
    <w:rsid w:val="00C06084"/>
    <w:rsid w:val="00C064ED"/>
    <w:rsid w:val="00C06A56"/>
    <w:rsid w:val="00C06A78"/>
    <w:rsid w:val="00C071EE"/>
    <w:rsid w:val="00C07232"/>
    <w:rsid w:val="00C07935"/>
    <w:rsid w:val="00C07FB2"/>
    <w:rsid w:val="00C10162"/>
    <w:rsid w:val="00C10256"/>
    <w:rsid w:val="00C1045F"/>
    <w:rsid w:val="00C10646"/>
    <w:rsid w:val="00C10878"/>
    <w:rsid w:val="00C108D9"/>
    <w:rsid w:val="00C10AC1"/>
    <w:rsid w:val="00C10C9F"/>
    <w:rsid w:val="00C1100B"/>
    <w:rsid w:val="00C1111A"/>
    <w:rsid w:val="00C1121E"/>
    <w:rsid w:val="00C11CFD"/>
    <w:rsid w:val="00C12078"/>
    <w:rsid w:val="00C123D9"/>
    <w:rsid w:val="00C1262E"/>
    <w:rsid w:val="00C12698"/>
    <w:rsid w:val="00C128AA"/>
    <w:rsid w:val="00C12919"/>
    <w:rsid w:val="00C12EA7"/>
    <w:rsid w:val="00C13196"/>
    <w:rsid w:val="00C131AC"/>
    <w:rsid w:val="00C1353F"/>
    <w:rsid w:val="00C13541"/>
    <w:rsid w:val="00C137BB"/>
    <w:rsid w:val="00C13A5D"/>
    <w:rsid w:val="00C13AD8"/>
    <w:rsid w:val="00C13FAD"/>
    <w:rsid w:val="00C141BE"/>
    <w:rsid w:val="00C147EA"/>
    <w:rsid w:val="00C14881"/>
    <w:rsid w:val="00C1492F"/>
    <w:rsid w:val="00C14C42"/>
    <w:rsid w:val="00C1558D"/>
    <w:rsid w:val="00C155D5"/>
    <w:rsid w:val="00C15A5C"/>
    <w:rsid w:val="00C15BDC"/>
    <w:rsid w:val="00C15E67"/>
    <w:rsid w:val="00C15F92"/>
    <w:rsid w:val="00C16153"/>
    <w:rsid w:val="00C16273"/>
    <w:rsid w:val="00C16666"/>
    <w:rsid w:val="00C16B53"/>
    <w:rsid w:val="00C16F2B"/>
    <w:rsid w:val="00C17137"/>
    <w:rsid w:val="00C20231"/>
    <w:rsid w:val="00C2036A"/>
    <w:rsid w:val="00C20819"/>
    <w:rsid w:val="00C20E57"/>
    <w:rsid w:val="00C21ECB"/>
    <w:rsid w:val="00C21F30"/>
    <w:rsid w:val="00C2212C"/>
    <w:rsid w:val="00C22264"/>
    <w:rsid w:val="00C223D7"/>
    <w:rsid w:val="00C22440"/>
    <w:rsid w:val="00C2271B"/>
    <w:rsid w:val="00C228F1"/>
    <w:rsid w:val="00C22B8A"/>
    <w:rsid w:val="00C2306B"/>
    <w:rsid w:val="00C23927"/>
    <w:rsid w:val="00C23E9D"/>
    <w:rsid w:val="00C24A36"/>
    <w:rsid w:val="00C24DAE"/>
    <w:rsid w:val="00C25977"/>
    <w:rsid w:val="00C2663E"/>
    <w:rsid w:val="00C269AA"/>
    <w:rsid w:val="00C26BF5"/>
    <w:rsid w:val="00C26F54"/>
    <w:rsid w:val="00C277CF"/>
    <w:rsid w:val="00C27977"/>
    <w:rsid w:val="00C3086C"/>
    <w:rsid w:val="00C30C4F"/>
    <w:rsid w:val="00C30EF7"/>
    <w:rsid w:val="00C311BD"/>
    <w:rsid w:val="00C316FE"/>
    <w:rsid w:val="00C3177D"/>
    <w:rsid w:val="00C327DB"/>
    <w:rsid w:val="00C32D48"/>
    <w:rsid w:val="00C32DF1"/>
    <w:rsid w:val="00C33252"/>
    <w:rsid w:val="00C33450"/>
    <w:rsid w:val="00C33982"/>
    <w:rsid w:val="00C356A7"/>
    <w:rsid w:val="00C357B3"/>
    <w:rsid w:val="00C3584D"/>
    <w:rsid w:val="00C35D63"/>
    <w:rsid w:val="00C364B6"/>
    <w:rsid w:val="00C3680B"/>
    <w:rsid w:val="00C36A9D"/>
    <w:rsid w:val="00C37615"/>
    <w:rsid w:val="00C37A3D"/>
    <w:rsid w:val="00C408DA"/>
    <w:rsid w:val="00C40FF6"/>
    <w:rsid w:val="00C41624"/>
    <w:rsid w:val="00C4178E"/>
    <w:rsid w:val="00C4192B"/>
    <w:rsid w:val="00C42636"/>
    <w:rsid w:val="00C42922"/>
    <w:rsid w:val="00C429D5"/>
    <w:rsid w:val="00C42BB6"/>
    <w:rsid w:val="00C42D82"/>
    <w:rsid w:val="00C431A6"/>
    <w:rsid w:val="00C4358A"/>
    <w:rsid w:val="00C4361B"/>
    <w:rsid w:val="00C43F1F"/>
    <w:rsid w:val="00C447C0"/>
    <w:rsid w:val="00C45977"/>
    <w:rsid w:val="00C45B0A"/>
    <w:rsid w:val="00C46186"/>
    <w:rsid w:val="00C4621E"/>
    <w:rsid w:val="00C4650F"/>
    <w:rsid w:val="00C46612"/>
    <w:rsid w:val="00C46659"/>
    <w:rsid w:val="00C46FB0"/>
    <w:rsid w:val="00C472E5"/>
    <w:rsid w:val="00C474B1"/>
    <w:rsid w:val="00C4758A"/>
    <w:rsid w:val="00C47CC9"/>
    <w:rsid w:val="00C47D2C"/>
    <w:rsid w:val="00C47FA7"/>
    <w:rsid w:val="00C5092E"/>
    <w:rsid w:val="00C50AD1"/>
    <w:rsid w:val="00C50BAF"/>
    <w:rsid w:val="00C50C4C"/>
    <w:rsid w:val="00C50E0F"/>
    <w:rsid w:val="00C51652"/>
    <w:rsid w:val="00C51DDE"/>
    <w:rsid w:val="00C522B5"/>
    <w:rsid w:val="00C5249F"/>
    <w:rsid w:val="00C52636"/>
    <w:rsid w:val="00C52766"/>
    <w:rsid w:val="00C52A9B"/>
    <w:rsid w:val="00C5343E"/>
    <w:rsid w:val="00C535D9"/>
    <w:rsid w:val="00C53883"/>
    <w:rsid w:val="00C53F6F"/>
    <w:rsid w:val="00C53FC4"/>
    <w:rsid w:val="00C54116"/>
    <w:rsid w:val="00C54840"/>
    <w:rsid w:val="00C548BA"/>
    <w:rsid w:val="00C54C94"/>
    <w:rsid w:val="00C5514C"/>
    <w:rsid w:val="00C5518B"/>
    <w:rsid w:val="00C551D0"/>
    <w:rsid w:val="00C554AC"/>
    <w:rsid w:val="00C55AC5"/>
    <w:rsid w:val="00C56250"/>
    <w:rsid w:val="00C565A5"/>
    <w:rsid w:val="00C569F2"/>
    <w:rsid w:val="00C5752F"/>
    <w:rsid w:val="00C575B4"/>
    <w:rsid w:val="00C57D1B"/>
    <w:rsid w:val="00C57EBE"/>
    <w:rsid w:val="00C57F4F"/>
    <w:rsid w:val="00C60229"/>
    <w:rsid w:val="00C6026E"/>
    <w:rsid w:val="00C602B8"/>
    <w:rsid w:val="00C60432"/>
    <w:rsid w:val="00C606C8"/>
    <w:rsid w:val="00C62112"/>
    <w:rsid w:val="00C625EC"/>
    <w:rsid w:val="00C62B2A"/>
    <w:rsid w:val="00C6315D"/>
    <w:rsid w:val="00C637AF"/>
    <w:rsid w:val="00C63BA4"/>
    <w:rsid w:val="00C6454A"/>
    <w:rsid w:val="00C649E7"/>
    <w:rsid w:val="00C649FA"/>
    <w:rsid w:val="00C64FB8"/>
    <w:rsid w:val="00C65099"/>
    <w:rsid w:val="00C6540B"/>
    <w:rsid w:val="00C662B4"/>
    <w:rsid w:val="00C66367"/>
    <w:rsid w:val="00C6664A"/>
    <w:rsid w:val="00C6666C"/>
    <w:rsid w:val="00C667D5"/>
    <w:rsid w:val="00C6694F"/>
    <w:rsid w:val="00C66A77"/>
    <w:rsid w:val="00C67486"/>
    <w:rsid w:val="00C67639"/>
    <w:rsid w:val="00C67674"/>
    <w:rsid w:val="00C710AE"/>
    <w:rsid w:val="00C72119"/>
    <w:rsid w:val="00C72A4D"/>
    <w:rsid w:val="00C73380"/>
    <w:rsid w:val="00C733A9"/>
    <w:rsid w:val="00C73519"/>
    <w:rsid w:val="00C73B64"/>
    <w:rsid w:val="00C73C7E"/>
    <w:rsid w:val="00C74910"/>
    <w:rsid w:val="00C75136"/>
    <w:rsid w:val="00C75573"/>
    <w:rsid w:val="00C75710"/>
    <w:rsid w:val="00C75C22"/>
    <w:rsid w:val="00C75D2C"/>
    <w:rsid w:val="00C75DCC"/>
    <w:rsid w:val="00C75E0C"/>
    <w:rsid w:val="00C76088"/>
    <w:rsid w:val="00C760D6"/>
    <w:rsid w:val="00C7613F"/>
    <w:rsid w:val="00C765E2"/>
    <w:rsid w:val="00C766A8"/>
    <w:rsid w:val="00C767BC"/>
    <w:rsid w:val="00C768E2"/>
    <w:rsid w:val="00C76F9A"/>
    <w:rsid w:val="00C77162"/>
    <w:rsid w:val="00C7730C"/>
    <w:rsid w:val="00C7767B"/>
    <w:rsid w:val="00C77C1D"/>
    <w:rsid w:val="00C77C9C"/>
    <w:rsid w:val="00C8043B"/>
    <w:rsid w:val="00C8048D"/>
    <w:rsid w:val="00C8091A"/>
    <w:rsid w:val="00C809C6"/>
    <w:rsid w:val="00C81A8C"/>
    <w:rsid w:val="00C8228C"/>
    <w:rsid w:val="00C8291E"/>
    <w:rsid w:val="00C82BA6"/>
    <w:rsid w:val="00C835F8"/>
    <w:rsid w:val="00C83828"/>
    <w:rsid w:val="00C840F5"/>
    <w:rsid w:val="00C846FB"/>
    <w:rsid w:val="00C84A8A"/>
    <w:rsid w:val="00C85A02"/>
    <w:rsid w:val="00C85BBF"/>
    <w:rsid w:val="00C85E39"/>
    <w:rsid w:val="00C85ED0"/>
    <w:rsid w:val="00C86A16"/>
    <w:rsid w:val="00C86AC0"/>
    <w:rsid w:val="00C86F2D"/>
    <w:rsid w:val="00C87378"/>
    <w:rsid w:val="00C875CD"/>
    <w:rsid w:val="00C87759"/>
    <w:rsid w:val="00C90119"/>
    <w:rsid w:val="00C90B71"/>
    <w:rsid w:val="00C9136C"/>
    <w:rsid w:val="00C91C3D"/>
    <w:rsid w:val="00C9246E"/>
    <w:rsid w:val="00C9257A"/>
    <w:rsid w:val="00C92943"/>
    <w:rsid w:val="00C9336F"/>
    <w:rsid w:val="00C93463"/>
    <w:rsid w:val="00C94048"/>
    <w:rsid w:val="00C945FB"/>
    <w:rsid w:val="00C94A8B"/>
    <w:rsid w:val="00C94B4F"/>
    <w:rsid w:val="00C9592E"/>
    <w:rsid w:val="00C95F00"/>
    <w:rsid w:val="00C96050"/>
    <w:rsid w:val="00C9627C"/>
    <w:rsid w:val="00C96532"/>
    <w:rsid w:val="00C9664B"/>
    <w:rsid w:val="00C968B6"/>
    <w:rsid w:val="00C96DAA"/>
    <w:rsid w:val="00C9717D"/>
    <w:rsid w:val="00C975F6"/>
    <w:rsid w:val="00C97889"/>
    <w:rsid w:val="00C979FF"/>
    <w:rsid w:val="00C97A03"/>
    <w:rsid w:val="00C97C82"/>
    <w:rsid w:val="00C97C8F"/>
    <w:rsid w:val="00CA0B9D"/>
    <w:rsid w:val="00CA17B6"/>
    <w:rsid w:val="00CA1B81"/>
    <w:rsid w:val="00CA1D60"/>
    <w:rsid w:val="00CA2296"/>
    <w:rsid w:val="00CA233E"/>
    <w:rsid w:val="00CA2CEF"/>
    <w:rsid w:val="00CA2D03"/>
    <w:rsid w:val="00CA300D"/>
    <w:rsid w:val="00CA321D"/>
    <w:rsid w:val="00CA33A0"/>
    <w:rsid w:val="00CA389B"/>
    <w:rsid w:val="00CA38EF"/>
    <w:rsid w:val="00CA3A67"/>
    <w:rsid w:val="00CA3BD6"/>
    <w:rsid w:val="00CA3EC5"/>
    <w:rsid w:val="00CA4A56"/>
    <w:rsid w:val="00CA5479"/>
    <w:rsid w:val="00CA55B2"/>
    <w:rsid w:val="00CA5ED4"/>
    <w:rsid w:val="00CA6290"/>
    <w:rsid w:val="00CA65D2"/>
    <w:rsid w:val="00CA6A8C"/>
    <w:rsid w:val="00CA6AB1"/>
    <w:rsid w:val="00CA7455"/>
    <w:rsid w:val="00CA746E"/>
    <w:rsid w:val="00CA7882"/>
    <w:rsid w:val="00CA7D88"/>
    <w:rsid w:val="00CB0392"/>
    <w:rsid w:val="00CB0BD5"/>
    <w:rsid w:val="00CB0E1D"/>
    <w:rsid w:val="00CB108E"/>
    <w:rsid w:val="00CB1123"/>
    <w:rsid w:val="00CB1430"/>
    <w:rsid w:val="00CB14DC"/>
    <w:rsid w:val="00CB2609"/>
    <w:rsid w:val="00CB3538"/>
    <w:rsid w:val="00CB3C7F"/>
    <w:rsid w:val="00CB4687"/>
    <w:rsid w:val="00CB4D52"/>
    <w:rsid w:val="00CB4F55"/>
    <w:rsid w:val="00CB509B"/>
    <w:rsid w:val="00CB573A"/>
    <w:rsid w:val="00CB5BEA"/>
    <w:rsid w:val="00CB5E69"/>
    <w:rsid w:val="00CB5E97"/>
    <w:rsid w:val="00CB5FDA"/>
    <w:rsid w:val="00CB6436"/>
    <w:rsid w:val="00CB65F1"/>
    <w:rsid w:val="00CB6769"/>
    <w:rsid w:val="00CB6864"/>
    <w:rsid w:val="00CB6CB0"/>
    <w:rsid w:val="00CB6DD7"/>
    <w:rsid w:val="00CB6EAD"/>
    <w:rsid w:val="00CB6F3C"/>
    <w:rsid w:val="00CB6F46"/>
    <w:rsid w:val="00CB7D95"/>
    <w:rsid w:val="00CC0397"/>
    <w:rsid w:val="00CC0616"/>
    <w:rsid w:val="00CC0B32"/>
    <w:rsid w:val="00CC0BDD"/>
    <w:rsid w:val="00CC1A2D"/>
    <w:rsid w:val="00CC1A2F"/>
    <w:rsid w:val="00CC27B8"/>
    <w:rsid w:val="00CC2890"/>
    <w:rsid w:val="00CC290D"/>
    <w:rsid w:val="00CC2924"/>
    <w:rsid w:val="00CC2C4E"/>
    <w:rsid w:val="00CC3339"/>
    <w:rsid w:val="00CC349C"/>
    <w:rsid w:val="00CC3648"/>
    <w:rsid w:val="00CC36D2"/>
    <w:rsid w:val="00CC36ED"/>
    <w:rsid w:val="00CC3762"/>
    <w:rsid w:val="00CC3930"/>
    <w:rsid w:val="00CC3A11"/>
    <w:rsid w:val="00CC3C34"/>
    <w:rsid w:val="00CC40DE"/>
    <w:rsid w:val="00CC467A"/>
    <w:rsid w:val="00CC4697"/>
    <w:rsid w:val="00CC5012"/>
    <w:rsid w:val="00CC5292"/>
    <w:rsid w:val="00CC5B43"/>
    <w:rsid w:val="00CC6010"/>
    <w:rsid w:val="00CC62DF"/>
    <w:rsid w:val="00CC6458"/>
    <w:rsid w:val="00CC6EB8"/>
    <w:rsid w:val="00CC7194"/>
    <w:rsid w:val="00CC732C"/>
    <w:rsid w:val="00CC7538"/>
    <w:rsid w:val="00CC756A"/>
    <w:rsid w:val="00CC787C"/>
    <w:rsid w:val="00CC7963"/>
    <w:rsid w:val="00CC7D9F"/>
    <w:rsid w:val="00CD00A6"/>
    <w:rsid w:val="00CD018A"/>
    <w:rsid w:val="00CD04F8"/>
    <w:rsid w:val="00CD0C68"/>
    <w:rsid w:val="00CD1220"/>
    <w:rsid w:val="00CD22A9"/>
    <w:rsid w:val="00CD23E0"/>
    <w:rsid w:val="00CD29D6"/>
    <w:rsid w:val="00CD2CDF"/>
    <w:rsid w:val="00CD2CEB"/>
    <w:rsid w:val="00CD2FB6"/>
    <w:rsid w:val="00CD30C6"/>
    <w:rsid w:val="00CD30F1"/>
    <w:rsid w:val="00CD34A5"/>
    <w:rsid w:val="00CD36E4"/>
    <w:rsid w:val="00CD3830"/>
    <w:rsid w:val="00CD3883"/>
    <w:rsid w:val="00CD4500"/>
    <w:rsid w:val="00CD4E78"/>
    <w:rsid w:val="00CD5DED"/>
    <w:rsid w:val="00CD6263"/>
    <w:rsid w:val="00CD6290"/>
    <w:rsid w:val="00CD6662"/>
    <w:rsid w:val="00CD6F75"/>
    <w:rsid w:val="00CD7001"/>
    <w:rsid w:val="00CD72DB"/>
    <w:rsid w:val="00CD764F"/>
    <w:rsid w:val="00CD7A29"/>
    <w:rsid w:val="00CD7AB6"/>
    <w:rsid w:val="00CD7F80"/>
    <w:rsid w:val="00CD7F81"/>
    <w:rsid w:val="00CD7FD4"/>
    <w:rsid w:val="00CE00A3"/>
    <w:rsid w:val="00CE0376"/>
    <w:rsid w:val="00CE0DE5"/>
    <w:rsid w:val="00CE0F9E"/>
    <w:rsid w:val="00CE1857"/>
    <w:rsid w:val="00CE18BB"/>
    <w:rsid w:val="00CE199C"/>
    <w:rsid w:val="00CE1D52"/>
    <w:rsid w:val="00CE24DC"/>
    <w:rsid w:val="00CE2DBC"/>
    <w:rsid w:val="00CE37AC"/>
    <w:rsid w:val="00CE3B42"/>
    <w:rsid w:val="00CE3DF1"/>
    <w:rsid w:val="00CE3E7F"/>
    <w:rsid w:val="00CE3F0C"/>
    <w:rsid w:val="00CE4702"/>
    <w:rsid w:val="00CE4E32"/>
    <w:rsid w:val="00CE526A"/>
    <w:rsid w:val="00CE5596"/>
    <w:rsid w:val="00CE5967"/>
    <w:rsid w:val="00CE5B2D"/>
    <w:rsid w:val="00CE5DE2"/>
    <w:rsid w:val="00CE5DEB"/>
    <w:rsid w:val="00CE64A0"/>
    <w:rsid w:val="00CE65BD"/>
    <w:rsid w:val="00CE6635"/>
    <w:rsid w:val="00CE6CF8"/>
    <w:rsid w:val="00CE7251"/>
    <w:rsid w:val="00CE7B35"/>
    <w:rsid w:val="00CF004E"/>
    <w:rsid w:val="00CF02B9"/>
    <w:rsid w:val="00CF1372"/>
    <w:rsid w:val="00CF1AB1"/>
    <w:rsid w:val="00CF21B5"/>
    <w:rsid w:val="00CF2508"/>
    <w:rsid w:val="00CF2662"/>
    <w:rsid w:val="00CF2E0D"/>
    <w:rsid w:val="00CF3536"/>
    <w:rsid w:val="00CF4085"/>
    <w:rsid w:val="00CF416F"/>
    <w:rsid w:val="00CF43B3"/>
    <w:rsid w:val="00CF48A5"/>
    <w:rsid w:val="00CF48DB"/>
    <w:rsid w:val="00CF4DFD"/>
    <w:rsid w:val="00CF588B"/>
    <w:rsid w:val="00CF5E03"/>
    <w:rsid w:val="00CF62CA"/>
    <w:rsid w:val="00CF66B6"/>
    <w:rsid w:val="00CF6CB9"/>
    <w:rsid w:val="00CF7CDD"/>
    <w:rsid w:val="00D001B7"/>
    <w:rsid w:val="00D0045E"/>
    <w:rsid w:val="00D005EA"/>
    <w:rsid w:val="00D00780"/>
    <w:rsid w:val="00D00C21"/>
    <w:rsid w:val="00D00E13"/>
    <w:rsid w:val="00D01174"/>
    <w:rsid w:val="00D012A0"/>
    <w:rsid w:val="00D0145B"/>
    <w:rsid w:val="00D01577"/>
    <w:rsid w:val="00D01674"/>
    <w:rsid w:val="00D01C65"/>
    <w:rsid w:val="00D01C95"/>
    <w:rsid w:val="00D01D4B"/>
    <w:rsid w:val="00D0282D"/>
    <w:rsid w:val="00D02ED4"/>
    <w:rsid w:val="00D03092"/>
    <w:rsid w:val="00D03498"/>
    <w:rsid w:val="00D034EF"/>
    <w:rsid w:val="00D0380E"/>
    <w:rsid w:val="00D03D1C"/>
    <w:rsid w:val="00D041A5"/>
    <w:rsid w:val="00D049DA"/>
    <w:rsid w:val="00D04DFA"/>
    <w:rsid w:val="00D05515"/>
    <w:rsid w:val="00D055AC"/>
    <w:rsid w:val="00D05B20"/>
    <w:rsid w:val="00D06011"/>
    <w:rsid w:val="00D061F7"/>
    <w:rsid w:val="00D0682F"/>
    <w:rsid w:val="00D07570"/>
    <w:rsid w:val="00D075CF"/>
    <w:rsid w:val="00D079BA"/>
    <w:rsid w:val="00D079C7"/>
    <w:rsid w:val="00D10225"/>
    <w:rsid w:val="00D102DC"/>
    <w:rsid w:val="00D10A5B"/>
    <w:rsid w:val="00D10F0E"/>
    <w:rsid w:val="00D11204"/>
    <w:rsid w:val="00D1133C"/>
    <w:rsid w:val="00D1172A"/>
    <w:rsid w:val="00D121CF"/>
    <w:rsid w:val="00D12BFA"/>
    <w:rsid w:val="00D12CD4"/>
    <w:rsid w:val="00D12DEA"/>
    <w:rsid w:val="00D13590"/>
    <w:rsid w:val="00D136E2"/>
    <w:rsid w:val="00D137A0"/>
    <w:rsid w:val="00D137F9"/>
    <w:rsid w:val="00D13860"/>
    <w:rsid w:val="00D14A51"/>
    <w:rsid w:val="00D14BC4"/>
    <w:rsid w:val="00D14EB6"/>
    <w:rsid w:val="00D14F1E"/>
    <w:rsid w:val="00D14F34"/>
    <w:rsid w:val="00D15647"/>
    <w:rsid w:val="00D15888"/>
    <w:rsid w:val="00D15F70"/>
    <w:rsid w:val="00D16665"/>
    <w:rsid w:val="00D16732"/>
    <w:rsid w:val="00D168CC"/>
    <w:rsid w:val="00D16C1D"/>
    <w:rsid w:val="00D16C9F"/>
    <w:rsid w:val="00D16F3A"/>
    <w:rsid w:val="00D17073"/>
    <w:rsid w:val="00D17B5A"/>
    <w:rsid w:val="00D17BAF"/>
    <w:rsid w:val="00D17FEC"/>
    <w:rsid w:val="00D202FC"/>
    <w:rsid w:val="00D213E5"/>
    <w:rsid w:val="00D21860"/>
    <w:rsid w:val="00D21D4B"/>
    <w:rsid w:val="00D22314"/>
    <w:rsid w:val="00D223C4"/>
    <w:rsid w:val="00D224A3"/>
    <w:rsid w:val="00D225F0"/>
    <w:rsid w:val="00D22926"/>
    <w:rsid w:val="00D22C74"/>
    <w:rsid w:val="00D22F57"/>
    <w:rsid w:val="00D232FC"/>
    <w:rsid w:val="00D23A26"/>
    <w:rsid w:val="00D23B18"/>
    <w:rsid w:val="00D24387"/>
    <w:rsid w:val="00D243DD"/>
    <w:rsid w:val="00D24613"/>
    <w:rsid w:val="00D24C5C"/>
    <w:rsid w:val="00D24DFB"/>
    <w:rsid w:val="00D25315"/>
    <w:rsid w:val="00D2538A"/>
    <w:rsid w:val="00D253FF"/>
    <w:rsid w:val="00D255DE"/>
    <w:rsid w:val="00D2568D"/>
    <w:rsid w:val="00D25A4C"/>
    <w:rsid w:val="00D25A70"/>
    <w:rsid w:val="00D26079"/>
    <w:rsid w:val="00D269B2"/>
    <w:rsid w:val="00D26A3F"/>
    <w:rsid w:val="00D2709E"/>
    <w:rsid w:val="00D271CE"/>
    <w:rsid w:val="00D27EE1"/>
    <w:rsid w:val="00D3015E"/>
    <w:rsid w:val="00D306CF"/>
    <w:rsid w:val="00D30D54"/>
    <w:rsid w:val="00D316F1"/>
    <w:rsid w:val="00D31814"/>
    <w:rsid w:val="00D3188B"/>
    <w:rsid w:val="00D319AE"/>
    <w:rsid w:val="00D31FA3"/>
    <w:rsid w:val="00D32651"/>
    <w:rsid w:val="00D332B1"/>
    <w:rsid w:val="00D33B82"/>
    <w:rsid w:val="00D34064"/>
    <w:rsid w:val="00D3424E"/>
    <w:rsid w:val="00D343DF"/>
    <w:rsid w:val="00D345F9"/>
    <w:rsid w:val="00D35243"/>
    <w:rsid w:val="00D35666"/>
    <w:rsid w:val="00D358A7"/>
    <w:rsid w:val="00D35961"/>
    <w:rsid w:val="00D3596F"/>
    <w:rsid w:val="00D36172"/>
    <w:rsid w:val="00D3620F"/>
    <w:rsid w:val="00D374DB"/>
    <w:rsid w:val="00D379F5"/>
    <w:rsid w:val="00D37E9F"/>
    <w:rsid w:val="00D4008C"/>
    <w:rsid w:val="00D400B7"/>
    <w:rsid w:val="00D4040D"/>
    <w:rsid w:val="00D407BF"/>
    <w:rsid w:val="00D40830"/>
    <w:rsid w:val="00D40C3D"/>
    <w:rsid w:val="00D415EB"/>
    <w:rsid w:val="00D415FC"/>
    <w:rsid w:val="00D42251"/>
    <w:rsid w:val="00D423FB"/>
    <w:rsid w:val="00D425CC"/>
    <w:rsid w:val="00D42D91"/>
    <w:rsid w:val="00D42DD4"/>
    <w:rsid w:val="00D42E23"/>
    <w:rsid w:val="00D44776"/>
    <w:rsid w:val="00D447D1"/>
    <w:rsid w:val="00D44B5A"/>
    <w:rsid w:val="00D44F35"/>
    <w:rsid w:val="00D45036"/>
    <w:rsid w:val="00D454DE"/>
    <w:rsid w:val="00D45663"/>
    <w:rsid w:val="00D457BA"/>
    <w:rsid w:val="00D45D65"/>
    <w:rsid w:val="00D4614F"/>
    <w:rsid w:val="00D4646E"/>
    <w:rsid w:val="00D4689E"/>
    <w:rsid w:val="00D468D7"/>
    <w:rsid w:val="00D46A3C"/>
    <w:rsid w:val="00D46B9B"/>
    <w:rsid w:val="00D4745E"/>
    <w:rsid w:val="00D476C9"/>
    <w:rsid w:val="00D477CC"/>
    <w:rsid w:val="00D47A79"/>
    <w:rsid w:val="00D47D0C"/>
    <w:rsid w:val="00D50AEF"/>
    <w:rsid w:val="00D50E8E"/>
    <w:rsid w:val="00D510EE"/>
    <w:rsid w:val="00D512D2"/>
    <w:rsid w:val="00D519FB"/>
    <w:rsid w:val="00D51BB9"/>
    <w:rsid w:val="00D51EA7"/>
    <w:rsid w:val="00D51F53"/>
    <w:rsid w:val="00D523A5"/>
    <w:rsid w:val="00D529AA"/>
    <w:rsid w:val="00D52A07"/>
    <w:rsid w:val="00D52AC3"/>
    <w:rsid w:val="00D53067"/>
    <w:rsid w:val="00D53198"/>
    <w:rsid w:val="00D53737"/>
    <w:rsid w:val="00D53F6E"/>
    <w:rsid w:val="00D54100"/>
    <w:rsid w:val="00D543C1"/>
    <w:rsid w:val="00D543C9"/>
    <w:rsid w:val="00D544B9"/>
    <w:rsid w:val="00D54600"/>
    <w:rsid w:val="00D5499F"/>
    <w:rsid w:val="00D54BAF"/>
    <w:rsid w:val="00D55286"/>
    <w:rsid w:val="00D55480"/>
    <w:rsid w:val="00D55930"/>
    <w:rsid w:val="00D559F6"/>
    <w:rsid w:val="00D55B06"/>
    <w:rsid w:val="00D564A7"/>
    <w:rsid w:val="00D569BF"/>
    <w:rsid w:val="00D56A02"/>
    <w:rsid w:val="00D56B00"/>
    <w:rsid w:val="00D56E70"/>
    <w:rsid w:val="00D570F2"/>
    <w:rsid w:val="00D572D3"/>
    <w:rsid w:val="00D57532"/>
    <w:rsid w:val="00D577E3"/>
    <w:rsid w:val="00D57A76"/>
    <w:rsid w:val="00D57DF3"/>
    <w:rsid w:val="00D60D25"/>
    <w:rsid w:val="00D611C2"/>
    <w:rsid w:val="00D61411"/>
    <w:rsid w:val="00D6145F"/>
    <w:rsid w:val="00D61994"/>
    <w:rsid w:val="00D61CB6"/>
    <w:rsid w:val="00D61CF2"/>
    <w:rsid w:val="00D620A4"/>
    <w:rsid w:val="00D62A45"/>
    <w:rsid w:val="00D62F41"/>
    <w:rsid w:val="00D630BF"/>
    <w:rsid w:val="00D633EF"/>
    <w:rsid w:val="00D63700"/>
    <w:rsid w:val="00D638C1"/>
    <w:rsid w:val="00D63FBB"/>
    <w:rsid w:val="00D64D66"/>
    <w:rsid w:val="00D654CD"/>
    <w:rsid w:val="00D655DC"/>
    <w:rsid w:val="00D655EB"/>
    <w:rsid w:val="00D6569E"/>
    <w:rsid w:val="00D65AD7"/>
    <w:rsid w:val="00D65EEC"/>
    <w:rsid w:val="00D660B4"/>
    <w:rsid w:val="00D66171"/>
    <w:rsid w:val="00D66AA3"/>
    <w:rsid w:val="00D66E5A"/>
    <w:rsid w:val="00D67171"/>
    <w:rsid w:val="00D704F9"/>
    <w:rsid w:val="00D70536"/>
    <w:rsid w:val="00D70557"/>
    <w:rsid w:val="00D70842"/>
    <w:rsid w:val="00D70CEF"/>
    <w:rsid w:val="00D70F16"/>
    <w:rsid w:val="00D710D1"/>
    <w:rsid w:val="00D712D5"/>
    <w:rsid w:val="00D712F6"/>
    <w:rsid w:val="00D720F2"/>
    <w:rsid w:val="00D7382D"/>
    <w:rsid w:val="00D738AB"/>
    <w:rsid w:val="00D74448"/>
    <w:rsid w:val="00D74513"/>
    <w:rsid w:val="00D74C75"/>
    <w:rsid w:val="00D7551E"/>
    <w:rsid w:val="00D757F0"/>
    <w:rsid w:val="00D75C3D"/>
    <w:rsid w:val="00D75D24"/>
    <w:rsid w:val="00D76406"/>
    <w:rsid w:val="00D766B8"/>
    <w:rsid w:val="00D76702"/>
    <w:rsid w:val="00D774BE"/>
    <w:rsid w:val="00D779AE"/>
    <w:rsid w:val="00D77C8B"/>
    <w:rsid w:val="00D8058D"/>
    <w:rsid w:val="00D82EA6"/>
    <w:rsid w:val="00D8309D"/>
    <w:rsid w:val="00D836AB"/>
    <w:rsid w:val="00D83F6A"/>
    <w:rsid w:val="00D84537"/>
    <w:rsid w:val="00D84EE6"/>
    <w:rsid w:val="00D8503E"/>
    <w:rsid w:val="00D85168"/>
    <w:rsid w:val="00D85215"/>
    <w:rsid w:val="00D85730"/>
    <w:rsid w:val="00D85E28"/>
    <w:rsid w:val="00D85F00"/>
    <w:rsid w:val="00D86412"/>
    <w:rsid w:val="00D86421"/>
    <w:rsid w:val="00D86724"/>
    <w:rsid w:val="00D86BFE"/>
    <w:rsid w:val="00D86F81"/>
    <w:rsid w:val="00D86FCC"/>
    <w:rsid w:val="00D87086"/>
    <w:rsid w:val="00D8747C"/>
    <w:rsid w:val="00D87588"/>
    <w:rsid w:val="00D878FC"/>
    <w:rsid w:val="00D87BB8"/>
    <w:rsid w:val="00D87DB3"/>
    <w:rsid w:val="00D87FF8"/>
    <w:rsid w:val="00D9067B"/>
    <w:rsid w:val="00D911AE"/>
    <w:rsid w:val="00D912E0"/>
    <w:rsid w:val="00D91A90"/>
    <w:rsid w:val="00D91C9D"/>
    <w:rsid w:val="00D92387"/>
    <w:rsid w:val="00D92993"/>
    <w:rsid w:val="00D92B58"/>
    <w:rsid w:val="00D92E33"/>
    <w:rsid w:val="00D92EA5"/>
    <w:rsid w:val="00D932F6"/>
    <w:rsid w:val="00D9347A"/>
    <w:rsid w:val="00D935A2"/>
    <w:rsid w:val="00D9377B"/>
    <w:rsid w:val="00D93A8D"/>
    <w:rsid w:val="00D93AAB"/>
    <w:rsid w:val="00D93ABC"/>
    <w:rsid w:val="00D93E33"/>
    <w:rsid w:val="00D94010"/>
    <w:rsid w:val="00D948E8"/>
    <w:rsid w:val="00D94C56"/>
    <w:rsid w:val="00D953A8"/>
    <w:rsid w:val="00D95799"/>
    <w:rsid w:val="00D959E8"/>
    <w:rsid w:val="00D964F2"/>
    <w:rsid w:val="00D96976"/>
    <w:rsid w:val="00D96A95"/>
    <w:rsid w:val="00D970DB"/>
    <w:rsid w:val="00D9734C"/>
    <w:rsid w:val="00D97CBD"/>
    <w:rsid w:val="00DA024E"/>
    <w:rsid w:val="00DA0828"/>
    <w:rsid w:val="00DA0EE7"/>
    <w:rsid w:val="00DA1055"/>
    <w:rsid w:val="00DA1065"/>
    <w:rsid w:val="00DA158F"/>
    <w:rsid w:val="00DA16C1"/>
    <w:rsid w:val="00DA19A4"/>
    <w:rsid w:val="00DA1AA8"/>
    <w:rsid w:val="00DA1BD0"/>
    <w:rsid w:val="00DA1DCC"/>
    <w:rsid w:val="00DA206A"/>
    <w:rsid w:val="00DA2074"/>
    <w:rsid w:val="00DA2D34"/>
    <w:rsid w:val="00DA2D6A"/>
    <w:rsid w:val="00DA3529"/>
    <w:rsid w:val="00DA3D03"/>
    <w:rsid w:val="00DA3ECF"/>
    <w:rsid w:val="00DA413C"/>
    <w:rsid w:val="00DA4E33"/>
    <w:rsid w:val="00DA541C"/>
    <w:rsid w:val="00DA60DF"/>
    <w:rsid w:val="00DA6242"/>
    <w:rsid w:val="00DA642F"/>
    <w:rsid w:val="00DA6467"/>
    <w:rsid w:val="00DA6624"/>
    <w:rsid w:val="00DA7351"/>
    <w:rsid w:val="00DA7858"/>
    <w:rsid w:val="00DA7E0F"/>
    <w:rsid w:val="00DB03AB"/>
    <w:rsid w:val="00DB0897"/>
    <w:rsid w:val="00DB095F"/>
    <w:rsid w:val="00DB0B4A"/>
    <w:rsid w:val="00DB0CE6"/>
    <w:rsid w:val="00DB1071"/>
    <w:rsid w:val="00DB1BE8"/>
    <w:rsid w:val="00DB1BEE"/>
    <w:rsid w:val="00DB1D59"/>
    <w:rsid w:val="00DB1F63"/>
    <w:rsid w:val="00DB2079"/>
    <w:rsid w:val="00DB23C9"/>
    <w:rsid w:val="00DB23E8"/>
    <w:rsid w:val="00DB250C"/>
    <w:rsid w:val="00DB2526"/>
    <w:rsid w:val="00DB27EB"/>
    <w:rsid w:val="00DB3005"/>
    <w:rsid w:val="00DB322F"/>
    <w:rsid w:val="00DB356E"/>
    <w:rsid w:val="00DB4082"/>
    <w:rsid w:val="00DB44A5"/>
    <w:rsid w:val="00DB458A"/>
    <w:rsid w:val="00DB4736"/>
    <w:rsid w:val="00DB493D"/>
    <w:rsid w:val="00DB4A0F"/>
    <w:rsid w:val="00DB4B2A"/>
    <w:rsid w:val="00DB4D02"/>
    <w:rsid w:val="00DB549C"/>
    <w:rsid w:val="00DB59D5"/>
    <w:rsid w:val="00DB5A2D"/>
    <w:rsid w:val="00DB5D63"/>
    <w:rsid w:val="00DB5D6D"/>
    <w:rsid w:val="00DB60C8"/>
    <w:rsid w:val="00DB63C3"/>
    <w:rsid w:val="00DB67CA"/>
    <w:rsid w:val="00DB6B9F"/>
    <w:rsid w:val="00DB6F66"/>
    <w:rsid w:val="00DB71B2"/>
    <w:rsid w:val="00DB724A"/>
    <w:rsid w:val="00DB77F6"/>
    <w:rsid w:val="00DB784A"/>
    <w:rsid w:val="00DB7B0E"/>
    <w:rsid w:val="00DB7CD0"/>
    <w:rsid w:val="00DC03D6"/>
    <w:rsid w:val="00DC06BB"/>
    <w:rsid w:val="00DC0833"/>
    <w:rsid w:val="00DC0957"/>
    <w:rsid w:val="00DC0B01"/>
    <w:rsid w:val="00DC0D4C"/>
    <w:rsid w:val="00DC1D2F"/>
    <w:rsid w:val="00DC2CDC"/>
    <w:rsid w:val="00DC2D9D"/>
    <w:rsid w:val="00DC2F23"/>
    <w:rsid w:val="00DC2FA2"/>
    <w:rsid w:val="00DC3199"/>
    <w:rsid w:val="00DC32AB"/>
    <w:rsid w:val="00DC3A0A"/>
    <w:rsid w:val="00DC3A77"/>
    <w:rsid w:val="00DC3E02"/>
    <w:rsid w:val="00DC4988"/>
    <w:rsid w:val="00DC4C4F"/>
    <w:rsid w:val="00DC51CB"/>
    <w:rsid w:val="00DC66C5"/>
    <w:rsid w:val="00DC69A6"/>
    <w:rsid w:val="00DC71BB"/>
    <w:rsid w:val="00DC7357"/>
    <w:rsid w:val="00DC7358"/>
    <w:rsid w:val="00DC7523"/>
    <w:rsid w:val="00DC78D2"/>
    <w:rsid w:val="00DC79CF"/>
    <w:rsid w:val="00DC7A20"/>
    <w:rsid w:val="00DC7C19"/>
    <w:rsid w:val="00DC7C79"/>
    <w:rsid w:val="00DD0478"/>
    <w:rsid w:val="00DD0664"/>
    <w:rsid w:val="00DD0775"/>
    <w:rsid w:val="00DD096E"/>
    <w:rsid w:val="00DD0B8F"/>
    <w:rsid w:val="00DD0BA2"/>
    <w:rsid w:val="00DD0C27"/>
    <w:rsid w:val="00DD0E22"/>
    <w:rsid w:val="00DD136A"/>
    <w:rsid w:val="00DD1426"/>
    <w:rsid w:val="00DD1BE0"/>
    <w:rsid w:val="00DD1EC2"/>
    <w:rsid w:val="00DD2340"/>
    <w:rsid w:val="00DD234C"/>
    <w:rsid w:val="00DD2434"/>
    <w:rsid w:val="00DD2582"/>
    <w:rsid w:val="00DD2B8B"/>
    <w:rsid w:val="00DD2DB4"/>
    <w:rsid w:val="00DD3931"/>
    <w:rsid w:val="00DD3BE2"/>
    <w:rsid w:val="00DD416E"/>
    <w:rsid w:val="00DD46F4"/>
    <w:rsid w:val="00DD46F7"/>
    <w:rsid w:val="00DD5339"/>
    <w:rsid w:val="00DD536A"/>
    <w:rsid w:val="00DD5B7B"/>
    <w:rsid w:val="00DD5C49"/>
    <w:rsid w:val="00DD5D8B"/>
    <w:rsid w:val="00DD5D9F"/>
    <w:rsid w:val="00DD63B5"/>
    <w:rsid w:val="00DD6693"/>
    <w:rsid w:val="00DD6A18"/>
    <w:rsid w:val="00DD6D7E"/>
    <w:rsid w:val="00DD7497"/>
    <w:rsid w:val="00DE0402"/>
    <w:rsid w:val="00DE1466"/>
    <w:rsid w:val="00DE18E3"/>
    <w:rsid w:val="00DE191C"/>
    <w:rsid w:val="00DE2344"/>
    <w:rsid w:val="00DE249A"/>
    <w:rsid w:val="00DE2B68"/>
    <w:rsid w:val="00DE2BDD"/>
    <w:rsid w:val="00DE2D96"/>
    <w:rsid w:val="00DE2E2C"/>
    <w:rsid w:val="00DE2E9F"/>
    <w:rsid w:val="00DE2F30"/>
    <w:rsid w:val="00DE3134"/>
    <w:rsid w:val="00DE3447"/>
    <w:rsid w:val="00DE3713"/>
    <w:rsid w:val="00DE3CD8"/>
    <w:rsid w:val="00DE3F23"/>
    <w:rsid w:val="00DE482F"/>
    <w:rsid w:val="00DE49D2"/>
    <w:rsid w:val="00DE4DC4"/>
    <w:rsid w:val="00DE4E1B"/>
    <w:rsid w:val="00DE4F1E"/>
    <w:rsid w:val="00DE547A"/>
    <w:rsid w:val="00DE5970"/>
    <w:rsid w:val="00DE5C7A"/>
    <w:rsid w:val="00DE6107"/>
    <w:rsid w:val="00DE6893"/>
    <w:rsid w:val="00DE69DC"/>
    <w:rsid w:val="00DE6E46"/>
    <w:rsid w:val="00DE7CA1"/>
    <w:rsid w:val="00DF00C4"/>
    <w:rsid w:val="00DF1C0E"/>
    <w:rsid w:val="00DF1FC6"/>
    <w:rsid w:val="00DF2269"/>
    <w:rsid w:val="00DF2411"/>
    <w:rsid w:val="00DF26B2"/>
    <w:rsid w:val="00DF2CC1"/>
    <w:rsid w:val="00DF2D65"/>
    <w:rsid w:val="00DF2E33"/>
    <w:rsid w:val="00DF36D5"/>
    <w:rsid w:val="00DF38E1"/>
    <w:rsid w:val="00DF3A7B"/>
    <w:rsid w:val="00DF3B92"/>
    <w:rsid w:val="00DF3D64"/>
    <w:rsid w:val="00DF4091"/>
    <w:rsid w:val="00DF4950"/>
    <w:rsid w:val="00DF4CA9"/>
    <w:rsid w:val="00DF4DED"/>
    <w:rsid w:val="00DF4DF3"/>
    <w:rsid w:val="00DF52DD"/>
    <w:rsid w:val="00DF56AD"/>
    <w:rsid w:val="00DF5875"/>
    <w:rsid w:val="00DF599A"/>
    <w:rsid w:val="00DF5D21"/>
    <w:rsid w:val="00DF5DA3"/>
    <w:rsid w:val="00DF5DE4"/>
    <w:rsid w:val="00DF6066"/>
    <w:rsid w:val="00DF6079"/>
    <w:rsid w:val="00DF6446"/>
    <w:rsid w:val="00DF6F2F"/>
    <w:rsid w:val="00DF726B"/>
    <w:rsid w:val="00DF761E"/>
    <w:rsid w:val="00DF77CD"/>
    <w:rsid w:val="00DF7C9B"/>
    <w:rsid w:val="00DF7F1F"/>
    <w:rsid w:val="00E00426"/>
    <w:rsid w:val="00E00526"/>
    <w:rsid w:val="00E00912"/>
    <w:rsid w:val="00E0186F"/>
    <w:rsid w:val="00E01F52"/>
    <w:rsid w:val="00E0202F"/>
    <w:rsid w:val="00E021F1"/>
    <w:rsid w:val="00E0299B"/>
    <w:rsid w:val="00E02D1E"/>
    <w:rsid w:val="00E0347E"/>
    <w:rsid w:val="00E03B5B"/>
    <w:rsid w:val="00E0429D"/>
    <w:rsid w:val="00E044D1"/>
    <w:rsid w:val="00E047BD"/>
    <w:rsid w:val="00E04C6A"/>
    <w:rsid w:val="00E04D20"/>
    <w:rsid w:val="00E05896"/>
    <w:rsid w:val="00E05B0C"/>
    <w:rsid w:val="00E05C0D"/>
    <w:rsid w:val="00E05CC1"/>
    <w:rsid w:val="00E05DC1"/>
    <w:rsid w:val="00E06090"/>
    <w:rsid w:val="00E06163"/>
    <w:rsid w:val="00E06818"/>
    <w:rsid w:val="00E068E6"/>
    <w:rsid w:val="00E06A70"/>
    <w:rsid w:val="00E06DB7"/>
    <w:rsid w:val="00E06DE0"/>
    <w:rsid w:val="00E0704A"/>
    <w:rsid w:val="00E07814"/>
    <w:rsid w:val="00E07BE8"/>
    <w:rsid w:val="00E1033A"/>
    <w:rsid w:val="00E10874"/>
    <w:rsid w:val="00E10B3A"/>
    <w:rsid w:val="00E10E78"/>
    <w:rsid w:val="00E1152C"/>
    <w:rsid w:val="00E120A0"/>
    <w:rsid w:val="00E120BC"/>
    <w:rsid w:val="00E123BD"/>
    <w:rsid w:val="00E12BF4"/>
    <w:rsid w:val="00E12C40"/>
    <w:rsid w:val="00E12D1D"/>
    <w:rsid w:val="00E13550"/>
    <w:rsid w:val="00E135F9"/>
    <w:rsid w:val="00E139C6"/>
    <w:rsid w:val="00E144E3"/>
    <w:rsid w:val="00E147E3"/>
    <w:rsid w:val="00E14A23"/>
    <w:rsid w:val="00E15167"/>
    <w:rsid w:val="00E15505"/>
    <w:rsid w:val="00E156B4"/>
    <w:rsid w:val="00E157E4"/>
    <w:rsid w:val="00E15EAD"/>
    <w:rsid w:val="00E160B1"/>
    <w:rsid w:val="00E162B3"/>
    <w:rsid w:val="00E164B3"/>
    <w:rsid w:val="00E16687"/>
    <w:rsid w:val="00E16CE5"/>
    <w:rsid w:val="00E16E52"/>
    <w:rsid w:val="00E16F5C"/>
    <w:rsid w:val="00E16FE7"/>
    <w:rsid w:val="00E1759D"/>
    <w:rsid w:val="00E17797"/>
    <w:rsid w:val="00E2079F"/>
    <w:rsid w:val="00E20C27"/>
    <w:rsid w:val="00E20D8B"/>
    <w:rsid w:val="00E21275"/>
    <w:rsid w:val="00E214CE"/>
    <w:rsid w:val="00E21CE4"/>
    <w:rsid w:val="00E22408"/>
    <w:rsid w:val="00E22841"/>
    <w:rsid w:val="00E22A7C"/>
    <w:rsid w:val="00E22E3B"/>
    <w:rsid w:val="00E22E40"/>
    <w:rsid w:val="00E22F14"/>
    <w:rsid w:val="00E235BE"/>
    <w:rsid w:val="00E2373A"/>
    <w:rsid w:val="00E238BA"/>
    <w:rsid w:val="00E23BB3"/>
    <w:rsid w:val="00E23ED5"/>
    <w:rsid w:val="00E240BF"/>
    <w:rsid w:val="00E247F5"/>
    <w:rsid w:val="00E24A1E"/>
    <w:rsid w:val="00E24B81"/>
    <w:rsid w:val="00E24C9E"/>
    <w:rsid w:val="00E252B8"/>
    <w:rsid w:val="00E256DD"/>
    <w:rsid w:val="00E25723"/>
    <w:rsid w:val="00E25D52"/>
    <w:rsid w:val="00E26371"/>
    <w:rsid w:val="00E266B1"/>
    <w:rsid w:val="00E26877"/>
    <w:rsid w:val="00E2692C"/>
    <w:rsid w:val="00E26DCD"/>
    <w:rsid w:val="00E27055"/>
    <w:rsid w:val="00E27A22"/>
    <w:rsid w:val="00E27AF8"/>
    <w:rsid w:val="00E27C45"/>
    <w:rsid w:val="00E30483"/>
    <w:rsid w:val="00E3082F"/>
    <w:rsid w:val="00E30FC2"/>
    <w:rsid w:val="00E31267"/>
    <w:rsid w:val="00E31323"/>
    <w:rsid w:val="00E31492"/>
    <w:rsid w:val="00E3176C"/>
    <w:rsid w:val="00E3183F"/>
    <w:rsid w:val="00E31BBB"/>
    <w:rsid w:val="00E32444"/>
    <w:rsid w:val="00E3258F"/>
    <w:rsid w:val="00E32D69"/>
    <w:rsid w:val="00E32F39"/>
    <w:rsid w:val="00E32FCD"/>
    <w:rsid w:val="00E33348"/>
    <w:rsid w:val="00E33978"/>
    <w:rsid w:val="00E33F43"/>
    <w:rsid w:val="00E34209"/>
    <w:rsid w:val="00E348E3"/>
    <w:rsid w:val="00E35363"/>
    <w:rsid w:val="00E35442"/>
    <w:rsid w:val="00E356B5"/>
    <w:rsid w:val="00E35851"/>
    <w:rsid w:val="00E35E4C"/>
    <w:rsid w:val="00E36EF7"/>
    <w:rsid w:val="00E370FC"/>
    <w:rsid w:val="00E3742F"/>
    <w:rsid w:val="00E37719"/>
    <w:rsid w:val="00E379C4"/>
    <w:rsid w:val="00E37D41"/>
    <w:rsid w:val="00E37F77"/>
    <w:rsid w:val="00E40590"/>
    <w:rsid w:val="00E40613"/>
    <w:rsid w:val="00E40871"/>
    <w:rsid w:val="00E40AFE"/>
    <w:rsid w:val="00E40BD6"/>
    <w:rsid w:val="00E40CF4"/>
    <w:rsid w:val="00E41028"/>
    <w:rsid w:val="00E4156F"/>
    <w:rsid w:val="00E415DF"/>
    <w:rsid w:val="00E41CD0"/>
    <w:rsid w:val="00E41D1F"/>
    <w:rsid w:val="00E42112"/>
    <w:rsid w:val="00E42EC1"/>
    <w:rsid w:val="00E432C8"/>
    <w:rsid w:val="00E433D2"/>
    <w:rsid w:val="00E43B4E"/>
    <w:rsid w:val="00E44532"/>
    <w:rsid w:val="00E4461C"/>
    <w:rsid w:val="00E4477E"/>
    <w:rsid w:val="00E44994"/>
    <w:rsid w:val="00E45273"/>
    <w:rsid w:val="00E452DD"/>
    <w:rsid w:val="00E45443"/>
    <w:rsid w:val="00E45B6B"/>
    <w:rsid w:val="00E45BD2"/>
    <w:rsid w:val="00E46072"/>
    <w:rsid w:val="00E468B0"/>
    <w:rsid w:val="00E46AC8"/>
    <w:rsid w:val="00E46C74"/>
    <w:rsid w:val="00E46CDA"/>
    <w:rsid w:val="00E46D81"/>
    <w:rsid w:val="00E4796B"/>
    <w:rsid w:val="00E479A0"/>
    <w:rsid w:val="00E47B3F"/>
    <w:rsid w:val="00E47D07"/>
    <w:rsid w:val="00E500AF"/>
    <w:rsid w:val="00E5031A"/>
    <w:rsid w:val="00E50351"/>
    <w:rsid w:val="00E50744"/>
    <w:rsid w:val="00E50F2C"/>
    <w:rsid w:val="00E514E2"/>
    <w:rsid w:val="00E517F4"/>
    <w:rsid w:val="00E5190A"/>
    <w:rsid w:val="00E52051"/>
    <w:rsid w:val="00E522C7"/>
    <w:rsid w:val="00E52443"/>
    <w:rsid w:val="00E52720"/>
    <w:rsid w:val="00E52D80"/>
    <w:rsid w:val="00E52E0F"/>
    <w:rsid w:val="00E534CA"/>
    <w:rsid w:val="00E5396D"/>
    <w:rsid w:val="00E542D5"/>
    <w:rsid w:val="00E54459"/>
    <w:rsid w:val="00E54869"/>
    <w:rsid w:val="00E548C8"/>
    <w:rsid w:val="00E54AA8"/>
    <w:rsid w:val="00E55217"/>
    <w:rsid w:val="00E553EB"/>
    <w:rsid w:val="00E554A7"/>
    <w:rsid w:val="00E554CB"/>
    <w:rsid w:val="00E55BC8"/>
    <w:rsid w:val="00E55FEE"/>
    <w:rsid w:val="00E5635B"/>
    <w:rsid w:val="00E5695D"/>
    <w:rsid w:val="00E570CD"/>
    <w:rsid w:val="00E57163"/>
    <w:rsid w:val="00E57273"/>
    <w:rsid w:val="00E57300"/>
    <w:rsid w:val="00E57936"/>
    <w:rsid w:val="00E57E4A"/>
    <w:rsid w:val="00E60160"/>
    <w:rsid w:val="00E602D6"/>
    <w:rsid w:val="00E605BA"/>
    <w:rsid w:val="00E605E2"/>
    <w:rsid w:val="00E60B41"/>
    <w:rsid w:val="00E60E04"/>
    <w:rsid w:val="00E60FC3"/>
    <w:rsid w:val="00E6106D"/>
    <w:rsid w:val="00E610CD"/>
    <w:rsid w:val="00E61291"/>
    <w:rsid w:val="00E6148B"/>
    <w:rsid w:val="00E6157E"/>
    <w:rsid w:val="00E61605"/>
    <w:rsid w:val="00E61D8F"/>
    <w:rsid w:val="00E624DE"/>
    <w:rsid w:val="00E6255F"/>
    <w:rsid w:val="00E628CD"/>
    <w:rsid w:val="00E62BDF"/>
    <w:rsid w:val="00E63043"/>
    <w:rsid w:val="00E632AB"/>
    <w:rsid w:val="00E63896"/>
    <w:rsid w:val="00E6424B"/>
    <w:rsid w:val="00E642B6"/>
    <w:rsid w:val="00E64C03"/>
    <w:rsid w:val="00E64E3F"/>
    <w:rsid w:val="00E65080"/>
    <w:rsid w:val="00E65161"/>
    <w:rsid w:val="00E65458"/>
    <w:rsid w:val="00E65468"/>
    <w:rsid w:val="00E654B1"/>
    <w:rsid w:val="00E6552D"/>
    <w:rsid w:val="00E656F8"/>
    <w:rsid w:val="00E6579F"/>
    <w:rsid w:val="00E659B8"/>
    <w:rsid w:val="00E65C68"/>
    <w:rsid w:val="00E666E5"/>
    <w:rsid w:val="00E66C24"/>
    <w:rsid w:val="00E67000"/>
    <w:rsid w:val="00E67056"/>
    <w:rsid w:val="00E67CFD"/>
    <w:rsid w:val="00E70480"/>
    <w:rsid w:val="00E707D8"/>
    <w:rsid w:val="00E70CFB"/>
    <w:rsid w:val="00E70F52"/>
    <w:rsid w:val="00E718EB"/>
    <w:rsid w:val="00E71E97"/>
    <w:rsid w:val="00E72015"/>
    <w:rsid w:val="00E72551"/>
    <w:rsid w:val="00E73C5C"/>
    <w:rsid w:val="00E740DE"/>
    <w:rsid w:val="00E74272"/>
    <w:rsid w:val="00E74D58"/>
    <w:rsid w:val="00E74E08"/>
    <w:rsid w:val="00E74F1B"/>
    <w:rsid w:val="00E757A2"/>
    <w:rsid w:val="00E75E12"/>
    <w:rsid w:val="00E76B36"/>
    <w:rsid w:val="00E76C45"/>
    <w:rsid w:val="00E7732D"/>
    <w:rsid w:val="00E778C8"/>
    <w:rsid w:val="00E77EED"/>
    <w:rsid w:val="00E80082"/>
    <w:rsid w:val="00E8038D"/>
    <w:rsid w:val="00E80763"/>
    <w:rsid w:val="00E80983"/>
    <w:rsid w:val="00E8104C"/>
    <w:rsid w:val="00E8150D"/>
    <w:rsid w:val="00E81E64"/>
    <w:rsid w:val="00E82492"/>
    <w:rsid w:val="00E824D8"/>
    <w:rsid w:val="00E826B6"/>
    <w:rsid w:val="00E8279B"/>
    <w:rsid w:val="00E82F2A"/>
    <w:rsid w:val="00E83131"/>
    <w:rsid w:val="00E83317"/>
    <w:rsid w:val="00E8378B"/>
    <w:rsid w:val="00E837CE"/>
    <w:rsid w:val="00E83D45"/>
    <w:rsid w:val="00E8427E"/>
    <w:rsid w:val="00E84412"/>
    <w:rsid w:val="00E848D3"/>
    <w:rsid w:val="00E84B3D"/>
    <w:rsid w:val="00E84B6E"/>
    <w:rsid w:val="00E84CDB"/>
    <w:rsid w:val="00E85600"/>
    <w:rsid w:val="00E85D1B"/>
    <w:rsid w:val="00E85E0F"/>
    <w:rsid w:val="00E85FC3"/>
    <w:rsid w:val="00E860C7"/>
    <w:rsid w:val="00E86208"/>
    <w:rsid w:val="00E862EA"/>
    <w:rsid w:val="00E865FA"/>
    <w:rsid w:val="00E86A80"/>
    <w:rsid w:val="00E86C88"/>
    <w:rsid w:val="00E8740B"/>
    <w:rsid w:val="00E87A7A"/>
    <w:rsid w:val="00E87D6F"/>
    <w:rsid w:val="00E87F30"/>
    <w:rsid w:val="00E90628"/>
    <w:rsid w:val="00E90846"/>
    <w:rsid w:val="00E910A7"/>
    <w:rsid w:val="00E910E5"/>
    <w:rsid w:val="00E9114A"/>
    <w:rsid w:val="00E9137A"/>
    <w:rsid w:val="00E915E2"/>
    <w:rsid w:val="00E91CF6"/>
    <w:rsid w:val="00E91D2B"/>
    <w:rsid w:val="00E92006"/>
    <w:rsid w:val="00E92613"/>
    <w:rsid w:val="00E92E19"/>
    <w:rsid w:val="00E9357D"/>
    <w:rsid w:val="00E94740"/>
    <w:rsid w:val="00E947B3"/>
    <w:rsid w:val="00E948A1"/>
    <w:rsid w:val="00E94A24"/>
    <w:rsid w:val="00E94EE3"/>
    <w:rsid w:val="00E95528"/>
    <w:rsid w:val="00E95AF0"/>
    <w:rsid w:val="00E95E45"/>
    <w:rsid w:val="00E9649A"/>
    <w:rsid w:val="00E97B6B"/>
    <w:rsid w:val="00EA00D8"/>
    <w:rsid w:val="00EA04C6"/>
    <w:rsid w:val="00EA0600"/>
    <w:rsid w:val="00EA0798"/>
    <w:rsid w:val="00EA0F5C"/>
    <w:rsid w:val="00EA111D"/>
    <w:rsid w:val="00EA11DA"/>
    <w:rsid w:val="00EA1620"/>
    <w:rsid w:val="00EA1F13"/>
    <w:rsid w:val="00EA2616"/>
    <w:rsid w:val="00EA269B"/>
    <w:rsid w:val="00EA2E37"/>
    <w:rsid w:val="00EA32DB"/>
    <w:rsid w:val="00EA3311"/>
    <w:rsid w:val="00EA3356"/>
    <w:rsid w:val="00EA377F"/>
    <w:rsid w:val="00EA37BD"/>
    <w:rsid w:val="00EA4099"/>
    <w:rsid w:val="00EA41F3"/>
    <w:rsid w:val="00EA4511"/>
    <w:rsid w:val="00EA4687"/>
    <w:rsid w:val="00EA4F24"/>
    <w:rsid w:val="00EA5182"/>
    <w:rsid w:val="00EA5790"/>
    <w:rsid w:val="00EA6C32"/>
    <w:rsid w:val="00EA6D02"/>
    <w:rsid w:val="00EA7781"/>
    <w:rsid w:val="00EA7EC5"/>
    <w:rsid w:val="00EB07F1"/>
    <w:rsid w:val="00EB0A7E"/>
    <w:rsid w:val="00EB10F9"/>
    <w:rsid w:val="00EB131C"/>
    <w:rsid w:val="00EB185F"/>
    <w:rsid w:val="00EB2551"/>
    <w:rsid w:val="00EB259E"/>
    <w:rsid w:val="00EB3111"/>
    <w:rsid w:val="00EB341B"/>
    <w:rsid w:val="00EB3FB9"/>
    <w:rsid w:val="00EB4199"/>
    <w:rsid w:val="00EB4218"/>
    <w:rsid w:val="00EB44FB"/>
    <w:rsid w:val="00EB45AB"/>
    <w:rsid w:val="00EB4AE9"/>
    <w:rsid w:val="00EB4F20"/>
    <w:rsid w:val="00EB58BD"/>
    <w:rsid w:val="00EB5F16"/>
    <w:rsid w:val="00EB61B8"/>
    <w:rsid w:val="00EB6289"/>
    <w:rsid w:val="00EB69E9"/>
    <w:rsid w:val="00EB6A56"/>
    <w:rsid w:val="00EB6D62"/>
    <w:rsid w:val="00EB6EBC"/>
    <w:rsid w:val="00EB6FB2"/>
    <w:rsid w:val="00EB6FCB"/>
    <w:rsid w:val="00EB761F"/>
    <w:rsid w:val="00EB7C89"/>
    <w:rsid w:val="00EC007F"/>
    <w:rsid w:val="00EC04B5"/>
    <w:rsid w:val="00EC0FF0"/>
    <w:rsid w:val="00EC134F"/>
    <w:rsid w:val="00EC1AA0"/>
    <w:rsid w:val="00EC1B38"/>
    <w:rsid w:val="00EC1FBB"/>
    <w:rsid w:val="00EC203C"/>
    <w:rsid w:val="00EC229B"/>
    <w:rsid w:val="00EC2448"/>
    <w:rsid w:val="00EC24C6"/>
    <w:rsid w:val="00EC255E"/>
    <w:rsid w:val="00EC2ABB"/>
    <w:rsid w:val="00EC2E77"/>
    <w:rsid w:val="00EC31D3"/>
    <w:rsid w:val="00EC3B4C"/>
    <w:rsid w:val="00EC3CA9"/>
    <w:rsid w:val="00EC3DC2"/>
    <w:rsid w:val="00EC41A4"/>
    <w:rsid w:val="00EC45C8"/>
    <w:rsid w:val="00EC48E2"/>
    <w:rsid w:val="00EC4C5C"/>
    <w:rsid w:val="00EC5DEE"/>
    <w:rsid w:val="00EC6013"/>
    <w:rsid w:val="00EC631F"/>
    <w:rsid w:val="00EC6703"/>
    <w:rsid w:val="00EC752E"/>
    <w:rsid w:val="00EC79E5"/>
    <w:rsid w:val="00EC7A21"/>
    <w:rsid w:val="00EC7DE6"/>
    <w:rsid w:val="00EC7F32"/>
    <w:rsid w:val="00ED09E7"/>
    <w:rsid w:val="00ED0B36"/>
    <w:rsid w:val="00ED1429"/>
    <w:rsid w:val="00ED1EDF"/>
    <w:rsid w:val="00ED247F"/>
    <w:rsid w:val="00ED3008"/>
    <w:rsid w:val="00ED3239"/>
    <w:rsid w:val="00ED3421"/>
    <w:rsid w:val="00ED3511"/>
    <w:rsid w:val="00ED3623"/>
    <w:rsid w:val="00ED36B0"/>
    <w:rsid w:val="00ED3867"/>
    <w:rsid w:val="00ED3AC9"/>
    <w:rsid w:val="00ED3B0F"/>
    <w:rsid w:val="00ED3E3E"/>
    <w:rsid w:val="00ED432C"/>
    <w:rsid w:val="00ED44ED"/>
    <w:rsid w:val="00ED451C"/>
    <w:rsid w:val="00ED4B6B"/>
    <w:rsid w:val="00ED4D4F"/>
    <w:rsid w:val="00ED5404"/>
    <w:rsid w:val="00ED54F5"/>
    <w:rsid w:val="00ED5546"/>
    <w:rsid w:val="00ED59DD"/>
    <w:rsid w:val="00ED5AD3"/>
    <w:rsid w:val="00ED5F40"/>
    <w:rsid w:val="00ED71B1"/>
    <w:rsid w:val="00ED7EE0"/>
    <w:rsid w:val="00ED7FD1"/>
    <w:rsid w:val="00EE0312"/>
    <w:rsid w:val="00EE071C"/>
    <w:rsid w:val="00EE0AD2"/>
    <w:rsid w:val="00EE0AE2"/>
    <w:rsid w:val="00EE0B22"/>
    <w:rsid w:val="00EE0DB3"/>
    <w:rsid w:val="00EE18D5"/>
    <w:rsid w:val="00EE1BC7"/>
    <w:rsid w:val="00EE1C3D"/>
    <w:rsid w:val="00EE1DF2"/>
    <w:rsid w:val="00EE25AE"/>
    <w:rsid w:val="00EE260E"/>
    <w:rsid w:val="00EE305D"/>
    <w:rsid w:val="00EE37D5"/>
    <w:rsid w:val="00EE3ED0"/>
    <w:rsid w:val="00EE434A"/>
    <w:rsid w:val="00EE4394"/>
    <w:rsid w:val="00EE4B4E"/>
    <w:rsid w:val="00EE4E8E"/>
    <w:rsid w:val="00EE5086"/>
    <w:rsid w:val="00EE51B6"/>
    <w:rsid w:val="00EE51EE"/>
    <w:rsid w:val="00EE5441"/>
    <w:rsid w:val="00EE6092"/>
    <w:rsid w:val="00EE67EC"/>
    <w:rsid w:val="00EE7788"/>
    <w:rsid w:val="00EE78D8"/>
    <w:rsid w:val="00EE7982"/>
    <w:rsid w:val="00EE7D34"/>
    <w:rsid w:val="00EF0359"/>
    <w:rsid w:val="00EF08E1"/>
    <w:rsid w:val="00EF0E14"/>
    <w:rsid w:val="00EF1824"/>
    <w:rsid w:val="00EF32F5"/>
    <w:rsid w:val="00EF3D4D"/>
    <w:rsid w:val="00EF3E0C"/>
    <w:rsid w:val="00EF4535"/>
    <w:rsid w:val="00EF5023"/>
    <w:rsid w:val="00EF52C8"/>
    <w:rsid w:val="00EF5415"/>
    <w:rsid w:val="00EF5871"/>
    <w:rsid w:val="00EF5B0C"/>
    <w:rsid w:val="00EF5D61"/>
    <w:rsid w:val="00EF5E46"/>
    <w:rsid w:val="00EF5F6D"/>
    <w:rsid w:val="00EF623B"/>
    <w:rsid w:val="00EF62BF"/>
    <w:rsid w:val="00EF68B8"/>
    <w:rsid w:val="00EF6A93"/>
    <w:rsid w:val="00EF73CE"/>
    <w:rsid w:val="00EF771A"/>
    <w:rsid w:val="00EF7AD0"/>
    <w:rsid w:val="00F00B10"/>
    <w:rsid w:val="00F00B26"/>
    <w:rsid w:val="00F00F37"/>
    <w:rsid w:val="00F01559"/>
    <w:rsid w:val="00F016E4"/>
    <w:rsid w:val="00F01AE6"/>
    <w:rsid w:val="00F01C2F"/>
    <w:rsid w:val="00F01FAF"/>
    <w:rsid w:val="00F02166"/>
    <w:rsid w:val="00F023AB"/>
    <w:rsid w:val="00F028F7"/>
    <w:rsid w:val="00F02976"/>
    <w:rsid w:val="00F02A73"/>
    <w:rsid w:val="00F02CA8"/>
    <w:rsid w:val="00F03804"/>
    <w:rsid w:val="00F03B6E"/>
    <w:rsid w:val="00F03E6E"/>
    <w:rsid w:val="00F03F9A"/>
    <w:rsid w:val="00F044DF"/>
    <w:rsid w:val="00F04C7E"/>
    <w:rsid w:val="00F0501E"/>
    <w:rsid w:val="00F0541B"/>
    <w:rsid w:val="00F05663"/>
    <w:rsid w:val="00F05848"/>
    <w:rsid w:val="00F06665"/>
    <w:rsid w:val="00F067AC"/>
    <w:rsid w:val="00F067E5"/>
    <w:rsid w:val="00F06AE7"/>
    <w:rsid w:val="00F06D81"/>
    <w:rsid w:val="00F0748E"/>
    <w:rsid w:val="00F0774E"/>
    <w:rsid w:val="00F07CA6"/>
    <w:rsid w:val="00F07DD5"/>
    <w:rsid w:val="00F07E28"/>
    <w:rsid w:val="00F07E91"/>
    <w:rsid w:val="00F07F82"/>
    <w:rsid w:val="00F106D0"/>
    <w:rsid w:val="00F10889"/>
    <w:rsid w:val="00F11369"/>
    <w:rsid w:val="00F11608"/>
    <w:rsid w:val="00F118A9"/>
    <w:rsid w:val="00F11CBC"/>
    <w:rsid w:val="00F1212A"/>
    <w:rsid w:val="00F12471"/>
    <w:rsid w:val="00F13392"/>
    <w:rsid w:val="00F138B2"/>
    <w:rsid w:val="00F13DF2"/>
    <w:rsid w:val="00F140EA"/>
    <w:rsid w:val="00F14497"/>
    <w:rsid w:val="00F14ED3"/>
    <w:rsid w:val="00F15185"/>
    <w:rsid w:val="00F1528F"/>
    <w:rsid w:val="00F15746"/>
    <w:rsid w:val="00F15CDB"/>
    <w:rsid w:val="00F162A9"/>
    <w:rsid w:val="00F16AB2"/>
    <w:rsid w:val="00F17456"/>
    <w:rsid w:val="00F17BEB"/>
    <w:rsid w:val="00F17E28"/>
    <w:rsid w:val="00F17EAF"/>
    <w:rsid w:val="00F200A5"/>
    <w:rsid w:val="00F204BF"/>
    <w:rsid w:val="00F2079E"/>
    <w:rsid w:val="00F20E3A"/>
    <w:rsid w:val="00F21617"/>
    <w:rsid w:val="00F21E80"/>
    <w:rsid w:val="00F2270F"/>
    <w:rsid w:val="00F22F60"/>
    <w:rsid w:val="00F23355"/>
    <w:rsid w:val="00F23891"/>
    <w:rsid w:val="00F23C75"/>
    <w:rsid w:val="00F23F4A"/>
    <w:rsid w:val="00F240DD"/>
    <w:rsid w:val="00F241F7"/>
    <w:rsid w:val="00F242CF"/>
    <w:rsid w:val="00F242F1"/>
    <w:rsid w:val="00F24496"/>
    <w:rsid w:val="00F246AC"/>
    <w:rsid w:val="00F24937"/>
    <w:rsid w:val="00F24AA9"/>
    <w:rsid w:val="00F24F26"/>
    <w:rsid w:val="00F252F7"/>
    <w:rsid w:val="00F25601"/>
    <w:rsid w:val="00F257A9"/>
    <w:rsid w:val="00F25E2C"/>
    <w:rsid w:val="00F2624A"/>
    <w:rsid w:val="00F26449"/>
    <w:rsid w:val="00F26E08"/>
    <w:rsid w:val="00F271A6"/>
    <w:rsid w:val="00F2742E"/>
    <w:rsid w:val="00F27432"/>
    <w:rsid w:val="00F27946"/>
    <w:rsid w:val="00F27A43"/>
    <w:rsid w:val="00F27B97"/>
    <w:rsid w:val="00F27FE3"/>
    <w:rsid w:val="00F31654"/>
    <w:rsid w:val="00F316A9"/>
    <w:rsid w:val="00F319C7"/>
    <w:rsid w:val="00F31A76"/>
    <w:rsid w:val="00F31AC0"/>
    <w:rsid w:val="00F31FAB"/>
    <w:rsid w:val="00F321E0"/>
    <w:rsid w:val="00F32323"/>
    <w:rsid w:val="00F32601"/>
    <w:rsid w:val="00F326E7"/>
    <w:rsid w:val="00F3304B"/>
    <w:rsid w:val="00F33261"/>
    <w:rsid w:val="00F33658"/>
    <w:rsid w:val="00F336D2"/>
    <w:rsid w:val="00F3415C"/>
    <w:rsid w:val="00F34339"/>
    <w:rsid w:val="00F344B0"/>
    <w:rsid w:val="00F3456B"/>
    <w:rsid w:val="00F34A8E"/>
    <w:rsid w:val="00F34CC1"/>
    <w:rsid w:val="00F350A9"/>
    <w:rsid w:val="00F352B1"/>
    <w:rsid w:val="00F35313"/>
    <w:rsid w:val="00F3549E"/>
    <w:rsid w:val="00F356CC"/>
    <w:rsid w:val="00F3576B"/>
    <w:rsid w:val="00F35FCF"/>
    <w:rsid w:val="00F36126"/>
    <w:rsid w:val="00F36220"/>
    <w:rsid w:val="00F36795"/>
    <w:rsid w:val="00F368FA"/>
    <w:rsid w:val="00F36C05"/>
    <w:rsid w:val="00F3713E"/>
    <w:rsid w:val="00F3746A"/>
    <w:rsid w:val="00F3755D"/>
    <w:rsid w:val="00F40093"/>
    <w:rsid w:val="00F405F0"/>
    <w:rsid w:val="00F4078F"/>
    <w:rsid w:val="00F4079A"/>
    <w:rsid w:val="00F40D5B"/>
    <w:rsid w:val="00F40ECB"/>
    <w:rsid w:val="00F41030"/>
    <w:rsid w:val="00F413FC"/>
    <w:rsid w:val="00F41464"/>
    <w:rsid w:val="00F41884"/>
    <w:rsid w:val="00F41B01"/>
    <w:rsid w:val="00F41F3A"/>
    <w:rsid w:val="00F41F6F"/>
    <w:rsid w:val="00F424CF"/>
    <w:rsid w:val="00F42DA2"/>
    <w:rsid w:val="00F436A5"/>
    <w:rsid w:val="00F43E5B"/>
    <w:rsid w:val="00F43F73"/>
    <w:rsid w:val="00F43F97"/>
    <w:rsid w:val="00F4412E"/>
    <w:rsid w:val="00F44254"/>
    <w:rsid w:val="00F443A5"/>
    <w:rsid w:val="00F443B8"/>
    <w:rsid w:val="00F44B42"/>
    <w:rsid w:val="00F44BFA"/>
    <w:rsid w:val="00F45533"/>
    <w:rsid w:val="00F45557"/>
    <w:rsid w:val="00F455EF"/>
    <w:rsid w:val="00F4561E"/>
    <w:rsid w:val="00F45B9D"/>
    <w:rsid w:val="00F45DCA"/>
    <w:rsid w:val="00F4614F"/>
    <w:rsid w:val="00F463E2"/>
    <w:rsid w:val="00F46663"/>
    <w:rsid w:val="00F4674A"/>
    <w:rsid w:val="00F47073"/>
    <w:rsid w:val="00F474CA"/>
    <w:rsid w:val="00F47B2F"/>
    <w:rsid w:val="00F50623"/>
    <w:rsid w:val="00F5074A"/>
    <w:rsid w:val="00F50B5D"/>
    <w:rsid w:val="00F50CC7"/>
    <w:rsid w:val="00F50CEC"/>
    <w:rsid w:val="00F51055"/>
    <w:rsid w:val="00F51298"/>
    <w:rsid w:val="00F51514"/>
    <w:rsid w:val="00F51830"/>
    <w:rsid w:val="00F51C26"/>
    <w:rsid w:val="00F51DFD"/>
    <w:rsid w:val="00F5283A"/>
    <w:rsid w:val="00F52ABE"/>
    <w:rsid w:val="00F52B5C"/>
    <w:rsid w:val="00F52C18"/>
    <w:rsid w:val="00F52EE2"/>
    <w:rsid w:val="00F5374F"/>
    <w:rsid w:val="00F53764"/>
    <w:rsid w:val="00F53D3C"/>
    <w:rsid w:val="00F542AD"/>
    <w:rsid w:val="00F55098"/>
    <w:rsid w:val="00F5551E"/>
    <w:rsid w:val="00F5560A"/>
    <w:rsid w:val="00F55E8F"/>
    <w:rsid w:val="00F56036"/>
    <w:rsid w:val="00F56DEB"/>
    <w:rsid w:val="00F56E38"/>
    <w:rsid w:val="00F5751E"/>
    <w:rsid w:val="00F57614"/>
    <w:rsid w:val="00F57D00"/>
    <w:rsid w:val="00F6006E"/>
    <w:rsid w:val="00F604A9"/>
    <w:rsid w:val="00F60615"/>
    <w:rsid w:val="00F60BBF"/>
    <w:rsid w:val="00F60EB1"/>
    <w:rsid w:val="00F60FB7"/>
    <w:rsid w:val="00F61665"/>
    <w:rsid w:val="00F6201B"/>
    <w:rsid w:val="00F62075"/>
    <w:rsid w:val="00F62138"/>
    <w:rsid w:val="00F621D9"/>
    <w:rsid w:val="00F625D8"/>
    <w:rsid w:val="00F62A98"/>
    <w:rsid w:val="00F632DC"/>
    <w:rsid w:val="00F63CB8"/>
    <w:rsid w:val="00F64431"/>
    <w:rsid w:val="00F6460A"/>
    <w:rsid w:val="00F65627"/>
    <w:rsid w:val="00F65C49"/>
    <w:rsid w:val="00F6665F"/>
    <w:rsid w:val="00F66D88"/>
    <w:rsid w:val="00F66F9F"/>
    <w:rsid w:val="00F67365"/>
    <w:rsid w:val="00F6759F"/>
    <w:rsid w:val="00F67844"/>
    <w:rsid w:val="00F6794C"/>
    <w:rsid w:val="00F67EFD"/>
    <w:rsid w:val="00F67FB0"/>
    <w:rsid w:val="00F7011C"/>
    <w:rsid w:val="00F701BC"/>
    <w:rsid w:val="00F7033F"/>
    <w:rsid w:val="00F70A95"/>
    <w:rsid w:val="00F71334"/>
    <w:rsid w:val="00F71AF6"/>
    <w:rsid w:val="00F71B2A"/>
    <w:rsid w:val="00F7214D"/>
    <w:rsid w:val="00F72261"/>
    <w:rsid w:val="00F72754"/>
    <w:rsid w:val="00F7281B"/>
    <w:rsid w:val="00F72C96"/>
    <w:rsid w:val="00F7350B"/>
    <w:rsid w:val="00F73E76"/>
    <w:rsid w:val="00F73EC6"/>
    <w:rsid w:val="00F73F9B"/>
    <w:rsid w:val="00F7444F"/>
    <w:rsid w:val="00F74BFA"/>
    <w:rsid w:val="00F759AD"/>
    <w:rsid w:val="00F7612C"/>
    <w:rsid w:val="00F76541"/>
    <w:rsid w:val="00F767CD"/>
    <w:rsid w:val="00F76B98"/>
    <w:rsid w:val="00F76C37"/>
    <w:rsid w:val="00F76F82"/>
    <w:rsid w:val="00F775A4"/>
    <w:rsid w:val="00F7779D"/>
    <w:rsid w:val="00F777A6"/>
    <w:rsid w:val="00F777E1"/>
    <w:rsid w:val="00F7786C"/>
    <w:rsid w:val="00F77A80"/>
    <w:rsid w:val="00F77ADC"/>
    <w:rsid w:val="00F77D7C"/>
    <w:rsid w:val="00F77ED1"/>
    <w:rsid w:val="00F800EE"/>
    <w:rsid w:val="00F80A16"/>
    <w:rsid w:val="00F80BFC"/>
    <w:rsid w:val="00F80FBA"/>
    <w:rsid w:val="00F81519"/>
    <w:rsid w:val="00F8160A"/>
    <w:rsid w:val="00F8181B"/>
    <w:rsid w:val="00F81863"/>
    <w:rsid w:val="00F81DB6"/>
    <w:rsid w:val="00F821F0"/>
    <w:rsid w:val="00F82530"/>
    <w:rsid w:val="00F828FA"/>
    <w:rsid w:val="00F8291B"/>
    <w:rsid w:val="00F82BBD"/>
    <w:rsid w:val="00F8327B"/>
    <w:rsid w:val="00F832B4"/>
    <w:rsid w:val="00F83AEC"/>
    <w:rsid w:val="00F84372"/>
    <w:rsid w:val="00F84391"/>
    <w:rsid w:val="00F84765"/>
    <w:rsid w:val="00F84E28"/>
    <w:rsid w:val="00F84E6A"/>
    <w:rsid w:val="00F84E6C"/>
    <w:rsid w:val="00F85D30"/>
    <w:rsid w:val="00F86189"/>
    <w:rsid w:val="00F868FD"/>
    <w:rsid w:val="00F86EE7"/>
    <w:rsid w:val="00F87045"/>
    <w:rsid w:val="00F87B57"/>
    <w:rsid w:val="00F87B6C"/>
    <w:rsid w:val="00F87F52"/>
    <w:rsid w:val="00F9021F"/>
    <w:rsid w:val="00F90C62"/>
    <w:rsid w:val="00F90CC6"/>
    <w:rsid w:val="00F90F20"/>
    <w:rsid w:val="00F91072"/>
    <w:rsid w:val="00F91367"/>
    <w:rsid w:val="00F9150A"/>
    <w:rsid w:val="00F918CC"/>
    <w:rsid w:val="00F91C86"/>
    <w:rsid w:val="00F91E92"/>
    <w:rsid w:val="00F91F4E"/>
    <w:rsid w:val="00F92175"/>
    <w:rsid w:val="00F92360"/>
    <w:rsid w:val="00F9272D"/>
    <w:rsid w:val="00F92C35"/>
    <w:rsid w:val="00F92D60"/>
    <w:rsid w:val="00F93111"/>
    <w:rsid w:val="00F938A3"/>
    <w:rsid w:val="00F93942"/>
    <w:rsid w:val="00F93D2E"/>
    <w:rsid w:val="00F946A1"/>
    <w:rsid w:val="00F94860"/>
    <w:rsid w:val="00F9493C"/>
    <w:rsid w:val="00F94A3E"/>
    <w:rsid w:val="00F9524E"/>
    <w:rsid w:val="00F9594D"/>
    <w:rsid w:val="00F95A31"/>
    <w:rsid w:val="00F95A53"/>
    <w:rsid w:val="00F95AA3"/>
    <w:rsid w:val="00F95B3B"/>
    <w:rsid w:val="00F95F4F"/>
    <w:rsid w:val="00F966BE"/>
    <w:rsid w:val="00F966DD"/>
    <w:rsid w:val="00F9685E"/>
    <w:rsid w:val="00F968E6"/>
    <w:rsid w:val="00F969C5"/>
    <w:rsid w:val="00F96A86"/>
    <w:rsid w:val="00F96DC0"/>
    <w:rsid w:val="00F976E9"/>
    <w:rsid w:val="00F978FB"/>
    <w:rsid w:val="00F97AF0"/>
    <w:rsid w:val="00F97BCC"/>
    <w:rsid w:val="00F97C0B"/>
    <w:rsid w:val="00FA0151"/>
    <w:rsid w:val="00FA0E57"/>
    <w:rsid w:val="00FA12DB"/>
    <w:rsid w:val="00FA13BB"/>
    <w:rsid w:val="00FA1909"/>
    <w:rsid w:val="00FA2144"/>
    <w:rsid w:val="00FA2851"/>
    <w:rsid w:val="00FA2CE7"/>
    <w:rsid w:val="00FA3010"/>
    <w:rsid w:val="00FA30AC"/>
    <w:rsid w:val="00FA347A"/>
    <w:rsid w:val="00FA38B1"/>
    <w:rsid w:val="00FA3A96"/>
    <w:rsid w:val="00FA3C47"/>
    <w:rsid w:val="00FA3ECE"/>
    <w:rsid w:val="00FA4897"/>
    <w:rsid w:val="00FA4B3E"/>
    <w:rsid w:val="00FA543B"/>
    <w:rsid w:val="00FA58D6"/>
    <w:rsid w:val="00FA634A"/>
    <w:rsid w:val="00FA67BB"/>
    <w:rsid w:val="00FA7390"/>
    <w:rsid w:val="00FA79D6"/>
    <w:rsid w:val="00FA7A38"/>
    <w:rsid w:val="00FA7FE0"/>
    <w:rsid w:val="00FB0421"/>
    <w:rsid w:val="00FB0423"/>
    <w:rsid w:val="00FB08AA"/>
    <w:rsid w:val="00FB0F9B"/>
    <w:rsid w:val="00FB0FB2"/>
    <w:rsid w:val="00FB1811"/>
    <w:rsid w:val="00FB1B5F"/>
    <w:rsid w:val="00FB2740"/>
    <w:rsid w:val="00FB27F7"/>
    <w:rsid w:val="00FB2EDE"/>
    <w:rsid w:val="00FB31E0"/>
    <w:rsid w:val="00FB39ED"/>
    <w:rsid w:val="00FB3E13"/>
    <w:rsid w:val="00FB3EB0"/>
    <w:rsid w:val="00FB47A4"/>
    <w:rsid w:val="00FB4AB9"/>
    <w:rsid w:val="00FB4B20"/>
    <w:rsid w:val="00FB4F86"/>
    <w:rsid w:val="00FB515B"/>
    <w:rsid w:val="00FB5279"/>
    <w:rsid w:val="00FB52AB"/>
    <w:rsid w:val="00FB549C"/>
    <w:rsid w:val="00FB61EB"/>
    <w:rsid w:val="00FB6225"/>
    <w:rsid w:val="00FB6249"/>
    <w:rsid w:val="00FB65F1"/>
    <w:rsid w:val="00FB6B3E"/>
    <w:rsid w:val="00FB706B"/>
    <w:rsid w:val="00FB7120"/>
    <w:rsid w:val="00FB7417"/>
    <w:rsid w:val="00FB7B7C"/>
    <w:rsid w:val="00FB7EC0"/>
    <w:rsid w:val="00FC0194"/>
    <w:rsid w:val="00FC0430"/>
    <w:rsid w:val="00FC11F6"/>
    <w:rsid w:val="00FC1246"/>
    <w:rsid w:val="00FC152D"/>
    <w:rsid w:val="00FC1782"/>
    <w:rsid w:val="00FC1848"/>
    <w:rsid w:val="00FC19D2"/>
    <w:rsid w:val="00FC1C63"/>
    <w:rsid w:val="00FC24D8"/>
    <w:rsid w:val="00FC256A"/>
    <w:rsid w:val="00FC26C0"/>
    <w:rsid w:val="00FC270E"/>
    <w:rsid w:val="00FC2B22"/>
    <w:rsid w:val="00FC3A2B"/>
    <w:rsid w:val="00FC3F5D"/>
    <w:rsid w:val="00FC4712"/>
    <w:rsid w:val="00FC4A28"/>
    <w:rsid w:val="00FC5170"/>
    <w:rsid w:val="00FC5250"/>
    <w:rsid w:val="00FC53FA"/>
    <w:rsid w:val="00FC5450"/>
    <w:rsid w:val="00FC5465"/>
    <w:rsid w:val="00FC552B"/>
    <w:rsid w:val="00FC553E"/>
    <w:rsid w:val="00FC64A2"/>
    <w:rsid w:val="00FC653D"/>
    <w:rsid w:val="00FC6DCF"/>
    <w:rsid w:val="00FC6ECB"/>
    <w:rsid w:val="00FC71AF"/>
    <w:rsid w:val="00FC739B"/>
    <w:rsid w:val="00FC75B6"/>
    <w:rsid w:val="00FC7B73"/>
    <w:rsid w:val="00FC7D8F"/>
    <w:rsid w:val="00FD0158"/>
    <w:rsid w:val="00FD078B"/>
    <w:rsid w:val="00FD09AA"/>
    <w:rsid w:val="00FD127B"/>
    <w:rsid w:val="00FD146D"/>
    <w:rsid w:val="00FD15B1"/>
    <w:rsid w:val="00FD1701"/>
    <w:rsid w:val="00FD1A5F"/>
    <w:rsid w:val="00FD1B9C"/>
    <w:rsid w:val="00FD1DFB"/>
    <w:rsid w:val="00FD21A8"/>
    <w:rsid w:val="00FD240C"/>
    <w:rsid w:val="00FD242E"/>
    <w:rsid w:val="00FD2827"/>
    <w:rsid w:val="00FD2954"/>
    <w:rsid w:val="00FD29AA"/>
    <w:rsid w:val="00FD2BE3"/>
    <w:rsid w:val="00FD2C86"/>
    <w:rsid w:val="00FD3108"/>
    <w:rsid w:val="00FD317C"/>
    <w:rsid w:val="00FD3360"/>
    <w:rsid w:val="00FD33A4"/>
    <w:rsid w:val="00FD33FB"/>
    <w:rsid w:val="00FD3461"/>
    <w:rsid w:val="00FD349C"/>
    <w:rsid w:val="00FD3512"/>
    <w:rsid w:val="00FD383E"/>
    <w:rsid w:val="00FD3C7A"/>
    <w:rsid w:val="00FD4B6F"/>
    <w:rsid w:val="00FD56F0"/>
    <w:rsid w:val="00FD58D0"/>
    <w:rsid w:val="00FD6FEF"/>
    <w:rsid w:val="00FD7217"/>
    <w:rsid w:val="00FD7CFF"/>
    <w:rsid w:val="00FD7E1C"/>
    <w:rsid w:val="00FE026C"/>
    <w:rsid w:val="00FE0285"/>
    <w:rsid w:val="00FE091F"/>
    <w:rsid w:val="00FE0B0D"/>
    <w:rsid w:val="00FE0C36"/>
    <w:rsid w:val="00FE140B"/>
    <w:rsid w:val="00FE1440"/>
    <w:rsid w:val="00FE1D7A"/>
    <w:rsid w:val="00FE208E"/>
    <w:rsid w:val="00FE24F5"/>
    <w:rsid w:val="00FE25F0"/>
    <w:rsid w:val="00FE2CAA"/>
    <w:rsid w:val="00FE2DC2"/>
    <w:rsid w:val="00FE38D1"/>
    <w:rsid w:val="00FE3985"/>
    <w:rsid w:val="00FE3A2C"/>
    <w:rsid w:val="00FE413C"/>
    <w:rsid w:val="00FE4363"/>
    <w:rsid w:val="00FE5163"/>
    <w:rsid w:val="00FE52DF"/>
    <w:rsid w:val="00FE5E6F"/>
    <w:rsid w:val="00FE6386"/>
    <w:rsid w:val="00FE65D8"/>
    <w:rsid w:val="00FE6A61"/>
    <w:rsid w:val="00FE799F"/>
    <w:rsid w:val="00FE7AFE"/>
    <w:rsid w:val="00FF04DD"/>
    <w:rsid w:val="00FF059E"/>
    <w:rsid w:val="00FF0847"/>
    <w:rsid w:val="00FF1398"/>
    <w:rsid w:val="00FF170C"/>
    <w:rsid w:val="00FF1D96"/>
    <w:rsid w:val="00FF22C4"/>
    <w:rsid w:val="00FF2556"/>
    <w:rsid w:val="00FF2566"/>
    <w:rsid w:val="00FF2B5F"/>
    <w:rsid w:val="00FF43C1"/>
    <w:rsid w:val="00FF451A"/>
    <w:rsid w:val="00FF4954"/>
    <w:rsid w:val="00FF498A"/>
    <w:rsid w:val="00FF4A7B"/>
    <w:rsid w:val="00FF4AF0"/>
    <w:rsid w:val="00FF5072"/>
    <w:rsid w:val="00FF50AC"/>
    <w:rsid w:val="00FF51AC"/>
    <w:rsid w:val="00FF54B6"/>
    <w:rsid w:val="00FF559C"/>
    <w:rsid w:val="00FF63F5"/>
    <w:rsid w:val="00FF688E"/>
    <w:rsid w:val="00FF6D3D"/>
    <w:rsid w:val="00FF6DFC"/>
    <w:rsid w:val="00FF73C8"/>
    <w:rsid w:val="00FF753C"/>
    <w:rsid w:val="00FF7725"/>
    <w:rsid w:val="00FF796A"/>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smartTagType w:namespaceuri="urn:schemas-microsoft-com:office:smarttags" w:name="Street"/>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655EB"/>
    <w:rPr>
      <w:sz w:val="24"/>
      <w:szCs w:val="24"/>
      <w:lang w:val="es-ES" w:eastAsia="es-ES"/>
    </w:rPr>
  </w:style>
  <w:style w:type="paragraph" w:styleId="Heading1">
    <w:name w:val="heading 1"/>
    <w:basedOn w:val="Normal"/>
    <w:link w:val="Heading1Char"/>
    <w:uiPriority w:val="99"/>
    <w:qFormat/>
    <w:rsid w:val="003E54BD"/>
    <w:pPr>
      <w:spacing w:before="100" w:beforeAutospacing="1" w:after="100" w:afterAutospacing="1"/>
      <w:outlineLvl w:val="0"/>
    </w:pPr>
    <w:rPr>
      <w:b/>
      <w:bCs/>
      <w:kern w:val="36"/>
      <w:sz w:val="48"/>
      <w:szCs w:val="48"/>
    </w:rPr>
  </w:style>
  <w:style w:type="paragraph" w:styleId="Heading3">
    <w:name w:val="heading 3"/>
    <w:basedOn w:val="Normal"/>
    <w:next w:val="Normal"/>
    <w:link w:val="Heading3Char"/>
    <w:uiPriority w:val="99"/>
    <w:qFormat/>
    <w:rsid w:val="003E54BD"/>
    <w:pPr>
      <w:keepNext/>
      <w:spacing w:before="240" w:after="60"/>
      <w:outlineLvl w:val="2"/>
    </w:pPr>
    <w:rPr>
      <w:rFonts w:ascii="Arial" w:hAnsi="Arial" w:cs="Arial"/>
      <w:b/>
      <w:bCs/>
      <w:sz w:val="26"/>
      <w:szCs w:val="26"/>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617A4C"/>
    <w:rPr>
      <w:rFonts w:ascii="Cambria" w:hAnsi="Cambria" w:cs="Times New Roman"/>
      <w:b/>
      <w:bCs/>
      <w:kern w:val="32"/>
      <w:sz w:val="32"/>
      <w:szCs w:val="32"/>
      <w:lang w:val="es-ES" w:eastAsia="es-ES"/>
    </w:rPr>
  </w:style>
  <w:style w:type="character" w:customStyle="1" w:styleId="Heading3Char">
    <w:name w:val="Heading 3 Char"/>
    <w:basedOn w:val="DefaultParagraphFont"/>
    <w:link w:val="Heading3"/>
    <w:uiPriority w:val="99"/>
    <w:semiHidden/>
    <w:locked/>
    <w:rsid w:val="00617A4C"/>
    <w:rPr>
      <w:rFonts w:ascii="Cambria" w:hAnsi="Cambria" w:cs="Times New Roman"/>
      <w:b/>
      <w:bCs/>
      <w:sz w:val="26"/>
      <w:szCs w:val="26"/>
      <w:lang w:val="es-ES" w:eastAsia="es-ES"/>
    </w:rPr>
  </w:style>
  <w:style w:type="paragraph" w:styleId="NormalWeb">
    <w:name w:val="Normal (Web)"/>
    <w:basedOn w:val="Normal"/>
    <w:uiPriority w:val="99"/>
    <w:rsid w:val="003E54BD"/>
    <w:pPr>
      <w:spacing w:before="100" w:beforeAutospacing="1" w:after="100" w:afterAutospacing="1"/>
    </w:pPr>
  </w:style>
  <w:style w:type="character" w:styleId="Hyperlink">
    <w:name w:val="Hyperlink"/>
    <w:basedOn w:val="DefaultParagraphFont"/>
    <w:uiPriority w:val="99"/>
    <w:rsid w:val="004E66BF"/>
    <w:rPr>
      <w:rFonts w:cs="Times New Roman"/>
      <w:color w:val="0000FF"/>
      <w:u w:val="single"/>
    </w:rPr>
  </w:style>
  <w:style w:type="character" w:styleId="FollowedHyperlink">
    <w:name w:val="FollowedHyperlink"/>
    <w:basedOn w:val="DefaultParagraphFont"/>
    <w:uiPriority w:val="99"/>
    <w:rsid w:val="00D655EB"/>
    <w:rPr>
      <w:rFonts w:cs="Times New Roman"/>
      <w:color w:val="800080"/>
      <w:u w:val="single"/>
    </w:rPr>
  </w:style>
  <w:style w:type="paragraph" w:customStyle="1" w:styleId="gmail-msonospacing">
    <w:name w:val="gmail-msonospacing"/>
    <w:basedOn w:val="Normal"/>
    <w:uiPriority w:val="99"/>
    <w:rsid w:val="00943A67"/>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divs>
    <w:div w:id="1723481203">
      <w:marLeft w:val="0"/>
      <w:marRight w:val="0"/>
      <w:marTop w:val="0"/>
      <w:marBottom w:val="0"/>
      <w:divBdr>
        <w:top w:val="none" w:sz="0" w:space="0" w:color="auto"/>
        <w:left w:val="none" w:sz="0" w:space="0" w:color="auto"/>
        <w:bottom w:val="none" w:sz="0" w:space="0" w:color="auto"/>
        <w:right w:val="none" w:sz="0" w:space="0" w:color="auto"/>
      </w:divBdr>
      <w:divsChild>
        <w:div w:id="1723481232">
          <w:marLeft w:val="0"/>
          <w:marRight w:val="0"/>
          <w:marTop w:val="0"/>
          <w:marBottom w:val="0"/>
          <w:divBdr>
            <w:top w:val="none" w:sz="0" w:space="0" w:color="auto"/>
            <w:left w:val="none" w:sz="0" w:space="0" w:color="auto"/>
            <w:bottom w:val="none" w:sz="0" w:space="0" w:color="auto"/>
            <w:right w:val="none" w:sz="0" w:space="0" w:color="auto"/>
          </w:divBdr>
          <w:divsChild>
            <w:div w:id="1723481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3481207">
      <w:marLeft w:val="0"/>
      <w:marRight w:val="0"/>
      <w:marTop w:val="0"/>
      <w:marBottom w:val="0"/>
      <w:divBdr>
        <w:top w:val="none" w:sz="0" w:space="0" w:color="auto"/>
        <w:left w:val="none" w:sz="0" w:space="0" w:color="auto"/>
        <w:bottom w:val="none" w:sz="0" w:space="0" w:color="auto"/>
        <w:right w:val="none" w:sz="0" w:space="0" w:color="auto"/>
      </w:divBdr>
      <w:divsChild>
        <w:div w:id="1723481211">
          <w:marLeft w:val="0"/>
          <w:marRight w:val="0"/>
          <w:marTop w:val="0"/>
          <w:marBottom w:val="0"/>
          <w:divBdr>
            <w:top w:val="none" w:sz="0" w:space="0" w:color="auto"/>
            <w:left w:val="none" w:sz="0" w:space="0" w:color="auto"/>
            <w:bottom w:val="none" w:sz="0" w:space="0" w:color="auto"/>
            <w:right w:val="none" w:sz="0" w:space="0" w:color="auto"/>
          </w:divBdr>
          <w:divsChild>
            <w:div w:id="1723481196">
              <w:marLeft w:val="0"/>
              <w:marRight w:val="0"/>
              <w:marTop w:val="0"/>
              <w:marBottom w:val="0"/>
              <w:divBdr>
                <w:top w:val="none" w:sz="0" w:space="0" w:color="auto"/>
                <w:left w:val="none" w:sz="0" w:space="0" w:color="auto"/>
                <w:bottom w:val="none" w:sz="0" w:space="0" w:color="auto"/>
                <w:right w:val="none" w:sz="0" w:space="0" w:color="auto"/>
              </w:divBdr>
              <w:divsChild>
                <w:div w:id="1723481216">
                  <w:marLeft w:val="0"/>
                  <w:marRight w:val="0"/>
                  <w:marTop w:val="0"/>
                  <w:marBottom w:val="0"/>
                  <w:divBdr>
                    <w:top w:val="none" w:sz="0" w:space="0" w:color="auto"/>
                    <w:left w:val="none" w:sz="0" w:space="0" w:color="auto"/>
                    <w:bottom w:val="none" w:sz="0" w:space="0" w:color="auto"/>
                    <w:right w:val="none" w:sz="0" w:space="0" w:color="auto"/>
                  </w:divBdr>
                  <w:divsChild>
                    <w:div w:id="1723481191">
                      <w:marLeft w:val="0"/>
                      <w:marRight w:val="0"/>
                      <w:marTop w:val="0"/>
                      <w:marBottom w:val="0"/>
                      <w:divBdr>
                        <w:top w:val="none" w:sz="0" w:space="0" w:color="auto"/>
                        <w:left w:val="none" w:sz="0" w:space="0" w:color="auto"/>
                        <w:bottom w:val="none" w:sz="0" w:space="0" w:color="auto"/>
                        <w:right w:val="none" w:sz="0" w:space="0" w:color="auto"/>
                      </w:divBdr>
                      <w:divsChild>
                        <w:div w:id="1723481184">
                          <w:marLeft w:val="0"/>
                          <w:marRight w:val="0"/>
                          <w:marTop w:val="0"/>
                          <w:marBottom w:val="0"/>
                          <w:divBdr>
                            <w:top w:val="none" w:sz="0" w:space="0" w:color="auto"/>
                            <w:left w:val="none" w:sz="0" w:space="0" w:color="auto"/>
                            <w:bottom w:val="none" w:sz="0" w:space="0" w:color="auto"/>
                            <w:right w:val="none" w:sz="0" w:space="0" w:color="auto"/>
                          </w:divBdr>
                        </w:div>
                        <w:div w:id="1723481185">
                          <w:marLeft w:val="0"/>
                          <w:marRight w:val="0"/>
                          <w:marTop w:val="0"/>
                          <w:marBottom w:val="0"/>
                          <w:divBdr>
                            <w:top w:val="none" w:sz="0" w:space="0" w:color="auto"/>
                            <w:left w:val="none" w:sz="0" w:space="0" w:color="auto"/>
                            <w:bottom w:val="none" w:sz="0" w:space="0" w:color="auto"/>
                            <w:right w:val="none" w:sz="0" w:space="0" w:color="auto"/>
                          </w:divBdr>
                        </w:div>
                        <w:div w:id="1723481186">
                          <w:marLeft w:val="0"/>
                          <w:marRight w:val="0"/>
                          <w:marTop w:val="0"/>
                          <w:marBottom w:val="0"/>
                          <w:divBdr>
                            <w:top w:val="none" w:sz="0" w:space="0" w:color="auto"/>
                            <w:left w:val="none" w:sz="0" w:space="0" w:color="auto"/>
                            <w:bottom w:val="none" w:sz="0" w:space="0" w:color="auto"/>
                            <w:right w:val="none" w:sz="0" w:space="0" w:color="auto"/>
                          </w:divBdr>
                        </w:div>
                        <w:div w:id="1723481187">
                          <w:marLeft w:val="0"/>
                          <w:marRight w:val="0"/>
                          <w:marTop w:val="0"/>
                          <w:marBottom w:val="0"/>
                          <w:divBdr>
                            <w:top w:val="none" w:sz="0" w:space="0" w:color="auto"/>
                            <w:left w:val="none" w:sz="0" w:space="0" w:color="auto"/>
                            <w:bottom w:val="none" w:sz="0" w:space="0" w:color="auto"/>
                            <w:right w:val="none" w:sz="0" w:space="0" w:color="auto"/>
                          </w:divBdr>
                        </w:div>
                        <w:div w:id="1723481188">
                          <w:marLeft w:val="0"/>
                          <w:marRight w:val="0"/>
                          <w:marTop w:val="0"/>
                          <w:marBottom w:val="0"/>
                          <w:divBdr>
                            <w:top w:val="none" w:sz="0" w:space="0" w:color="auto"/>
                            <w:left w:val="none" w:sz="0" w:space="0" w:color="auto"/>
                            <w:bottom w:val="none" w:sz="0" w:space="0" w:color="auto"/>
                            <w:right w:val="none" w:sz="0" w:space="0" w:color="auto"/>
                          </w:divBdr>
                        </w:div>
                        <w:div w:id="1723481189">
                          <w:marLeft w:val="0"/>
                          <w:marRight w:val="0"/>
                          <w:marTop w:val="0"/>
                          <w:marBottom w:val="0"/>
                          <w:divBdr>
                            <w:top w:val="none" w:sz="0" w:space="0" w:color="auto"/>
                            <w:left w:val="none" w:sz="0" w:space="0" w:color="auto"/>
                            <w:bottom w:val="none" w:sz="0" w:space="0" w:color="auto"/>
                            <w:right w:val="none" w:sz="0" w:space="0" w:color="auto"/>
                          </w:divBdr>
                        </w:div>
                        <w:div w:id="1723481190">
                          <w:marLeft w:val="0"/>
                          <w:marRight w:val="0"/>
                          <w:marTop w:val="0"/>
                          <w:marBottom w:val="0"/>
                          <w:divBdr>
                            <w:top w:val="none" w:sz="0" w:space="0" w:color="auto"/>
                            <w:left w:val="none" w:sz="0" w:space="0" w:color="auto"/>
                            <w:bottom w:val="none" w:sz="0" w:space="0" w:color="auto"/>
                            <w:right w:val="none" w:sz="0" w:space="0" w:color="auto"/>
                          </w:divBdr>
                        </w:div>
                        <w:div w:id="1723481192">
                          <w:marLeft w:val="0"/>
                          <w:marRight w:val="0"/>
                          <w:marTop w:val="0"/>
                          <w:marBottom w:val="0"/>
                          <w:divBdr>
                            <w:top w:val="none" w:sz="0" w:space="0" w:color="auto"/>
                            <w:left w:val="none" w:sz="0" w:space="0" w:color="auto"/>
                            <w:bottom w:val="none" w:sz="0" w:space="0" w:color="auto"/>
                            <w:right w:val="none" w:sz="0" w:space="0" w:color="auto"/>
                          </w:divBdr>
                        </w:div>
                        <w:div w:id="1723481193">
                          <w:marLeft w:val="0"/>
                          <w:marRight w:val="0"/>
                          <w:marTop w:val="0"/>
                          <w:marBottom w:val="0"/>
                          <w:divBdr>
                            <w:top w:val="none" w:sz="0" w:space="0" w:color="auto"/>
                            <w:left w:val="none" w:sz="0" w:space="0" w:color="auto"/>
                            <w:bottom w:val="none" w:sz="0" w:space="0" w:color="auto"/>
                            <w:right w:val="none" w:sz="0" w:space="0" w:color="auto"/>
                          </w:divBdr>
                        </w:div>
                        <w:div w:id="1723481194">
                          <w:marLeft w:val="0"/>
                          <w:marRight w:val="0"/>
                          <w:marTop w:val="0"/>
                          <w:marBottom w:val="0"/>
                          <w:divBdr>
                            <w:top w:val="none" w:sz="0" w:space="0" w:color="auto"/>
                            <w:left w:val="none" w:sz="0" w:space="0" w:color="auto"/>
                            <w:bottom w:val="none" w:sz="0" w:space="0" w:color="auto"/>
                            <w:right w:val="none" w:sz="0" w:space="0" w:color="auto"/>
                          </w:divBdr>
                        </w:div>
                        <w:div w:id="1723481195">
                          <w:marLeft w:val="0"/>
                          <w:marRight w:val="0"/>
                          <w:marTop w:val="0"/>
                          <w:marBottom w:val="0"/>
                          <w:divBdr>
                            <w:top w:val="none" w:sz="0" w:space="0" w:color="auto"/>
                            <w:left w:val="none" w:sz="0" w:space="0" w:color="auto"/>
                            <w:bottom w:val="none" w:sz="0" w:space="0" w:color="auto"/>
                            <w:right w:val="none" w:sz="0" w:space="0" w:color="auto"/>
                          </w:divBdr>
                        </w:div>
                        <w:div w:id="1723481197">
                          <w:marLeft w:val="0"/>
                          <w:marRight w:val="0"/>
                          <w:marTop w:val="0"/>
                          <w:marBottom w:val="0"/>
                          <w:divBdr>
                            <w:top w:val="none" w:sz="0" w:space="0" w:color="auto"/>
                            <w:left w:val="none" w:sz="0" w:space="0" w:color="auto"/>
                            <w:bottom w:val="none" w:sz="0" w:space="0" w:color="auto"/>
                            <w:right w:val="none" w:sz="0" w:space="0" w:color="auto"/>
                          </w:divBdr>
                        </w:div>
                        <w:div w:id="1723481198">
                          <w:marLeft w:val="0"/>
                          <w:marRight w:val="0"/>
                          <w:marTop w:val="0"/>
                          <w:marBottom w:val="0"/>
                          <w:divBdr>
                            <w:top w:val="none" w:sz="0" w:space="0" w:color="auto"/>
                            <w:left w:val="none" w:sz="0" w:space="0" w:color="auto"/>
                            <w:bottom w:val="none" w:sz="0" w:space="0" w:color="auto"/>
                            <w:right w:val="none" w:sz="0" w:space="0" w:color="auto"/>
                          </w:divBdr>
                        </w:div>
                        <w:div w:id="1723481199">
                          <w:marLeft w:val="360"/>
                          <w:marRight w:val="0"/>
                          <w:marTop w:val="0"/>
                          <w:marBottom w:val="0"/>
                          <w:divBdr>
                            <w:top w:val="none" w:sz="0" w:space="0" w:color="auto"/>
                            <w:left w:val="none" w:sz="0" w:space="0" w:color="auto"/>
                            <w:bottom w:val="none" w:sz="0" w:space="0" w:color="auto"/>
                            <w:right w:val="none" w:sz="0" w:space="0" w:color="auto"/>
                          </w:divBdr>
                        </w:div>
                        <w:div w:id="1723481200">
                          <w:marLeft w:val="0"/>
                          <w:marRight w:val="0"/>
                          <w:marTop w:val="0"/>
                          <w:marBottom w:val="0"/>
                          <w:divBdr>
                            <w:top w:val="none" w:sz="0" w:space="0" w:color="auto"/>
                            <w:left w:val="none" w:sz="0" w:space="0" w:color="auto"/>
                            <w:bottom w:val="none" w:sz="0" w:space="0" w:color="auto"/>
                            <w:right w:val="none" w:sz="0" w:space="0" w:color="auto"/>
                          </w:divBdr>
                        </w:div>
                        <w:div w:id="1723481201">
                          <w:marLeft w:val="0"/>
                          <w:marRight w:val="0"/>
                          <w:marTop w:val="0"/>
                          <w:marBottom w:val="0"/>
                          <w:divBdr>
                            <w:top w:val="none" w:sz="0" w:space="0" w:color="auto"/>
                            <w:left w:val="none" w:sz="0" w:space="0" w:color="auto"/>
                            <w:bottom w:val="none" w:sz="0" w:space="0" w:color="auto"/>
                            <w:right w:val="none" w:sz="0" w:space="0" w:color="auto"/>
                          </w:divBdr>
                        </w:div>
                        <w:div w:id="1723481202">
                          <w:marLeft w:val="0"/>
                          <w:marRight w:val="0"/>
                          <w:marTop w:val="0"/>
                          <w:marBottom w:val="0"/>
                          <w:divBdr>
                            <w:top w:val="none" w:sz="0" w:space="0" w:color="auto"/>
                            <w:left w:val="none" w:sz="0" w:space="0" w:color="auto"/>
                            <w:bottom w:val="none" w:sz="0" w:space="0" w:color="auto"/>
                            <w:right w:val="none" w:sz="0" w:space="0" w:color="auto"/>
                          </w:divBdr>
                        </w:div>
                        <w:div w:id="1723481204">
                          <w:marLeft w:val="0"/>
                          <w:marRight w:val="0"/>
                          <w:marTop w:val="0"/>
                          <w:marBottom w:val="0"/>
                          <w:divBdr>
                            <w:top w:val="none" w:sz="0" w:space="0" w:color="auto"/>
                            <w:left w:val="none" w:sz="0" w:space="0" w:color="auto"/>
                            <w:bottom w:val="none" w:sz="0" w:space="0" w:color="auto"/>
                            <w:right w:val="none" w:sz="0" w:space="0" w:color="auto"/>
                          </w:divBdr>
                        </w:div>
                        <w:div w:id="1723481205">
                          <w:marLeft w:val="0"/>
                          <w:marRight w:val="0"/>
                          <w:marTop w:val="0"/>
                          <w:marBottom w:val="0"/>
                          <w:divBdr>
                            <w:top w:val="none" w:sz="0" w:space="0" w:color="auto"/>
                            <w:left w:val="none" w:sz="0" w:space="0" w:color="auto"/>
                            <w:bottom w:val="none" w:sz="0" w:space="0" w:color="auto"/>
                            <w:right w:val="none" w:sz="0" w:space="0" w:color="auto"/>
                          </w:divBdr>
                        </w:div>
                        <w:div w:id="1723481206">
                          <w:marLeft w:val="0"/>
                          <w:marRight w:val="0"/>
                          <w:marTop w:val="0"/>
                          <w:marBottom w:val="0"/>
                          <w:divBdr>
                            <w:top w:val="none" w:sz="0" w:space="0" w:color="auto"/>
                            <w:left w:val="none" w:sz="0" w:space="0" w:color="auto"/>
                            <w:bottom w:val="none" w:sz="0" w:space="0" w:color="auto"/>
                            <w:right w:val="none" w:sz="0" w:space="0" w:color="auto"/>
                          </w:divBdr>
                        </w:div>
                        <w:div w:id="1723481208">
                          <w:marLeft w:val="0"/>
                          <w:marRight w:val="0"/>
                          <w:marTop w:val="0"/>
                          <w:marBottom w:val="0"/>
                          <w:divBdr>
                            <w:top w:val="none" w:sz="0" w:space="0" w:color="auto"/>
                            <w:left w:val="none" w:sz="0" w:space="0" w:color="auto"/>
                            <w:bottom w:val="none" w:sz="0" w:space="0" w:color="auto"/>
                            <w:right w:val="none" w:sz="0" w:space="0" w:color="auto"/>
                          </w:divBdr>
                        </w:div>
                        <w:div w:id="1723481209">
                          <w:marLeft w:val="0"/>
                          <w:marRight w:val="0"/>
                          <w:marTop w:val="0"/>
                          <w:marBottom w:val="0"/>
                          <w:divBdr>
                            <w:top w:val="none" w:sz="0" w:space="0" w:color="auto"/>
                            <w:left w:val="none" w:sz="0" w:space="0" w:color="auto"/>
                            <w:bottom w:val="none" w:sz="0" w:space="0" w:color="auto"/>
                            <w:right w:val="none" w:sz="0" w:space="0" w:color="auto"/>
                          </w:divBdr>
                        </w:div>
                        <w:div w:id="1723481210">
                          <w:marLeft w:val="0"/>
                          <w:marRight w:val="0"/>
                          <w:marTop w:val="0"/>
                          <w:marBottom w:val="0"/>
                          <w:divBdr>
                            <w:top w:val="none" w:sz="0" w:space="0" w:color="auto"/>
                            <w:left w:val="none" w:sz="0" w:space="0" w:color="auto"/>
                            <w:bottom w:val="none" w:sz="0" w:space="0" w:color="auto"/>
                            <w:right w:val="none" w:sz="0" w:space="0" w:color="auto"/>
                          </w:divBdr>
                        </w:div>
                        <w:div w:id="1723481212">
                          <w:marLeft w:val="0"/>
                          <w:marRight w:val="0"/>
                          <w:marTop w:val="0"/>
                          <w:marBottom w:val="0"/>
                          <w:divBdr>
                            <w:top w:val="none" w:sz="0" w:space="0" w:color="auto"/>
                            <w:left w:val="none" w:sz="0" w:space="0" w:color="auto"/>
                            <w:bottom w:val="none" w:sz="0" w:space="0" w:color="auto"/>
                            <w:right w:val="none" w:sz="0" w:space="0" w:color="auto"/>
                          </w:divBdr>
                        </w:div>
                        <w:div w:id="1723481213">
                          <w:marLeft w:val="0"/>
                          <w:marRight w:val="0"/>
                          <w:marTop w:val="0"/>
                          <w:marBottom w:val="0"/>
                          <w:divBdr>
                            <w:top w:val="none" w:sz="0" w:space="0" w:color="auto"/>
                            <w:left w:val="none" w:sz="0" w:space="0" w:color="auto"/>
                            <w:bottom w:val="none" w:sz="0" w:space="0" w:color="auto"/>
                            <w:right w:val="none" w:sz="0" w:space="0" w:color="auto"/>
                          </w:divBdr>
                        </w:div>
                        <w:div w:id="1723481214">
                          <w:marLeft w:val="0"/>
                          <w:marRight w:val="0"/>
                          <w:marTop w:val="0"/>
                          <w:marBottom w:val="0"/>
                          <w:divBdr>
                            <w:top w:val="none" w:sz="0" w:space="0" w:color="auto"/>
                            <w:left w:val="none" w:sz="0" w:space="0" w:color="auto"/>
                            <w:bottom w:val="none" w:sz="0" w:space="0" w:color="auto"/>
                            <w:right w:val="none" w:sz="0" w:space="0" w:color="auto"/>
                          </w:divBdr>
                        </w:div>
                        <w:div w:id="1723481215">
                          <w:marLeft w:val="0"/>
                          <w:marRight w:val="0"/>
                          <w:marTop w:val="0"/>
                          <w:marBottom w:val="0"/>
                          <w:divBdr>
                            <w:top w:val="none" w:sz="0" w:space="0" w:color="auto"/>
                            <w:left w:val="none" w:sz="0" w:space="0" w:color="auto"/>
                            <w:bottom w:val="none" w:sz="0" w:space="0" w:color="auto"/>
                            <w:right w:val="none" w:sz="0" w:space="0" w:color="auto"/>
                          </w:divBdr>
                        </w:div>
                        <w:div w:id="1723481217">
                          <w:marLeft w:val="0"/>
                          <w:marRight w:val="0"/>
                          <w:marTop w:val="0"/>
                          <w:marBottom w:val="0"/>
                          <w:divBdr>
                            <w:top w:val="none" w:sz="0" w:space="0" w:color="auto"/>
                            <w:left w:val="none" w:sz="0" w:space="0" w:color="auto"/>
                            <w:bottom w:val="none" w:sz="0" w:space="0" w:color="auto"/>
                            <w:right w:val="none" w:sz="0" w:space="0" w:color="auto"/>
                          </w:divBdr>
                        </w:div>
                        <w:div w:id="1723481218">
                          <w:marLeft w:val="0"/>
                          <w:marRight w:val="0"/>
                          <w:marTop w:val="0"/>
                          <w:marBottom w:val="0"/>
                          <w:divBdr>
                            <w:top w:val="none" w:sz="0" w:space="0" w:color="auto"/>
                            <w:left w:val="none" w:sz="0" w:space="0" w:color="auto"/>
                            <w:bottom w:val="none" w:sz="0" w:space="0" w:color="auto"/>
                            <w:right w:val="none" w:sz="0" w:space="0" w:color="auto"/>
                          </w:divBdr>
                        </w:div>
                        <w:div w:id="1723481219">
                          <w:marLeft w:val="0"/>
                          <w:marRight w:val="0"/>
                          <w:marTop w:val="0"/>
                          <w:marBottom w:val="0"/>
                          <w:divBdr>
                            <w:top w:val="none" w:sz="0" w:space="0" w:color="auto"/>
                            <w:left w:val="none" w:sz="0" w:space="0" w:color="auto"/>
                            <w:bottom w:val="none" w:sz="0" w:space="0" w:color="auto"/>
                            <w:right w:val="none" w:sz="0" w:space="0" w:color="auto"/>
                          </w:divBdr>
                        </w:div>
                        <w:div w:id="1723481220">
                          <w:marLeft w:val="0"/>
                          <w:marRight w:val="0"/>
                          <w:marTop w:val="0"/>
                          <w:marBottom w:val="0"/>
                          <w:divBdr>
                            <w:top w:val="none" w:sz="0" w:space="0" w:color="auto"/>
                            <w:left w:val="none" w:sz="0" w:space="0" w:color="auto"/>
                            <w:bottom w:val="none" w:sz="0" w:space="0" w:color="auto"/>
                            <w:right w:val="none" w:sz="0" w:space="0" w:color="auto"/>
                          </w:divBdr>
                        </w:div>
                        <w:div w:id="1723481221">
                          <w:marLeft w:val="0"/>
                          <w:marRight w:val="0"/>
                          <w:marTop w:val="0"/>
                          <w:marBottom w:val="0"/>
                          <w:divBdr>
                            <w:top w:val="none" w:sz="0" w:space="0" w:color="auto"/>
                            <w:left w:val="none" w:sz="0" w:space="0" w:color="auto"/>
                            <w:bottom w:val="none" w:sz="0" w:space="0" w:color="auto"/>
                            <w:right w:val="none" w:sz="0" w:space="0" w:color="auto"/>
                          </w:divBdr>
                        </w:div>
                        <w:div w:id="1723481222">
                          <w:marLeft w:val="0"/>
                          <w:marRight w:val="0"/>
                          <w:marTop w:val="0"/>
                          <w:marBottom w:val="0"/>
                          <w:divBdr>
                            <w:top w:val="none" w:sz="0" w:space="0" w:color="auto"/>
                            <w:left w:val="none" w:sz="0" w:space="0" w:color="auto"/>
                            <w:bottom w:val="none" w:sz="0" w:space="0" w:color="auto"/>
                            <w:right w:val="none" w:sz="0" w:space="0" w:color="auto"/>
                          </w:divBdr>
                        </w:div>
                        <w:div w:id="1723481223">
                          <w:marLeft w:val="0"/>
                          <w:marRight w:val="0"/>
                          <w:marTop w:val="0"/>
                          <w:marBottom w:val="0"/>
                          <w:divBdr>
                            <w:top w:val="none" w:sz="0" w:space="0" w:color="auto"/>
                            <w:left w:val="none" w:sz="0" w:space="0" w:color="auto"/>
                            <w:bottom w:val="none" w:sz="0" w:space="0" w:color="auto"/>
                            <w:right w:val="none" w:sz="0" w:space="0" w:color="auto"/>
                          </w:divBdr>
                        </w:div>
                        <w:div w:id="1723481224">
                          <w:marLeft w:val="0"/>
                          <w:marRight w:val="0"/>
                          <w:marTop w:val="0"/>
                          <w:marBottom w:val="0"/>
                          <w:divBdr>
                            <w:top w:val="none" w:sz="0" w:space="0" w:color="auto"/>
                            <w:left w:val="none" w:sz="0" w:space="0" w:color="auto"/>
                            <w:bottom w:val="none" w:sz="0" w:space="0" w:color="auto"/>
                            <w:right w:val="none" w:sz="0" w:space="0" w:color="auto"/>
                          </w:divBdr>
                        </w:div>
                        <w:div w:id="1723481225">
                          <w:marLeft w:val="0"/>
                          <w:marRight w:val="0"/>
                          <w:marTop w:val="0"/>
                          <w:marBottom w:val="0"/>
                          <w:divBdr>
                            <w:top w:val="none" w:sz="0" w:space="0" w:color="auto"/>
                            <w:left w:val="none" w:sz="0" w:space="0" w:color="auto"/>
                            <w:bottom w:val="none" w:sz="0" w:space="0" w:color="auto"/>
                            <w:right w:val="none" w:sz="0" w:space="0" w:color="auto"/>
                          </w:divBdr>
                        </w:div>
                        <w:div w:id="1723481226">
                          <w:marLeft w:val="0"/>
                          <w:marRight w:val="0"/>
                          <w:marTop w:val="0"/>
                          <w:marBottom w:val="0"/>
                          <w:divBdr>
                            <w:top w:val="none" w:sz="0" w:space="0" w:color="auto"/>
                            <w:left w:val="none" w:sz="0" w:space="0" w:color="auto"/>
                            <w:bottom w:val="none" w:sz="0" w:space="0" w:color="auto"/>
                            <w:right w:val="none" w:sz="0" w:space="0" w:color="auto"/>
                          </w:divBdr>
                        </w:div>
                        <w:div w:id="1723481227">
                          <w:marLeft w:val="0"/>
                          <w:marRight w:val="0"/>
                          <w:marTop w:val="0"/>
                          <w:marBottom w:val="0"/>
                          <w:divBdr>
                            <w:top w:val="none" w:sz="0" w:space="0" w:color="auto"/>
                            <w:left w:val="none" w:sz="0" w:space="0" w:color="auto"/>
                            <w:bottom w:val="none" w:sz="0" w:space="0" w:color="auto"/>
                            <w:right w:val="none" w:sz="0" w:space="0" w:color="auto"/>
                          </w:divBdr>
                        </w:div>
                        <w:div w:id="1723481228">
                          <w:marLeft w:val="0"/>
                          <w:marRight w:val="0"/>
                          <w:marTop w:val="0"/>
                          <w:marBottom w:val="0"/>
                          <w:divBdr>
                            <w:top w:val="none" w:sz="0" w:space="0" w:color="auto"/>
                            <w:left w:val="none" w:sz="0" w:space="0" w:color="auto"/>
                            <w:bottom w:val="none" w:sz="0" w:space="0" w:color="auto"/>
                            <w:right w:val="none" w:sz="0" w:space="0" w:color="auto"/>
                          </w:divBdr>
                        </w:div>
                        <w:div w:id="1723481229">
                          <w:marLeft w:val="0"/>
                          <w:marRight w:val="0"/>
                          <w:marTop w:val="0"/>
                          <w:marBottom w:val="0"/>
                          <w:divBdr>
                            <w:top w:val="none" w:sz="0" w:space="0" w:color="auto"/>
                            <w:left w:val="none" w:sz="0" w:space="0" w:color="auto"/>
                            <w:bottom w:val="none" w:sz="0" w:space="0" w:color="auto"/>
                            <w:right w:val="none" w:sz="0" w:space="0" w:color="auto"/>
                          </w:divBdr>
                        </w:div>
                        <w:div w:id="1723481230">
                          <w:marLeft w:val="0"/>
                          <w:marRight w:val="0"/>
                          <w:marTop w:val="0"/>
                          <w:marBottom w:val="0"/>
                          <w:divBdr>
                            <w:top w:val="none" w:sz="0" w:space="0" w:color="auto"/>
                            <w:left w:val="none" w:sz="0" w:space="0" w:color="auto"/>
                            <w:bottom w:val="none" w:sz="0" w:space="0" w:color="auto"/>
                            <w:right w:val="none" w:sz="0" w:space="0" w:color="auto"/>
                          </w:divBdr>
                        </w:div>
                        <w:div w:id="1723481233">
                          <w:marLeft w:val="0"/>
                          <w:marRight w:val="0"/>
                          <w:marTop w:val="0"/>
                          <w:marBottom w:val="0"/>
                          <w:divBdr>
                            <w:top w:val="none" w:sz="0" w:space="0" w:color="auto"/>
                            <w:left w:val="none" w:sz="0" w:space="0" w:color="auto"/>
                            <w:bottom w:val="none" w:sz="0" w:space="0" w:color="auto"/>
                            <w:right w:val="none" w:sz="0" w:space="0" w:color="auto"/>
                          </w:divBdr>
                        </w:div>
                        <w:div w:id="1723481234">
                          <w:marLeft w:val="0"/>
                          <w:marRight w:val="0"/>
                          <w:marTop w:val="0"/>
                          <w:marBottom w:val="0"/>
                          <w:divBdr>
                            <w:top w:val="none" w:sz="0" w:space="0" w:color="auto"/>
                            <w:left w:val="none" w:sz="0" w:space="0" w:color="auto"/>
                            <w:bottom w:val="none" w:sz="0" w:space="0" w:color="auto"/>
                            <w:right w:val="none" w:sz="0" w:space="0" w:color="auto"/>
                          </w:divBdr>
                        </w:div>
                        <w:div w:id="1723481235">
                          <w:marLeft w:val="0"/>
                          <w:marRight w:val="0"/>
                          <w:marTop w:val="0"/>
                          <w:marBottom w:val="0"/>
                          <w:divBdr>
                            <w:top w:val="none" w:sz="0" w:space="0" w:color="auto"/>
                            <w:left w:val="none" w:sz="0" w:space="0" w:color="auto"/>
                            <w:bottom w:val="none" w:sz="0" w:space="0" w:color="auto"/>
                            <w:right w:val="none" w:sz="0" w:space="0" w:color="auto"/>
                          </w:divBdr>
                        </w:div>
                        <w:div w:id="1723481236">
                          <w:marLeft w:val="0"/>
                          <w:marRight w:val="0"/>
                          <w:marTop w:val="0"/>
                          <w:marBottom w:val="0"/>
                          <w:divBdr>
                            <w:top w:val="none" w:sz="0" w:space="0" w:color="auto"/>
                            <w:left w:val="none" w:sz="0" w:space="0" w:color="auto"/>
                            <w:bottom w:val="none" w:sz="0" w:space="0" w:color="auto"/>
                            <w:right w:val="none" w:sz="0" w:space="0" w:color="auto"/>
                          </w:divBdr>
                        </w:div>
                        <w:div w:id="1723481237">
                          <w:marLeft w:val="360"/>
                          <w:marRight w:val="0"/>
                          <w:marTop w:val="0"/>
                          <w:marBottom w:val="0"/>
                          <w:divBdr>
                            <w:top w:val="none" w:sz="0" w:space="0" w:color="auto"/>
                            <w:left w:val="none" w:sz="0" w:space="0" w:color="auto"/>
                            <w:bottom w:val="none" w:sz="0" w:space="0" w:color="auto"/>
                            <w:right w:val="none" w:sz="0" w:space="0" w:color="auto"/>
                          </w:divBdr>
                        </w:div>
                        <w:div w:id="1723481238">
                          <w:marLeft w:val="0"/>
                          <w:marRight w:val="0"/>
                          <w:marTop w:val="0"/>
                          <w:marBottom w:val="0"/>
                          <w:divBdr>
                            <w:top w:val="none" w:sz="0" w:space="0" w:color="auto"/>
                            <w:left w:val="none" w:sz="0" w:space="0" w:color="auto"/>
                            <w:bottom w:val="none" w:sz="0" w:space="0" w:color="auto"/>
                            <w:right w:val="none" w:sz="0" w:space="0" w:color="auto"/>
                          </w:divBdr>
                        </w:div>
                        <w:div w:id="1723481239">
                          <w:marLeft w:val="0"/>
                          <w:marRight w:val="0"/>
                          <w:marTop w:val="0"/>
                          <w:marBottom w:val="0"/>
                          <w:divBdr>
                            <w:top w:val="none" w:sz="0" w:space="0" w:color="auto"/>
                            <w:left w:val="none" w:sz="0" w:space="0" w:color="auto"/>
                            <w:bottom w:val="none" w:sz="0" w:space="0" w:color="auto"/>
                            <w:right w:val="none" w:sz="0" w:space="0" w:color="auto"/>
                          </w:divBdr>
                        </w:div>
                        <w:div w:id="1723481241">
                          <w:marLeft w:val="0"/>
                          <w:marRight w:val="0"/>
                          <w:marTop w:val="0"/>
                          <w:marBottom w:val="0"/>
                          <w:divBdr>
                            <w:top w:val="none" w:sz="0" w:space="0" w:color="auto"/>
                            <w:left w:val="none" w:sz="0" w:space="0" w:color="auto"/>
                            <w:bottom w:val="none" w:sz="0" w:space="0" w:color="auto"/>
                            <w:right w:val="none" w:sz="0" w:space="0" w:color="auto"/>
                          </w:divBdr>
                        </w:div>
                        <w:div w:id="1723481242">
                          <w:marLeft w:val="0"/>
                          <w:marRight w:val="0"/>
                          <w:marTop w:val="0"/>
                          <w:marBottom w:val="0"/>
                          <w:divBdr>
                            <w:top w:val="none" w:sz="0" w:space="0" w:color="auto"/>
                            <w:left w:val="none" w:sz="0" w:space="0" w:color="auto"/>
                            <w:bottom w:val="none" w:sz="0" w:space="0" w:color="auto"/>
                            <w:right w:val="none" w:sz="0" w:space="0" w:color="auto"/>
                          </w:divBdr>
                        </w:div>
                        <w:div w:id="1723481243">
                          <w:marLeft w:val="0"/>
                          <w:marRight w:val="0"/>
                          <w:marTop w:val="0"/>
                          <w:marBottom w:val="0"/>
                          <w:divBdr>
                            <w:top w:val="none" w:sz="0" w:space="0" w:color="auto"/>
                            <w:left w:val="none" w:sz="0" w:space="0" w:color="auto"/>
                            <w:bottom w:val="none" w:sz="0" w:space="0" w:color="auto"/>
                            <w:right w:val="none" w:sz="0" w:space="0" w:color="auto"/>
                          </w:divBdr>
                        </w:div>
                        <w:div w:id="1723481244">
                          <w:marLeft w:val="0"/>
                          <w:marRight w:val="0"/>
                          <w:marTop w:val="0"/>
                          <w:marBottom w:val="0"/>
                          <w:divBdr>
                            <w:top w:val="none" w:sz="0" w:space="0" w:color="auto"/>
                            <w:left w:val="none" w:sz="0" w:space="0" w:color="auto"/>
                            <w:bottom w:val="none" w:sz="0" w:space="0" w:color="auto"/>
                            <w:right w:val="none" w:sz="0" w:space="0" w:color="auto"/>
                          </w:divBdr>
                        </w:div>
                        <w:div w:id="1723481245">
                          <w:marLeft w:val="0"/>
                          <w:marRight w:val="0"/>
                          <w:marTop w:val="0"/>
                          <w:marBottom w:val="0"/>
                          <w:divBdr>
                            <w:top w:val="none" w:sz="0" w:space="0" w:color="auto"/>
                            <w:left w:val="none" w:sz="0" w:space="0" w:color="auto"/>
                            <w:bottom w:val="none" w:sz="0" w:space="0" w:color="auto"/>
                            <w:right w:val="none" w:sz="0" w:space="0" w:color="auto"/>
                          </w:divBdr>
                        </w:div>
                        <w:div w:id="1723481246">
                          <w:marLeft w:val="0"/>
                          <w:marRight w:val="0"/>
                          <w:marTop w:val="0"/>
                          <w:marBottom w:val="0"/>
                          <w:divBdr>
                            <w:top w:val="none" w:sz="0" w:space="0" w:color="auto"/>
                            <w:left w:val="none" w:sz="0" w:space="0" w:color="auto"/>
                            <w:bottom w:val="none" w:sz="0" w:space="0" w:color="auto"/>
                            <w:right w:val="none" w:sz="0" w:space="0" w:color="auto"/>
                          </w:divBdr>
                        </w:div>
                        <w:div w:id="1723481247">
                          <w:marLeft w:val="0"/>
                          <w:marRight w:val="0"/>
                          <w:marTop w:val="0"/>
                          <w:marBottom w:val="0"/>
                          <w:divBdr>
                            <w:top w:val="none" w:sz="0" w:space="0" w:color="auto"/>
                            <w:left w:val="none" w:sz="0" w:space="0" w:color="auto"/>
                            <w:bottom w:val="none" w:sz="0" w:space="0" w:color="auto"/>
                            <w:right w:val="none" w:sz="0" w:space="0" w:color="auto"/>
                          </w:divBdr>
                        </w:div>
                        <w:div w:id="1723481248">
                          <w:marLeft w:val="0"/>
                          <w:marRight w:val="0"/>
                          <w:marTop w:val="0"/>
                          <w:marBottom w:val="0"/>
                          <w:divBdr>
                            <w:top w:val="none" w:sz="0" w:space="0" w:color="auto"/>
                            <w:left w:val="none" w:sz="0" w:space="0" w:color="auto"/>
                            <w:bottom w:val="none" w:sz="0" w:space="0" w:color="auto"/>
                            <w:right w:val="none" w:sz="0" w:space="0" w:color="auto"/>
                          </w:divBdr>
                        </w:div>
                        <w:div w:id="1723481249">
                          <w:marLeft w:val="0"/>
                          <w:marRight w:val="0"/>
                          <w:marTop w:val="0"/>
                          <w:marBottom w:val="0"/>
                          <w:divBdr>
                            <w:top w:val="none" w:sz="0" w:space="0" w:color="auto"/>
                            <w:left w:val="none" w:sz="0" w:space="0" w:color="auto"/>
                            <w:bottom w:val="none" w:sz="0" w:space="0" w:color="auto"/>
                            <w:right w:val="none" w:sz="0" w:space="0" w:color="auto"/>
                          </w:divBdr>
                        </w:div>
                        <w:div w:id="1723481250">
                          <w:marLeft w:val="0"/>
                          <w:marRight w:val="0"/>
                          <w:marTop w:val="0"/>
                          <w:marBottom w:val="0"/>
                          <w:divBdr>
                            <w:top w:val="none" w:sz="0" w:space="0" w:color="auto"/>
                            <w:left w:val="none" w:sz="0" w:space="0" w:color="auto"/>
                            <w:bottom w:val="none" w:sz="0" w:space="0" w:color="auto"/>
                            <w:right w:val="none" w:sz="0" w:space="0" w:color="auto"/>
                          </w:divBdr>
                        </w:div>
                        <w:div w:id="1723481251">
                          <w:marLeft w:val="0"/>
                          <w:marRight w:val="0"/>
                          <w:marTop w:val="0"/>
                          <w:marBottom w:val="0"/>
                          <w:divBdr>
                            <w:top w:val="none" w:sz="0" w:space="0" w:color="auto"/>
                            <w:left w:val="none" w:sz="0" w:space="0" w:color="auto"/>
                            <w:bottom w:val="none" w:sz="0" w:space="0" w:color="auto"/>
                            <w:right w:val="none" w:sz="0" w:space="0" w:color="auto"/>
                          </w:divBdr>
                        </w:div>
                        <w:div w:id="1723481252">
                          <w:marLeft w:val="360"/>
                          <w:marRight w:val="0"/>
                          <w:marTop w:val="0"/>
                          <w:marBottom w:val="0"/>
                          <w:divBdr>
                            <w:top w:val="none" w:sz="0" w:space="0" w:color="auto"/>
                            <w:left w:val="none" w:sz="0" w:space="0" w:color="auto"/>
                            <w:bottom w:val="none" w:sz="0" w:space="0" w:color="auto"/>
                            <w:right w:val="none" w:sz="0" w:space="0" w:color="auto"/>
                          </w:divBdr>
                        </w:div>
                        <w:div w:id="1723481253">
                          <w:marLeft w:val="0"/>
                          <w:marRight w:val="0"/>
                          <w:marTop w:val="0"/>
                          <w:marBottom w:val="0"/>
                          <w:divBdr>
                            <w:top w:val="none" w:sz="0" w:space="0" w:color="auto"/>
                            <w:left w:val="none" w:sz="0" w:space="0" w:color="auto"/>
                            <w:bottom w:val="none" w:sz="0" w:space="0" w:color="auto"/>
                            <w:right w:val="none" w:sz="0" w:space="0" w:color="auto"/>
                          </w:divBdr>
                        </w:div>
                        <w:div w:id="1723481254">
                          <w:marLeft w:val="0"/>
                          <w:marRight w:val="0"/>
                          <w:marTop w:val="0"/>
                          <w:marBottom w:val="0"/>
                          <w:divBdr>
                            <w:top w:val="none" w:sz="0" w:space="0" w:color="auto"/>
                            <w:left w:val="none" w:sz="0" w:space="0" w:color="auto"/>
                            <w:bottom w:val="none" w:sz="0" w:space="0" w:color="auto"/>
                            <w:right w:val="none" w:sz="0" w:space="0" w:color="auto"/>
                          </w:divBdr>
                        </w:div>
                        <w:div w:id="1723481255">
                          <w:marLeft w:val="0"/>
                          <w:marRight w:val="0"/>
                          <w:marTop w:val="0"/>
                          <w:marBottom w:val="0"/>
                          <w:divBdr>
                            <w:top w:val="none" w:sz="0" w:space="0" w:color="auto"/>
                            <w:left w:val="none" w:sz="0" w:space="0" w:color="auto"/>
                            <w:bottom w:val="none" w:sz="0" w:space="0" w:color="auto"/>
                            <w:right w:val="none" w:sz="0" w:space="0" w:color="auto"/>
                          </w:divBdr>
                        </w:div>
                        <w:div w:id="1723481256">
                          <w:marLeft w:val="0"/>
                          <w:marRight w:val="0"/>
                          <w:marTop w:val="0"/>
                          <w:marBottom w:val="0"/>
                          <w:divBdr>
                            <w:top w:val="none" w:sz="0" w:space="0" w:color="auto"/>
                            <w:left w:val="none" w:sz="0" w:space="0" w:color="auto"/>
                            <w:bottom w:val="none" w:sz="0" w:space="0" w:color="auto"/>
                            <w:right w:val="none" w:sz="0" w:space="0" w:color="auto"/>
                          </w:divBdr>
                        </w:div>
                        <w:div w:id="1723481257">
                          <w:marLeft w:val="360"/>
                          <w:marRight w:val="0"/>
                          <w:marTop w:val="0"/>
                          <w:marBottom w:val="0"/>
                          <w:divBdr>
                            <w:top w:val="none" w:sz="0" w:space="0" w:color="auto"/>
                            <w:left w:val="none" w:sz="0" w:space="0" w:color="auto"/>
                            <w:bottom w:val="none" w:sz="0" w:space="0" w:color="auto"/>
                            <w:right w:val="none" w:sz="0" w:space="0" w:color="auto"/>
                          </w:divBdr>
                        </w:div>
                        <w:div w:id="1723481258">
                          <w:marLeft w:val="0"/>
                          <w:marRight w:val="0"/>
                          <w:marTop w:val="0"/>
                          <w:marBottom w:val="0"/>
                          <w:divBdr>
                            <w:top w:val="none" w:sz="0" w:space="0" w:color="auto"/>
                            <w:left w:val="none" w:sz="0" w:space="0" w:color="auto"/>
                            <w:bottom w:val="none" w:sz="0" w:space="0" w:color="auto"/>
                            <w:right w:val="none" w:sz="0" w:space="0" w:color="auto"/>
                          </w:divBdr>
                        </w:div>
                        <w:div w:id="1723481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23481231">
      <w:marLeft w:val="0"/>
      <w:marRight w:val="0"/>
      <w:marTop w:val="0"/>
      <w:marBottom w:val="0"/>
      <w:divBdr>
        <w:top w:val="none" w:sz="0" w:space="0" w:color="auto"/>
        <w:left w:val="none" w:sz="0" w:space="0" w:color="auto"/>
        <w:bottom w:val="none" w:sz="0" w:space="0" w:color="auto"/>
        <w:right w:val="none" w:sz="0" w:space="0" w:color="auto"/>
      </w:divBdr>
    </w:div>
    <w:div w:id="1723481268">
      <w:marLeft w:val="0"/>
      <w:marRight w:val="0"/>
      <w:marTop w:val="0"/>
      <w:marBottom w:val="0"/>
      <w:divBdr>
        <w:top w:val="none" w:sz="0" w:space="0" w:color="auto"/>
        <w:left w:val="none" w:sz="0" w:space="0" w:color="auto"/>
        <w:bottom w:val="none" w:sz="0" w:space="0" w:color="auto"/>
        <w:right w:val="none" w:sz="0" w:space="0" w:color="auto"/>
      </w:divBdr>
      <w:divsChild>
        <w:div w:id="1723481307">
          <w:marLeft w:val="0"/>
          <w:marRight w:val="0"/>
          <w:marTop w:val="0"/>
          <w:marBottom w:val="0"/>
          <w:divBdr>
            <w:top w:val="none" w:sz="0" w:space="0" w:color="auto"/>
            <w:left w:val="none" w:sz="0" w:space="0" w:color="auto"/>
            <w:bottom w:val="none" w:sz="0" w:space="0" w:color="auto"/>
            <w:right w:val="none" w:sz="0" w:space="0" w:color="auto"/>
          </w:divBdr>
          <w:divsChild>
            <w:div w:id="1723481298">
              <w:marLeft w:val="0"/>
              <w:marRight w:val="0"/>
              <w:marTop w:val="0"/>
              <w:marBottom w:val="0"/>
              <w:divBdr>
                <w:top w:val="none" w:sz="0" w:space="0" w:color="auto"/>
                <w:left w:val="none" w:sz="0" w:space="0" w:color="auto"/>
                <w:bottom w:val="none" w:sz="0" w:space="0" w:color="auto"/>
                <w:right w:val="none" w:sz="0" w:space="0" w:color="auto"/>
              </w:divBdr>
              <w:divsChild>
                <w:div w:id="1723481306">
                  <w:marLeft w:val="0"/>
                  <w:marRight w:val="0"/>
                  <w:marTop w:val="0"/>
                  <w:marBottom w:val="0"/>
                  <w:divBdr>
                    <w:top w:val="none" w:sz="0" w:space="0" w:color="auto"/>
                    <w:left w:val="none" w:sz="0" w:space="0" w:color="auto"/>
                    <w:bottom w:val="none" w:sz="0" w:space="0" w:color="auto"/>
                    <w:right w:val="none" w:sz="0" w:space="0" w:color="auto"/>
                  </w:divBdr>
                  <w:divsChild>
                    <w:div w:id="1723481316">
                      <w:marLeft w:val="0"/>
                      <w:marRight w:val="0"/>
                      <w:marTop w:val="0"/>
                      <w:marBottom w:val="0"/>
                      <w:divBdr>
                        <w:top w:val="none" w:sz="0" w:space="0" w:color="auto"/>
                        <w:left w:val="none" w:sz="0" w:space="0" w:color="auto"/>
                        <w:bottom w:val="none" w:sz="0" w:space="0" w:color="auto"/>
                        <w:right w:val="none" w:sz="0" w:space="0" w:color="auto"/>
                      </w:divBdr>
                      <w:divsChild>
                        <w:div w:id="1723481261">
                          <w:marLeft w:val="0"/>
                          <w:marRight w:val="0"/>
                          <w:marTop w:val="0"/>
                          <w:marBottom w:val="0"/>
                          <w:divBdr>
                            <w:top w:val="none" w:sz="0" w:space="0" w:color="auto"/>
                            <w:left w:val="none" w:sz="0" w:space="0" w:color="auto"/>
                            <w:bottom w:val="none" w:sz="0" w:space="0" w:color="auto"/>
                            <w:right w:val="none" w:sz="0" w:space="0" w:color="auto"/>
                          </w:divBdr>
                        </w:div>
                        <w:div w:id="1723481263">
                          <w:marLeft w:val="0"/>
                          <w:marRight w:val="0"/>
                          <w:marTop w:val="0"/>
                          <w:marBottom w:val="0"/>
                          <w:divBdr>
                            <w:top w:val="none" w:sz="0" w:space="0" w:color="auto"/>
                            <w:left w:val="none" w:sz="0" w:space="0" w:color="auto"/>
                            <w:bottom w:val="none" w:sz="0" w:space="0" w:color="auto"/>
                            <w:right w:val="none" w:sz="0" w:space="0" w:color="auto"/>
                          </w:divBdr>
                        </w:div>
                        <w:div w:id="1723481265">
                          <w:marLeft w:val="0"/>
                          <w:marRight w:val="0"/>
                          <w:marTop w:val="0"/>
                          <w:marBottom w:val="0"/>
                          <w:divBdr>
                            <w:top w:val="none" w:sz="0" w:space="0" w:color="auto"/>
                            <w:left w:val="none" w:sz="0" w:space="0" w:color="auto"/>
                            <w:bottom w:val="none" w:sz="0" w:space="0" w:color="auto"/>
                            <w:right w:val="none" w:sz="0" w:space="0" w:color="auto"/>
                          </w:divBdr>
                        </w:div>
                        <w:div w:id="1723481266">
                          <w:marLeft w:val="0"/>
                          <w:marRight w:val="0"/>
                          <w:marTop w:val="0"/>
                          <w:marBottom w:val="0"/>
                          <w:divBdr>
                            <w:top w:val="none" w:sz="0" w:space="0" w:color="auto"/>
                            <w:left w:val="none" w:sz="0" w:space="0" w:color="auto"/>
                            <w:bottom w:val="none" w:sz="0" w:space="0" w:color="auto"/>
                            <w:right w:val="none" w:sz="0" w:space="0" w:color="auto"/>
                          </w:divBdr>
                        </w:div>
                        <w:div w:id="1723481267">
                          <w:marLeft w:val="0"/>
                          <w:marRight w:val="0"/>
                          <w:marTop w:val="0"/>
                          <w:marBottom w:val="0"/>
                          <w:divBdr>
                            <w:top w:val="none" w:sz="0" w:space="0" w:color="auto"/>
                            <w:left w:val="none" w:sz="0" w:space="0" w:color="auto"/>
                            <w:bottom w:val="none" w:sz="0" w:space="0" w:color="auto"/>
                            <w:right w:val="none" w:sz="0" w:space="0" w:color="auto"/>
                          </w:divBdr>
                        </w:div>
                        <w:div w:id="1723481269">
                          <w:marLeft w:val="0"/>
                          <w:marRight w:val="0"/>
                          <w:marTop w:val="0"/>
                          <w:marBottom w:val="0"/>
                          <w:divBdr>
                            <w:top w:val="none" w:sz="0" w:space="0" w:color="auto"/>
                            <w:left w:val="none" w:sz="0" w:space="0" w:color="auto"/>
                            <w:bottom w:val="none" w:sz="0" w:space="0" w:color="auto"/>
                            <w:right w:val="none" w:sz="0" w:space="0" w:color="auto"/>
                          </w:divBdr>
                        </w:div>
                        <w:div w:id="1723481273">
                          <w:marLeft w:val="0"/>
                          <w:marRight w:val="0"/>
                          <w:marTop w:val="0"/>
                          <w:marBottom w:val="0"/>
                          <w:divBdr>
                            <w:top w:val="none" w:sz="0" w:space="0" w:color="auto"/>
                            <w:left w:val="none" w:sz="0" w:space="0" w:color="auto"/>
                            <w:bottom w:val="none" w:sz="0" w:space="0" w:color="auto"/>
                            <w:right w:val="none" w:sz="0" w:space="0" w:color="auto"/>
                          </w:divBdr>
                        </w:div>
                        <w:div w:id="1723481277">
                          <w:marLeft w:val="0"/>
                          <w:marRight w:val="0"/>
                          <w:marTop w:val="0"/>
                          <w:marBottom w:val="0"/>
                          <w:divBdr>
                            <w:top w:val="none" w:sz="0" w:space="0" w:color="auto"/>
                            <w:left w:val="none" w:sz="0" w:space="0" w:color="auto"/>
                            <w:bottom w:val="none" w:sz="0" w:space="0" w:color="auto"/>
                            <w:right w:val="none" w:sz="0" w:space="0" w:color="auto"/>
                          </w:divBdr>
                        </w:div>
                        <w:div w:id="1723481279">
                          <w:marLeft w:val="0"/>
                          <w:marRight w:val="0"/>
                          <w:marTop w:val="0"/>
                          <w:marBottom w:val="0"/>
                          <w:divBdr>
                            <w:top w:val="none" w:sz="0" w:space="0" w:color="auto"/>
                            <w:left w:val="none" w:sz="0" w:space="0" w:color="auto"/>
                            <w:bottom w:val="none" w:sz="0" w:space="0" w:color="auto"/>
                            <w:right w:val="none" w:sz="0" w:space="0" w:color="auto"/>
                          </w:divBdr>
                        </w:div>
                        <w:div w:id="1723481285">
                          <w:marLeft w:val="0"/>
                          <w:marRight w:val="0"/>
                          <w:marTop w:val="0"/>
                          <w:marBottom w:val="0"/>
                          <w:divBdr>
                            <w:top w:val="none" w:sz="0" w:space="0" w:color="auto"/>
                            <w:left w:val="none" w:sz="0" w:space="0" w:color="auto"/>
                            <w:bottom w:val="none" w:sz="0" w:space="0" w:color="auto"/>
                            <w:right w:val="none" w:sz="0" w:space="0" w:color="auto"/>
                          </w:divBdr>
                        </w:div>
                        <w:div w:id="1723481286">
                          <w:marLeft w:val="0"/>
                          <w:marRight w:val="0"/>
                          <w:marTop w:val="0"/>
                          <w:marBottom w:val="0"/>
                          <w:divBdr>
                            <w:top w:val="none" w:sz="0" w:space="0" w:color="auto"/>
                            <w:left w:val="none" w:sz="0" w:space="0" w:color="auto"/>
                            <w:bottom w:val="none" w:sz="0" w:space="0" w:color="auto"/>
                            <w:right w:val="none" w:sz="0" w:space="0" w:color="auto"/>
                          </w:divBdr>
                        </w:div>
                        <w:div w:id="1723481287">
                          <w:marLeft w:val="0"/>
                          <w:marRight w:val="0"/>
                          <w:marTop w:val="0"/>
                          <w:marBottom w:val="0"/>
                          <w:divBdr>
                            <w:top w:val="none" w:sz="0" w:space="0" w:color="auto"/>
                            <w:left w:val="none" w:sz="0" w:space="0" w:color="auto"/>
                            <w:bottom w:val="none" w:sz="0" w:space="0" w:color="auto"/>
                            <w:right w:val="none" w:sz="0" w:space="0" w:color="auto"/>
                          </w:divBdr>
                        </w:div>
                        <w:div w:id="1723481289">
                          <w:marLeft w:val="0"/>
                          <w:marRight w:val="0"/>
                          <w:marTop w:val="0"/>
                          <w:marBottom w:val="0"/>
                          <w:divBdr>
                            <w:top w:val="none" w:sz="0" w:space="0" w:color="auto"/>
                            <w:left w:val="none" w:sz="0" w:space="0" w:color="auto"/>
                            <w:bottom w:val="none" w:sz="0" w:space="0" w:color="auto"/>
                            <w:right w:val="none" w:sz="0" w:space="0" w:color="auto"/>
                          </w:divBdr>
                        </w:div>
                        <w:div w:id="1723481293">
                          <w:marLeft w:val="0"/>
                          <w:marRight w:val="0"/>
                          <w:marTop w:val="0"/>
                          <w:marBottom w:val="0"/>
                          <w:divBdr>
                            <w:top w:val="none" w:sz="0" w:space="0" w:color="auto"/>
                            <w:left w:val="none" w:sz="0" w:space="0" w:color="auto"/>
                            <w:bottom w:val="none" w:sz="0" w:space="0" w:color="auto"/>
                            <w:right w:val="none" w:sz="0" w:space="0" w:color="auto"/>
                          </w:divBdr>
                        </w:div>
                        <w:div w:id="1723481295">
                          <w:marLeft w:val="0"/>
                          <w:marRight w:val="0"/>
                          <w:marTop w:val="0"/>
                          <w:marBottom w:val="0"/>
                          <w:divBdr>
                            <w:top w:val="none" w:sz="0" w:space="0" w:color="auto"/>
                            <w:left w:val="none" w:sz="0" w:space="0" w:color="auto"/>
                            <w:bottom w:val="none" w:sz="0" w:space="0" w:color="auto"/>
                            <w:right w:val="none" w:sz="0" w:space="0" w:color="auto"/>
                          </w:divBdr>
                        </w:div>
                        <w:div w:id="1723481299">
                          <w:marLeft w:val="0"/>
                          <w:marRight w:val="0"/>
                          <w:marTop w:val="0"/>
                          <w:marBottom w:val="0"/>
                          <w:divBdr>
                            <w:top w:val="none" w:sz="0" w:space="0" w:color="auto"/>
                            <w:left w:val="none" w:sz="0" w:space="0" w:color="auto"/>
                            <w:bottom w:val="none" w:sz="0" w:space="0" w:color="auto"/>
                            <w:right w:val="none" w:sz="0" w:space="0" w:color="auto"/>
                          </w:divBdr>
                        </w:div>
                        <w:div w:id="1723481301">
                          <w:marLeft w:val="0"/>
                          <w:marRight w:val="0"/>
                          <w:marTop w:val="0"/>
                          <w:marBottom w:val="0"/>
                          <w:divBdr>
                            <w:top w:val="none" w:sz="0" w:space="0" w:color="auto"/>
                            <w:left w:val="none" w:sz="0" w:space="0" w:color="auto"/>
                            <w:bottom w:val="none" w:sz="0" w:space="0" w:color="auto"/>
                            <w:right w:val="none" w:sz="0" w:space="0" w:color="auto"/>
                          </w:divBdr>
                        </w:div>
                        <w:div w:id="1723481304">
                          <w:marLeft w:val="0"/>
                          <w:marRight w:val="0"/>
                          <w:marTop w:val="0"/>
                          <w:marBottom w:val="240"/>
                          <w:divBdr>
                            <w:top w:val="none" w:sz="0" w:space="0" w:color="auto"/>
                            <w:left w:val="none" w:sz="0" w:space="0" w:color="auto"/>
                            <w:bottom w:val="none" w:sz="0" w:space="0" w:color="auto"/>
                            <w:right w:val="none" w:sz="0" w:space="0" w:color="auto"/>
                          </w:divBdr>
                        </w:div>
                        <w:div w:id="1723481308">
                          <w:marLeft w:val="0"/>
                          <w:marRight w:val="0"/>
                          <w:marTop w:val="0"/>
                          <w:marBottom w:val="0"/>
                          <w:divBdr>
                            <w:top w:val="none" w:sz="0" w:space="0" w:color="auto"/>
                            <w:left w:val="none" w:sz="0" w:space="0" w:color="auto"/>
                            <w:bottom w:val="none" w:sz="0" w:space="0" w:color="auto"/>
                            <w:right w:val="none" w:sz="0" w:space="0" w:color="auto"/>
                          </w:divBdr>
                        </w:div>
                        <w:div w:id="1723481309">
                          <w:marLeft w:val="0"/>
                          <w:marRight w:val="0"/>
                          <w:marTop w:val="0"/>
                          <w:marBottom w:val="0"/>
                          <w:divBdr>
                            <w:top w:val="none" w:sz="0" w:space="0" w:color="auto"/>
                            <w:left w:val="none" w:sz="0" w:space="0" w:color="auto"/>
                            <w:bottom w:val="none" w:sz="0" w:space="0" w:color="auto"/>
                            <w:right w:val="none" w:sz="0" w:space="0" w:color="auto"/>
                          </w:divBdr>
                        </w:div>
                        <w:div w:id="1723481310">
                          <w:marLeft w:val="0"/>
                          <w:marRight w:val="0"/>
                          <w:marTop w:val="0"/>
                          <w:marBottom w:val="0"/>
                          <w:divBdr>
                            <w:top w:val="none" w:sz="0" w:space="0" w:color="auto"/>
                            <w:left w:val="none" w:sz="0" w:space="0" w:color="auto"/>
                            <w:bottom w:val="none" w:sz="0" w:space="0" w:color="auto"/>
                            <w:right w:val="none" w:sz="0" w:space="0" w:color="auto"/>
                          </w:divBdr>
                        </w:div>
                        <w:div w:id="1723481312">
                          <w:marLeft w:val="0"/>
                          <w:marRight w:val="0"/>
                          <w:marTop w:val="0"/>
                          <w:marBottom w:val="0"/>
                          <w:divBdr>
                            <w:top w:val="none" w:sz="0" w:space="0" w:color="auto"/>
                            <w:left w:val="none" w:sz="0" w:space="0" w:color="auto"/>
                            <w:bottom w:val="none" w:sz="0" w:space="0" w:color="auto"/>
                            <w:right w:val="none" w:sz="0" w:space="0" w:color="auto"/>
                          </w:divBdr>
                        </w:div>
                        <w:div w:id="1723481314">
                          <w:marLeft w:val="0"/>
                          <w:marRight w:val="0"/>
                          <w:marTop w:val="0"/>
                          <w:marBottom w:val="0"/>
                          <w:divBdr>
                            <w:top w:val="none" w:sz="0" w:space="0" w:color="auto"/>
                            <w:left w:val="none" w:sz="0" w:space="0" w:color="auto"/>
                            <w:bottom w:val="none" w:sz="0" w:space="0" w:color="auto"/>
                            <w:right w:val="none" w:sz="0" w:space="0" w:color="auto"/>
                          </w:divBdr>
                        </w:div>
                        <w:div w:id="1723481315">
                          <w:marLeft w:val="0"/>
                          <w:marRight w:val="0"/>
                          <w:marTop w:val="0"/>
                          <w:marBottom w:val="0"/>
                          <w:divBdr>
                            <w:top w:val="none" w:sz="0" w:space="0" w:color="auto"/>
                            <w:left w:val="none" w:sz="0" w:space="0" w:color="auto"/>
                            <w:bottom w:val="none" w:sz="0" w:space="0" w:color="auto"/>
                            <w:right w:val="none" w:sz="0" w:space="0" w:color="auto"/>
                          </w:divBdr>
                        </w:div>
                        <w:div w:id="1723481317">
                          <w:marLeft w:val="0"/>
                          <w:marRight w:val="0"/>
                          <w:marTop w:val="0"/>
                          <w:marBottom w:val="0"/>
                          <w:divBdr>
                            <w:top w:val="none" w:sz="0" w:space="0" w:color="auto"/>
                            <w:left w:val="none" w:sz="0" w:space="0" w:color="auto"/>
                            <w:bottom w:val="none" w:sz="0" w:space="0" w:color="auto"/>
                            <w:right w:val="none" w:sz="0" w:space="0" w:color="auto"/>
                          </w:divBdr>
                        </w:div>
                        <w:div w:id="1723481321">
                          <w:marLeft w:val="0"/>
                          <w:marRight w:val="0"/>
                          <w:marTop w:val="0"/>
                          <w:marBottom w:val="0"/>
                          <w:divBdr>
                            <w:top w:val="none" w:sz="0" w:space="0" w:color="auto"/>
                            <w:left w:val="none" w:sz="0" w:space="0" w:color="auto"/>
                            <w:bottom w:val="none" w:sz="0" w:space="0" w:color="auto"/>
                            <w:right w:val="none" w:sz="0" w:space="0" w:color="auto"/>
                          </w:divBdr>
                        </w:div>
                        <w:div w:id="1723481324">
                          <w:marLeft w:val="0"/>
                          <w:marRight w:val="0"/>
                          <w:marTop w:val="0"/>
                          <w:marBottom w:val="0"/>
                          <w:divBdr>
                            <w:top w:val="none" w:sz="0" w:space="0" w:color="auto"/>
                            <w:left w:val="none" w:sz="0" w:space="0" w:color="auto"/>
                            <w:bottom w:val="none" w:sz="0" w:space="0" w:color="auto"/>
                            <w:right w:val="none" w:sz="0" w:space="0" w:color="auto"/>
                          </w:divBdr>
                        </w:div>
                        <w:div w:id="1723481328">
                          <w:marLeft w:val="0"/>
                          <w:marRight w:val="0"/>
                          <w:marTop w:val="0"/>
                          <w:marBottom w:val="0"/>
                          <w:divBdr>
                            <w:top w:val="none" w:sz="0" w:space="0" w:color="auto"/>
                            <w:left w:val="none" w:sz="0" w:space="0" w:color="auto"/>
                            <w:bottom w:val="none" w:sz="0" w:space="0" w:color="auto"/>
                            <w:right w:val="none" w:sz="0" w:space="0" w:color="auto"/>
                          </w:divBdr>
                        </w:div>
                        <w:div w:id="1723481332">
                          <w:marLeft w:val="0"/>
                          <w:marRight w:val="0"/>
                          <w:marTop w:val="0"/>
                          <w:marBottom w:val="0"/>
                          <w:divBdr>
                            <w:top w:val="none" w:sz="0" w:space="0" w:color="auto"/>
                            <w:left w:val="none" w:sz="0" w:space="0" w:color="auto"/>
                            <w:bottom w:val="none" w:sz="0" w:space="0" w:color="auto"/>
                            <w:right w:val="none" w:sz="0" w:space="0" w:color="auto"/>
                          </w:divBdr>
                        </w:div>
                        <w:div w:id="1723481336">
                          <w:marLeft w:val="0"/>
                          <w:marRight w:val="0"/>
                          <w:marTop w:val="0"/>
                          <w:marBottom w:val="0"/>
                          <w:divBdr>
                            <w:top w:val="none" w:sz="0" w:space="0" w:color="auto"/>
                            <w:left w:val="none" w:sz="0" w:space="0" w:color="auto"/>
                            <w:bottom w:val="none" w:sz="0" w:space="0" w:color="auto"/>
                            <w:right w:val="none" w:sz="0" w:space="0" w:color="auto"/>
                          </w:divBdr>
                        </w:div>
                        <w:div w:id="1723481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23481271">
      <w:marLeft w:val="0"/>
      <w:marRight w:val="0"/>
      <w:marTop w:val="0"/>
      <w:marBottom w:val="0"/>
      <w:divBdr>
        <w:top w:val="none" w:sz="0" w:space="0" w:color="auto"/>
        <w:left w:val="none" w:sz="0" w:space="0" w:color="auto"/>
        <w:bottom w:val="none" w:sz="0" w:space="0" w:color="auto"/>
        <w:right w:val="none" w:sz="0" w:space="0" w:color="auto"/>
      </w:divBdr>
      <w:divsChild>
        <w:div w:id="1723481291">
          <w:marLeft w:val="0"/>
          <w:marRight w:val="0"/>
          <w:marTop w:val="0"/>
          <w:marBottom w:val="0"/>
          <w:divBdr>
            <w:top w:val="none" w:sz="0" w:space="0" w:color="auto"/>
            <w:left w:val="none" w:sz="0" w:space="0" w:color="auto"/>
            <w:bottom w:val="none" w:sz="0" w:space="0" w:color="auto"/>
            <w:right w:val="none" w:sz="0" w:space="0" w:color="auto"/>
          </w:divBdr>
          <w:divsChild>
            <w:div w:id="1723481303">
              <w:marLeft w:val="0"/>
              <w:marRight w:val="0"/>
              <w:marTop w:val="0"/>
              <w:marBottom w:val="0"/>
              <w:divBdr>
                <w:top w:val="none" w:sz="0" w:space="0" w:color="auto"/>
                <w:left w:val="none" w:sz="0" w:space="0" w:color="auto"/>
                <w:bottom w:val="none" w:sz="0" w:space="0" w:color="auto"/>
                <w:right w:val="none" w:sz="0" w:space="0" w:color="auto"/>
              </w:divBdr>
              <w:divsChild>
                <w:div w:id="1723481290">
                  <w:marLeft w:val="0"/>
                  <w:marRight w:val="0"/>
                  <w:marTop w:val="0"/>
                  <w:marBottom w:val="0"/>
                  <w:divBdr>
                    <w:top w:val="none" w:sz="0" w:space="0" w:color="auto"/>
                    <w:left w:val="none" w:sz="0" w:space="0" w:color="auto"/>
                    <w:bottom w:val="none" w:sz="0" w:space="0" w:color="auto"/>
                    <w:right w:val="none" w:sz="0" w:space="0" w:color="auto"/>
                  </w:divBdr>
                  <w:divsChild>
                    <w:div w:id="1723481272">
                      <w:marLeft w:val="0"/>
                      <w:marRight w:val="0"/>
                      <w:marTop w:val="0"/>
                      <w:marBottom w:val="0"/>
                      <w:divBdr>
                        <w:top w:val="none" w:sz="0" w:space="0" w:color="auto"/>
                        <w:left w:val="none" w:sz="0" w:space="0" w:color="auto"/>
                        <w:bottom w:val="none" w:sz="0" w:space="0" w:color="auto"/>
                        <w:right w:val="none" w:sz="0" w:space="0" w:color="auto"/>
                      </w:divBdr>
                      <w:divsChild>
                        <w:div w:id="1723481260">
                          <w:marLeft w:val="0"/>
                          <w:marRight w:val="0"/>
                          <w:marTop w:val="0"/>
                          <w:marBottom w:val="0"/>
                          <w:divBdr>
                            <w:top w:val="none" w:sz="0" w:space="0" w:color="auto"/>
                            <w:left w:val="none" w:sz="0" w:space="0" w:color="auto"/>
                            <w:bottom w:val="none" w:sz="0" w:space="0" w:color="auto"/>
                            <w:right w:val="none" w:sz="0" w:space="0" w:color="auto"/>
                          </w:divBdr>
                        </w:div>
                        <w:div w:id="1723481262">
                          <w:marLeft w:val="0"/>
                          <w:marRight w:val="0"/>
                          <w:marTop w:val="0"/>
                          <w:marBottom w:val="0"/>
                          <w:divBdr>
                            <w:top w:val="none" w:sz="0" w:space="0" w:color="auto"/>
                            <w:left w:val="none" w:sz="0" w:space="0" w:color="auto"/>
                            <w:bottom w:val="none" w:sz="0" w:space="0" w:color="auto"/>
                            <w:right w:val="none" w:sz="0" w:space="0" w:color="auto"/>
                          </w:divBdr>
                        </w:div>
                        <w:div w:id="1723481264">
                          <w:marLeft w:val="0"/>
                          <w:marRight w:val="0"/>
                          <w:marTop w:val="0"/>
                          <w:marBottom w:val="0"/>
                          <w:divBdr>
                            <w:top w:val="none" w:sz="0" w:space="0" w:color="auto"/>
                            <w:left w:val="none" w:sz="0" w:space="0" w:color="auto"/>
                            <w:bottom w:val="none" w:sz="0" w:space="0" w:color="auto"/>
                            <w:right w:val="none" w:sz="0" w:space="0" w:color="auto"/>
                          </w:divBdr>
                        </w:div>
                        <w:div w:id="1723481270">
                          <w:marLeft w:val="0"/>
                          <w:marRight w:val="0"/>
                          <w:marTop w:val="0"/>
                          <w:marBottom w:val="0"/>
                          <w:divBdr>
                            <w:top w:val="none" w:sz="0" w:space="0" w:color="auto"/>
                            <w:left w:val="none" w:sz="0" w:space="0" w:color="auto"/>
                            <w:bottom w:val="none" w:sz="0" w:space="0" w:color="auto"/>
                            <w:right w:val="none" w:sz="0" w:space="0" w:color="auto"/>
                          </w:divBdr>
                        </w:div>
                        <w:div w:id="1723481274">
                          <w:marLeft w:val="0"/>
                          <w:marRight w:val="0"/>
                          <w:marTop w:val="0"/>
                          <w:marBottom w:val="0"/>
                          <w:divBdr>
                            <w:top w:val="none" w:sz="0" w:space="0" w:color="auto"/>
                            <w:left w:val="none" w:sz="0" w:space="0" w:color="auto"/>
                            <w:bottom w:val="none" w:sz="0" w:space="0" w:color="auto"/>
                            <w:right w:val="none" w:sz="0" w:space="0" w:color="auto"/>
                          </w:divBdr>
                        </w:div>
                        <w:div w:id="1723481275">
                          <w:marLeft w:val="0"/>
                          <w:marRight w:val="0"/>
                          <w:marTop w:val="0"/>
                          <w:marBottom w:val="0"/>
                          <w:divBdr>
                            <w:top w:val="none" w:sz="0" w:space="0" w:color="auto"/>
                            <w:left w:val="none" w:sz="0" w:space="0" w:color="auto"/>
                            <w:bottom w:val="none" w:sz="0" w:space="0" w:color="auto"/>
                            <w:right w:val="none" w:sz="0" w:space="0" w:color="auto"/>
                          </w:divBdr>
                        </w:div>
                        <w:div w:id="1723481276">
                          <w:marLeft w:val="0"/>
                          <w:marRight w:val="0"/>
                          <w:marTop w:val="0"/>
                          <w:marBottom w:val="0"/>
                          <w:divBdr>
                            <w:top w:val="none" w:sz="0" w:space="0" w:color="auto"/>
                            <w:left w:val="none" w:sz="0" w:space="0" w:color="auto"/>
                            <w:bottom w:val="none" w:sz="0" w:space="0" w:color="auto"/>
                            <w:right w:val="none" w:sz="0" w:space="0" w:color="auto"/>
                          </w:divBdr>
                        </w:div>
                        <w:div w:id="1723481278">
                          <w:marLeft w:val="0"/>
                          <w:marRight w:val="0"/>
                          <w:marTop w:val="0"/>
                          <w:marBottom w:val="0"/>
                          <w:divBdr>
                            <w:top w:val="none" w:sz="0" w:space="0" w:color="auto"/>
                            <w:left w:val="none" w:sz="0" w:space="0" w:color="auto"/>
                            <w:bottom w:val="none" w:sz="0" w:space="0" w:color="auto"/>
                            <w:right w:val="none" w:sz="0" w:space="0" w:color="auto"/>
                          </w:divBdr>
                        </w:div>
                        <w:div w:id="1723481280">
                          <w:marLeft w:val="0"/>
                          <w:marRight w:val="0"/>
                          <w:marTop w:val="0"/>
                          <w:marBottom w:val="0"/>
                          <w:divBdr>
                            <w:top w:val="none" w:sz="0" w:space="0" w:color="auto"/>
                            <w:left w:val="none" w:sz="0" w:space="0" w:color="auto"/>
                            <w:bottom w:val="none" w:sz="0" w:space="0" w:color="auto"/>
                            <w:right w:val="none" w:sz="0" w:space="0" w:color="auto"/>
                          </w:divBdr>
                        </w:div>
                        <w:div w:id="1723481281">
                          <w:marLeft w:val="0"/>
                          <w:marRight w:val="0"/>
                          <w:marTop w:val="0"/>
                          <w:marBottom w:val="0"/>
                          <w:divBdr>
                            <w:top w:val="none" w:sz="0" w:space="0" w:color="auto"/>
                            <w:left w:val="none" w:sz="0" w:space="0" w:color="auto"/>
                            <w:bottom w:val="none" w:sz="0" w:space="0" w:color="auto"/>
                            <w:right w:val="none" w:sz="0" w:space="0" w:color="auto"/>
                          </w:divBdr>
                        </w:div>
                        <w:div w:id="1723481282">
                          <w:marLeft w:val="0"/>
                          <w:marRight w:val="0"/>
                          <w:marTop w:val="0"/>
                          <w:marBottom w:val="0"/>
                          <w:divBdr>
                            <w:top w:val="none" w:sz="0" w:space="0" w:color="auto"/>
                            <w:left w:val="none" w:sz="0" w:space="0" w:color="auto"/>
                            <w:bottom w:val="none" w:sz="0" w:space="0" w:color="auto"/>
                            <w:right w:val="none" w:sz="0" w:space="0" w:color="auto"/>
                          </w:divBdr>
                        </w:div>
                        <w:div w:id="1723481283">
                          <w:marLeft w:val="0"/>
                          <w:marRight w:val="0"/>
                          <w:marTop w:val="0"/>
                          <w:marBottom w:val="0"/>
                          <w:divBdr>
                            <w:top w:val="none" w:sz="0" w:space="0" w:color="auto"/>
                            <w:left w:val="none" w:sz="0" w:space="0" w:color="auto"/>
                            <w:bottom w:val="none" w:sz="0" w:space="0" w:color="auto"/>
                            <w:right w:val="none" w:sz="0" w:space="0" w:color="auto"/>
                          </w:divBdr>
                        </w:div>
                        <w:div w:id="1723481284">
                          <w:marLeft w:val="0"/>
                          <w:marRight w:val="0"/>
                          <w:marTop w:val="0"/>
                          <w:marBottom w:val="0"/>
                          <w:divBdr>
                            <w:top w:val="none" w:sz="0" w:space="0" w:color="auto"/>
                            <w:left w:val="none" w:sz="0" w:space="0" w:color="auto"/>
                            <w:bottom w:val="none" w:sz="0" w:space="0" w:color="auto"/>
                            <w:right w:val="none" w:sz="0" w:space="0" w:color="auto"/>
                          </w:divBdr>
                        </w:div>
                        <w:div w:id="1723481288">
                          <w:marLeft w:val="0"/>
                          <w:marRight w:val="0"/>
                          <w:marTop w:val="0"/>
                          <w:marBottom w:val="240"/>
                          <w:divBdr>
                            <w:top w:val="none" w:sz="0" w:space="0" w:color="auto"/>
                            <w:left w:val="none" w:sz="0" w:space="0" w:color="auto"/>
                            <w:bottom w:val="none" w:sz="0" w:space="0" w:color="auto"/>
                            <w:right w:val="none" w:sz="0" w:space="0" w:color="auto"/>
                          </w:divBdr>
                        </w:div>
                        <w:div w:id="1723481292">
                          <w:marLeft w:val="0"/>
                          <w:marRight w:val="0"/>
                          <w:marTop w:val="0"/>
                          <w:marBottom w:val="0"/>
                          <w:divBdr>
                            <w:top w:val="none" w:sz="0" w:space="0" w:color="auto"/>
                            <w:left w:val="none" w:sz="0" w:space="0" w:color="auto"/>
                            <w:bottom w:val="none" w:sz="0" w:space="0" w:color="auto"/>
                            <w:right w:val="none" w:sz="0" w:space="0" w:color="auto"/>
                          </w:divBdr>
                        </w:div>
                        <w:div w:id="1723481294">
                          <w:marLeft w:val="0"/>
                          <w:marRight w:val="0"/>
                          <w:marTop w:val="0"/>
                          <w:marBottom w:val="0"/>
                          <w:divBdr>
                            <w:top w:val="none" w:sz="0" w:space="0" w:color="auto"/>
                            <w:left w:val="none" w:sz="0" w:space="0" w:color="auto"/>
                            <w:bottom w:val="none" w:sz="0" w:space="0" w:color="auto"/>
                            <w:right w:val="none" w:sz="0" w:space="0" w:color="auto"/>
                          </w:divBdr>
                        </w:div>
                        <w:div w:id="1723481296">
                          <w:marLeft w:val="0"/>
                          <w:marRight w:val="0"/>
                          <w:marTop w:val="0"/>
                          <w:marBottom w:val="0"/>
                          <w:divBdr>
                            <w:top w:val="none" w:sz="0" w:space="0" w:color="auto"/>
                            <w:left w:val="none" w:sz="0" w:space="0" w:color="auto"/>
                            <w:bottom w:val="none" w:sz="0" w:space="0" w:color="auto"/>
                            <w:right w:val="none" w:sz="0" w:space="0" w:color="auto"/>
                          </w:divBdr>
                        </w:div>
                        <w:div w:id="1723481297">
                          <w:marLeft w:val="0"/>
                          <w:marRight w:val="0"/>
                          <w:marTop w:val="0"/>
                          <w:marBottom w:val="0"/>
                          <w:divBdr>
                            <w:top w:val="none" w:sz="0" w:space="0" w:color="auto"/>
                            <w:left w:val="none" w:sz="0" w:space="0" w:color="auto"/>
                            <w:bottom w:val="none" w:sz="0" w:space="0" w:color="auto"/>
                            <w:right w:val="none" w:sz="0" w:space="0" w:color="auto"/>
                          </w:divBdr>
                        </w:div>
                        <w:div w:id="1723481300">
                          <w:marLeft w:val="0"/>
                          <w:marRight w:val="0"/>
                          <w:marTop w:val="0"/>
                          <w:marBottom w:val="0"/>
                          <w:divBdr>
                            <w:top w:val="none" w:sz="0" w:space="0" w:color="auto"/>
                            <w:left w:val="none" w:sz="0" w:space="0" w:color="auto"/>
                            <w:bottom w:val="none" w:sz="0" w:space="0" w:color="auto"/>
                            <w:right w:val="none" w:sz="0" w:space="0" w:color="auto"/>
                          </w:divBdr>
                        </w:div>
                        <w:div w:id="1723481302">
                          <w:marLeft w:val="0"/>
                          <w:marRight w:val="0"/>
                          <w:marTop w:val="0"/>
                          <w:marBottom w:val="0"/>
                          <w:divBdr>
                            <w:top w:val="none" w:sz="0" w:space="0" w:color="auto"/>
                            <w:left w:val="none" w:sz="0" w:space="0" w:color="auto"/>
                            <w:bottom w:val="none" w:sz="0" w:space="0" w:color="auto"/>
                            <w:right w:val="none" w:sz="0" w:space="0" w:color="auto"/>
                          </w:divBdr>
                        </w:div>
                        <w:div w:id="1723481305">
                          <w:marLeft w:val="0"/>
                          <w:marRight w:val="0"/>
                          <w:marTop w:val="0"/>
                          <w:marBottom w:val="0"/>
                          <w:divBdr>
                            <w:top w:val="none" w:sz="0" w:space="0" w:color="auto"/>
                            <w:left w:val="none" w:sz="0" w:space="0" w:color="auto"/>
                            <w:bottom w:val="none" w:sz="0" w:space="0" w:color="auto"/>
                            <w:right w:val="none" w:sz="0" w:space="0" w:color="auto"/>
                          </w:divBdr>
                        </w:div>
                        <w:div w:id="1723481311">
                          <w:marLeft w:val="0"/>
                          <w:marRight w:val="0"/>
                          <w:marTop w:val="0"/>
                          <w:marBottom w:val="0"/>
                          <w:divBdr>
                            <w:top w:val="none" w:sz="0" w:space="0" w:color="auto"/>
                            <w:left w:val="none" w:sz="0" w:space="0" w:color="auto"/>
                            <w:bottom w:val="none" w:sz="0" w:space="0" w:color="auto"/>
                            <w:right w:val="none" w:sz="0" w:space="0" w:color="auto"/>
                          </w:divBdr>
                        </w:div>
                        <w:div w:id="1723481313">
                          <w:marLeft w:val="0"/>
                          <w:marRight w:val="0"/>
                          <w:marTop w:val="0"/>
                          <w:marBottom w:val="0"/>
                          <w:divBdr>
                            <w:top w:val="none" w:sz="0" w:space="0" w:color="auto"/>
                            <w:left w:val="none" w:sz="0" w:space="0" w:color="auto"/>
                            <w:bottom w:val="none" w:sz="0" w:space="0" w:color="auto"/>
                            <w:right w:val="none" w:sz="0" w:space="0" w:color="auto"/>
                          </w:divBdr>
                        </w:div>
                        <w:div w:id="1723481318">
                          <w:marLeft w:val="0"/>
                          <w:marRight w:val="0"/>
                          <w:marTop w:val="0"/>
                          <w:marBottom w:val="0"/>
                          <w:divBdr>
                            <w:top w:val="none" w:sz="0" w:space="0" w:color="auto"/>
                            <w:left w:val="none" w:sz="0" w:space="0" w:color="auto"/>
                            <w:bottom w:val="none" w:sz="0" w:space="0" w:color="auto"/>
                            <w:right w:val="none" w:sz="0" w:space="0" w:color="auto"/>
                          </w:divBdr>
                        </w:div>
                        <w:div w:id="1723481319">
                          <w:marLeft w:val="0"/>
                          <w:marRight w:val="0"/>
                          <w:marTop w:val="0"/>
                          <w:marBottom w:val="0"/>
                          <w:divBdr>
                            <w:top w:val="none" w:sz="0" w:space="0" w:color="auto"/>
                            <w:left w:val="none" w:sz="0" w:space="0" w:color="auto"/>
                            <w:bottom w:val="none" w:sz="0" w:space="0" w:color="auto"/>
                            <w:right w:val="none" w:sz="0" w:space="0" w:color="auto"/>
                          </w:divBdr>
                        </w:div>
                        <w:div w:id="1723481320">
                          <w:marLeft w:val="0"/>
                          <w:marRight w:val="0"/>
                          <w:marTop w:val="0"/>
                          <w:marBottom w:val="0"/>
                          <w:divBdr>
                            <w:top w:val="none" w:sz="0" w:space="0" w:color="auto"/>
                            <w:left w:val="none" w:sz="0" w:space="0" w:color="auto"/>
                            <w:bottom w:val="none" w:sz="0" w:space="0" w:color="auto"/>
                            <w:right w:val="none" w:sz="0" w:space="0" w:color="auto"/>
                          </w:divBdr>
                        </w:div>
                        <w:div w:id="1723481322">
                          <w:marLeft w:val="0"/>
                          <w:marRight w:val="0"/>
                          <w:marTop w:val="0"/>
                          <w:marBottom w:val="0"/>
                          <w:divBdr>
                            <w:top w:val="none" w:sz="0" w:space="0" w:color="auto"/>
                            <w:left w:val="none" w:sz="0" w:space="0" w:color="auto"/>
                            <w:bottom w:val="none" w:sz="0" w:space="0" w:color="auto"/>
                            <w:right w:val="none" w:sz="0" w:space="0" w:color="auto"/>
                          </w:divBdr>
                        </w:div>
                        <w:div w:id="1723481323">
                          <w:marLeft w:val="0"/>
                          <w:marRight w:val="0"/>
                          <w:marTop w:val="0"/>
                          <w:marBottom w:val="0"/>
                          <w:divBdr>
                            <w:top w:val="none" w:sz="0" w:space="0" w:color="auto"/>
                            <w:left w:val="none" w:sz="0" w:space="0" w:color="auto"/>
                            <w:bottom w:val="none" w:sz="0" w:space="0" w:color="auto"/>
                            <w:right w:val="none" w:sz="0" w:space="0" w:color="auto"/>
                          </w:divBdr>
                        </w:div>
                        <w:div w:id="1723481325">
                          <w:marLeft w:val="0"/>
                          <w:marRight w:val="0"/>
                          <w:marTop w:val="0"/>
                          <w:marBottom w:val="0"/>
                          <w:divBdr>
                            <w:top w:val="none" w:sz="0" w:space="0" w:color="auto"/>
                            <w:left w:val="none" w:sz="0" w:space="0" w:color="auto"/>
                            <w:bottom w:val="none" w:sz="0" w:space="0" w:color="auto"/>
                            <w:right w:val="none" w:sz="0" w:space="0" w:color="auto"/>
                          </w:divBdr>
                        </w:div>
                        <w:div w:id="1723481326">
                          <w:marLeft w:val="0"/>
                          <w:marRight w:val="0"/>
                          <w:marTop w:val="0"/>
                          <w:marBottom w:val="0"/>
                          <w:divBdr>
                            <w:top w:val="none" w:sz="0" w:space="0" w:color="auto"/>
                            <w:left w:val="none" w:sz="0" w:space="0" w:color="auto"/>
                            <w:bottom w:val="none" w:sz="0" w:space="0" w:color="auto"/>
                            <w:right w:val="none" w:sz="0" w:space="0" w:color="auto"/>
                          </w:divBdr>
                        </w:div>
                        <w:div w:id="1723481327">
                          <w:marLeft w:val="0"/>
                          <w:marRight w:val="0"/>
                          <w:marTop w:val="0"/>
                          <w:marBottom w:val="0"/>
                          <w:divBdr>
                            <w:top w:val="none" w:sz="0" w:space="0" w:color="auto"/>
                            <w:left w:val="none" w:sz="0" w:space="0" w:color="auto"/>
                            <w:bottom w:val="none" w:sz="0" w:space="0" w:color="auto"/>
                            <w:right w:val="none" w:sz="0" w:space="0" w:color="auto"/>
                          </w:divBdr>
                        </w:div>
                        <w:div w:id="1723481329">
                          <w:marLeft w:val="0"/>
                          <w:marRight w:val="0"/>
                          <w:marTop w:val="0"/>
                          <w:marBottom w:val="0"/>
                          <w:divBdr>
                            <w:top w:val="none" w:sz="0" w:space="0" w:color="auto"/>
                            <w:left w:val="none" w:sz="0" w:space="0" w:color="auto"/>
                            <w:bottom w:val="none" w:sz="0" w:space="0" w:color="auto"/>
                            <w:right w:val="none" w:sz="0" w:space="0" w:color="auto"/>
                          </w:divBdr>
                        </w:div>
                        <w:div w:id="1723481330">
                          <w:marLeft w:val="0"/>
                          <w:marRight w:val="0"/>
                          <w:marTop w:val="0"/>
                          <w:marBottom w:val="0"/>
                          <w:divBdr>
                            <w:top w:val="none" w:sz="0" w:space="0" w:color="auto"/>
                            <w:left w:val="none" w:sz="0" w:space="0" w:color="auto"/>
                            <w:bottom w:val="none" w:sz="0" w:space="0" w:color="auto"/>
                            <w:right w:val="none" w:sz="0" w:space="0" w:color="auto"/>
                          </w:divBdr>
                        </w:div>
                        <w:div w:id="1723481331">
                          <w:marLeft w:val="0"/>
                          <w:marRight w:val="0"/>
                          <w:marTop w:val="0"/>
                          <w:marBottom w:val="0"/>
                          <w:divBdr>
                            <w:top w:val="none" w:sz="0" w:space="0" w:color="auto"/>
                            <w:left w:val="none" w:sz="0" w:space="0" w:color="auto"/>
                            <w:bottom w:val="none" w:sz="0" w:space="0" w:color="auto"/>
                            <w:right w:val="none" w:sz="0" w:space="0" w:color="auto"/>
                          </w:divBdr>
                        </w:div>
                        <w:div w:id="1723481333">
                          <w:marLeft w:val="0"/>
                          <w:marRight w:val="0"/>
                          <w:marTop w:val="0"/>
                          <w:marBottom w:val="0"/>
                          <w:divBdr>
                            <w:top w:val="none" w:sz="0" w:space="0" w:color="auto"/>
                            <w:left w:val="none" w:sz="0" w:space="0" w:color="auto"/>
                            <w:bottom w:val="none" w:sz="0" w:space="0" w:color="auto"/>
                            <w:right w:val="none" w:sz="0" w:space="0" w:color="auto"/>
                          </w:divBdr>
                        </w:div>
                        <w:div w:id="1723481334">
                          <w:marLeft w:val="0"/>
                          <w:marRight w:val="0"/>
                          <w:marTop w:val="0"/>
                          <w:marBottom w:val="0"/>
                          <w:divBdr>
                            <w:top w:val="none" w:sz="0" w:space="0" w:color="auto"/>
                            <w:left w:val="none" w:sz="0" w:space="0" w:color="auto"/>
                            <w:bottom w:val="none" w:sz="0" w:space="0" w:color="auto"/>
                            <w:right w:val="none" w:sz="0" w:space="0" w:color="auto"/>
                          </w:divBdr>
                        </w:div>
                        <w:div w:id="1723481335">
                          <w:marLeft w:val="0"/>
                          <w:marRight w:val="0"/>
                          <w:marTop w:val="0"/>
                          <w:marBottom w:val="0"/>
                          <w:divBdr>
                            <w:top w:val="none" w:sz="0" w:space="0" w:color="auto"/>
                            <w:left w:val="none" w:sz="0" w:space="0" w:color="auto"/>
                            <w:bottom w:val="none" w:sz="0" w:space="0" w:color="auto"/>
                            <w:right w:val="none" w:sz="0" w:space="0" w:color="auto"/>
                          </w:divBdr>
                        </w:div>
                        <w:div w:id="1723481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23481340">
      <w:marLeft w:val="0"/>
      <w:marRight w:val="0"/>
      <w:marTop w:val="0"/>
      <w:marBottom w:val="0"/>
      <w:divBdr>
        <w:top w:val="none" w:sz="0" w:space="0" w:color="auto"/>
        <w:left w:val="none" w:sz="0" w:space="0" w:color="auto"/>
        <w:bottom w:val="none" w:sz="0" w:space="0" w:color="auto"/>
        <w:right w:val="none" w:sz="0" w:space="0" w:color="auto"/>
      </w:divBdr>
      <w:divsChild>
        <w:div w:id="1723481339">
          <w:marLeft w:val="0"/>
          <w:marRight w:val="0"/>
          <w:marTop w:val="0"/>
          <w:marBottom w:val="0"/>
          <w:divBdr>
            <w:top w:val="none" w:sz="0" w:space="0" w:color="auto"/>
            <w:left w:val="none" w:sz="0" w:space="0" w:color="auto"/>
            <w:bottom w:val="none" w:sz="0" w:space="0" w:color="auto"/>
            <w:right w:val="none" w:sz="0" w:space="0" w:color="auto"/>
          </w:divBdr>
        </w:div>
      </w:divsChild>
    </w:div>
    <w:div w:id="1723481343">
      <w:marLeft w:val="0"/>
      <w:marRight w:val="0"/>
      <w:marTop w:val="0"/>
      <w:marBottom w:val="0"/>
      <w:divBdr>
        <w:top w:val="none" w:sz="0" w:space="0" w:color="auto"/>
        <w:left w:val="none" w:sz="0" w:space="0" w:color="auto"/>
        <w:bottom w:val="none" w:sz="0" w:space="0" w:color="auto"/>
        <w:right w:val="none" w:sz="0" w:space="0" w:color="auto"/>
      </w:divBdr>
      <w:divsChild>
        <w:div w:id="1723481358">
          <w:marLeft w:val="0"/>
          <w:marRight w:val="0"/>
          <w:marTop w:val="0"/>
          <w:marBottom w:val="0"/>
          <w:divBdr>
            <w:top w:val="none" w:sz="0" w:space="0" w:color="auto"/>
            <w:left w:val="none" w:sz="0" w:space="0" w:color="auto"/>
            <w:bottom w:val="none" w:sz="0" w:space="0" w:color="auto"/>
            <w:right w:val="none" w:sz="0" w:space="0" w:color="auto"/>
          </w:divBdr>
          <w:divsChild>
            <w:div w:id="1723481349">
              <w:marLeft w:val="0"/>
              <w:marRight w:val="0"/>
              <w:marTop w:val="0"/>
              <w:marBottom w:val="0"/>
              <w:divBdr>
                <w:top w:val="none" w:sz="0" w:space="0" w:color="auto"/>
                <w:left w:val="none" w:sz="0" w:space="0" w:color="auto"/>
                <w:bottom w:val="none" w:sz="0" w:space="0" w:color="auto"/>
                <w:right w:val="none" w:sz="0" w:space="0" w:color="auto"/>
              </w:divBdr>
              <w:divsChild>
                <w:div w:id="1723481342">
                  <w:marLeft w:val="0"/>
                  <w:marRight w:val="0"/>
                  <w:marTop w:val="0"/>
                  <w:marBottom w:val="0"/>
                  <w:divBdr>
                    <w:top w:val="none" w:sz="0" w:space="0" w:color="auto"/>
                    <w:left w:val="none" w:sz="0" w:space="0" w:color="auto"/>
                    <w:bottom w:val="none" w:sz="0" w:space="0" w:color="auto"/>
                    <w:right w:val="none" w:sz="0" w:space="0" w:color="auto"/>
                  </w:divBdr>
                  <w:divsChild>
                    <w:div w:id="1723481347">
                      <w:marLeft w:val="0"/>
                      <w:marRight w:val="0"/>
                      <w:marTop w:val="0"/>
                      <w:marBottom w:val="0"/>
                      <w:divBdr>
                        <w:top w:val="none" w:sz="0" w:space="0" w:color="auto"/>
                        <w:left w:val="none" w:sz="0" w:space="0" w:color="auto"/>
                        <w:bottom w:val="none" w:sz="0" w:space="0" w:color="auto"/>
                        <w:right w:val="none" w:sz="0" w:space="0" w:color="auto"/>
                      </w:divBdr>
                      <w:divsChild>
                        <w:div w:id="1723481341">
                          <w:marLeft w:val="0"/>
                          <w:marRight w:val="0"/>
                          <w:marTop w:val="0"/>
                          <w:marBottom w:val="0"/>
                          <w:divBdr>
                            <w:top w:val="none" w:sz="0" w:space="0" w:color="auto"/>
                            <w:left w:val="none" w:sz="0" w:space="0" w:color="auto"/>
                            <w:bottom w:val="none" w:sz="0" w:space="0" w:color="auto"/>
                            <w:right w:val="none" w:sz="0" w:space="0" w:color="auto"/>
                          </w:divBdr>
                        </w:div>
                        <w:div w:id="1723481344">
                          <w:marLeft w:val="0"/>
                          <w:marRight w:val="0"/>
                          <w:marTop w:val="0"/>
                          <w:marBottom w:val="0"/>
                          <w:divBdr>
                            <w:top w:val="none" w:sz="0" w:space="0" w:color="auto"/>
                            <w:left w:val="none" w:sz="0" w:space="0" w:color="auto"/>
                            <w:bottom w:val="none" w:sz="0" w:space="0" w:color="auto"/>
                            <w:right w:val="none" w:sz="0" w:space="0" w:color="auto"/>
                          </w:divBdr>
                        </w:div>
                        <w:div w:id="1723481345">
                          <w:marLeft w:val="0"/>
                          <w:marRight w:val="0"/>
                          <w:marTop w:val="0"/>
                          <w:marBottom w:val="0"/>
                          <w:divBdr>
                            <w:top w:val="none" w:sz="0" w:space="0" w:color="auto"/>
                            <w:left w:val="none" w:sz="0" w:space="0" w:color="auto"/>
                            <w:bottom w:val="none" w:sz="0" w:space="0" w:color="auto"/>
                            <w:right w:val="none" w:sz="0" w:space="0" w:color="auto"/>
                          </w:divBdr>
                        </w:div>
                        <w:div w:id="1723481346">
                          <w:marLeft w:val="0"/>
                          <w:marRight w:val="0"/>
                          <w:marTop w:val="0"/>
                          <w:marBottom w:val="0"/>
                          <w:divBdr>
                            <w:top w:val="none" w:sz="0" w:space="0" w:color="auto"/>
                            <w:left w:val="none" w:sz="0" w:space="0" w:color="auto"/>
                            <w:bottom w:val="none" w:sz="0" w:space="0" w:color="auto"/>
                            <w:right w:val="none" w:sz="0" w:space="0" w:color="auto"/>
                          </w:divBdr>
                        </w:div>
                        <w:div w:id="1723481348">
                          <w:marLeft w:val="0"/>
                          <w:marRight w:val="0"/>
                          <w:marTop w:val="0"/>
                          <w:marBottom w:val="0"/>
                          <w:divBdr>
                            <w:top w:val="none" w:sz="0" w:space="0" w:color="auto"/>
                            <w:left w:val="none" w:sz="0" w:space="0" w:color="auto"/>
                            <w:bottom w:val="none" w:sz="0" w:space="0" w:color="auto"/>
                            <w:right w:val="none" w:sz="0" w:space="0" w:color="auto"/>
                          </w:divBdr>
                        </w:div>
                        <w:div w:id="1723481350">
                          <w:marLeft w:val="0"/>
                          <w:marRight w:val="0"/>
                          <w:marTop w:val="0"/>
                          <w:marBottom w:val="0"/>
                          <w:divBdr>
                            <w:top w:val="none" w:sz="0" w:space="0" w:color="auto"/>
                            <w:left w:val="none" w:sz="0" w:space="0" w:color="auto"/>
                            <w:bottom w:val="none" w:sz="0" w:space="0" w:color="auto"/>
                            <w:right w:val="none" w:sz="0" w:space="0" w:color="auto"/>
                          </w:divBdr>
                        </w:div>
                        <w:div w:id="1723481351">
                          <w:marLeft w:val="0"/>
                          <w:marRight w:val="0"/>
                          <w:marTop w:val="0"/>
                          <w:marBottom w:val="0"/>
                          <w:divBdr>
                            <w:top w:val="none" w:sz="0" w:space="0" w:color="auto"/>
                            <w:left w:val="none" w:sz="0" w:space="0" w:color="auto"/>
                            <w:bottom w:val="none" w:sz="0" w:space="0" w:color="auto"/>
                            <w:right w:val="none" w:sz="0" w:space="0" w:color="auto"/>
                          </w:divBdr>
                        </w:div>
                        <w:div w:id="1723481352">
                          <w:marLeft w:val="0"/>
                          <w:marRight w:val="0"/>
                          <w:marTop w:val="0"/>
                          <w:marBottom w:val="0"/>
                          <w:divBdr>
                            <w:top w:val="none" w:sz="0" w:space="0" w:color="auto"/>
                            <w:left w:val="none" w:sz="0" w:space="0" w:color="auto"/>
                            <w:bottom w:val="none" w:sz="0" w:space="0" w:color="auto"/>
                            <w:right w:val="none" w:sz="0" w:space="0" w:color="auto"/>
                          </w:divBdr>
                        </w:div>
                        <w:div w:id="1723481353">
                          <w:marLeft w:val="0"/>
                          <w:marRight w:val="0"/>
                          <w:marTop w:val="0"/>
                          <w:marBottom w:val="0"/>
                          <w:divBdr>
                            <w:top w:val="none" w:sz="0" w:space="0" w:color="auto"/>
                            <w:left w:val="none" w:sz="0" w:space="0" w:color="auto"/>
                            <w:bottom w:val="none" w:sz="0" w:space="0" w:color="auto"/>
                            <w:right w:val="none" w:sz="0" w:space="0" w:color="auto"/>
                          </w:divBdr>
                        </w:div>
                        <w:div w:id="1723481354">
                          <w:marLeft w:val="0"/>
                          <w:marRight w:val="0"/>
                          <w:marTop w:val="0"/>
                          <w:marBottom w:val="0"/>
                          <w:divBdr>
                            <w:top w:val="none" w:sz="0" w:space="0" w:color="auto"/>
                            <w:left w:val="none" w:sz="0" w:space="0" w:color="auto"/>
                            <w:bottom w:val="none" w:sz="0" w:space="0" w:color="auto"/>
                            <w:right w:val="none" w:sz="0" w:space="0" w:color="auto"/>
                          </w:divBdr>
                        </w:div>
                        <w:div w:id="1723481355">
                          <w:marLeft w:val="0"/>
                          <w:marRight w:val="0"/>
                          <w:marTop w:val="0"/>
                          <w:marBottom w:val="0"/>
                          <w:divBdr>
                            <w:top w:val="none" w:sz="0" w:space="0" w:color="auto"/>
                            <w:left w:val="none" w:sz="0" w:space="0" w:color="auto"/>
                            <w:bottom w:val="none" w:sz="0" w:space="0" w:color="auto"/>
                            <w:right w:val="none" w:sz="0" w:space="0" w:color="auto"/>
                          </w:divBdr>
                        </w:div>
                        <w:div w:id="1723481356">
                          <w:marLeft w:val="0"/>
                          <w:marRight w:val="0"/>
                          <w:marTop w:val="0"/>
                          <w:marBottom w:val="0"/>
                          <w:divBdr>
                            <w:top w:val="none" w:sz="0" w:space="0" w:color="auto"/>
                            <w:left w:val="none" w:sz="0" w:space="0" w:color="auto"/>
                            <w:bottom w:val="none" w:sz="0" w:space="0" w:color="auto"/>
                            <w:right w:val="none" w:sz="0" w:space="0" w:color="auto"/>
                          </w:divBdr>
                        </w:div>
                        <w:div w:id="1723481357">
                          <w:marLeft w:val="0"/>
                          <w:marRight w:val="0"/>
                          <w:marTop w:val="0"/>
                          <w:marBottom w:val="0"/>
                          <w:divBdr>
                            <w:top w:val="none" w:sz="0" w:space="0" w:color="auto"/>
                            <w:left w:val="none" w:sz="0" w:space="0" w:color="auto"/>
                            <w:bottom w:val="none" w:sz="0" w:space="0" w:color="auto"/>
                            <w:right w:val="none" w:sz="0" w:space="0" w:color="auto"/>
                          </w:divBdr>
                        </w:div>
                        <w:div w:id="1723481359">
                          <w:marLeft w:val="0"/>
                          <w:marRight w:val="0"/>
                          <w:marTop w:val="0"/>
                          <w:marBottom w:val="0"/>
                          <w:divBdr>
                            <w:top w:val="none" w:sz="0" w:space="0" w:color="auto"/>
                            <w:left w:val="none" w:sz="0" w:space="0" w:color="auto"/>
                            <w:bottom w:val="none" w:sz="0" w:space="0" w:color="auto"/>
                            <w:right w:val="none" w:sz="0" w:space="0" w:color="auto"/>
                          </w:divBdr>
                        </w:div>
                        <w:div w:id="1723481360">
                          <w:marLeft w:val="0"/>
                          <w:marRight w:val="0"/>
                          <w:marTop w:val="0"/>
                          <w:marBottom w:val="0"/>
                          <w:divBdr>
                            <w:top w:val="none" w:sz="0" w:space="0" w:color="auto"/>
                            <w:left w:val="none" w:sz="0" w:space="0" w:color="auto"/>
                            <w:bottom w:val="none" w:sz="0" w:space="0" w:color="auto"/>
                            <w:right w:val="none" w:sz="0" w:space="0" w:color="auto"/>
                          </w:divBdr>
                        </w:div>
                        <w:div w:id="1723481361">
                          <w:marLeft w:val="0"/>
                          <w:marRight w:val="0"/>
                          <w:marTop w:val="0"/>
                          <w:marBottom w:val="0"/>
                          <w:divBdr>
                            <w:top w:val="none" w:sz="0" w:space="0" w:color="auto"/>
                            <w:left w:val="none" w:sz="0" w:space="0" w:color="auto"/>
                            <w:bottom w:val="none" w:sz="0" w:space="0" w:color="auto"/>
                            <w:right w:val="none" w:sz="0" w:space="0" w:color="auto"/>
                          </w:divBdr>
                        </w:div>
                        <w:div w:id="1723481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manantialcaduceo.com.ar/libros.htm" TargetMode="External"/><Relationship Id="rId5" Type="http://schemas.openxmlformats.org/officeDocument/2006/relationships/hyperlink" Target="mailto:thequantumawakening@gmail.com" TargetMode="External"/><Relationship Id="rId4" Type="http://schemas.openxmlformats.org/officeDocument/2006/relationships/hyperlink" Target="http://www.thequantumawakening.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5</TotalTime>
  <Pages>2</Pages>
  <Words>805</Words>
  <Characters>4430</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SOLSTICIO DE JUNIO 2017 </dc:title>
  <dc:subject/>
  <dc:creator/>
  <cp:keywords/>
  <dc:description/>
  <cp:lastModifiedBy>Graciela</cp:lastModifiedBy>
  <cp:revision>4</cp:revision>
  <dcterms:created xsi:type="dcterms:W3CDTF">2017-08-10T15:47:00Z</dcterms:created>
  <dcterms:modified xsi:type="dcterms:W3CDTF">2017-08-10T15:51:00Z</dcterms:modified>
</cp:coreProperties>
</file>