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3C4" w:rsidRPr="009C6629" w:rsidRDefault="00C733C4" w:rsidP="009C6629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BB47D6">
        <w:rPr>
          <w:rFonts w:ascii="Trebuchet MS" w:hAnsi="Trebuchet MS" w:cs="Arial"/>
          <w:smallCaps/>
          <w:shadow/>
          <w:sz w:val="36"/>
          <w:szCs w:val="36"/>
        </w:rPr>
        <w:t>Desde El Amor Hacia Las Lecciones De La Creacion</w:t>
      </w:r>
      <w:r w:rsidRPr="00BB47D6">
        <w:rPr>
          <w:rFonts w:ascii="Trebuchet MS" w:hAnsi="Trebuchet MS" w:cs="Arial"/>
          <w:sz w:val="36"/>
          <w:szCs w:val="36"/>
        </w:rPr>
        <w:br/>
      </w:r>
      <w:r w:rsidRPr="00BB47D6">
        <w:rPr>
          <w:rFonts w:ascii="Arial" w:hAnsi="Arial" w:cs="Arial"/>
          <w:sz w:val="20"/>
          <w:szCs w:val="20"/>
        </w:rPr>
        <w:t>Por Brenda Hoffman</w:t>
      </w:r>
      <w:r w:rsidRPr="00BB47D6">
        <w:rPr>
          <w:rFonts w:ascii="Arial" w:hAnsi="Arial" w:cs="Arial"/>
          <w:sz w:val="20"/>
          <w:szCs w:val="20"/>
        </w:rPr>
        <w:br/>
      </w:r>
      <w:hyperlink r:id="rId4" w:history="1">
        <w:r w:rsidRPr="009C6629">
          <w:rPr>
            <w:rStyle w:val="Hyperlink"/>
            <w:rFonts w:ascii="Arial" w:hAnsi="Arial" w:cs="Arial"/>
            <w:color w:val="auto"/>
            <w:sz w:val="20"/>
            <w:szCs w:val="20"/>
            <w:shd w:val="clear" w:color="auto" w:fill="FAFFF8"/>
          </w:rPr>
          <w:t>www.LifeTapestryCreations.com</w:t>
        </w:r>
      </w:hyperlink>
      <w:r>
        <w:br/>
      </w:r>
      <w:r w:rsidRPr="009C6629">
        <w:rPr>
          <w:rFonts w:ascii="Arial" w:hAnsi="Arial" w:cs="Arial"/>
          <w:sz w:val="20"/>
          <w:szCs w:val="20"/>
        </w:rPr>
        <w:t>5 de Octubre 2015</w:t>
      </w:r>
    </w:p>
    <w:p w:rsidR="00C733C4" w:rsidRPr="00BB47D6" w:rsidRDefault="00C733C4" w:rsidP="00BB47D6">
      <w:pPr>
        <w:pStyle w:val="NormalWeb"/>
        <w:shd w:val="clear" w:color="auto" w:fill="FAFFF8"/>
        <w:rPr>
          <w:rFonts w:ascii="Arial" w:hAnsi="Arial" w:cs="Arial"/>
          <w:sz w:val="20"/>
          <w:szCs w:val="20"/>
        </w:rPr>
      </w:pPr>
    </w:p>
    <w:p w:rsidR="00C733C4" w:rsidRPr="00BB47D6" w:rsidRDefault="00C733C4" w:rsidP="00BB47D6">
      <w:pPr>
        <w:pStyle w:val="NormalWeb"/>
        <w:shd w:val="clear" w:color="auto" w:fill="FAFFF8"/>
        <w:rPr>
          <w:rFonts w:ascii="Arial" w:hAnsi="Arial" w:cs="Arial"/>
          <w:sz w:val="20"/>
          <w:szCs w:val="20"/>
        </w:rPr>
      </w:pPr>
      <w:r w:rsidRPr="00BB47D6">
        <w:rPr>
          <w:rFonts w:ascii="Arial" w:hAnsi="Arial" w:cs="Arial"/>
          <w:sz w:val="20"/>
          <w:szCs w:val="20"/>
        </w:rPr>
        <w:t>Traducción: Graciela Difeo</w:t>
      </w:r>
      <w:r w:rsidRPr="00BB47D6">
        <w:rPr>
          <w:rFonts w:ascii="Arial" w:hAnsi="Arial" w:cs="Arial"/>
          <w:sz w:val="20"/>
          <w:szCs w:val="20"/>
        </w:rPr>
        <w:br/>
        <w:t>Difusión: El Manantial del Caduceo</w:t>
      </w:r>
      <w:r w:rsidRPr="00BB47D6">
        <w:rPr>
          <w:rFonts w:ascii="Arial" w:hAnsi="Arial" w:cs="Arial"/>
          <w:sz w:val="20"/>
          <w:szCs w:val="20"/>
        </w:rPr>
        <w:br/>
      </w:r>
      <w:hyperlink r:id="rId5" w:tgtFrame="_blank" w:history="1">
        <w:r w:rsidRPr="00BB47D6">
          <w:rPr>
            <w:rStyle w:val="Hyperlink"/>
            <w:rFonts w:ascii="Arial" w:hAnsi="Arial" w:cs="Arial"/>
            <w:color w:val="003366"/>
            <w:sz w:val="20"/>
            <w:szCs w:val="20"/>
          </w:rPr>
          <w:t>http://www.manantialcaduceo.com.ar/libros.htm</w:t>
        </w:r>
      </w:hyperlink>
      <w:r w:rsidRPr="00BB47D6">
        <w:rPr>
          <w:rFonts w:ascii="Arial" w:hAnsi="Arial" w:cs="Arial"/>
          <w:sz w:val="20"/>
          <w:szCs w:val="20"/>
        </w:rPr>
        <w:br/>
      </w:r>
      <w:hyperlink r:id="rId6" w:history="1">
        <w:r w:rsidRPr="00BB47D6">
          <w:rPr>
            <w:rStyle w:val="Hyperlink"/>
            <w:rFonts w:ascii="Arial" w:hAnsi="Arial" w:cs="Arial"/>
            <w:color w:val="003366"/>
            <w:sz w:val="20"/>
            <w:szCs w:val="20"/>
          </w:rPr>
          <w:t>https://www.facebook.com/ManantialCaduceo</w:t>
        </w:r>
      </w:hyperlink>
    </w:p>
    <w:p w:rsidR="00C733C4" w:rsidRPr="00BB47D6" w:rsidRDefault="00C733C4">
      <w:pPr>
        <w:rPr>
          <w:rFonts w:ascii="Arial" w:hAnsi="Arial" w:cs="Arial"/>
          <w:sz w:val="20"/>
          <w:szCs w:val="20"/>
        </w:rPr>
      </w:pPr>
    </w:p>
    <w:p w:rsidR="00C733C4" w:rsidRPr="00BB47D6" w:rsidRDefault="00C733C4">
      <w:pPr>
        <w:rPr>
          <w:rFonts w:ascii="Arial" w:hAnsi="Arial" w:cs="Arial"/>
          <w:sz w:val="20"/>
          <w:szCs w:val="20"/>
        </w:rPr>
      </w:pPr>
      <w:r w:rsidRPr="00BB47D6">
        <w:rPr>
          <w:rFonts w:ascii="Arial" w:hAnsi="Arial" w:cs="Arial"/>
          <w:sz w:val="20"/>
          <w:szCs w:val="20"/>
        </w:rPr>
        <w:t>Mis queridos:</w:t>
      </w:r>
    </w:p>
    <w:p w:rsidR="00C733C4" w:rsidRDefault="00C733C4" w:rsidP="009C6629">
      <w:pPr>
        <w:rPr>
          <w:rFonts w:ascii="Trebuchet MS" w:hAnsi="Trebuchet MS"/>
          <w:smallCaps/>
          <w:shadow/>
          <w:sz w:val="36"/>
          <w:szCs w:val="36"/>
        </w:rPr>
      </w:pPr>
    </w:p>
    <w:p w:rsidR="00C733C4" w:rsidRDefault="00C733C4" w:rsidP="009C66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creación es un proceso. ¿Recuerdas el primer día que fuiste al colegio y los temores de no haber podido dominar una materia, solo para lograrlo unos meses después? Ahora pueden lograrlo.</w:t>
      </w:r>
    </w:p>
    <w:p w:rsidR="00C733C4" w:rsidRDefault="00C733C4" w:rsidP="009C662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Han recibido la sílaba de la creación. Ahora pueden aprender/crear/jugar dentro de la sílaba hasta que no necesiten más indicaciones o coraje.</w:t>
      </w:r>
    </w:p>
    <w:p w:rsidR="00C733C4" w:rsidRDefault="00C733C4" w:rsidP="009C662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Cuántos mensajes de amor han leído o aprendido en los últimos meses, ¿solo para saber lo que esos mensajes significarían para ustedes? Ello se debe a sus habilidades de creación.</w:t>
      </w:r>
    </w:p>
    <w:p w:rsidR="00C733C4" w:rsidRDefault="00C733C4" w:rsidP="009C662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Probablemente crean que no pueden dominar el arte de la creación, que no pueden ser un modelo a seguir porque no pueden crear algo de valor para ustedes. Entonces una gran parte de su aprendizaje, es su derecho y habilidad-tanto como lo es el amor.</w:t>
      </w:r>
    </w:p>
    <w:p w:rsidR="00C733C4" w:rsidRDefault="00C733C4" w:rsidP="009C66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Muchos se preocupan que hay personas a las cuales no pueden amar o aceptar plenamente, que han fallado en el test del amor.</w:t>
      </w:r>
    </w:p>
    <w:p w:rsidR="00C733C4" w:rsidRDefault="00C733C4" w:rsidP="009C6629">
      <w:pPr>
        <w:jc w:val="both"/>
        <w:rPr>
          <w:rFonts w:ascii="Arial" w:hAnsi="Arial" w:cs="Arial"/>
          <w:sz w:val="20"/>
          <w:szCs w:val="20"/>
        </w:rPr>
      </w:pPr>
    </w:p>
    <w:p w:rsidR="00C733C4" w:rsidRDefault="00C733C4" w:rsidP="009C662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Tal como que no es verdad, no pudieron haber programado en la obra de la creación sin haber internalizado sus lecciones de amor. Pero entonces, ¿dónde está la ira, furia o no aceptación de los demás que se ha generado por no abrir el corazón?</w:t>
      </w:r>
    </w:p>
    <w:p w:rsidR="00C733C4" w:rsidRDefault="00C733C4" w:rsidP="009C6629">
      <w:pPr>
        <w:rPr>
          <w:rFonts w:ascii="Arial" w:hAnsi="Arial" w:cs="Arial"/>
          <w:sz w:val="20"/>
          <w:szCs w:val="20"/>
        </w:rPr>
      </w:pPr>
    </w:p>
    <w:p w:rsidR="00C733C4" w:rsidRDefault="00C733C4" w:rsidP="009C662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 un poco diferente a aprender a leer. Tu maestra de primer grado no te vigila para que recuerdes tu vida y que asegures que utilices tus talentos ni tampoco les enseñaron a utilizarlos. Ellos aceptan que una vez  que has aprendido las bases, tus dotes de lectura continuarán floreciendo.</w:t>
      </w:r>
    </w:p>
    <w:p w:rsidR="00C733C4" w:rsidRDefault="00C733C4" w:rsidP="009C6629">
      <w:pPr>
        <w:rPr>
          <w:rFonts w:ascii="Arial" w:hAnsi="Arial" w:cs="Arial"/>
          <w:sz w:val="20"/>
          <w:szCs w:val="20"/>
        </w:rPr>
      </w:pPr>
    </w:p>
    <w:p w:rsidR="00C733C4" w:rsidRDefault="00C733C4" w:rsidP="009C66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Una vez que has aprendido a leer, no puedes desaprender esa habilidad.</w:t>
      </w:r>
    </w:p>
    <w:p w:rsidR="00C733C4" w:rsidRDefault="00C733C4" w:rsidP="009C6629">
      <w:pPr>
        <w:rPr>
          <w:rFonts w:ascii="Arial" w:hAnsi="Arial" w:cs="Arial"/>
          <w:sz w:val="20"/>
          <w:szCs w:val="20"/>
        </w:rPr>
      </w:pPr>
    </w:p>
    <w:p w:rsidR="00C733C4" w:rsidRDefault="00C733C4" w:rsidP="009C66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debe a tu corazón abierto.</w:t>
      </w:r>
    </w:p>
    <w:p w:rsidR="00C733C4" w:rsidRDefault="00C733C4" w:rsidP="009C6629">
      <w:pPr>
        <w:rPr>
          <w:rFonts w:ascii="Arial" w:hAnsi="Arial" w:cs="Arial"/>
          <w:sz w:val="20"/>
          <w:szCs w:val="20"/>
        </w:rPr>
      </w:pPr>
    </w:p>
    <w:p w:rsidR="00C733C4" w:rsidRDefault="00C733C4" w:rsidP="009C662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Algunos de ustedes no necesariamente los aprecian y se preguntan porqué no los aman o aceptan: ustedes están en una postura diferente a nivel emocional, con una base de conocimiento distinto de lo que consideraron verdadero hace unos meses- aún cuando sientan que no pueden admitir el amor.</w:t>
      </w:r>
    </w:p>
    <w:p w:rsidR="00C733C4" w:rsidRDefault="00C733C4" w:rsidP="009C6629">
      <w:pPr>
        <w:rPr>
          <w:rFonts w:ascii="Arial" w:hAnsi="Arial" w:cs="Arial"/>
          <w:sz w:val="20"/>
          <w:szCs w:val="20"/>
        </w:rPr>
      </w:pPr>
    </w:p>
    <w:p w:rsidR="00C733C4" w:rsidRDefault="00C733C4" w:rsidP="009C662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Algunos se devoraron libros cuando aprendieron a leer. Otros solo leyeron lo que les pedían para su clase. Ambos grupos progresaron a pesar de las diferencias. Ahora sí pueden.</w:t>
      </w:r>
    </w:p>
    <w:p w:rsidR="00C733C4" w:rsidRDefault="00C733C4" w:rsidP="009C6629">
      <w:pPr>
        <w:rPr>
          <w:rFonts w:ascii="Arial" w:hAnsi="Arial" w:cs="Arial"/>
          <w:sz w:val="20"/>
          <w:szCs w:val="20"/>
        </w:rPr>
      </w:pPr>
    </w:p>
    <w:p w:rsidR="00C733C4" w:rsidRDefault="00C733C4" w:rsidP="009C66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Han abierto sus corazones. Algunos desean expandir las habilidades del Corazón. Otros aceptarán que su corazón está abierto y se mueve hacia algo de mayor interés-aún cuando un corazón abierto es necesario para moverse a un nuevo lugar.</w:t>
      </w:r>
    </w:p>
    <w:p w:rsidR="00C733C4" w:rsidRDefault="00C733C4" w:rsidP="009C6629">
      <w:pPr>
        <w:rPr>
          <w:rFonts w:ascii="Arial" w:hAnsi="Arial" w:cs="Arial"/>
          <w:sz w:val="20"/>
          <w:szCs w:val="20"/>
        </w:rPr>
      </w:pPr>
    </w:p>
    <w:p w:rsidR="00C733C4" w:rsidRDefault="00C733C4" w:rsidP="009C66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Cada uno de ustedes es único, pero TODOS ustedes tienen la habilidad base de un corazón abierto.</w:t>
      </w:r>
    </w:p>
    <w:p w:rsidR="00C733C4" w:rsidRDefault="00C733C4" w:rsidP="009C6629">
      <w:pPr>
        <w:rPr>
          <w:rFonts w:ascii="Arial" w:hAnsi="Arial" w:cs="Arial"/>
          <w:sz w:val="20"/>
          <w:szCs w:val="20"/>
        </w:rPr>
      </w:pPr>
    </w:p>
    <w:p w:rsidR="00C733C4" w:rsidRDefault="00C733C4" w:rsidP="009C662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Ese corazón abierto ahora necesita plasmarse en la personalidad. Por ahora olvídense de amar a todos o perdonar a alguien. Pues se encuentran en una clase de creación. Han completado el prerrequisito de abrir del corazón y necesitan moverse hacia el crear. Para ello, deben amarse a sí mismos lo suficiente como para sentirse merecedores de lograr sus sueños. Y no le quitan nada a nadie en su sueño porque están en el lugar correcto en el momento correcto.</w:t>
      </w:r>
    </w:p>
    <w:p w:rsidR="00C733C4" w:rsidRDefault="00C733C4" w:rsidP="009C6629">
      <w:pPr>
        <w:rPr>
          <w:rFonts w:ascii="Arial" w:hAnsi="Arial" w:cs="Arial"/>
          <w:sz w:val="20"/>
          <w:szCs w:val="20"/>
        </w:rPr>
      </w:pPr>
    </w:p>
    <w:p w:rsidR="00C733C4" w:rsidRDefault="00C733C4" w:rsidP="009C662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Muchos de ustedes están expandiendo su amor, su corazón, para incluir a aquellos que los hacen sentirse incómodos- y han dejado a un lado su creatividad hasta que abrieron su corazón por completo hacia los demás puesto que están maravillados por haber abierto el corazón, no necesitan preguntarse si esta o aquella persona no encaja dentro de su panorama de amor. Solo que no pudieron leer la novela LA GUERRA Y LA PAZ después de haber aprendido el alfabeto.</w:t>
      </w:r>
    </w:p>
    <w:p w:rsidR="00C733C4" w:rsidRDefault="00C733C4" w:rsidP="009C6629">
      <w:pPr>
        <w:rPr>
          <w:rFonts w:ascii="Arial" w:hAnsi="Arial" w:cs="Arial"/>
          <w:sz w:val="20"/>
          <w:szCs w:val="20"/>
        </w:rPr>
      </w:pPr>
    </w:p>
    <w:p w:rsidR="00C733C4" w:rsidRDefault="00C733C4" w:rsidP="009C662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Sus instructores de primer grado deseaban que aprendieran a leer, sumar y otros conceptos pero no necesariamente aislarlos.</w:t>
      </w:r>
    </w:p>
    <w:p w:rsidR="00C733C4" w:rsidRDefault="00C733C4" w:rsidP="009C6629">
      <w:pPr>
        <w:rPr>
          <w:rFonts w:ascii="Arial" w:hAnsi="Arial" w:cs="Arial"/>
          <w:sz w:val="20"/>
          <w:szCs w:val="20"/>
        </w:rPr>
      </w:pPr>
    </w:p>
    <w:p w:rsidR="00C733C4" w:rsidRDefault="00C733C4" w:rsidP="009C662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 momento de moverse hacia la creación. Aunque para muchos resulte imposible, lo harán. Al igual que cuando les pidieron que con copiar cartas iban a aprender a unificarlos para leer libros en la biblioteca.</w:t>
      </w:r>
    </w:p>
    <w:p w:rsidR="00C733C4" w:rsidRDefault="00C733C4" w:rsidP="009C6629">
      <w:pPr>
        <w:rPr>
          <w:rFonts w:ascii="Arial" w:hAnsi="Arial" w:cs="Arial"/>
          <w:sz w:val="20"/>
          <w:szCs w:val="20"/>
        </w:rPr>
      </w:pPr>
    </w:p>
    <w:p w:rsidR="00C733C4" w:rsidRDefault="00C733C4" w:rsidP="009C662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Permítanse flotar y jugar en la clase de la creación. Quizás han creado su sueño terrestre, quizás no. Pero lo harán tal como lo hicieron cuando aprendieron a leer la primera vez.</w:t>
      </w:r>
    </w:p>
    <w:p w:rsidR="00C733C4" w:rsidRDefault="00C733C4" w:rsidP="009C6629">
      <w:pPr>
        <w:rPr>
          <w:rFonts w:ascii="Arial" w:hAnsi="Arial" w:cs="Arial"/>
          <w:sz w:val="20"/>
          <w:szCs w:val="20"/>
        </w:rPr>
      </w:pPr>
    </w:p>
    <w:p w:rsidR="00C733C4" w:rsidRDefault="00C733C4" w:rsidP="009C662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Ustedes son alumnos muy atentos en la escuela de la Nueva Tierra que deberán asimilar el concepto al mismo tiempo que los demás- o no. Pero lo harán.</w:t>
      </w:r>
    </w:p>
    <w:p w:rsidR="00C733C4" w:rsidRDefault="00C733C4" w:rsidP="009C6629">
      <w:pPr>
        <w:rPr>
          <w:rFonts w:ascii="Arial" w:hAnsi="Arial" w:cs="Arial"/>
          <w:sz w:val="20"/>
          <w:szCs w:val="20"/>
        </w:rPr>
      </w:pPr>
    </w:p>
    <w:p w:rsidR="00C733C4" w:rsidRDefault="00C733C4" w:rsidP="009C662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Quizás crean que son capaces de crear un pequeño objeto porque pertenecen a un grupo pequeño, mientras todos los demás crearán sus sueños terrenales. Ello es solo un arrastre de la 3D en donde la competencia y la necesidad de ser el mejor, ha sido la regla de sus instintos.</w:t>
      </w:r>
    </w:p>
    <w:p w:rsidR="00C733C4" w:rsidRDefault="00C733C4" w:rsidP="009C6629">
      <w:pPr>
        <w:rPr>
          <w:rFonts w:ascii="Arial" w:hAnsi="Arial" w:cs="Arial"/>
          <w:sz w:val="20"/>
          <w:szCs w:val="20"/>
        </w:rPr>
      </w:pPr>
    </w:p>
    <w:p w:rsidR="00C733C4" w:rsidRDefault="00C733C4" w:rsidP="009C662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Permítanse crecer y expandirse a su propio ritmo-como lo ha sido siempre. Todo lo que deben recordar durante esta clase es que deben amarse lo suficiente como para merecerlo. Esta es la creación 101.</w:t>
      </w:r>
    </w:p>
    <w:p w:rsidR="00C733C4" w:rsidRDefault="00C733C4" w:rsidP="009C6629">
      <w:pPr>
        <w:rPr>
          <w:rFonts w:ascii="Arial" w:hAnsi="Arial" w:cs="Arial"/>
          <w:sz w:val="20"/>
          <w:szCs w:val="20"/>
        </w:rPr>
      </w:pPr>
    </w:p>
    <w:p w:rsidR="00C733C4" w:rsidRDefault="00C733C4" w:rsidP="009C66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Han completado la materia de Abrir el Corazón 101.</w:t>
      </w:r>
    </w:p>
    <w:p w:rsidR="00C733C4" w:rsidRDefault="00C733C4" w:rsidP="009C6629">
      <w:pPr>
        <w:rPr>
          <w:rFonts w:ascii="Arial" w:hAnsi="Arial" w:cs="Arial"/>
          <w:sz w:val="20"/>
          <w:szCs w:val="20"/>
        </w:rPr>
      </w:pPr>
    </w:p>
    <w:p w:rsidR="00C733C4" w:rsidRDefault="00C733C4" w:rsidP="009C662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Hay muchos mandatos en Internet de cómo crear mejor. Pueden pensar esto, hacer aquello o nunca crearán lo que desean. Y si no lo hacen, es su culpa por no haber sido lo suficientemente espiritual, amoroso o entendido.</w:t>
      </w:r>
    </w:p>
    <w:p w:rsidR="00C733C4" w:rsidRDefault="00C733C4" w:rsidP="009C6629">
      <w:pPr>
        <w:rPr>
          <w:rFonts w:ascii="Arial" w:hAnsi="Arial" w:cs="Arial"/>
          <w:sz w:val="20"/>
          <w:szCs w:val="20"/>
        </w:rPr>
      </w:pPr>
    </w:p>
    <w:p w:rsidR="00C733C4" w:rsidRDefault="00C733C4" w:rsidP="009C66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¡Todas Tonterías!   Es equivalente a que tu maestro te diga que nunca aprenderás a leer.</w:t>
      </w:r>
    </w:p>
    <w:p w:rsidR="00C733C4" w:rsidRDefault="00C733C4" w:rsidP="009C6629">
      <w:pPr>
        <w:rPr>
          <w:rFonts w:ascii="Arial" w:hAnsi="Arial" w:cs="Arial"/>
          <w:sz w:val="20"/>
          <w:szCs w:val="20"/>
        </w:rPr>
      </w:pPr>
    </w:p>
    <w:p w:rsidR="00C733C4" w:rsidRDefault="00C733C4" w:rsidP="009C66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Ustedes CREARAN a su manera, a su debido tiempo.</w:t>
      </w:r>
    </w:p>
    <w:p w:rsidR="00C733C4" w:rsidRDefault="00C733C4" w:rsidP="009C6629">
      <w:pPr>
        <w:rPr>
          <w:rFonts w:ascii="Arial" w:hAnsi="Arial" w:cs="Arial"/>
          <w:sz w:val="20"/>
          <w:szCs w:val="20"/>
        </w:rPr>
      </w:pPr>
    </w:p>
    <w:p w:rsidR="00C733C4" w:rsidRDefault="00C733C4" w:rsidP="009C66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Aunque la clase de la creación termina cercano a los comienzos del 2016, aplicarán las habilidades que aprendieron como recordatorio de esta nueva etapa terrestre.  Una vez que realizaron la transición desde la tierra, automáticamente tomarán su creación y se la llevarán con ustedes para entrar a esta nueva etapa terrestre.</w:t>
      </w:r>
    </w:p>
    <w:p w:rsidR="00C733C4" w:rsidRDefault="00C733C4" w:rsidP="009C6629">
      <w:pPr>
        <w:rPr>
          <w:rFonts w:ascii="Arial" w:hAnsi="Arial" w:cs="Arial"/>
          <w:sz w:val="20"/>
          <w:szCs w:val="20"/>
        </w:rPr>
      </w:pPr>
    </w:p>
    <w:p w:rsidR="00C733C4" w:rsidRDefault="00C733C4" w:rsidP="009C662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Esta clase de creación es principalmente para ustedes en la Nueva Tierra. Están comenzando a aprender las bases. Y podrán crear lo que deseen. Y lo harán, no porque los conceptos fueron dictados sino porque han presentado su corazón a este curso con múltiples colores veloces y es momento de aprender a crear con sus nuevas habilidades de su nuevo Corazón abierto.</w:t>
      </w:r>
    </w:p>
    <w:p w:rsidR="00C733C4" w:rsidRDefault="00C733C4" w:rsidP="009C6629">
      <w:pPr>
        <w:rPr>
          <w:rFonts w:ascii="Arial" w:hAnsi="Arial" w:cs="Arial"/>
          <w:sz w:val="20"/>
          <w:szCs w:val="20"/>
        </w:rPr>
      </w:pPr>
    </w:p>
    <w:p w:rsidR="00C733C4" w:rsidRDefault="00C733C4" w:rsidP="009C662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Crear lo que deseen, focalizarse en sus habilidades, amarse a sí mismos con Toda la gloria Universal. El resto se colocará en su lugar. Puesto que mientras aprenden a ser un genio dentro de la botella, tendrán menor necesidad de competir con otros, denigrar o disgustar a los demás.</w:t>
      </w:r>
    </w:p>
    <w:p w:rsidR="00C733C4" w:rsidRDefault="00C733C4" w:rsidP="009C6629">
      <w:pPr>
        <w:jc w:val="both"/>
        <w:rPr>
          <w:rFonts w:ascii="Arial" w:hAnsi="Arial" w:cs="Arial"/>
          <w:sz w:val="20"/>
          <w:szCs w:val="20"/>
        </w:rPr>
      </w:pPr>
    </w:p>
    <w:p w:rsidR="00C733C4" w:rsidRDefault="00C733C4" w:rsidP="009C66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Descubrirán que están completos por dentro tal como que sería verdad para quienes los sigan. Así será. Amén.</w:t>
      </w:r>
    </w:p>
    <w:p w:rsidR="00C733C4" w:rsidRPr="00BB47D6" w:rsidRDefault="00C733C4">
      <w:pPr>
        <w:rPr>
          <w:rFonts w:ascii="Arial" w:hAnsi="Arial" w:cs="Arial"/>
          <w:sz w:val="20"/>
          <w:szCs w:val="20"/>
        </w:rPr>
      </w:pPr>
    </w:p>
    <w:p w:rsidR="00C733C4" w:rsidRPr="00F371CC" w:rsidRDefault="00C733C4" w:rsidP="00BB47D6">
      <w:pPr>
        <w:pStyle w:val="NormalWeb"/>
        <w:shd w:val="clear" w:color="auto" w:fill="FAFFF8"/>
        <w:jc w:val="both"/>
        <w:rPr>
          <w:rFonts w:ascii="Arial" w:hAnsi="Arial" w:cs="Arial"/>
          <w:sz w:val="20"/>
          <w:szCs w:val="20"/>
        </w:rPr>
      </w:pPr>
      <w:r w:rsidRPr="00F371CC">
        <w:rPr>
          <w:rFonts w:ascii="Arial" w:hAnsi="Arial" w:cs="Arial"/>
          <w:sz w:val="20"/>
          <w:szCs w:val="20"/>
        </w:rPr>
        <w:t xml:space="preserve">Derechos de autor © 2009-2015. Brenda Hoffman. Todos los derechos reservados: </w:t>
      </w:r>
      <w:hyperlink r:id="rId7" w:tgtFrame="_blank" w:history="1">
        <w:r w:rsidRPr="00F371CC">
          <w:rPr>
            <w:rStyle w:val="Hyperlink"/>
            <w:rFonts w:ascii="Arial" w:hAnsi="Arial" w:cs="Arial"/>
            <w:sz w:val="20"/>
            <w:szCs w:val="20"/>
          </w:rPr>
          <w:t>www.LifeTapestryCreations.com.</w:t>
        </w:r>
      </w:hyperlink>
      <w:r w:rsidRPr="00F371CC">
        <w:rPr>
          <w:rFonts w:ascii="Arial" w:hAnsi="Arial" w:cs="Arial"/>
          <w:sz w:val="20"/>
          <w:szCs w:val="20"/>
        </w:rPr>
        <w:t xml:space="preserve"> Pueden compartir este contenido con los demás – colocarlo en su blog, añadirlo a su boletín, etc., pero mantengan la integridad de este artículo incluyendo a la autora/canalizadora Brenda Hoffman y al sitio Web: </w:t>
      </w:r>
      <w:hyperlink r:id="rId8" w:tgtFrame="_blank" w:history="1">
        <w:r w:rsidRPr="00F371CC">
          <w:rPr>
            <w:rStyle w:val="Hyperlink"/>
            <w:rFonts w:ascii="Arial" w:hAnsi="Arial" w:cs="Arial"/>
            <w:sz w:val="20"/>
            <w:szCs w:val="20"/>
          </w:rPr>
          <w:t>www.LifeTapestryCreations.com.</w:t>
        </w:r>
      </w:hyperlink>
      <w:r w:rsidRPr="00F371CC">
        <w:rPr>
          <w:rFonts w:ascii="Arial" w:hAnsi="Arial" w:cs="Arial"/>
          <w:sz w:val="20"/>
          <w:szCs w:val="20"/>
        </w:rPr>
        <w:t> </w:t>
      </w:r>
    </w:p>
    <w:p w:rsidR="00C733C4" w:rsidRPr="000B63DD" w:rsidRDefault="00C733C4" w:rsidP="00BB47D6">
      <w:pPr>
        <w:pStyle w:val="msonospacing0"/>
        <w:shd w:val="clear" w:color="auto" w:fill="FFFFFF"/>
        <w:spacing w:after="320" w:afterAutospacing="0"/>
        <w:jc w:val="center"/>
        <w:rPr>
          <w:b/>
          <w:bCs/>
        </w:rPr>
      </w:pPr>
      <w:r w:rsidRPr="000B63DD">
        <w:rPr>
          <w:rFonts w:ascii="Calibri" w:hAnsi="Calibri"/>
        </w:rPr>
        <w:t>Las traducciones del material de Brenda Hoffman pueden ser descargados en archivo Word desde el sitio creado para ella en</w:t>
      </w:r>
      <w:r w:rsidRPr="000B63DD">
        <w:rPr>
          <w:rFonts w:ascii="Calibri" w:hAnsi="Calibri"/>
          <w:color w:val="006699"/>
        </w:rPr>
        <w:t xml:space="preserve"> </w:t>
      </w:r>
      <w:hyperlink r:id="rId9" w:tgtFrame="_blank" w:history="1">
        <w:r w:rsidRPr="000B63DD">
          <w:rPr>
            <w:rStyle w:val="Hyperlink"/>
            <w:rFonts w:ascii="Calibri" w:hAnsi="Calibri"/>
            <w:b/>
            <w:bCs/>
            <w:color w:val="006699"/>
          </w:rPr>
          <w:t>http://www.manantialcaduceo.com.ar/libros.htm</w:t>
        </w:r>
      </w:hyperlink>
      <w:r w:rsidRPr="000B63DD">
        <w:rPr>
          <w:rStyle w:val="Strong"/>
          <w:rFonts w:ascii="Calibri" w:hAnsi="Calibri"/>
          <w:bCs/>
        </w:rPr>
        <w:br/>
      </w:r>
      <w:hyperlink r:id="rId10" w:history="1">
        <w:r w:rsidRPr="000B63DD">
          <w:rPr>
            <w:rStyle w:val="Hyperlink"/>
            <w:rFonts w:ascii="Arial" w:hAnsi="Arial" w:cs="Arial"/>
            <w:color w:val="336699"/>
            <w:shd w:val="clear" w:color="auto" w:fill="FFFFFF"/>
          </w:rPr>
          <w:t>https://www.facebook.com/ManantialCaduceo</w:t>
        </w:r>
      </w:hyperlink>
    </w:p>
    <w:p w:rsidR="00C733C4" w:rsidRPr="000B63DD" w:rsidRDefault="00C733C4" w:rsidP="00BB47D6">
      <w:pPr>
        <w:pStyle w:val="NormalWeb"/>
        <w:jc w:val="center"/>
        <w:rPr>
          <w:rFonts w:ascii="Arial" w:hAnsi="Arial" w:cs="Arial"/>
        </w:rPr>
      </w:pPr>
      <w:r w:rsidRPr="000B63DD">
        <w:rPr>
          <w:rStyle w:val="Strong"/>
          <w:rFonts w:ascii="Arial" w:hAnsi="Arial" w:cs="Arial"/>
          <w:bCs/>
        </w:rPr>
        <w:t xml:space="preserve">Para recibir los mensajes en tu bandeja de correo suscríbete en </w:t>
      </w:r>
      <w:hyperlink r:id="rId11" w:history="1">
        <w:r w:rsidRPr="000B63DD">
          <w:rPr>
            <w:rStyle w:val="Hyperlink"/>
            <w:rFonts w:ascii="Calibri" w:hAnsi="Calibri" w:cs="Arial"/>
            <w:b/>
            <w:color w:val="006699"/>
          </w:rPr>
          <w:t>http://www.egrupos.net/grupo/laeradelahora/alta</w:t>
        </w:r>
      </w:hyperlink>
    </w:p>
    <w:p w:rsidR="00C733C4" w:rsidRPr="000B63DD" w:rsidRDefault="00C733C4" w:rsidP="00BB47D6">
      <w:pPr>
        <w:pStyle w:val="NormalWeb"/>
        <w:jc w:val="center"/>
        <w:rPr>
          <w:rFonts w:ascii="Arial" w:hAnsi="Arial" w:cs="Arial"/>
        </w:rPr>
      </w:pPr>
      <w:r w:rsidRPr="000B63DD">
        <w:rPr>
          <w:rStyle w:val="Strong"/>
          <w:rFonts w:ascii="Arial" w:hAnsi="Arial" w:cs="Arial"/>
          <w:bCs/>
        </w:rPr>
        <w:t>El Manantial del Caduceo en La Era del Ahora</w:t>
      </w:r>
    </w:p>
    <w:p w:rsidR="00C733C4" w:rsidRPr="000B63DD" w:rsidRDefault="00C733C4" w:rsidP="00BB47D6">
      <w:pPr>
        <w:shd w:val="clear" w:color="auto" w:fill="FFFFFF"/>
        <w:spacing w:before="100" w:beforeAutospacing="1" w:after="100" w:afterAutospacing="1"/>
        <w:jc w:val="both"/>
      </w:pPr>
      <w:r w:rsidRPr="000B63DD">
        <w:rPr>
          <w:i/>
          <w:iCs/>
        </w:rPr>
        <w:t xml:space="preserve">El Manantial del Caduceo agradece a las personas que comparten y distribuyen estos mensajes tal cual se publican, con todos </w:t>
      </w:r>
      <w:r w:rsidRPr="000B63DD">
        <w:rPr>
          <w:rStyle w:val="of1h1c9"/>
          <w:i/>
          <w:iCs/>
        </w:rPr>
        <w:t>los créditos</w:t>
      </w:r>
      <w:r w:rsidRPr="000B63DD">
        <w:rPr>
          <w:i/>
          <w:iCs/>
        </w:rPr>
        <w:t xml:space="preserve"> correspondientes, pues así reflejan su propia transparencia al difundir la luz. Lamentablemente, otras personas no actúan </w:t>
      </w:r>
      <w:r w:rsidRPr="000B63DD">
        <w:rPr>
          <w:rStyle w:val="of1h1c9"/>
          <w:i/>
          <w:iCs/>
        </w:rPr>
        <w:t>de esa manera</w:t>
      </w:r>
      <w:r w:rsidRPr="000B63DD">
        <w:rPr>
          <w:i/>
          <w:iCs/>
        </w:rPr>
        <w:t xml:space="preserve"> y modifican o eliminan los créditos, impidiendo así que sus propios lectores tengan acceso a los sitios donde podrían encontrar mayor información. </w:t>
      </w:r>
      <w:r w:rsidRPr="000B63DD">
        <w:rPr>
          <w:rStyle w:val="of1h1c9"/>
          <w:i/>
          <w:iCs/>
        </w:rPr>
        <w:t>Vale la pena</w:t>
      </w:r>
      <w:r w:rsidRPr="000B63DD">
        <w:rPr>
          <w:i/>
          <w:iCs/>
        </w:rPr>
        <w:t xml:space="preserve"> recordar que todos los sitios individuales que hospeda El Manantial del Caduceo han sido autorizados por los respectivos canalizadores/autores y contienen todo el material con sus traducciones autorizadas.</w:t>
      </w:r>
    </w:p>
    <w:p w:rsidR="00C733C4" w:rsidRPr="000B63DD" w:rsidRDefault="00C733C4" w:rsidP="00BB47D6">
      <w:pPr>
        <w:shd w:val="clear" w:color="auto" w:fill="FFFFFF"/>
        <w:spacing w:before="100" w:beforeAutospacing="1" w:after="324"/>
        <w:jc w:val="both"/>
      </w:pPr>
      <w:r w:rsidRPr="000B63DD">
        <w:rPr>
          <w:i/>
          <w:iCs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p w:rsidR="00C733C4" w:rsidRPr="00BB47D6" w:rsidRDefault="00C733C4">
      <w:pPr>
        <w:rPr>
          <w:rFonts w:ascii="Arial" w:hAnsi="Arial" w:cs="Arial"/>
          <w:sz w:val="20"/>
          <w:szCs w:val="20"/>
        </w:rPr>
      </w:pPr>
    </w:p>
    <w:p w:rsidR="00C733C4" w:rsidRPr="00BB47D6" w:rsidRDefault="00C733C4">
      <w:pPr>
        <w:rPr>
          <w:rFonts w:ascii="Arial" w:hAnsi="Arial" w:cs="Arial"/>
          <w:sz w:val="20"/>
          <w:szCs w:val="20"/>
        </w:rPr>
      </w:pPr>
    </w:p>
    <w:p w:rsidR="00C733C4" w:rsidRPr="00BB47D6" w:rsidRDefault="00C733C4">
      <w:pPr>
        <w:rPr>
          <w:rFonts w:ascii="Arial" w:hAnsi="Arial" w:cs="Arial"/>
          <w:sz w:val="20"/>
          <w:szCs w:val="20"/>
        </w:rPr>
      </w:pPr>
    </w:p>
    <w:p w:rsidR="00C733C4" w:rsidRPr="00BB47D6" w:rsidRDefault="00C733C4">
      <w:pPr>
        <w:rPr>
          <w:rFonts w:ascii="Arial" w:hAnsi="Arial" w:cs="Arial"/>
          <w:sz w:val="20"/>
          <w:szCs w:val="20"/>
        </w:rPr>
      </w:pPr>
    </w:p>
    <w:sectPr w:rsidR="00C733C4" w:rsidRPr="00BB47D6" w:rsidSect="00BB47D6">
      <w:pgSz w:w="12240" w:h="15840"/>
      <w:pgMar w:top="740" w:right="740" w:bottom="740" w:left="7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0218"/>
    <w:rsid w:val="000B3E39"/>
    <w:rsid w:val="000B63DD"/>
    <w:rsid w:val="000D7538"/>
    <w:rsid w:val="00101C4B"/>
    <w:rsid w:val="00134BB8"/>
    <w:rsid w:val="00166944"/>
    <w:rsid w:val="003F4402"/>
    <w:rsid w:val="004D037F"/>
    <w:rsid w:val="0057558F"/>
    <w:rsid w:val="00616763"/>
    <w:rsid w:val="00925BA7"/>
    <w:rsid w:val="00942161"/>
    <w:rsid w:val="009C6629"/>
    <w:rsid w:val="00A36717"/>
    <w:rsid w:val="00A65EE0"/>
    <w:rsid w:val="00A94F5D"/>
    <w:rsid w:val="00AB20E6"/>
    <w:rsid w:val="00BB47D6"/>
    <w:rsid w:val="00C445F7"/>
    <w:rsid w:val="00C70218"/>
    <w:rsid w:val="00C71353"/>
    <w:rsid w:val="00C733C4"/>
    <w:rsid w:val="00D65508"/>
    <w:rsid w:val="00EC18F7"/>
    <w:rsid w:val="00F37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40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B47D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BB47D6"/>
    <w:pPr>
      <w:spacing w:before="144" w:after="288" w:line="240" w:lineRule="auto"/>
    </w:pPr>
    <w:rPr>
      <w:rFonts w:ascii="Times New Roman" w:hAnsi="Times New Roman"/>
      <w:sz w:val="24"/>
      <w:szCs w:val="24"/>
      <w:lang w:val="es-ES" w:eastAsia="es-ES"/>
    </w:rPr>
  </w:style>
  <w:style w:type="character" w:styleId="Strong">
    <w:name w:val="Strong"/>
    <w:basedOn w:val="DefaultParagraphFont"/>
    <w:uiPriority w:val="99"/>
    <w:qFormat/>
    <w:locked/>
    <w:rsid w:val="00BB47D6"/>
    <w:rPr>
      <w:rFonts w:cs="Times New Roman"/>
      <w:b/>
    </w:rPr>
  </w:style>
  <w:style w:type="paragraph" w:customStyle="1" w:styleId="msonospacing0">
    <w:name w:val="msonospacing"/>
    <w:basedOn w:val="Normal"/>
    <w:uiPriority w:val="99"/>
    <w:rsid w:val="00BB47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s-ES" w:eastAsia="es-ES"/>
    </w:rPr>
  </w:style>
  <w:style w:type="character" w:customStyle="1" w:styleId="of1h1c9">
    <w:name w:val="of1h1c9"/>
    <w:basedOn w:val="DefaultParagraphFont"/>
    <w:uiPriority w:val="99"/>
    <w:rsid w:val="00BB47D6"/>
    <w:rPr>
      <w:rFonts w:cs="Times New Roman"/>
    </w:rPr>
  </w:style>
  <w:style w:type="character" w:customStyle="1" w:styleId="EstiloCorreo20">
    <w:name w:val="EmailStyle20"/>
    <w:aliases w:val="EmailStyle20"/>
    <w:basedOn w:val="DefaultParagraphFont"/>
    <w:uiPriority w:val="99"/>
    <w:semiHidden/>
    <w:personal/>
    <w:rsid w:val="009C6629"/>
    <w:rPr>
      <w:rFonts w:ascii="Trebuchet MS" w:hAnsi="Trebuchet MS" w:cs="Times New Roman"/>
      <w:smallCaps/>
      <w:shadow/>
      <w:sz w:val="36"/>
      <w:szCs w:val="36"/>
      <w:lang w:val="es-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feTapestryCreations.com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l.facebook.com/l.php?u=http%3A%2F%2Fwww.LifeTapestryCreations.com%2F&amp;h=7AQGFwziY&amp;s=1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ManantialCaduceo" TargetMode="External"/><Relationship Id="rId11" Type="http://schemas.openxmlformats.org/officeDocument/2006/relationships/hyperlink" Target="http://www.egrupos.net/grupo/laeradelahora/alta" TargetMode="External"/><Relationship Id="rId5" Type="http://schemas.openxmlformats.org/officeDocument/2006/relationships/hyperlink" Target="http://www.manantialcaduceo.com.ar/libros.htm" TargetMode="External"/><Relationship Id="rId10" Type="http://schemas.openxmlformats.org/officeDocument/2006/relationships/hyperlink" Target="https://www.facebook.com/ManantialCaduceo" TargetMode="External"/><Relationship Id="rId4" Type="http://schemas.openxmlformats.org/officeDocument/2006/relationships/hyperlink" Target="http://www.LifeTapestryCreations.com" TargetMode="External"/><Relationship Id="rId9" Type="http://schemas.openxmlformats.org/officeDocument/2006/relationships/hyperlink" Target="http://www.manantialcaduceo.com.ar/libro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1297</Words>
  <Characters>7139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DESDE EL AMOR HACIA LAS LECCIONES DE LA CREACION</dc:title>
  <dc:subject/>
  <dc:creator>GRACIELA DIFEO</dc:creator>
  <cp:keywords/>
  <dc:description/>
  <cp:lastModifiedBy>Graciela</cp:lastModifiedBy>
  <cp:revision>2</cp:revision>
  <dcterms:created xsi:type="dcterms:W3CDTF">2015-10-11T15:01:00Z</dcterms:created>
  <dcterms:modified xsi:type="dcterms:W3CDTF">2015-10-11T15:01:00Z</dcterms:modified>
</cp:coreProperties>
</file>