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A08" w:rsidRDefault="00A02A08">
      <w:pPr>
        <w:rPr>
          <w:rFonts w:ascii="Tahoma" w:hAnsi="Tahoma"/>
        </w:rPr>
      </w:pPr>
      <w:r>
        <w:t>Lightworker presenta orgullosamente:</w:t>
      </w:r>
      <w:r>
        <w:br/>
      </w:r>
      <w:r>
        <w:rPr>
          <w:b/>
          <w:sz w:val="20"/>
        </w:rPr>
        <w:t>Los Faros de Luz</w:t>
      </w:r>
      <w:r>
        <w:rPr>
          <w:i/>
          <w:sz w:val="27"/>
        </w:rPr>
        <w:t xml:space="preserve"> ~ </w:t>
      </w:r>
      <w:r>
        <w:rPr>
          <w:b/>
          <w:i/>
          <w:sz w:val="27"/>
        </w:rPr>
        <w:t>Re-cuerdos del Hogar</w:t>
      </w:r>
    </w:p>
    <w:p w:rsidR="00A02A08" w:rsidRDefault="00A02A08">
      <w:pPr>
        <w:jc w:val="center"/>
        <w:rPr>
          <w:rFonts w:ascii="Tahoma" w:hAnsi="Tahoma"/>
        </w:rPr>
      </w:pPr>
    </w:p>
    <w:p w:rsidR="00A02A08" w:rsidRDefault="00A02A08">
      <w:pPr>
        <w:jc w:val="center"/>
        <w:rPr>
          <w:rFonts w:ascii="Arial Unicode MS" w:eastAsia="Arial Unicode MS"/>
        </w:rPr>
      </w:pPr>
      <w:r>
        <w:rPr>
          <w:b/>
        </w:rPr>
        <w:t>15 de marzo de 2004</w:t>
      </w:r>
    </w:p>
    <w:p w:rsidR="00A02A08" w:rsidRDefault="00A02A08">
      <w:pPr>
        <w:jc w:val="center"/>
        <w:rPr>
          <w:rFonts w:ascii="Arial Unicode MS" w:eastAsia="Arial Unicode MS"/>
        </w:rPr>
      </w:pPr>
      <w:r>
        <w:rPr>
          <w:b/>
          <w:sz w:val="48"/>
        </w:rPr>
        <w:t>~ El Tejido de Dios ~</w:t>
      </w:r>
      <w:r>
        <w:rPr>
          <w:b/>
          <w:sz w:val="48"/>
        </w:rPr>
        <w:br/>
      </w:r>
      <w:r>
        <w:rPr>
          <w:rStyle w:val="Strong"/>
          <w:rFonts w:ascii="Arial" w:hAnsi="Arial"/>
          <w:sz w:val="17"/>
        </w:rPr>
        <w:t>Conectando con la Energía Universal</w:t>
      </w:r>
    </w:p>
    <w:p w:rsidR="00A02A08" w:rsidRDefault="00A02A08">
      <w:pPr>
        <w:rPr>
          <w:rFonts w:ascii="Arial Unicode MS" w:eastAsia="Arial Unicode MS"/>
        </w:rPr>
      </w:pPr>
      <w:r>
        <w:rPr>
          <w:rStyle w:val="Strong"/>
          <w:rFonts w:ascii="Arial" w:hAnsi="Arial"/>
        </w:rPr>
        <w:t> </w:t>
      </w:r>
    </w:p>
    <w:p w:rsidR="00A02A08" w:rsidRDefault="00A02A08">
      <w:pPr>
        <w:jc w:val="both"/>
      </w:pPr>
      <w:r>
        <w:t xml:space="preserve">Los Faros de Luz Re-cordatorios del Hogar se presentan </w:t>
      </w:r>
      <w:r>
        <w:rPr>
          <w:i/>
        </w:rPr>
        <w:t xml:space="preserve">En Vivo </w:t>
      </w:r>
      <w:r>
        <w:t>a través de Internet, trascrito y enviado el 15 de cada mes. El próximo mensaje en vivo será el sábado 20 de marzo, a las 11 de la mañana hora del Pacífico</w:t>
      </w:r>
    </w:p>
    <w:p w:rsidR="00A02A08" w:rsidRDefault="00A02A08">
      <w:pPr>
        <w:jc w:val="center"/>
      </w:pPr>
    </w:p>
    <w:p w:rsidR="00A02A08" w:rsidRDefault="00A02A08">
      <w:pPr>
        <w:jc w:val="center"/>
        <w:rPr>
          <w:b/>
          <w:i/>
          <w:sz w:val="27"/>
        </w:rPr>
      </w:pPr>
      <w:r>
        <w:rPr>
          <w:b/>
          <w:i/>
          <w:sz w:val="27"/>
        </w:rPr>
        <w:t>~ Re~cordatorios del Hogar ~</w:t>
      </w:r>
    </w:p>
    <w:p w:rsidR="00A02A08" w:rsidRDefault="00A02A08">
      <w:pPr>
        <w:jc w:val="center"/>
        <w:rPr>
          <w:rFonts w:ascii="Tahoma" w:hAnsi="Tahoma"/>
        </w:rPr>
      </w:pPr>
    </w:p>
    <w:p w:rsidR="00A02A08" w:rsidRDefault="00A02A08">
      <w:pPr>
        <w:jc w:val="both"/>
        <w:rPr>
          <w:sz w:val="22"/>
        </w:rPr>
      </w:pPr>
      <w:r>
        <w:rPr>
          <w:sz w:val="22"/>
        </w:rPr>
        <w:t xml:space="preserve">Bienvenidos al mensaje de Faros de Luz para marzo del 2004.  Este mensaje puede ser escuchado como se grabó en nuestra sección de Audio y Video </w:t>
      </w:r>
      <w:hyperlink r:id="rId6" w:history="1">
        <w:r>
          <w:rPr>
            <w:rStyle w:val="Hyperlink"/>
            <w:rFonts w:ascii="Times New Roman" w:hAnsi="Times New Roman"/>
            <w:color w:val="auto"/>
            <w:sz w:val="22"/>
          </w:rPr>
          <w:t>http://www.lightworker.copm/AudioVideo</w:t>
        </w:r>
      </w:hyperlink>
      <w:r>
        <w:rPr>
          <w:sz w:val="22"/>
        </w:rPr>
        <w:t xml:space="preserve"> </w:t>
      </w:r>
    </w:p>
    <w:p w:rsidR="00A02A08" w:rsidRDefault="00A02A08">
      <w:pPr>
        <w:rPr>
          <w:sz w:val="22"/>
        </w:rPr>
      </w:pPr>
      <w:r>
        <w:rPr>
          <w:sz w:val="22"/>
        </w:rPr>
        <w:t>Aquí tienen la última entrega del Grupo sobre cambios IMPORTANTES en nuestro mundo.</w:t>
      </w:r>
    </w:p>
    <w:p w:rsidR="00A02A08" w:rsidRDefault="00A02A08">
      <w:pPr>
        <w:rPr>
          <w:sz w:val="22"/>
        </w:rPr>
      </w:pPr>
      <w:r>
        <w:rPr>
          <w:sz w:val="22"/>
        </w:rPr>
        <w:t>¡Disfrútenlo!</w:t>
      </w:r>
    </w:p>
    <w:p w:rsidR="00A02A08" w:rsidRDefault="00A02A08">
      <w:pPr>
        <w:rPr>
          <w:rFonts w:ascii="Tahoma" w:hAnsi="Tahoma"/>
        </w:rPr>
      </w:pPr>
      <w:r>
        <w:rPr>
          <w:sz w:val="22"/>
        </w:rPr>
        <w:t>ESPAVO!</w:t>
      </w:r>
    </w:p>
    <w:p w:rsidR="00A02A08" w:rsidRDefault="00A02A08">
      <w:pPr>
        <w:rPr>
          <w:rFonts w:ascii="Tahoma" w:hAnsi="Tahoma"/>
        </w:rPr>
      </w:pPr>
    </w:p>
    <w:p w:rsidR="00A02A08" w:rsidRDefault="00A02A08">
      <w:pPr>
        <w:jc w:val="both"/>
        <w:rPr>
          <w:sz w:val="20"/>
        </w:rPr>
      </w:pPr>
      <w:r>
        <w:rPr>
          <w:b/>
          <w:i/>
        </w:rPr>
        <w:t>Solicitud Especial</w:t>
      </w:r>
      <w:r>
        <w:rPr>
          <w:b/>
          <w:i/>
        </w:rPr>
        <w:br/>
      </w:r>
      <w:r>
        <w:rPr>
          <w:sz w:val="20"/>
        </w:rPr>
        <w:t xml:space="preserve">Copyright 2002 Steve Rother. </w:t>
      </w:r>
      <w:r>
        <w:rPr>
          <w:sz w:val="20"/>
        </w:rPr>
        <w:br/>
        <w:t xml:space="preserve">Puedes difundir esta información libremente en su totalidad o en forma parcial, siempre y cuando no cobres por la información y aparezca esta solicitud. Cuando emplees una versión parcial de este material, por favor aclara que es una versión abreviada y refiere al lector a la versión original completa en </w:t>
      </w:r>
      <w:hyperlink r:id="rId7" w:history="1">
        <w:r>
          <w:rPr>
            <w:rStyle w:val="Hyperlink"/>
            <w:rFonts w:ascii="Arial" w:hAnsi="Arial"/>
            <w:color w:val="auto"/>
            <w:sz w:val="20"/>
          </w:rPr>
          <w:t>http://www.Lightworker.com/beacons/</w:t>
        </w:r>
      </w:hyperlink>
      <w:r>
        <w:rPr>
          <w:sz w:val="20"/>
        </w:rPr>
        <w:t xml:space="preserve">.  Animamos a las publicaciones para que reimpriman este material. No necesitan autorización pero les solicitamos que sencillamente nos comuniquen su intención de publicar a Pub@Lightworker.com. Puedes encontrar mayor información sobre Steve y el Grupo en </w:t>
      </w:r>
      <w:hyperlink r:id="rId8" w:history="1">
        <w:r>
          <w:rPr>
            <w:rStyle w:val="Hyperlink"/>
            <w:rFonts w:ascii="Arial" w:hAnsi="Arial"/>
            <w:color w:val="auto"/>
            <w:sz w:val="20"/>
          </w:rPr>
          <w:t>http://www.Lightworker.com</w:t>
        </w:r>
      </w:hyperlink>
      <w:r>
        <w:rPr>
          <w:sz w:val="20"/>
        </w:rPr>
        <w:t xml:space="preserve"> o por intermedio de Lightworker (858) 748 5837. ¡Gracias por ayudarnos a expandir la Luz!  </w:t>
      </w:r>
    </w:p>
    <w:p w:rsidR="00A02A08" w:rsidRDefault="00A02A08">
      <w:pPr>
        <w:rPr>
          <w:rFonts w:ascii="Arial Unicode MS" w:eastAsia="Arial Unicode MS"/>
        </w:rPr>
      </w:pPr>
    </w:p>
    <w:p w:rsidR="00A02A08" w:rsidRDefault="00A02A08">
      <w:pPr>
        <w:jc w:val="both"/>
        <w:rPr>
          <w:rStyle w:val="Strong"/>
          <w:b w:val="0"/>
          <w:sz w:val="26"/>
        </w:rPr>
      </w:pPr>
      <w:r>
        <w:rPr>
          <w:rStyle w:val="Strong"/>
          <w:b w:val="0"/>
          <w:sz w:val="26"/>
        </w:rPr>
        <w:t>Saludos desde el Hogar</w:t>
      </w:r>
    </w:p>
    <w:p w:rsidR="00A02A08" w:rsidRDefault="00A02A08">
      <w:pPr>
        <w:jc w:val="both"/>
        <w:rPr>
          <w:sz w:val="26"/>
        </w:rPr>
      </w:pPr>
    </w:p>
    <w:p w:rsidR="00A02A08" w:rsidRDefault="00A02A08">
      <w:pPr>
        <w:pStyle w:val="BodyText3"/>
        <w:rPr>
          <w:rStyle w:val="Strong"/>
          <w:b w:val="0"/>
          <w:sz w:val="26"/>
        </w:rPr>
      </w:pPr>
      <w:r>
        <w:rPr>
          <w:rStyle w:val="Strong"/>
          <w:b w:val="0"/>
          <w:sz w:val="26"/>
        </w:rPr>
        <w:t xml:space="preserve">Queridos, ¿saben ustedes la magnificencia que reflejan? ¿Saben ustedes la energía que están colocando en el Universo en este momento? Si pudiéramos ofrecerles, sólo un breve atisbo de su reflejo, se maravillarían.  Ustedes son las luces más brillantes del universo.  Ustedes son los que eligieron  cubrir sus rostros con los velos para poder re-cordar a Dios, para que poder experimentar y definir “Todo lo que Es”. Y nosotros les decimos que, debido a su experimento, no sólo se están re-escribiendo  todos los paradigmas, sino que ustedes, ustedes mismos, están volviendo a cambiar otra vez. </w:t>
      </w:r>
    </w:p>
    <w:p w:rsidR="00A02A08" w:rsidRDefault="00A02A08">
      <w:pPr>
        <w:jc w:val="both"/>
        <w:rPr>
          <w:sz w:val="26"/>
        </w:rPr>
      </w:pPr>
    </w:p>
    <w:p w:rsidR="00A02A08" w:rsidRDefault="00A02A08">
      <w:pPr>
        <w:pStyle w:val="bb"/>
        <w:spacing w:before="0" w:after="0"/>
        <w:jc w:val="both"/>
        <w:rPr>
          <w:rStyle w:val="Strong"/>
          <w:rFonts w:ascii="Times New Roman" w:eastAsia="Times New Roman" w:hAnsi="Times New Roman" w:cs="Arial Unicode MS"/>
          <w:b/>
          <w:sz w:val="26"/>
        </w:rPr>
      </w:pPr>
      <w:r>
        <w:rPr>
          <w:rStyle w:val="Strong"/>
          <w:rFonts w:ascii="Times New Roman" w:eastAsia="Times New Roman" w:hAnsi="Times New Roman" w:cs="Arial Unicode MS"/>
          <w:b/>
          <w:sz w:val="26"/>
        </w:rPr>
        <w:t>“¿Cuál es el sentido de la Vida?”</w:t>
      </w:r>
    </w:p>
    <w:p w:rsidR="00A02A08" w:rsidRDefault="00A02A08">
      <w:pPr>
        <w:jc w:val="both"/>
        <w:rPr>
          <w:sz w:val="26"/>
        </w:rPr>
      </w:pPr>
    </w:p>
    <w:p w:rsidR="00A02A08" w:rsidRDefault="00A02A08">
      <w:pPr>
        <w:jc w:val="both"/>
        <w:rPr>
          <w:rStyle w:val="Strong"/>
          <w:b w:val="0"/>
          <w:sz w:val="26"/>
        </w:rPr>
      </w:pPr>
      <w:r>
        <w:rPr>
          <w:rStyle w:val="Strong"/>
          <w:b w:val="0"/>
          <w:sz w:val="26"/>
        </w:rPr>
        <w:t>Su conexión con “Todo lo Que Es” se está haciendo ahora  más fuerte, ya que desde que contrajeron matrimonio con su ser superior,  ha comenzado a renovarse.  El velo reside en el punto de conexión entre el ser superior y el inferior. Fue importante que vinieran a este planeta no recordando a ninguno de los que fueron, sin re</w:t>
      </w:r>
      <w:r>
        <w:rPr>
          <w:rStyle w:val="msoins0"/>
          <w:b/>
          <w:sz w:val="26"/>
        </w:rPr>
        <w:t>-</w:t>
      </w:r>
      <w:r>
        <w:rPr>
          <w:rStyle w:val="Strong"/>
          <w:b w:val="0"/>
          <w:sz w:val="26"/>
        </w:rPr>
        <w:t>cordar su magnificencia o sus habilidades de creación.  En lugar de ello, ustedes jugaron el juego y eventualmente apareció la pregunta favorita que nos encanta escucharles preguntar: “¿Cuál es el sentido de la Vida?” ¡ Oh, ustedes no tienen ni idea de cuánto nos reímos cuando la escuchamos! No tienen ni idea de quienes son. Ustedes son Dios escondidos tras el velo, incapaces de ver su propio reflejo. Desde nuestra perspectiva, esto es como si Dios estuviera preguntando cómo es Dios.</w:t>
      </w:r>
    </w:p>
    <w:p w:rsidR="00A02A08" w:rsidRDefault="00A02A08">
      <w:pPr>
        <w:jc w:val="both"/>
        <w:rPr>
          <w:b/>
          <w:sz w:val="26"/>
        </w:rPr>
      </w:pPr>
    </w:p>
    <w:p w:rsidR="00A02A08" w:rsidRDefault="00A02A08">
      <w:pPr>
        <w:pStyle w:val="bb"/>
        <w:spacing w:before="0" w:after="0"/>
        <w:jc w:val="both"/>
        <w:rPr>
          <w:rStyle w:val="Strong"/>
          <w:rFonts w:ascii="Times New Roman" w:eastAsia="Times New Roman" w:hAnsi="Times New Roman" w:cs="Arial Unicode MS"/>
          <w:sz w:val="26"/>
        </w:rPr>
      </w:pPr>
      <w:r>
        <w:rPr>
          <w:rStyle w:val="Strong"/>
          <w:rFonts w:ascii="Times New Roman" w:eastAsia="Times New Roman" w:hAnsi="Times New Roman" w:cs="Arial Unicode MS"/>
          <w:sz w:val="26"/>
        </w:rPr>
        <w:t>La Energía Universal ~ El Tejido de Dios</w:t>
      </w:r>
    </w:p>
    <w:p w:rsidR="00A02A08" w:rsidRDefault="00A02A08">
      <w:pPr>
        <w:jc w:val="both"/>
        <w:rPr>
          <w:sz w:val="26"/>
        </w:rPr>
      </w:pPr>
    </w:p>
    <w:p w:rsidR="00A02A08" w:rsidRDefault="00A02A08">
      <w:pPr>
        <w:pStyle w:val="BodyText3"/>
        <w:rPr>
          <w:b/>
          <w:sz w:val="26"/>
        </w:rPr>
      </w:pPr>
      <w:r>
        <w:rPr>
          <w:rStyle w:val="Strong"/>
          <w:b w:val="0"/>
          <w:sz w:val="26"/>
        </w:rPr>
        <w:t xml:space="preserve">Ahora que su velo se está haciendo más delgado, queremos tocar este tema, ya que su propia conexión con “Todo Lo Que Es” se está haciendo más fuerte y más directa. Para ayudarles a comprender esta conexión, vamos a hablar primero de la energía que mantiene a todo conectado como una unidad. Esto es algo a lo que nos hemos referido anteriormente como la “Energía Universal”. De hecho, es el tejido de Dios, ya que Dios está hecho de hilos de Energía Universal que entretejen todas las cosas y todos los seres que existen en todo lugar. Sí, conecta a cada uno de ustedes uniéndolos en completa Conciencia </w:t>
      </w:r>
    </w:p>
    <w:p w:rsidR="00A02A08" w:rsidRDefault="00A02A08">
      <w:pPr>
        <w:jc w:val="both"/>
        <w:rPr>
          <w:rStyle w:val="Strong"/>
          <w:b w:val="0"/>
          <w:sz w:val="26"/>
        </w:rPr>
      </w:pPr>
    </w:p>
    <w:p w:rsidR="00A02A08" w:rsidRDefault="00A02A08">
      <w:pPr>
        <w:jc w:val="both"/>
        <w:rPr>
          <w:b/>
          <w:sz w:val="26"/>
        </w:rPr>
      </w:pPr>
      <w:r>
        <w:rPr>
          <w:rStyle w:val="Strong"/>
          <w:b w:val="0"/>
          <w:sz w:val="26"/>
        </w:rPr>
        <w:t>Conciencia de Unidad es algo de lo que hay que estar enterado ahora, ya que es el primer</w:t>
      </w:r>
      <w:r>
        <w:rPr>
          <w:rStyle w:val="msoins0"/>
          <w:b/>
          <w:sz w:val="26"/>
        </w:rPr>
        <w:t xml:space="preserve"> </w:t>
      </w:r>
      <w:r>
        <w:rPr>
          <w:rStyle w:val="Strong"/>
          <w:b w:val="0"/>
          <w:sz w:val="26"/>
        </w:rPr>
        <w:t xml:space="preserve">escalón hacia la existencia vibratoria más elevada de la quinta dimensión.  Es mucho más que la conexión entre usted y la persona que se sienta al lado suyo. Es la Conciencia de Unidad con el césped bajo sus pies, con los árboles que existen en su jardín, con la grava y las piedras que forman sus calles. Esas cosas que el velo hace que ustedes vean como separadas de ustedes mismos están anhelando conectarse completamente con sus más elevados seres,  de la misma forma en que ustedes lo están. Están anhelando conectarse con ustedes. </w:t>
      </w:r>
    </w:p>
    <w:p w:rsidR="00A02A08" w:rsidRDefault="00A02A08">
      <w:pPr>
        <w:jc w:val="both"/>
        <w:rPr>
          <w:rStyle w:val="Strong"/>
          <w:b w:val="0"/>
          <w:sz w:val="26"/>
        </w:rPr>
      </w:pPr>
    </w:p>
    <w:p w:rsidR="00A02A08" w:rsidRDefault="00A02A08">
      <w:pPr>
        <w:pStyle w:val="BodyText3"/>
        <w:rPr>
          <w:rStyle w:val="Strong"/>
          <w:sz w:val="26"/>
        </w:rPr>
      </w:pPr>
      <w:r>
        <w:rPr>
          <w:rStyle w:val="Strong"/>
          <w:b w:val="0"/>
          <w:sz w:val="26"/>
        </w:rPr>
        <w:t>Queridos,  ¿saben quiénes son? Nosotros sí. Y, es nuestro trabajo re-cordárselo. Ese es el propósito del reino angélico. Ese es el propósito angélico de la Familia de Miguel.  Mientras les precedemos, vamos proclamando la verdad más elevada para que sea conocida por todos, ya que ahora más que nunca con anterioridad, pueden ustedes aceptar esa verdad.</w:t>
      </w:r>
    </w:p>
    <w:p w:rsidR="00A02A08" w:rsidRDefault="00A02A08">
      <w:pPr>
        <w:jc w:val="both"/>
        <w:rPr>
          <w:sz w:val="26"/>
        </w:rPr>
      </w:pPr>
    </w:p>
    <w:p w:rsidR="00A02A08" w:rsidRDefault="00A02A08">
      <w:pPr>
        <w:pStyle w:val="bb"/>
        <w:spacing w:before="0" w:after="0"/>
        <w:jc w:val="both"/>
        <w:rPr>
          <w:rStyle w:val="Strong"/>
          <w:rFonts w:ascii="Times New Roman" w:eastAsia="Times New Roman" w:hAnsi="Times New Roman" w:cs="Arial Unicode MS"/>
          <w:sz w:val="26"/>
        </w:rPr>
      </w:pPr>
      <w:r>
        <w:rPr>
          <w:rStyle w:val="Strong"/>
          <w:rFonts w:ascii="Times New Roman" w:eastAsia="Times New Roman" w:hAnsi="Times New Roman" w:cs="Arial Unicode MS"/>
          <w:sz w:val="26"/>
        </w:rPr>
        <w:t>Portales Cristal, Energía Cristal, Niños Cristal</w:t>
      </w:r>
    </w:p>
    <w:p w:rsidR="00A02A08" w:rsidRDefault="00A02A08">
      <w:pPr>
        <w:jc w:val="both"/>
        <w:rPr>
          <w:sz w:val="26"/>
        </w:rPr>
      </w:pPr>
    </w:p>
    <w:p w:rsidR="00A02A08" w:rsidRDefault="00A02A08">
      <w:pPr>
        <w:jc w:val="both"/>
        <w:rPr>
          <w:b/>
          <w:sz w:val="26"/>
        </w:rPr>
      </w:pPr>
      <w:r>
        <w:rPr>
          <w:rStyle w:val="Strong"/>
          <w:b w:val="0"/>
          <w:sz w:val="26"/>
        </w:rPr>
        <w:t xml:space="preserve">Hasta ahora, sus conexiones con la Energía Universal permanecían ocultas a ustedes, ya que ustedes no eran capaces de ver sus propias creaciones. Pero ahora nosotros les decimos que sus interacciones con los portales cristal han abierto nuevos potenciales para que interactúen con el “tiempo del ahora” o el “tiempo circular”, donde el pasado, presente y futuro son todo uno.  A medida que vayan retirándose progresivamente el </w:t>
      </w:r>
      <w:r>
        <w:rPr>
          <w:rStyle w:val="Strong"/>
          <w:b w:val="0"/>
          <w:strike/>
          <w:sz w:val="26"/>
        </w:rPr>
        <w:t xml:space="preserve"> </w:t>
      </w:r>
      <w:r>
        <w:rPr>
          <w:rStyle w:val="Strong"/>
          <w:b w:val="0"/>
          <w:sz w:val="26"/>
        </w:rPr>
        <w:t>velo del olvido, experimentarán sus verdaderas naturalezas como seres infinitos en tiempo circular.</w:t>
      </w:r>
    </w:p>
    <w:p w:rsidR="00A02A08" w:rsidRDefault="00A02A08">
      <w:pPr>
        <w:rPr>
          <w:rStyle w:val="Strong"/>
          <w:b w:val="0"/>
          <w:sz w:val="26"/>
        </w:rPr>
      </w:pPr>
    </w:p>
    <w:p w:rsidR="00A02A08" w:rsidRDefault="00A02A08">
      <w:pPr>
        <w:pStyle w:val="BodyText3"/>
        <w:rPr>
          <w:b/>
          <w:sz w:val="26"/>
        </w:rPr>
      </w:pPr>
      <w:r>
        <w:rPr>
          <w:rStyle w:val="Strong"/>
          <w:b w:val="0"/>
          <w:sz w:val="26"/>
        </w:rPr>
        <w:t xml:space="preserve">En la actualidad ustedes, como seres finitos tienen un principio y un fin; por consiguiente, no es posible concebir lo que verdaderamente es la infinidad. Así es el velo en acción; incluso desde su nueva relación con el tiempo y el espacio, ustedes ya comienzan a ver una nueva conexión a lo que nosotros llamamos el “tiempo circular”. La energía que emana desde el Sol Central, que a su vez es filtrada por su propio Sol, es la energía cristal que lo ha hecho posible. Esas son las llamaradas solares que han cargado y activado La Tierra con la energía necesaria para llevarles al próximo nivel. De hecho, ustedes van a ver más activaciones de estas en un futuro próximo. </w:t>
      </w:r>
    </w:p>
    <w:p w:rsidR="00A02A08" w:rsidRDefault="00A02A08">
      <w:pPr>
        <w:rPr>
          <w:rStyle w:val="Strong"/>
          <w:b w:val="0"/>
          <w:sz w:val="26"/>
        </w:rPr>
      </w:pPr>
    </w:p>
    <w:p w:rsidR="00A02A08" w:rsidRDefault="00A02A08">
      <w:pPr>
        <w:pStyle w:val="BodyText3"/>
        <w:rPr>
          <w:b/>
          <w:sz w:val="26"/>
        </w:rPr>
      </w:pPr>
      <w:r>
        <w:rPr>
          <w:rStyle w:val="Strong"/>
          <w:b w:val="0"/>
          <w:sz w:val="26"/>
        </w:rPr>
        <w:t xml:space="preserve">Observen el sol. Se ha amainado  un poco últimamente pero, nosotros les decimos que todavía no se ha acabado, ya que habrá nuevas infusiones de energía cristal que serán necesarias para lo que ha de venir en la parte adyacente de este año. Cuando esta energía cristal penetra en la Tierra, ella cambia el potencial de ustedes, ya que les conecta más directamente con la Energía Universal. Esta conexión más reforzada hace posible que puedan atraer sus creaciones hacia ustedes mismos. Esa es la razón por la que les hemos pedido que experimenten con los Portales Cristal, los cuales les conectarán con sus propios seres pasados y futuros. </w:t>
      </w:r>
    </w:p>
    <w:p w:rsidR="00A02A08" w:rsidRDefault="00A02A08">
      <w:pPr>
        <w:rPr>
          <w:rStyle w:val="Strong"/>
          <w:b w:val="0"/>
          <w:sz w:val="26"/>
        </w:rPr>
      </w:pPr>
    </w:p>
    <w:p w:rsidR="00A02A08" w:rsidRDefault="00A02A08">
      <w:pPr>
        <w:jc w:val="both"/>
        <w:rPr>
          <w:b/>
          <w:sz w:val="26"/>
        </w:rPr>
      </w:pPr>
      <w:r>
        <w:rPr>
          <w:rStyle w:val="Strong"/>
          <w:b w:val="0"/>
          <w:sz w:val="26"/>
        </w:rPr>
        <w:t>En los próximos tres años ustedes observarán una afluencia de niños Cristal como no se ha visto jamás. Los Niños de la Vibración Cristal están preparados y listos para entrar. Aunque algunos hayan estado</w:t>
      </w:r>
      <w:r>
        <w:rPr>
          <w:rStyle w:val="msoins0"/>
          <w:b/>
          <w:strike/>
          <w:sz w:val="26"/>
        </w:rPr>
        <w:t xml:space="preserve"> </w:t>
      </w:r>
      <w:r>
        <w:rPr>
          <w:rStyle w:val="Strong"/>
          <w:b w:val="0"/>
          <w:sz w:val="26"/>
        </w:rPr>
        <w:t xml:space="preserve"> llegando con atributos parciales hasta ahora, ya no queda mucho para que lleguen con todos los atributos.  Cuando esto suceda, verán humanos evolucionados caminando como niños.  Necesitarán su atención y su compresión, porque sus atributos son, a menudo, completamente incomprendidos.  Su increíble sensibilidad está directamente relacionada con su conexión, les aportarán un nuevo entendimiento del tiempo circular y de cómo trabajan realmente los portales. </w:t>
      </w:r>
    </w:p>
    <w:p w:rsidR="00A02A08" w:rsidRDefault="00A02A08">
      <w:pPr>
        <w:rPr>
          <w:rStyle w:val="Strong"/>
          <w:b w:val="0"/>
          <w:sz w:val="26"/>
        </w:rPr>
      </w:pPr>
    </w:p>
    <w:p w:rsidR="00A02A08" w:rsidRDefault="00A02A08">
      <w:pPr>
        <w:pStyle w:val="BodyText3"/>
        <w:rPr>
          <w:b/>
          <w:sz w:val="26"/>
        </w:rPr>
      </w:pPr>
      <w:r>
        <w:rPr>
          <w:rStyle w:val="Strong"/>
          <w:b w:val="0"/>
          <w:sz w:val="26"/>
        </w:rPr>
        <w:t xml:space="preserve">Sus habilidades mágicas son el resultado directo de su habilidad para conectarse con el tejido de Dios que vincula a todas las cosas como una sola. Una vez que los humanos superen el temor a ver algo diferente, los niños Cristal les mostrarán todas sus posibilidades de poseer el poder de Dios mientras permanecen en forma física. Este poder es inherente a cada uno de ustedes. Es el tejido de Dios, porque es muy parecido a una multitud de hilos conectando corazones, tejiéndolos en un tapiz donde se entrelazan tiempo y espacio. </w:t>
      </w:r>
    </w:p>
    <w:p w:rsidR="00A02A08" w:rsidRDefault="00A02A08">
      <w:pPr>
        <w:rPr>
          <w:rStyle w:val="Strong"/>
          <w:b w:val="0"/>
          <w:sz w:val="26"/>
        </w:rPr>
      </w:pPr>
    </w:p>
    <w:p w:rsidR="00A02A08" w:rsidRDefault="00A02A08">
      <w:pPr>
        <w:pStyle w:val="BodyText3"/>
        <w:rPr>
          <w:rStyle w:val="Strong"/>
          <w:b w:val="0"/>
          <w:sz w:val="26"/>
        </w:rPr>
      </w:pPr>
      <w:r>
        <w:rPr>
          <w:rStyle w:val="Strong"/>
          <w:b w:val="0"/>
          <w:sz w:val="26"/>
        </w:rPr>
        <w:t xml:space="preserve">Su nueva relación con la Energía Universal es lo que está causando el aumento del contacto espiritual en este tiempo. Nosotros ya les dijimos que ahora que esto se ha empezado a activar, muchos de estos portales han vuelto a abrirse, y muchos más empezarán a canalizar. Muchos más escucharán las directrices del Espíritu a través de su propio ser más elevado y serán capaces de interpretarlas en su interior. De hecho, les pedimos a todos que escuchen cuidadosamente, para que se respalden en ellas y encuentren las oportunidades de expresarlas. Esa conexión incrementada, facilitada por una conexión más fuerte con la Energía Universal, es todo que necesitan para alcanzar el próximo nivel. </w:t>
      </w:r>
    </w:p>
    <w:p w:rsidR="00A02A08" w:rsidRDefault="00A02A08">
      <w:pPr>
        <w:rPr>
          <w:b/>
          <w:sz w:val="26"/>
        </w:rPr>
      </w:pPr>
    </w:p>
    <w:p w:rsidR="00A02A08" w:rsidRDefault="00A02A08">
      <w:pPr>
        <w:pStyle w:val="bb"/>
        <w:spacing w:before="0" w:after="0"/>
        <w:rPr>
          <w:rStyle w:val="Strong"/>
          <w:rFonts w:ascii="Times New Roman" w:eastAsia="Times New Roman" w:hAnsi="Times New Roman" w:cs="Arial Unicode MS"/>
          <w:b/>
          <w:sz w:val="26"/>
        </w:rPr>
      </w:pPr>
      <w:r>
        <w:rPr>
          <w:rStyle w:val="Strong"/>
          <w:rFonts w:ascii="Times New Roman" w:eastAsia="Times New Roman" w:hAnsi="Times New Roman" w:cs="Arial Unicode MS"/>
          <w:b/>
          <w:sz w:val="26"/>
        </w:rPr>
        <w:t xml:space="preserve">El Movimiento Mezclador de la Energía Universal </w:t>
      </w:r>
    </w:p>
    <w:p w:rsidR="00A02A08" w:rsidRDefault="00A02A08">
      <w:pPr>
        <w:rPr>
          <w:sz w:val="26"/>
        </w:rPr>
      </w:pPr>
    </w:p>
    <w:p w:rsidR="00A02A08" w:rsidRDefault="00A02A08">
      <w:pPr>
        <w:pStyle w:val="BodyText3"/>
        <w:rPr>
          <w:b/>
          <w:sz w:val="26"/>
        </w:rPr>
      </w:pPr>
      <w:r>
        <w:rPr>
          <w:rStyle w:val="Strong"/>
          <w:b w:val="0"/>
          <w:sz w:val="26"/>
        </w:rPr>
        <w:t>A medida que aumenten su conexión con la Energía Universal, podría serles útil saber más acerca de ella. La propia Energía Universal es como un plano colgando de una línea. Cuando ustedes empujan por un lado ese plano, aparece una protuberancia por el otro lado. Este tejido es el portador de los registros akáshicos, el motor del karma, y la causa de(l juego) causa-efecto. La mayor verdad acerca de la Energía Universal es que tiene una protuberancia muy grande que se creó cuando este juego de la libre elección comenzó; por lo tanto, la acción natural a la que tiende la Energía Universal es a unir y mezclar de nuevo lo que antes estuvo aparentemente separado, a fin de crear la ilusión de la dualidad en la que han estado jugando este partido. El entendimiento de la acción de mezclar puede ser muy útil para ustedes mientras progresan como creadores intencionales. Si entienden que armonizándose ustedes mismos con la Energía Universal se ponen a favor del viento, les parecerá que el propio tejido de Dios apoya ahora sus creaciones y acciones.</w:t>
      </w:r>
    </w:p>
    <w:p w:rsidR="00A02A08" w:rsidRDefault="00A02A08">
      <w:pPr>
        <w:rPr>
          <w:rStyle w:val="Strong"/>
          <w:b w:val="0"/>
          <w:sz w:val="26"/>
        </w:rPr>
      </w:pPr>
    </w:p>
    <w:p w:rsidR="00A02A08" w:rsidRDefault="00A02A08">
      <w:pPr>
        <w:pStyle w:val="BodyText3"/>
        <w:rPr>
          <w:b/>
          <w:sz w:val="26"/>
        </w:rPr>
      </w:pPr>
      <w:r>
        <w:rPr>
          <w:rStyle w:val="Strong"/>
          <w:b w:val="0"/>
          <w:sz w:val="26"/>
        </w:rPr>
        <w:t xml:space="preserve">Queridos, ustedes verán oportunidades para usar esta información. Todo lo que les pedimos es que, sencillamente, todo lo que hagan como individuos, cada decisión, cada elección que hagan, la comparen con el movimiento natural de la Energía Universal. ¿Están mezclando o segregando? Encontrarán una correlación directa con la cantidad de apoyo que sientan, especialmente ahora que las conexiones nuevas han sido efectuadas. </w:t>
      </w:r>
    </w:p>
    <w:p w:rsidR="00A02A08" w:rsidRDefault="00A02A08">
      <w:pPr>
        <w:rPr>
          <w:rStyle w:val="Strong"/>
          <w:b w:val="0"/>
          <w:sz w:val="26"/>
        </w:rPr>
      </w:pPr>
    </w:p>
    <w:p w:rsidR="00A02A08" w:rsidRDefault="00A02A08">
      <w:pPr>
        <w:pStyle w:val="BodyText3"/>
        <w:rPr>
          <w:rStyle w:val="Strong"/>
          <w:b w:val="0"/>
          <w:sz w:val="26"/>
        </w:rPr>
      </w:pPr>
      <w:r>
        <w:rPr>
          <w:rStyle w:val="Strong"/>
          <w:b w:val="0"/>
          <w:sz w:val="26"/>
        </w:rPr>
        <w:t>Sus conexiones con la Energía Universal son más fuertes, y es más importante que nunca, que entiendan su conexión con la Energía Universal. Ah, pero esto no se queda ahí, porque ustedes no sólo actúan como individuos sino como colectivos. Llegará el día en que cada uno de sus negocios tendrá una persona cuya única tarea será la de supervisar a la dirección de la empresa y comparar su desempeño con el movimiento natural de la Energía Universal. ¿Su negocio está yendo ahora hacia combinar cosas o hacia separarlas? Naturalmente, esto tampoco se queda ahí, también se introducirá en sus líderes mundiales y en la política a todos los niveles de todos los mundos en todas partes.</w:t>
      </w:r>
    </w:p>
    <w:p w:rsidR="00A02A08" w:rsidRDefault="00A02A08">
      <w:pPr>
        <w:rPr>
          <w:b/>
          <w:sz w:val="26"/>
        </w:rPr>
      </w:pPr>
    </w:p>
    <w:p w:rsidR="00A02A08" w:rsidRDefault="00A02A08">
      <w:pPr>
        <w:rPr>
          <w:sz w:val="26"/>
        </w:rPr>
      </w:pPr>
      <w:r>
        <w:rPr>
          <w:rStyle w:val="Strong"/>
          <w:sz w:val="26"/>
        </w:rPr>
        <w:t>Kundalini, Amor y Temor, y Política</w:t>
      </w:r>
      <w:r>
        <w:rPr>
          <w:rStyle w:val="HTMLTypewriter"/>
          <w:rFonts w:ascii="Times New Roman" w:hAnsi="Times New Roman"/>
          <w:sz w:val="26"/>
        </w:rPr>
        <w:t xml:space="preserve"> </w:t>
      </w:r>
      <w:r>
        <w:rPr>
          <w:sz w:val="26"/>
        </w:rPr>
        <w:br/>
      </w:r>
      <w:r>
        <w:rPr>
          <w:sz w:val="26"/>
        </w:rPr>
        <w:br/>
      </w:r>
    </w:p>
    <w:p w:rsidR="00A02A08" w:rsidRDefault="00A02A08">
      <w:pPr>
        <w:pStyle w:val="BodyText3"/>
        <w:rPr>
          <w:b/>
          <w:sz w:val="26"/>
        </w:rPr>
      </w:pPr>
      <w:r>
        <w:rPr>
          <w:rStyle w:val="Strong"/>
          <w:b w:val="0"/>
          <w:sz w:val="26"/>
        </w:rPr>
        <w:t>Ahora quisiéramos hablar sobre la Energía Universal como aquella a la que están conectados individualmente. Cuando se conectan a través de su ser más elevado, sienten emociones. La emoción más fuerte desde la cual se construyen todas las cosas es la Energía Universal. La sienten en sus seres como la emoción del amor. Así pues, el amor es el "sabor" de la Energía Universal cuando atraviesa sus propios seres y conecta sus corazones con todos los corazones en todas partes. El Amor es la verdadera energía de la fuerza vital.</w:t>
      </w:r>
    </w:p>
    <w:p w:rsidR="00A02A08" w:rsidRDefault="00A02A08">
      <w:pPr>
        <w:pStyle w:val="BodyText3"/>
        <w:rPr>
          <w:b/>
          <w:sz w:val="26"/>
        </w:rPr>
      </w:pPr>
      <w:r>
        <w:rPr>
          <w:rStyle w:val="Strong"/>
          <w:b w:val="0"/>
          <w:sz w:val="26"/>
        </w:rPr>
        <w:t xml:space="preserve">Muchas veces estos movimientos de energía generan una reacción en sus seres físicos, ya que se activa la energía Kundalini. La Kundalini es, en realidad, la energía básica de la fuerza vital en forma física. Así, cuando la Energía Universal late a través de sus cuerpos, la sienten como amor; y cuando hay restricciones, o cuando hay sistemas de creencia, u otros bloqueos que restringen o cortan el flujo de la Energía Universal, la sienten como lo opuesto al amor, que es el temor. Sin embargo, aquí reside otra medida de su armonía con la Energía Universal. ¿Vienen del amor o del temor? Esto les ayudará a determinar su posición en relación con la Energía Universal y el tejido de Dios. Dicha relación determinará si navegan con el viento a favor o si encontrarán ante ustedes los escollos creados por su resistencia. </w:t>
      </w:r>
    </w:p>
    <w:p w:rsidR="00A02A08" w:rsidRDefault="00A02A08">
      <w:pPr>
        <w:rPr>
          <w:rStyle w:val="Strong"/>
          <w:b w:val="0"/>
          <w:sz w:val="26"/>
        </w:rPr>
      </w:pPr>
    </w:p>
    <w:p w:rsidR="00A02A08" w:rsidRDefault="00A02A08">
      <w:pPr>
        <w:pStyle w:val="BodyText3"/>
        <w:rPr>
          <w:b/>
          <w:sz w:val="26"/>
        </w:rPr>
      </w:pPr>
      <w:r>
        <w:rPr>
          <w:rStyle w:val="Strong"/>
          <w:b w:val="0"/>
          <w:sz w:val="26"/>
        </w:rPr>
        <w:t xml:space="preserve">Por favor, queridos, nadie los está juzgando, jamás. Sus elecciones son sencillamente sus elecciones, y no hay nada que sea correcto o incorrecto. Hay, sin embargo, causa y efecto, y esto se relaciona directamente con su posición relativa con respecto a la Energía Universal. Por ello, para que encuentren su felicidad, su pasión, su expresión completa de alegría en este planeta mientras visitamos estas maravillosas burbujas biológicas en las que habitan, sólo les pedimos que ocupen su lugar y, sencillamente, observen su relación con la Energía Universal. </w:t>
      </w:r>
    </w:p>
    <w:p w:rsidR="00A02A08" w:rsidRDefault="00A02A08">
      <w:pPr>
        <w:rPr>
          <w:rStyle w:val="Strong"/>
          <w:b w:val="0"/>
          <w:sz w:val="26"/>
        </w:rPr>
      </w:pPr>
    </w:p>
    <w:p w:rsidR="00A02A08" w:rsidRDefault="00A02A08">
      <w:pPr>
        <w:pStyle w:val="BodyText3"/>
        <w:rPr>
          <w:rStyle w:val="Strong"/>
          <w:b w:val="0"/>
          <w:sz w:val="26"/>
        </w:rPr>
      </w:pPr>
      <w:r>
        <w:rPr>
          <w:rStyle w:val="Strong"/>
          <w:b w:val="0"/>
          <w:sz w:val="26"/>
        </w:rPr>
        <w:t>Una vez más, esto tampoco se queda ahí. Examinen a sus políticos y empresarios, y pregúntense a ustedes mismos: "¿Es el suyo un mensaje de amor y una posición favorable a la mezcla, o es un mensaje de segregación y temor?" La parte difícil aquí es que la natural afinidad humana por el drama atraerá más rápidamente a la gente hacia el temor que hacia el amor. Sencillamente, es más fácil temer que amar. Ahora, más que nunca, es importante comprender que todo avance tendrá una relación directa con la Energía Universal, así que búsquenla. Cuando designen líderes políticos para que los representen, y cuando seleccionen negocios con los que interactuar, asegúrense de que provengan de una situación de mezcla y no de segregación, de amor más que de temor. Cuando escuchen esos mensajes espantosos, tomen nota. ¿Se relaciona esto con la Energía Universal, o se opone a ella? Y entiendan que, a partir de ahí, ustedes crean su propia realidad en cada momento de cada día. Sus días de querer “líderes” mundiales poderosos están tocando a su fin a medida que cada uno de ustedes ostenta más de su propio poder.</w:t>
      </w:r>
    </w:p>
    <w:p w:rsidR="00A02A08" w:rsidRDefault="00A02A08">
      <w:pPr>
        <w:rPr>
          <w:b/>
          <w:sz w:val="26"/>
        </w:rPr>
      </w:pPr>
    </w:p>
    <w:p w:rsidR="00A02A08" w:rsidRDefault="00A02A08">
      <w:pPr>
        <w:pStyle w:val="bb"/>
        <w:spacing w:before="0" w:after="0"/>
        <w:rPr>
          <w:rStyle w:val="Strong"/>
          <w:rFonts w:ascii="Times New Roman" w:eastAsia="Times New Roman" w:hAnsi="Times New Roman" w:cs="Arial Unicode MS"/>
          <w:b/>
          <w:sz w:val="26"/>
        </w:rPr>
      </w:pPr>
      <w:r>
        <w:rPr>
          <w:rStyle w:val="Strong"/>
          <w:rFonts w:ascii="Times New Roman" w:eastAsia="Times New Roman" w:hAnsi="Times New Roman" w:cs="Arial Unicode MS"/>
          <w:b/>
          <w:sz w:val="26"/>
        </w:rPr>
        <w:t xml:space="preserve">El Tiempo y el Espacio  de la Energía Universal </w:t>
      </w:r>
    </w:p>
    <w:p w:rsidR="00A02A08" w:rsidRDefault="00A02A08">
      <w:pPr>
        <w:rPr>
          <w:sz w:val="26"/>
        </w:rPr>
      </w:pPr>
    </w:p>
    <w:p w:rsidR="00A02A08" w:rsidRDefault="00A02A08">
      <w:pPr>
        <w:pStyle w:val="BodyText3"/>
        <w:rPr>
          <w:b/>
          <w:sz w:val="26"/>
        </w:rPr>
      </w:pPr>
      <w:r>
        <w:rPr>
          <w:rStyle w:val="Strong"/>
          <w:b w:val="0"/>
          <w:sz w:val="26"/>
        </w:rPr>
        <w:t>Ah, pero todavía hay más, les decimos que lo que ustedes conocen como tiempo lineal sólo existe en relación directa a la Energía Universal. La Energía Universal, como el tejido de Dios, se expresa también en su mundo como un continuo espacio/tiempo. La ilustración del plano colgando de una línea cambia ahora por la de una alfombra extendida en el piso. Desde esta perspectiva, puede verse que muchas veces se producen sucesos que generan una  arruga, una ondulación en el tejido del tiempo y el espacio. Todo en todas partes siente esa ondulación en algún momento. Hay ondulaciones grandes y pequeñas que afectan a todo y a todos. Muchas veces se producen sucesos mundiales que ocasionan tremendas ondulaciones en esta energía. Y, aun siendo algunos de estos eventos tan difíciles como pueden llegar a ser, son absolutamente efectivos para crear una onda eficaz en la Energía Universal que origine grandes cambios de la percepción.</w:t>
      </w:r>
    </w:p>
    <w:p w:rsidR="00A02A08" w:rsidRDefault="00A02A08">
      <w:pPr>
        <w:rPr>
          <w:rStyle w:val="Strong"/>
          <w:b w:val="0"/>
          <w:sz w:val="26"/>
        </w:rPr>
      </w:pPr>
    </w:p>
    <w:p w:rsidR="00A02A08" w:rsidRDefault="00A02A08">
      <w:pPr>
        <w:pStyle w:val="BodyText3"/>
        <w:rPr>
          <w:b/>
          <w:sz w:val="26"/>
        </w:rPr>
      </w:pPr>
      <w:r>
        <w:rPr>
          <w:rStyle w:val="Strong"/>
          <w:b w:val="0"/>
          <w:sz w:val="26"/>
        </w:rPr>
        <w:t>El mayor desafío con relación a esto es que los humanos desean saber exactamente de dónde vienen las cosas y exactamente hacia dónde están yendo. Ustedes quieren explicaciones para todo, ustedes son los preguntones del universo; ustedes son los que intentan definir a Dios, sin ser capaces de mirarse a ustedes mismos. Y más aún, les decimos que su conexión con el tiempo y el espacio tiene mucho que ver con esto. Es muy fácil para ustedes mirar hacia atrás en su propia historia y ver cuándo fueron puestas en marcha muchas de estas ondulaciones y lo que ellas acarrearon. Muchas veces casi parece que algunos estuvieran agarrando la alfombra y tirando de ella, arrastrándola con la intención de voltear todo en su mundo.</w:t>
      </w:r>
    </w:p>
    <w:p w:rsidR="00A02A08" w:rsidRDefault="00A02A08">
      <w:pPr>
        <w:rPr>
          <w:rStyle w:val="Strong"/>
          <w:b w:val="0"/>
          <w:sz w:val="26"/>
        </w:rPr>
      </w:pPr>
    </w:p>
    <w:p w:rsidR="00A02A08" w:rsidRDefault="00A02A08">
      <w:pPr>
        <w:jc w:val="both"/>
        <w:rPr>
          <w:b/>
          <w:sz w:val="26"/>
        </w:rPr>
      </w:pPr>
      <w:r>
        <w:rPr>
          <w:rStyle w:val="Strong"/>
          <w:b w:val="0"/>
          <w:sz w:val="26"/>
        </w:rPr>
        <w:t>Sin embargo, la Energía Universal no sólo existe dentro su realidad dimensional. Conecta todas las cosas en todas las dimensiones del tiempo y el espacio. Recientemente han sentido una ondulación que no provenía de ningún suceso de su línea de tiempo dimensional. Aunque esta onda ha sacudido su mundo, ustedes no han sido capaces de rastrearla hasta su origen. En realidad, se ha producido en otra dimensión del tiempo y el espacio, y ha situado una fuerza potente en esta energía, una ondulación que está siendo sentida por muchos que están oyendo y leyendo estas palabras. En esta situación, es algo diferente para ustedes mirar alrededor, y no son capaces de encontrar la causa. Ustedes saben que algo es diferente. Ustedes saben que algo es inusual. Ustedes saben que aquí hay una oportunidad, y ustedes pueden sentirlo, pero no saben por qué.</w:t>
      </w:r>
      <w:r>
        <w:rPr>
          <w:rStyle w:val="HTMLTypewriter"/>
          <w:rFonts w:ascii="Times New Roman" w:hAnsi="Times New Roman"/>
          <w:b/>
          <w:sz w:val="26"/>
        </w:rPr>
        <w:t xml:space="preserve"> </w:t>
      </w:r>
    </w:p>
    <w:p w:rsidR="00A02A08" w:rsidRDefault="00A02A08">
      <w:pPr>
        <w:rPr>
          <w:rStyle w:val="Strong"/>
          <w:b w:val="0"/>
          <w:sz w:val="26"/>
        </w:rPr>
      </w:pPr>
    </w:p>
    <w:p w:rsidR="00A02A08" w:rsidRDefault="00A02A08">
      <w:pPr>
        <w:pStyle w:val="BodyText3"/>
        <w:rPr>
          <w:rStyle w:val="Strong"/>
          <w:b w:val="0"/>
          <w:sz w:val="26"/>
        </w:rPr>
      </w:pPr>
      <w:r>
        <w:rPr>
          <w:rStyle w:val="Strong"/>
          <w:b w:val="0"/>
          <w:sz w:val="26"/>
        </w:rPr>
        <w:t>Ahora sus cerebros comienzan a moverse, intentando descifrar lo que están sintiendo y por qué. Es muy frustrante para los humanos estar siempre esforzándose en entenderlo todo. Así pues, queridos, a medida que su relación con la Energía Universal se fortalezca, el éxito ahora consiste en encontrarse a gusto con el cambio. Se trata de que permitan el flujo de energía a través de ustedes y tomen todo lo que tiene para ofrecerles, en lugar de intentar descifrar cómo encaja dentro de lo que ustedes conocen como 'normal.' Nosotros les decimos que todo cambio conduce a algo mejor. Permitan estas ondulaciones en el tejido del tiempo y el espacio para que les conduzcan a algo que ustedes ni siquiera imaginaron. Permitan que esta energía les lleve a niveles enteramente nuevos que ahora les traen la posibilidad de una conexión más fuerte con su propio espíritu. Ya está dispuesta. Para esto se abrieron los portales de Cristal por los que esta energía Cristal está entrando a la Tierra a través de las llamaradas solares en estos momentos. Y por eso los niños Cristal están todos en fila del otro lado del velo, diciendo, "¿Y yo cuándo puedo entrar?</w:t>
      </w:r>
    </w:p>
    <w:p w:rsidR="00A02A08" w:rsidRDefault="00A02A08">
      <w:pPr>
        <w:rPr>
          <w:b/>
          <w:sz w:val="26"/>
        </w:rPr>
      </w:pPr>
    </w:p>
    <w:p w:rsidR="00A02A08" w:rsidRDefault="00A02A08">
      <w:pPr>
        <w:rPr>
          <w:rStyle w:val="HTMLTypewriter"/>
          <w:rFonts w:ascii="Times New Roman" w:hAnsi="Times New Roman"/>
          <w:sz w:val="26"/>
        </w:rPr>
      </w:pPr>
      <w:r>
        <w:rPr>
          <w:rStyle w:val="Strong"/>
          <w:sz w:val="26"/>
        </w:rPr>
        <w:t>Las Tres Hermanas: Marte, la Tierra y Venus</w:t>
      </w:r>
      <w:r>
        <w:rPr>
          <w:rStyle w:val="HTMLTypewriter"/>
          <w:rFonts w:ascii="Times New Roman" w:hAnsi="Times New Roman"/>
          <w:sz w:val="26"/>
        </w:rPr>
        <w:t xml:space="preserve"> </w:t>
      </w:r>
    </w:p>
    <w:p w:rsidR="00A02A08" w:rsidRDefault="00A02A08">
      <w:pPr>
        <w:rPr>
          <w:sz w:val="26"/>
        </w:rPr>
      </w:pPr>
    </w:p>
    <w:p w:rsidR="00A02A08" w:rsidRDefault="00A02A08">
      <w:pPr>
        <w:pStyle w:val="BodyText3"/>
        <w:rPr>
          <w:b/>
          <w:sz w:val="26"/>
        </w:rPr>
      </w:pPr>
      <w:r>
        <w:rPr>
          <w:rStyle w:val="Strong"/>
          <w:b w:val="0"/>
          <w:sz w:val="26"/>
        </w:rPr>
        <w:t>Hay otro suceso que deseamos aclararles en relación con la Energía Universal. Todas las reconexiones y nuevas conexiones con la Energía Universal les llevarán a reevaluar y reexaminar todas sus conexiones pasadas. Mucho de lo que están experimentando, incluso ahora, con los nuevos atributos de los portales de Cristal, hará que se replanteen muchas cosas acerca de sus propia conexiones con el tiempo y el espacio y qué es esto realmente. Pero, incluso a una mayor escala, les decimos que están por descubrir algunas cosas, desde una posición científica, que ustedes no serían completamente capaces de catalogar aún. Les decimos que la energía de la fuerza vital que existe en Marte pronto será descubierta. Ustedes descubrirán vida en Marte. Y no sólo descubrirán formas de vida en Marte ligadas a partículas microscópicas, sino que descubrirán una historia de vida en Marte. Los científicos pronto harán un descubrimiento que claramente mostrará que, en un momento dado, Marte mantenía vida como la que ustedes conocen en la Tierra.</w:t>
      </w:r>
    </w:p>
    <w:p w:rsidR="00A02A08" w:rsidRDefault="00A02A08">
      <w:pPr>
        <w:rPr>
          <w:rStyle w:val="Strong"/>
          <w:b w:val="0"/>
          <w:sz w:val="26"/>
        </w:rPr>
      </w:pPr>
    </w:p>
    <w:p w:rsidR="00A02A08" w:rsidRDefault="00A02A08">
      <w:pPr>
        <w:pStyle w:val="BodyText3"/>
        <w:rPr>
          <w:b/>
          <w:sz w:val="26"/>
        </w:rPr>
      </w:pPr>
      <w:r>
        <w:rPr>
          <w:rStyle w:val="Strong"/>
          <w:b w:val="0"/>
          <w:sz w:val="26"/>
        </w:rPr>
        <w:t>Queridos, esto tampoco para ahí; en el comienzo había tres hermanas, no dos. Las tres hermanas -Venus, Marte y la Tierra-- soportaron vida en un momento dado. Había una comunicación instantánea desde, hacia y entre las tres hermanas. Se está descubriendo evidencia de esta comunicación instantánea justamente ahora. Existían transferencias mutuas de energía que ustedes aún no han encontrado.</w:t>
      </w:r>
    </w:p>
    <w:p w:rsidR="00A02A08" w:rsidRDefault="00A02A08">
      <w:pPr>
        <w:rPr>
          <w:rStyle w:val="Strong"/>
          <w:b w:val="0"/>
          <w:sz w:val="26"/>
        </w:rPr>
      </w:pPr>
    </w:p>
    <w:p w:rsidR="00A02A08" w:rsidRDefault="00A02A08">
      <w:pPr>
        <w:pStyle w:val="BodyText3"/>
        <w:rPr>
          <w:b/>
          <w:sz w:val="26"/>
        </w:rPr>
      </w:pPr>
      <w:r>
        <w:rPr>
          <w:rStyle w:val="Strong"/>
          <w:b w:val="0"/>
          <w:sz w:val="26"/>
        </w:rPr>
        <w:t>Pero nosotros les decimos que gran parte de la razón por la que la energía Cristal está llegando hoy desde el Sol Central, a través de su sol solar, para ser almacenada en las placas tectónicas, radica en el hecho de que estas placas tectónicas existan en estos tres planetas. De hecho, el que algunas de las placas tectónicas de Venus hayan dejado de moverse es la razón por la que actualmente no tiene vida de alguna clase que ustedes puedan detectar; la sangre vital planetaria que, como ustedes saben, es el dióxido de carbono, perdió su punto de equilibro en ese momento. Las conexiones de energía de cada hermana cambiaron y, por lo tanto, toda la energía fue enfocada hacia la hermana mediana y central, la Tierra, para que toda la energía así enteramente enfocada fuera capaz para atraer toda la energía y la energía de la fuerza vital necesarias para construir una matriz alrededor de la Tierra. Toda la energía de la fuerza vital fue enfocada hacia allí desde entonces.</w:t>
      </w:r>
    </w:p>
    <w:p w:rsidR="00A02A08" w:rsidRDefault="00A02A08">
      <w:pPr>
        <w:pStyle w:val="BodyText3"/>
        <w:rPr>
          <w:rStyle w:val="Strong"/>
          <w:b w:val="0"/>
          <w:sz w:val="26"/>
        </w:rPr>
      </w:pPr>
      <w:r>
        <w:rPr>
          <w:rStyle w:val="Strong"/>
          <w:b w:val="0"/>
          <w:sz w:val="26"/>
        </w:rPr>
        <w:t xml:space="preserve">Ustedes verán pronto algunas evidencias científicas que apuntan en tal dirección. Permanezcan atentos a eso. Sí, será interpretado de muchas formas diferentes, pero si contemplan el cuadro mayor de la creación en el universo, verán como todo estuvo enfocado en una dirección. La conexión de la propia Tierra, y la energía de la fuerza vital soportada por la rejilla, fueron lo que causó que toda la energía fuese enfocada en la Tierra, mientras que las otras dos hermanas entraron voluntariamente en un estado de hibernación. La parte interesante es que, no mucho después, la vida fue sembrada intencionalmente de nuevo en una de esas dos hermanas. Otra vez, desde la forma más pequeña, una semilla que brota empezará una cadena completa de reacciones durante miles de años que pondrá en movimiento una de las mayores creaciones de la intención humana jamás presenciada. </w:t>
      </w:r>
    </w:p>
    <w:p w:rsidR="00A02A08" w:rsidRDefault="00A02A08">
      <w:pPr>
        <w:rPr>
          <w:b/>
          <w:sz w:val="26"/>
        </w:rPr>
      </w:pPr>
    </w:p>
    <w:p w:rsidR="00A02A08" w:rsidRDefault="00A02A08">
      <w:pPr>
        <w:rPr>
          <w:rStyle w:val="HTMLTypewriter"/>
          <w:rFonts w:ascii="Times New Roman" w:hAnsi="Times New Roman"/>
          <w:sz w:val="26"/>
        </w:rPr>
      </w:pPr>
      <w:r>
        <w:rPr>
          <w:rStyle w:val="Strong"/>
          <w:sz w:val="26"/>
        </w:rPr>
        <w:t>Reteniéndolo …  Entregándolo</w:t>
      </w:r>
      <w:r>
        <w:rPr>
          <w:rStyle w:val="HTMLTypewriter"/>
          <w:rFonts w:ascii="Times New Roman" w:hAnsi="Times New Roman"/>
          <w:sz w:val="26"/>
        </w:rPr>
        <w:t xml:space="preserve"> </w:t>
      </w:r>
    </w:p>
    <w:p w:rsidR="00A02A08" w:rsidRDefault="00A02A08">
      <w:pPr>
        <w:rPr>
          <w:sz w:val="26"/>
        </w:rPr>
      </w:pPr>
    </w:p>
    <w:p w:rsidR="00A02A08" w:rsidRDefault="00A02A08">
      <w:pPr>
        <w:pStyle w:val="BodyText3"/>
        <w:rPr>
          <w:b/>
          <w:sz w:val="26"/>
        </w:rPr>
      </w:pPr>
      <w:r>
        <w:rPr>
          <w:rStyle w:val="Strong"/>
          <w:b w:val="0"/>
          <w:sz w:val="26"/>
        </w:rPr>
        <w:t>Desde la más alta perspectiva, queridos, todos los ojos están puestos en ustedes, observando cómo crean el próximo paso en su camino justo antes de que sus pies lo pisen. Están creando su futuro en cada momento de cada día, y nosotros estamos increíblemente orgullosos de ustedes. El velo ha permanecido siempre ligeramente entreabierto. Sí, algunos de ustedes lo sienten bastante como una carga,  porque para ustedes no es fácil entender su conexión con 'Todo Lo Que Es,' debido a que la energía de la Energía Universal se siente en su cuerpo como amor, por lo que a veces puede ser abrumadora. Sólo hay una manera de que hagan suya la energía del amor. Sepan que se trata de energía y que, como tal, no puede existir en el vacío; tiene que moverse para existir. Por lo tanto, la única manera de retenerla es entregarla. Pásenla. Toquen a otra persona. Permítanles ver la chispa de fuerza vital en sus ojos. Permítanles ver su esperanza. Permítanles ver sus sueños. Permítanles ver su pasión. Y, cuando pasen esto de uno a otro, estarán de nuevo entretejiendo el tejido de Dios, convirtiéndolo en una creación mayor.</w:t>
      </w:r>
    </w:p>
    <w:p w:rsidR="00A02A08" w:rsidRDefault="00A02A08">
      <w:pPr>
        <w:rPr>
          <w:rStyle w:val="Strong"/>
          <w:b w:val="0"/>
          <w:sz w:val="26"/>
        </w:rPr>
      </w:pPr>
    </w:p>
    <w:p w:rsidR="00A02A08" w:rsidRDefault="00A02A08">
      <w:pPr>
        <w:pStyle w:val="BodyText3"/>
        <w:rPr>
          <w:b/>
          <w:sz w:val="26"/>
        </w:rPr>
      </w:pPr>
      <w:r>
        <w:rPr>
          <w:rStyle w:val="Strong"/>
          <w:b w:val="0"/>
          <w:sz w:val="26"/>
        </w:rPr>
        <w:t>Ustedes están combinando esta energía, mezclándola con una nueva energía y con un tejido nuevo que llevará la Energía Universal al próximo nivel. Esto es lo que han empezado ya a hacer hoy, y nosotros los miramos con el mayor orgullo. Nuestro mayor anhelo era sencillamente desplegar nuestras alas y ayudarlos a reflejar la magnificencia del corazón humano. Ustedes no saben quiénes son … pero nosotros sí. Y tenemos la intención de re-cordarles su propia magnificencia. Una vez que la sientan, les pedimos que propaguen esta energía a los demás. Algunos de los mayores regalos que pueden ofrecer son los regalos del ángel humano. Ahora están capacitados para tomar la responsabilidad de ayudar a otros a que vean su propia magnificencia. Esta es la tarea que tienen ahora ante ustedes.</w:t>
      </w:r>
    </w:p>
    <w:p w:rsidR="00A02A08" w:rsidRDefault="00A02A08">
      <w:pPr>
        <w:rPr>
          <w:rStyle w:val="Strong"/>
          <w:b w:val="0"/>
          <w:sz w:val="26"/>
        </w:rPr>
      </w:pPr>
    </w:p>
    <w:p w:rsidR="00A02A08" w:rsidRDefault="00A02A08">
      <w:pPr>
        <w:jc w:val="both"/>
        <w:rPr>
          <w:b/>
          <w:sz w:val="26"/>
        </w:rPr>
      </w:pPr>
      <w:r>
        <w:rPr>
          <w:rStyle w:val="Strong"/>
          <w:b w:val="0"/>
          <w:sz w:val="26"/>
        </w:rPr>
        <w:t>Muchos de ustedes miran las estrellas a su alrededor, observando las alineaciones, intentando comprender por qué ahora mismo las cosas son tan emocionales, por qué las cosas son tan difíciles o tan fáciles. Pero les decimos que muchas veces tiene que ver con su relación interdimensional con el tiempo y el espacio y con la Energía Universal; por eso muchos de ustedes no siempre pueden ver venir esas ondulaciones, pero si ustedes toman cada una de ellas y la cabalgan de la mejor manera, si ustedes se responsabilizan de entregar lo mejor de sí a todo lo que les surja en su camino, bailarán en su pasión y jugarán en su alegría. Entonces será cuando hagan el más elevado uso del universo que ustedes puedan hacer. Entonces será cuando tomen su lugar como creadores en el Planeta Tierra.</w:t>
      </w:r>
      <w:r>
        <w:rPr>
          <w:rStyle w:val="HTMLTypewriter"/>
          <w:rFonts w:ascii="Times New Roman" w:hAnsi="Times New Roman"/>
          <w:b/>
          <w:sz w:val="26"/>
        </w:rPr>
        <w:t xml:space="preserve"> </w:t>
      </w:r>
    </w:p>
    <w:p w:rsidR="00A02A08" w:rsidRDefault="00A02A08">
      <w:pPr>
        <w:rPr>
          <w:rStyle w:val="Strong"/>
          <w:b w:val="0"/>
          <w:sz w:val="26"/>
        </w:rPr>
      </w:pPr>
    </w:p>
    <w:p w:rsidR="00A02A08" w:rsidRDefault="00A02A08">
      <w:pPr>
        <w:pStyle w:val="BodyText3"/>
        <w:rPr>
          <w:b/>
          <w:sz w:val="26"/>
        </w:rPr>
      </w:pPr>
      <w:r>
        <w:rPr>
          <w:rStyle w:val="Strong"/>
          <w:b w:val="0"/>
          <w:sz w:val="26"/>
        </w:rPr>
        <w:t>Ustedes están introduciendo oportunidades para crear esa vida dentro de ustedes mismos. Caminen con propósito, salgan afuera a caminar atrevidamente, y pongan en movimiento sus más altas intenciones para ustedes mismos, y verán cómo se produce la magia. Verán cómo ponen en movimiento sus propias ondulaciones a través de la Energía Universal; pues su patrón vibratorio será percibido por todos a su alrededor. Pónganlas en movimiento a través de sus más elevadas intenciones, de la misma manera en que utilizaron los portales de Cristal. Permítanse a ustedes mismos ser sentidos para que sean escuchados, para que sean amados, y este día llegará.</w:t>
      </w:r>
    </w:p>
    <w:p w:rsidR="00A02A08" w:rsidRDefault="00A02A08">
      <w:pPr>
        <w:rPr>
          <w:rStyle w:val="Strong"/>
          <w:b w:val="0"/>
          <w:sz w:val="26"/>
        </w:rPr>
      </w:pPr>
    </w:p>
    <w:p w:rsidR="00A02A08" w:rsidRDefault="00A02A08">
      <w:pPr>
        <w:pStyle w:val="BodyText3"/>
        <w:rPr>
          <w:b/>
          <w:sz w:val="26"/>
        </w:rPr>
      </w:pPr>
      <w:r>
        <w:rPr>
          <w:rStyle w:val="Strong"/>
          <w:b w:val="0"/>
          <w:sz w:val="26"/>
        </w:rPr>
        <w:t>Estar con ustedes es nuestro mayor honor. Para ustedes, su mayor honor es permitirnos que les demos unos golpecitos en esa parte dentro de ustedes que conduce directamente a su corazón; cuando lo hacen, nos permiten conectar esa Energía Universal con cada uno de ustedes y, al hacerlo así, nosotros encendemos su corazón. Si ustedes desean que así sea, y desean mantener ese fuego ardiendo, sáquenlo afuera y compártanlo con los demás. Permítanles ver su corazón, y se pondrá en movimiento.</w:t>
      </w:r>
    </w:p>
    <w:p w:rsidR="00A02A08" w:rsidRDefault="00A02A08">
      <w:pPr>
        <w:rPr>
          <w:rStyle w:val="Strong"/>
          <w:b w:val="0"/>
          <w:sz w:val="26"/>
        </w:rPr>
      </w:pPr>
    </w:p>
    <w:p w:rsidR="00A02A08" w:rsidRDefault="00A02A08">
      <w:pPr>
        <w:jc w:val="both"/>
        <w:rPr>
          <w:b/>
          <w:sz w:val="26"/>
        </w:rPr>
      </w:pPr>
      <w:r>
        <w:rPr>
          <w:rStyle w:val="Strong"/>
          <w:b w:val="0"/>
          <w:sz w:val="26"/>
        </w:rPr>
        <w:t>Con el mayor de los honores nos hemos sentado con ustedes en este día, y hemos situado nuestra energía dentro de la Energía Universal de todas cosas en todas partes. Ustedes nos han dado esta oportunidad y, por ello les estaremos eternamente agradecidos. Les dejamos con sólo tres breves re-cordatorios: por favor, trátense unos a otros con el mayor de los respetos, cuídense mutuamente en cada oportunidad que tengan, y re-cuerden que ustedes son parte del tejido de Dios cuando juegan bien juntos.</w:t>
      </w:r>
      <w:r>
        <w:rPr>
          <w:rStyle w:val="msoins0"/>
          <w:b/>
          <w:sz w:val="26"/>
        </w:rPr>
        <w:t xml:space="preserve"> </w:t>
      </w:r>
    </w:p>
    <w:p w:rsidR="00A02A08" w:rsidRDefault="00A02A08">
      <w:pPr>
        <w:rPr>
          <w:rStyle w:val="Strong"/>
          <w:b w:val="0"/>
          <w:sz w:val="26"/>
        </w:rPr>
      </w:pPr>
    </w:p>
    <w:p w:rsidR="00A02A08" w:rsidRDefault="00A02A08">
      <w:pPr>
        <w:rPr>
          <w:b/>
          <w:sz w:val="26"/>
        </w:rPr>
      </w:pPr>
      <w:r>
        <w:rPr>
          <w:rStyle w:val="Strong"/>
          <w:b w:val="0"/>
          <w:sz w:val="26"/>
        </w:rPr>
        <w:t>ESPAVO</w:t>
      </w:r>
    </w:p>
    <w:p w:rsidR="00A02A08" w:rsidRDefault="00A02A08">
      <w:pPr>
        <w:rPr>
          <w:b/>
        </w:rPr>
      </w:pPr>
      <w:r>
        <w:rPr>
          <w:rStyle w:val="Strong"/>
          <w:b w:val="0"/>
          <w:sz w:val="26"/>
        </w:rPr>
        <w:t>el Grupo</w:t>
      </w:r>
    </w:p>
    <w:p w:rsidR="00A02A08" w:rsidRDefault="00A02A08">
      <w:pPr>
        <w:rPr>
          <w:rStyle w:val="msoins0"/>
        </w:rPr>
      </w:pPr>
      <w:r>
        <w:rPr>
          <w:rStyle w:val="msoins0"/>
          <w:rFonts w:ascii="Tahoma" w:hAnsi="Tahoma"/>
          <w:sz w:val="17"/>
        </w:rPr>
        <w:pict>
          <v:rect id="_x0000_i1025" style="width:441.75pt;height:1.5pt" fillcolor="gray" stroked="f">
            <v:imagedata r:id="rId9" o:title=""/>
          </v:rect>
        </w:pict>
      </w:r>
    </w:p>
    <w:p w:rsidR="00A02A08" w:rsidRDefault="00A02A08">
      <w:pPr>
        <w:jc w:val="center"/>
      </w:pPr>
      <w:r>
        <w:rPr>
          <w:b/>
          <w:kern w:val="36"/>
          <w:sz w:val="28"/>
        </w:rPr>
        <w:t xml:space="preserve">CONECTANDO EL CORAZÓN </w:t>
      </w:r>
      <w:r>
        <w:rPr>
          <w:b/>
          <w:kern w:val="36"/>
          <w:sz w:val="28"/>
        </w:rPr>
        <w:br/>
      </w:r>
      <w:r>
        <w:rPr>
          <w:b/>
          <w:sz w:val="27"/>
        </w:rPr>
        <w:t>Aclarando el Futuro</w:t>
      </w:r>
    </w:p>
    <w:p w:rsidR="00A02A08" w:rsidRDefault="00A02A08">
      <w:pPr>
        <w:pStyle w:val="c"/>
        <w:spacing w:before="0" w:after="0"/>
        <w:jc w:val="center"/>
        <w:rPr>
          <w:rFonts w:ascii="Times New Roman" w:eastAsia="Times New Roman" w:hAnsi="Times New Roman"/>
          <w:b/>
        </w:rPr>
      </w:pPr>
      <w:r>
        <w:rPr>
          <w:rStyle w:val="Strong"/>
          <w:rFonts w:ascii="Times New Roman" w:eastAsia="Times New Roman" w:hAnsi="Times New Roman" w:cs="Arial Unicode MS"/>
          <w:b w:val="0"/>
        </w:rPr>
        <w:t>Por Barbara Rother</w:t>
      </w:r>
    </w:p>
    <w:p w:rsidR="00A02A08" w:rsidRDefault="00A02A08">
      <w:pPr>
        <w:jc w:val="both"/>
        <w:rPr>
          <w:sz w:val="26"/>
        </w:rPr>
      </w:pPr>
      <w:r>
        <w:br/>
      </w:r>
      <w:r>
        <w:rPr>
          <w:rStyle w:val="Strong"/>
          <w:b w:val="0"/>
          <w:i/>
          <w:sz w:val="26"/>
        </w:rPr>
        <w:t>Donde vivimos en San Diego, California, hemos experimentado recientemente lluvias muy intensas. Esto ha sido una bendición porque necesitamos la lluvia, pero también una amenaza debido a la posibilidad de avalanchas. Debido a que los recientes incendios en nuestra área dejaron muy desnuda la tierra, el suelo ahora se encuentra en un estado tan debilitado que podría verse perjudicado por las lluvias. Ahora me doy cuenta de que ambos, los incendios y la lluvia, han despejado nuestra área, preparándola para lo que se avecina. Es una renovación de nuestro presente, que nos hace avanzar. Nosotros podemos conectar todo esto tomándolo como un despeje en nuestras vidas.</w:t>
      </w:r>
    </w:p>
    <w:p w:rsidR="00A02A08" w:rsidRDefault="00A02A08">
      <w:pPr>
        <w:pStyle w:val="BodyText"/>
        <w:rPr>
          <w:rStyle w:val="Strong"/>
          <w:b w:val="0"/>
          <w:i w:val="0"/>
          <w:sz w:val="26"/>
        </w:rPr>
      </w:pPr>
    </w:p>
    <w:p w:rsidR="00A02A08" w:rsidRDefault="00A02A08">
      <w:pPr>
        <w:pStyle w:val="BodyText"/>
        <w:jc w:val="both"/>
        <w:rPr>
          <w:sz w:val="26"/>
        </w:rPr>
      </w:pPr>
      <w:r>
        <w:rPr>
          <w:rStyle w:val="Strong"/>
          <w:b w:val="0"/>
          <w:i w:val="0"/>
          <w:sz w:val="26"/>
        </w:rPr>
        <w:t>Con la última tormenta que recientemente se nos aproximó, me encontré sintiendo la misma excitación que una niña. Es raro que llueva en nuestra área, así que para nosotros recibir una abundancia de ella fue una bienvenida novedosa. Aún es más raro que tengamos una tormenta acompañada por relámpagos y truenos. Sentí que la Madre Naturaleza estaba llamándonos la atención, diciendo, "Levántense y prepárense para los cambios que están ante ustedes." Sentí una profunda paz interior, diciéndome a mí misma, estoy lista, porque lo esté o no, aquí viene. También podremos hacer las paces con el cambio y situarnos en el flujo de nuestro futuro.</w:t>
      </w:r>
    </w:p>
    <w:p w:rsidR="00A02A08" w:rsidRDefault="00A02A08">
      <w:pPr>
        <w:rPr>
          <w:rStyle w:val="Strong"/>
          <w:b w:val="0"/>
          <w:i/>
          <w:sz w:val="26"/>
        </w:rPr>
      </w:pPr>
    </w:p>
    <w:p w:rsidR="00A02A08" w:rsidRDefault="00A02A08">
      <w:pPr>
        <w:pStyle w:val="BodyText2"/>
        <w:rPr>
          <w:sz w:val="26"/>
        </w:rPr>
      </w:pPr>
      <w:r>
        <w:rPr>
          <w:rStyle w:val="Strong"/>
          <w:b w:val="0"/>
          <w:i w:val="0"/>
          <w:sz w:val="26"/>
        </w:rPr>
        <w:t>Imagínense a ustedes mismos dondequiera que estén, experimentando un periodo largo de intensas lluvias en sus vidas. Asocian la lluvia con sus problemas que nunca terminan de resolverse. Se preguntan, "¿Se terminará alguna vez este periodo húmedo? ¿Cuánta lluvia más nos va a dar Dios?" Es divertido, cuando se hacen esta pregunta, el Espíritu parece descargar incluso más. Sólo cuando aceptamos lo que está en nuestra vida y comprendemos que podemos dominar lo que quiera que llegue a nuestro camino, que la tormenta parece cesar.</w:t>
      </w:r>
    </w:p>
    <w:p w:rsidR="00A02A08" w:rsidRDefault="00A02A08">
      <w:pPr>
        <w:pStyle w:val="BodyText2"/>
        <w:jc w:val="left"/>
        <w:rPr>
          <w:rStyle w:val="Strong"/>
          <w:b w:val="0"/>
          <w:i w:val="0"/>
          <w:sz w:val="26"/>
        </w:rPr>
      </w:pPr>
    </w:p>
    <w:p w:rsidR="00A02A08" w:rsidRDefault="00A02A08">
      <w:pPr>
        <w:pStyle w:val="BodyText2"/>
        <w:rPr>
          <w:sz w:val="26"/>
        </w:rPr>
      </w:pPr>
      <w:r>
        <w:rPr>
          <w:rStyle w:val="Strong"/>
          <w:b w:val="0"/>
          <w:i w:val="0"/>
          <w:sz w:val="26"/>
        </w:rPr>
        <w:t>Acuérdense de respirar. Se descubren a sí mismos anhelando que regrese la luz del sol. Sus pensamientos crean su realidad. Hagan un esfuerzo consciente por cambiar su realidad, y finalmente se sentirán llevando las riendas de sus vidas. Centrando sus pensamientos, conectándose con sus verdaderas almas, ven un espacio despejado. Los negros nubarrones que han estado revoloteando sobre ustedes se disiparán rápidamente con la frescura de la brisa nueva. Sientan la ligereza del aire. Escuchen cantar a los pájaros. Absorban y acojan los cálidos rayos del sol en su piel. Este es un nuevo comienzo. Esta es la preparación para la Primavera que está entrando en su vida.</w:t>
      </w:r>
    </w:p>
    <w:p w:rsidR="00A02A08" w:rsidRDefault="00A02A08">
      <w:pPr>
        <w:jc w:val="both"/>
        <w:rPr>
          <w:rStyle w:val="Strong"/>
          <w:b w:val="0"/>
          <w:i/>
          <w:sz w:val="26"/>
        </w:rPr>
      </w:pPr>
    </w:p>
    <w:p w:rsidR="00A02A08" w:rsidRDefault="00A02A08">
      <w:pPr>
        <w:pStyle w:val="BodyText2"/>
        <w:rPr>
          <w:sz w:val="26"/>
        </w:rPr>
      </w:pPr>
      <w:r>
        <w:rPr>
          <w:rStyle w:val="Strong"/>
          <w:b w:val="0"/>
          <w:i w:val="0"/>
          <w:sz w:val="26"/>
        </w:rPr>
        <w:t>Den la bienvenida a este comienzo nuevo, saben que la lluvia fue una limpieza de su pasado. Cualesquiera que sean los problemas que hayan estado en su mente, están listos para liberarlos. Den la bienvenida a este cambio con los brazos abiertos y sintiendo el poder, poder sobre sus vidas. Están listos. Están listos para avanzar en sus vidas. Atrévanse a dar el próximo paso de su camino. Miren su pasado como fue, pero no lo re-emocionen. Agradezcan al pasado por las muchas lecciones que les ha ofrecido, y sigan adelante. Quizá hubo alegrías en su pasado, y quizá hubo penas. Lo que quiera que sea que hayan vivido antes, les trajo a donde están ahora. A veces han sido pasitos de bebé, otras veces saltos de gigante hacia delante en sus caminos. Todas estas experiencias les han llevado a desear alcanzar mayores logros espirituales.</w:t>
      </w:r>
    </w:p>
    <w:p w:rsidR="00A02A08" w:rsidRDefault="00A02A08">
      <w:pPr>
        <w:jc w:val="both"/>
        <w:rPr>
          <w:rStyle w:val="Strong"/>
          <w:b w:val="0"/>
          <w:i/>
          <w:sz w:val="26"/>
        </w:rPr>
      </w:pPr>
    </w:p>
    <w:p w:rsidR="00A02A08" w:rsidRDefault="00A02A08">
      <w:pPr>
        <w:jc w:val="both"/>
        <w:rPr>
          <w:sz w:val="26"/>
        </w:rPr>
      </w:pPr>
      <w:r>
        <w:rPr>
          <w:rStyle w:val="Strong"/>
          <w:b w:val="0"/>
          <w:i/>
          <w:sz w:val="26"/>
        </w:rPr>
        <w:t>Permitan que el pasado tome su lugar en su mente, y vuelvan a visitar ese lugar sólo cuando necesiten usarlo como herramienta para avanzar. Si el pasado vuelve a visitarles trayéndoles penas no resueltas, cólera o arrepentimiento, vuelvan a su presente. Miren quiénes</w:t>
      </w:r>
      <w:r>
        <w:rPr>
          <w:rStyle w:val="msoins0"/>
          <w:i/>
          <w:sz w:val="26"/>
        </w:rPr>
        <w:t xml:space="preserve"> </w:t>
      </w:r>
      <w:r>
        <w:rPr>
          <w:rStyle w:val="Strong"/>
          <w:b w:val="0"/>
          <w:i/>
          <w:sz w:val="26"/>
        </w:rPr>
        <w:t>son ahora. Ya no son la misma persona que eran entonces. Han crecido. Han aprendido a agradecer al pasado por sus muchas lecciones y a ver cómo les motivó para ser la persona que son hoy</w:t>
      </w:r>
    </w:p>
    <w:p w:rsidR="00A02A08" w:rsidRDefault="00A02A08">
      <w:pPr>
        <w:rPr>
          <w:rStyle w:val="Strong"/>
          <w:b w:val="0"/>
          <w:i/>
          <w:sz w:val="26"/>
        </w:rPr>
      </w:pPr>
    </w:p>
    <w:p w:rsidR="00A02A08" w:rsidRDefault="00A02A08">
      <w:pPr>
        <w:jc w:val="both"/>
        <w:rPr>
          <w:rStyle w:val="HTMLTypewriter"/>
          <w:rFonts w:ascii="Times New Roman" w:hAnsi="Times New Roman"/>
          <w:sz w:val="26"/>
        </w:rPr>
      </w:pPr>
      <w:r>
        <w:rPr>
          <w:rStyle w:val="Strong"/>
          <w:b w:val="0"/>
          <w:i/>
          <w:sz w:val="26"/>
        </w:rPr>
        <w:t>Son seres espirituales magnificentes que crecerán más allá de sus esperanzas en su futuro. Su pasado, Su futuro y Su presente son continuaciones de la cadena intacta de la vida, La energía vital de su círculo. Celebren todas las partes de su vida. Disfruten siendo quienes son.</w:t>
      </w:r>
      <w:r>
        <w:rPr>
          <w:rStyle w:val="HTMLTypewriter"/>
          <w:rFonts w:ascii="Times New Roman" w:hAnsi="Times New Roman"/>
          <w:sz w:val="26"/>
        </w:rPr>
        <w:t xml:space="preserve"> </w:t>
      </w:r>
    </w:p>
    <w:p w:rsidR="00A02A08" w:rsidRDefault="00A02A08">
      <w:r>
        <w:rPr>
          <w:rStyle w:val="Strong"/>
          <w:b w:val="0"/>
          <w:i/>
          <w:sz w:val="26"/>
        </w:rPr>
        <w:t xml:space="preserve">Con Amor y Luz, </w:t>
      </w:r>
      <w:r>
        <w:rPr>
          <w:i/>
          <w:sz w:val="26"/>
        </w:rPr>
        <w:br/>
      </w:r>
      <w:r>
        <w:rPr>
          <w:rStyle w:val="Strong"/>
          <w:b w:val="0"/>
          <w:i/>
          <w:sz w:val="26"/>
        </w:rPr>
        <w:t>Bárbara</w:t>
      </w:r>
    </w:p>
    <w:sectPr w:rsidR="00A02A08" w:rsidSect="00A02A08">
      <w:headerReference w:type="default" r:id="rId10"/>
      <w:footerReference w:type="even" r:id="rId11"/>
      <w:footerReference w:type="default" r:id="rId12"/>
      <w:pgSz w:w="11907" w:h="16840" w:code="9"/>
      <w:pgMar w:top="1021" w:right="1021" w:bottom="1021" w:left="102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A08" w:rsidRDefault="00A02A08">
      <w:r>
        <w:separator/>
      </w:r>
    </w:p>
  </w:endnote>
  <w:endnote w:type="continuationSeparator" w:id="0">
    <w:p w:rsidR="00A02A08" w:rsidRDefault="00A02A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A08" w:rsidRDefault="00A02A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02A08" w:rsidRDefault="00A02A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A08" w:rsidRDefault="00A02A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2A08" w:rsidRDefault="00A02A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A08" w:rsidRDefault="00A02A08">
      <w:r>
        <w:separator/>
      </w:r>
    </w:p>
  </w:footnote>
  <w:footnote w:type="continuationSeparator" w:id="0">
    <w:p w:rsidR="00A02A08" w:rsidRDefault="00A02A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A08" w:rsidRDefault="00A02A08">
    <w:pPr>
      <w:pStyle w:val="Header"/>
      <w:jc w:val="center"/>
      <w:rPr>
        <w:sz w:val="20"/>
      </w:rPr>
    </w:pPr>
    <w:r>
      <w:rPr>
        <w:smallCaps/>
        <w:sz w:val="20"/>
      </w:rPr>
      <w:t>Los Faros de Luz</w:t>
    </w:r>
    <w:r>
      <w:rPr>
        <w:sz w:val="20"/>
      </w:rPr>
      <w:t xml:space="preserve"> – </w:t>
    </w:r>
    <w:r>
      <w:rPr>
        <w:i/>
        <w:sz w:val="20"/>
      </w:rPr>
      <w:t>15 de Marzo de 2004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338C"/>
    <w:rsid w:val="00A02A08"/>
    <w:rsid w:val="00BD338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a"/>
    <w:basedOn w:val="Normal"/>
    <w:uiPriority w:val="99"/>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Unicode MS" w:eastAsia="Arial Unicode MS" w:hAnsi="Arial Unicode MS" w:cs="Arial Unicode MS"/>
    </w:rPr>
  </w:style>
  <w:style w:type="paragraph" w:customStyle="1" w:styleId="b">
    <w:name w:val="b"/>
    <w:basedOn w:val="Normal"/>
    <w:uiPriority w:val="99"/>
    <w:pPr>
      <w:pBdr>
        <w:top w:val="single" w:sz="6" w:space="0" w:color="8D8D8D"/>
        <w:left w:val="single" w:sz="6" w:space="0" w:color="8D8D8D"/>
        <w:bottom w:val="single" w:sz="6" w:space="0" w:color="8D8D8D"/>
        <w:right w:val="single" w:sz="6" w:space="0" w:color="8D8D8D"/>
      </w:pBdr>
      <w:spacing w:before="100" w:beforeAutospacing="1" w:after="100" w:afterAutospacing="1"/>
    </w:pPr>
    <w:rPr>
      <w:rFonts w:ascii="Arial Unicode MS" w:eastAsia="Arial Unicode MS" w:hAnsi="Arial Unicode MS" w:cs="Arial Unicode MS"/>
      <w:color w:val="8D8D8D"/>
    </w:rPr>
  </w:style>
  <w:style w:type="paragraph" w:customStyle="1" w:styleId="c">
    <w:name w:val="c"/>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d">
    <w:name w:val="d"/>
    <w:basedOn w:val="Normal"/>
    <w:uiPriority w:val="99"/>
    <w:pPr>
      <w:spacing w:before="100" w:beforeAutospacing="1" w:after="100" w:afterAutospacing="1"/>
    </w:pPr>
    <w:rPr>
      <w:rFonts w:ascii="Arial Unicode MS" w:eastAsia="Arial Unicode MS" w:hAnsi="Arial Unicode MS" w:cs="Arial Unicode MS"/>
      <w:color w:val="FFFFFF"/>
      <w:sz w:val="36"/>
      <w:szCs w:val="36"/>
    </w:rPr>
  </w:style>
  <w:style w:type="paragraph" w:customStyle="1" w:styleId="e">
    <w:name w:val="e"/>
    <w:basedOn w:val="Normal"/>
    <w:uiPriority w:val="99"/>
    <w:pPr>
      <w:spacing w:before="100" w:beforeAutospacing="1" w:after="100" w:afterAutospacing="1"/>
    </w:pPr>
    <w:rPr>
      <w:rFonts w:ascii="Arial Unicode MS" w:eastAsia="Arial Unicode MS" w:hAnsi="Arial Unicode MS" w:cs="Arial Unicode MS"/>
      <w:b/>
      <w:bCs/>
      <w:color w:val="FFFFFF"/>
      <w:sz w:val="18"/>
      <w:szCs w:val="18"/>
    </w:rPr>
  </w:style>
  <w:style w:type="paragraph" w:customStyle="1" w:styleId="f">
    <w:name w:val="f"/>
    <w:basedOn w:val="Normal"/>
    <w:uiPriority w:val="99"/>
    <w:pPr>
      <w:spacing w:before="100" w:beforeAutospacing="1" w:after="100" w:afterAutospacing="1"/>
    </w:pPr>
    <w:rPr>
      <w:rFonts w:ascii="Arial Unicode MS" w:eastAsia="Arial Unicode MS" w:hAnsi="Arial Unicode MS" w:cs="Arial Unicode MS"/>
      <w:b/>
      <w:bCs/>
      <w:color w:val="FFFFFF"/>
    </w:rPr>
  </w:style>
  <w:style w:type="paragraph" w:customStyle="1" w:styleId="g">
    <w:name w:val="g"/>
    <w:basedOn w:val="Normal"/>
    <w:uiPriority w:val="99"/>
    <w:pPr>
      <w:spacing w:before="100" w:beforeAutospacing="1" w:after="100" w:afterAutospacing="1"/>
    </w:pPr>
    <w:rPr>
      <w:rFonts w:ascii="Arial Unicode MS" w:eastAsia="Arial Unicode MS" w:hAnsi="Arial Unicode MS" w:cs="Arial Unicode MS"/>
      <w:color w:val="FFFFFF"/>
    </w:rPr>
  </w:style>
  <w:style w:type="paragraph" w:customStyle="1" w:styleId="h2">
    <w:name w:val="h2"/>
    <w:basedOn w:val="Normal"/>
    <w:uiPriority w:val="99"/>
    <w:pPr>
      <w:spacing w:before="100" w:beforeAutospacing="1" w:after="100" w:afterAutospacing="1"/>
    </w:pPr>
    <w:rPr>
      <w:rFonts w:ascii="Arial Unicode MS" w:eastAsia="Arial Unicode MS" w:hAnsi="Arial Unicode MS" w:cs="Arial Unicode MS"/>
      <w:color w:val="800000"/>
    </w:rPr>
  </w:style>
  <w:style w:type="paragraph" w:customStyle="1" w:styleId="i">
    <w:name w:val="i"/>
    <w:basedOn w:val="Normal"/>
    <w:uiPriority w:val="99"/>
    <w:pPr>
      <w:spacing w:before="100" w:beforeAutospacing="1" w:after="100" w:afterAutospacing="1"/>
    </w:pPr>
    <w:rPr>
      <w:rFonts w:ascii="Arial Unicode MS" w:eastAsia="Arial Unicode MS" w:hAnsi="Arial Unicode MS" w:cs="Arial Unicode MS"/>
      <w:b/>
      <w:bCs/>
      <w:color w:val="800000"/>
    </w:rPr>
  </w:style>
  <w:style w:type="paragraph" w:customStyle="1" w:styleId="j">
    <w:name w:val="j"/>
    <w:basedOn w:val="Normal"/>
    <w:uiPriority w:val="99"/>
    <w:pPr>
      <w:spacing w:before="100" w:beforeAutospacing="1" w:after="100" w:afterAutospacing="1"/>
    </w:pPr>
    <w:rPr>
      <w:rFonts w:ascii="Arial Unicode MS" w:eastAsia="Arial Unicode MS" w:hAnsi="Arial Unicode MS" w:cs="Arial Unicode MS"/>
      <w:color w:val="000000"/>
    </w:rPr>
  </w:style>
  <w:style w:type="paragraph" w:customStyle="1" w:styleId="k">
    <w:name w:val="k"/>
    <w:basedOn w:val="Normal"/>
    <w:uiPriority w:val="99"/>
    <w:pPr>
      <w:spacing w:before="100" w:beforeAutospacing="1" w:after="100" w:afterAutospacing="1"/>
    </w:pPr>
    <w:rPr>
      <w:rFonts w:ascii="Arial Unicode MS" w:eastAsia="Arial Unicode MS" w:hAnsi="Arial Unicode MS" w:cs="Arial Unicode MS"/>
      <w:b/>
      <w:bCs/>
      <w:color w:val="000000"/>
    </w:rPr>
  </w:style>
  <w:style w:type="paragraph" w:customStyle="1" w:styleId="l">
    <w:name w:val="l"/>
    <w:basedOn w:val="Normal"/>
    <w:uiPriority w:val="99"/>
    <w:pPr>
      <w:spacing w:before="100" w:beforeAutospacing="1" w:after="100" w:afterAutospacing="1"/>
    </w:pPr>
    <w:rPr>
      <w:rFonts w:ascii="Arial Unicode MS" w:eastAsia="Arial Unicode MS" w:hAnsi="Arial Unicode MS" w:cs="Arial Unicode MS"/>
      <w:b/>
      <w:bCs/>
      <w:color w:val="000000"/>
      <w:sz w:val="27"/>
      <w:szCs w:val="27"/>
    </w:rPr>
  </w:style>
  <w:style w:type="paragraph" w:customStyle="1" w:styleId="m">
    <w:name w:val="m"/>
    <w:basedOn w:val="Normal"/>
    <w:uiPriority w:val="99"/>
    <w:pPr>
      <w:spacing w:before="100" w:beforeAutospacing="1" w:after="100" w:afterAutospacing="1"/>
    </w:pPr>
    <w:rPr>
      <w:rFonts w:ascii="Arial Unicode MS" w:eastAsia="Arial Unicode MS" w:hAnsi="Arial Unicode MS" w:cs="Arial Unicode MS"/>
      <w:b/>
      <w:bCs/>
      <w:color w:val="FFFFFF"/>
      <w:sz w:val="27"/>
      <w:szCs w:val="27"/>
    </w:rPr>
  </w:style>
  <w:style w:type="paragraph" w:customStyle="1" w:styleId="n">
    <w:name w:val="n"/>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p">
    <w:name w:val="p"/>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q">
    <w:name w:val="q"/>
    <w:basedOn w:val="Normal"/>
    <w:uiPriority w:val="99"/>
    <w:pPr>
      <w:shd w:val="clear" w:color="auto" w:fill="4791C5"/>
      <w:spacing w:before="100" w:beforeAutospacing="1" w:after="100" w:afterAutospacing="1"/>
    </w:pPr>
    <w:rPr>
      <w:rFonts w:ascii="Arial Unicode MS" w:eastAsia="Arial Unicode MS" w:hAnsi="Arial Unicode MS" w:cs="Arial Unicode MS"/>
      <w:color w:val="FFFFFF"/>
    </w:rPr>
  </w:style>
  <w:style w:type="paragraph" w:customStyle="1" w:styleId="r">
    <w:name w:val="r"/>
    <w:basedOn w:val="Normal"/>
    <w:uiPriority w:val="99"/>
    <w:pPr>
      <w:spacing w:before="100" w:beforeAutospacing="1" w:after="100" w:afterAutospacing="1"/>
    </w:pPr>
    <w:rPr>
      <w:rFonts w:ascii="Arial Unicode MS" w:eastAsia="Arial Unicode MS" w:hAnsi="Arial Unicode MS" w:cs="Arial Unicode MS"/>
      <w:color w:val="8D8D8D"/>
    </w:rPr>
  </w:style>
  <w:style w:type="paragraph" w:customStyle="1" w:styleId="s">
    <w:name w:val="s"/>
    <w:basedOn w:val="Normal"/>
    <w:uiPriority w:val="99"/>
    <w:pPr>
      <w:pBdr>
        <w:top w:val="single" w:sz="6" w:space="0" w:color="336699"/>
        <w:left w:val="single" w:sz="6" w:space="2" w:color="336699"/>
        <w:bottom w:val="single" w:sz="6" w:space="0" w:color="336699"/>
        <w:right w:val="single" w:sz="6" w:space="2" w:color="336699"/>
      </w:pBdr>
      <w:shd w:val="clear" w:color="auto" w:fill="E9F2F8"/>
      <w:spacing w:before="100" w:beforeAutospacing="1" w:after="100" w:afterAutospacing="1"/>
    </w:pPr>
    <w:rPr>
      <w:rFonts w:ascii="Arial Unicode MS" w:eastAsia="Arial Unicode MS" w:hAnsi="Arial Unicode MS" w:cs="Arial Unicode MS"/>
      <w:color w:val="8D8D8D"/>
    </w:rPr>
  </w:style>
  <w:style w:type="paragraph" w:customStyle="1" w:styleId="t">
    <w:name w:val="t"/>
    <w:basedOn w:val="Normal"/>
    <w:uiPriority w:val="99"/>
    <w:pPr>
      <w:pBdr>
        <w:top w:val="single" w:sz="6" w:space="0" w:color="336699"/>
        <w:left w:val="single" w:sz="6" w:space="2" w:color="336699"/>
        <w:bottom w:val="single" w:sz="6" w:space="0" w:color="336699"/>
        <w:right w:val="single" w:sz="6" w:space="2" w:color="336699"/>
      </w:pBdr>
      <w:shd w:val="clear" w:color="auto" w:fill="E9F2F8"/>
      <w:spacing w:before="100" w:beforeAutospacing="1" w:after="100" w:afterAutospacing="1"/>
    </w:pPr>
    <w:rPr>
      <w:rFonts w:ascii="Arial Unicode MS" w:eastAsia="Arial Unicode MS" w:hAnsi="Arial Unicode MS" w:cs="Arial Unicode MS"/>
    </w:rPr>
  </w:style>
  <w:style w:type="paragraph" w:customStyle="1" w:styleId="u">
    <w:name w:val="u"/>
    <w:basedOn w:val="Normal"/>
    <w:uiPriority w:val="99"/>
    <w:pPr>
      <w:pBdr>
        <w:top w:val="single" w:sz="6" w:space="1" w:color="4791C5"/>
        <w:left w:val="single" w:sz="6" w:space="1" w:color="4791C5"/>
        <w:bottom w:val="single" w:sz="6" w:space="1" w:color="4791C5"/>
        <w:right w:val="single" w:sz="6" w:space="1" w:color="4791C5"/>
      </w:pBdr>
      <w:shd w:val="clear" w:color="auto" w:fill="E9F2F8"/>
      <w:spacing w:before="100" w:beforeAutospacing="1" w:after="100" w:afterAutospacing="1"/>
    </w:pPr>
    <w:rPr>
      <w:rFonts w:ascii="Arial Unicode MS" w:eastAsia="Arial Unicode MS" w:hAnsi="Arial Unicode MS" w:cs="Arial Unicode MS"/>
    </w:rPr>
  </w:style>
  <w:style w:type="paragraph" w:customStyle="1" w:styleId="v">
    <w:name w:val="v"/>
    <w:basedOn w:val="Normal"/>
    <w:uiPriority w:val="99"/>
    <w:pPr>
      <w:pBdr>
        <w:top w:val="single" w:sz="6" w:space="0" w:color="4791C5"/>
      </w:pBdr>
      <w:spacing w:before="100" w:beforeAutospacing="1" w:after="100" w:afterAutospacing="1"/>
    </w:pPr>
    <w:rPr>
      <w:rFonts w:ascii="Arial Unicode MS" w:eastAsia="Arial Unicode MS" w:hAnsi="Arial Unicode MS" w:cs="Arial Unicode MS"/>
    </w:rPr>
  </w:style>
  <w:style w:type="paragraph" w:customStyle="1" w:styleId="w">
    <w:name w:val="w"/>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x">
    <w:name w:val="x"/>
    <w:basedOn w:val="Normal"/>
    <w:uiPriority w:val="99"/>
    <w:pPr>
      <w:shd w:val="clear" w:color="auto" w:fill="FFFFFF"/>
      <w:spacing w:before="100" w:beforeAutospacing="1" w:after="100" w:afterAutospacing="1"/>
    </w:pPr>
    <w:rPr>
      <w:rFonts w:ascii="Arial Unicode MS" w:eastAsia="Arial Unicode MS" w:hAnsi="Arial Unicode MS" w:cs="Arial Unicode MS"/>
    </w:rPr>
  </w:style>
  <w:style w:type="paragraph" w:customStyle="1" w:styleId="y">
    <w:name w:val="y"/>
    <w:basedOn w:val="Normal"/>
    <w:uiPriority w:val="99"/>
    <w:pPr>
      <w:spacing w:before="100" w:beforeAutospacing="1" w:after="100" w:afterAutospacing="1"/>
    </w:pPr>
    <w:rPr>
      <w:rFonts w:ascii="Arial Unicode MS" w:eastAsia="Arial Unicode MS" w:hAnsi="Arial Unicode MS" w:cs="Arial Unicode MS"/>
      <w:color w:val="8D8D8D"/>
    </w:rPr>
  </w:style>
  <w:style w:type="paragraph" w:customStyle="1" w:styleId="z">
    <w:name w:val="z"/>
    <w:basedOn w:val="Normal"/>
    <w:uiPriority w:val="99"/>
    <w:pPr>
      <w:shd w:val="clear" w:color="auto" w:fill="FFFFFF"/>
      <w:spacing w:before="100" w:beforeAutospacing="1" w:after="100" w:afterAutospacing="1"/>
    </w:pPr>
    <w:rPr>
      <w:rFonts w:ascii="Arial Unicode MS" w:eastAsia="Arial Unicode MS" w:hAnsi="Arial Unicode MS" w:cs="Arial Unicode MS"/>
      <w:color w:val="8D8D8D"/>
    </w:rPr>
  </w:style>
  <w:style w:type="paragraph" w:customStyle="1" w:styleId="aa">
    <w:name w:val="aa"/>
    <w:basedOn w:val="Normal"/>
    <w:uiPriority w:val="99"/>
    <w:pPr>
      <w:pBdr>
        <w:top w:val="single" w:sz="6" w:space="0" w:color="FFFFFF"/>
        <w:left w:val="single" w:sz="6" w:space="0" w:color="FFFFFF"/>
        <w:bottom w:val="single" w:sz="6" w:space="0" w:color="FFFFFF"/>
        <w:right w:val="single" w:sz="6" w:space="0" w:color="FFFFFF"/>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bb">
    <w:name w:val="bb"/>
    <w:basedOn w:val="Normal"/>
    <w:uiPriority w:val="99"/>
    <w:pPr>
      <w:spacing w:before="100" w:beforeAutospacing="1" w:after="100" w:afterAutospacing="1"/>
    </w:pPr>
    <w:rPr>
      <w:rFonts w:ascii="Arial Unicode MS" w:eastAsia="Arial Unicode MS" w:hAnsi="Arial Unicode MS" w:cs="Arial Unicode MS"/>
      <w:b/>
      <w:bCs/>
    </w:rPr>
  </w:style>
  <w:style w:type="paragraph" w:customStyle="1" w:styleId="cc">
    <w:name w:val="cc"/>
    <w:basedOn w:val="Normal"/>
    <w:uiPriority w:val="99"/>
    <w:pPr>
      <w:spacing w:before="100" w:beforeAutospacing="1" w:after="100" w:afterAutospacing="1"/>
    </w:pPr>
    <w:rPr>
      <w:rFonts w:ascii="Arial Unicode MS" w:eastAsia="Arial Unicode MS" w:hAnsi="Arial Unicode MS" w:cs="Arial Unicode MS"/>
      <w:b/>
      <w:bCs/>
      <w:color w:val="336699"/>
    </w:rPr>
  </w:style>
  <w:style w:type="paragraph" w:customStyle="1" w:styleId="dd">
    <w:name w:val="dd"/>
    <w:basedOn w:val="Normal"/>
    <w:uiPriority w:val="99"/>
    <w:pPr>
      <w:spacing w:before="100" w:beforeAutospacing="1" w:after="100" w:afterAutospacing="1"/>
    </w:pPr>
    <w:rPr>
      <w:rFonts w:ascii="Arial Unicode MS" w:eastAsia="Arial Unicode MS" w:hAnsi="Arial Unicode MS" w:cs="Arial Unicode MS"/>
      <w:color w:val="000099"/>
    </w:rPr>
  </w:style>
  <w:style w:type="paragraph" w:customStyle="1" w:styleId="ee">
    <w:name w:val="ee"/>
    <w:basedOn w:val="Normal"/>
    <w:uiPriority w:val="99"/>
    <w:pPr>
      <w:pBdr>
        <w:top w:val="single" w:sz="6" w:space="0" w:color="FFFFFF"/>
        <w:left w:val="single" w:sz="6" w:space="0" w:color="FFFFFF"/>
        <w:bottom w:val="single" w:sz="6" w:space="0" w:color="FFFFFF"/>
        <w:right w:val="single" w:sz="6" w:space="0" w:color="FFFFFF"/>
      </w:pBdr>
      <w:spacing w:before="100" w:beforeAutospacing="1" w:after="100" w:afterAutospacing="1"/>
    </w:pPr>
    <w:rPr>
      <w:rFonts w:ascii="Arial Unicode MS" w:eastAsia="Arial Unicode MS" w:hAnsi="Arial Unicode MS" w:cs="Arial Unicode MS"/>
    </w:rPr>
  </w:style>
  <w:style w:type="paragraph" w:customStyle="1" w:styleId="ff">
    <w:name w:val="ff"/>
    <w:basedOn w:val="Normal"/>
    <w:uiPriority w:val="99"/>
    <w:pPr>
      <w:spacing w:before="100" w:beforeAutospacing="1" w:after="100" w:afterAutospacing="1"/>
    </w:pPr>
    <w:rPr>
      <w:rFonts w:ascii="Arial Unicode MS" w:eastAsia="Arial Unicode MS" w:hAnsi="Arial Unicode MS" w:cs="Arial Unicode MS"/>
      <w:color w:val="10659E"/>
    </w:rPr>
  </w:style>
  <w:style w:type="paragraph" w:customStyle="1" w:styleId="gg">
    <w:name w:val="gg"/>
    <w:basedOn w:val="Normal"/>
    <w:uiPriority w:val="99"/>
    <w:pPr>
      <w:pBdr>
        <w:top w:val="single" w:sz="6" w:space="4" w:color="96965E"/>
        <w:left w:val="single" w:sz="6" w:space="4" w:color="96965E"/>
        <w:bottom w:val="single" w:sz="6" w:space="4" w:color="96965E"/>
        <w:right w:val="single" w:sz="6" w:space="4" w:color="96965E"/>
      </w:pBdr>
      <w:shd w:val="clear" w:color="auto" w:fill="FFFFCC"/>
      <w:spacing w:before="180" w:after="180"/>
    </w:pPr>
    <w:rPr>
      <w:rFonts w:ascii="Arial Unicode MS" w:eastAsia="Arial Unicode MS" w:hAnsi="Arial Unicode MS" w:cs="Arial Unicode MS"/>
    </w:rPr>
  </w:style>
  <w:style w:type="paragraph" w:customStyle="1" w:styleId="hh">
    <w:name w:val="hh"/>
    <w:basedOn w:val="Normal"/>
    <w:uiPriority w:val="99"/>
    <w:pPr>
      <w:spacing w:before="100" w:beforeAutospacing="1" w:after="100" w:afterAutospacing="1"/>
    </w:pPr>
    <w:rPr>
      <w:rFonts w:ascii="Arial Unicode MS" w:eastAsia="Arial Unicode MS" w:hAnsi="Arial Unicode MS" w:cs="Arial Unicode MS"/>
      <w:b/>
      <w:bCs/>
      <w:color w:val="E9F2F8"/>
    </w:rPr>
  </w:style>
  <w:style w:type="paragraph" w:customStyle="1" w:styleId="ii">
    <w:name w:val="ii"/>
    <w:basedOn w:val="Normal"/>
    <w:uiPriority w:val="99"/>
    <w:pPr>
      <w:spacing w:before="100" w:beforeAutospacing="1" w:after="100" w:afterAutospacing="1"/>
    </w:pPr>
    <w:rPr>
      <w:rFonts w:ascii="Arial Unicode MS" w:eastAsia="Arial Unicode MS" w:hAnsi="Arial Unicode MS" w:cs="Arial Unicode MS"/>
      <w:color w:val="800000"/>
    </w:rPr>
  </w:style>
  <w:style w:type="paragraph" w:customStyle="1" w:styleId="jj">
    <w:name w:val="jj"/>
    <w:basedOn w:val="Normal"/>
    <w:uiPriority w:val="99"/>
    <w:pPr>
      <w:pBdr>
        <w:top w:val="single" w:sz="6" w:space="3" w:color="A0C6E5"/>
        <w:left w:val="single" w:sz="6" w:space="3" w:color="A0C6E5"/>
        <w:bottom w:val="single" w:sz="6" w:space="3" w:color="A0C6E5"/>
        <w:right w:val="single" w:sz="6" w:space="3" w:color="A0C6E5"/>
      </w:pBdr>
      <w:shd w:val="clear" w:color="auto" w:fill="FFFFFF"/>
      <w:spacing w:before="100" w:beforeAutospacing="1" w:after="100" w:afterAutospacing="1"/>
      <w:textAlignment w:val="top"/>
    </w:pPr>
    <w:rPr>
      <w:rFonts w:ascii="Arial Unicode MS" w:eastAsia="Arial Unicode MS" w:hAnsi="Arial Unicode MS" w:cs="Arial Unicode MS"/>
    </w:rPr>
  </w:style>
  <w:style w:type="paragraph" w:customStyle="1" w:styleId="rte">
    <w:name w:val="rte"/>
    <w:basedOn w:val="Normal"/>
    <w:uiPriority w:val="99"/>
    <w:pPr>
      <w:spacing w:before="100" w:beforeAutospacing="1" w:after="100" w:afterAutospacing="1"/>
    </w:pPr>
    <w:rPr>
      <w:rFonts w:ascii="Tahoma" w:eastAsia="Arial Unicode MS" w:hAnsi="Tahoma" w:cs="Tahoma"/>
      <w:sz w:val="18"/>
      <w:szCs w:val="18"/>
    </w:rPr>
  </w:style>
  <w:style w:type="paragraph" w:customStyle="1" w:styleId="kk">
    <w:name w:val="kk"/>
    <w:basedOn w:val="Normal"/>
    <w:uiPriority w:val="99"/>
    <w:pPr>
      <w:spacing w:before="100" w:beforeAutospacing="1" w:after="100" w:afterAutospacing="1"/>
      <w:ind w:left="75"/>
    </w:pPr>
    <w:rPr>
      <w:rFonts w:ascii="Arial Unicode MS" w:eastAsia="Arial Unicode MS" w:hAnsi="Arial Unicode MS" w:cs="Arial Unicode MS"/>
    </w:rPr>
  </w:style>
  <w:style w:type="paragraph" w:customStyle="1" w:styleId="ll">
    <w:name w:val="ll"/>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mm">
    <w:name w:val="mm"/>
    <w:basedOn w:val="Normal"/>
    <w:uiPriority w:val="99"/>
    <w:pPr>
      <w:spacing w:before="15" w:after="100" w:afterAutospacing="1"/>
      <w:textAlignment w:val="center"/>
    </w:pPr>
    <w:rPr>
      <w:rFonts w:ascii="Arial Unicode MS" w:eastAsia="Arial Unicode MS" w:hAnsi="Arial Unicode MS" w:cs="Arial Unicode MS"/>
    </w:rPr>
  </w:style>
  <w:style w:type="paragraph" w:customStyle="1" w:styleId="nn">
    <w:name w:val="nn"/>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oo">
    <w:name w:val="oo"/>
    <w:basedOn w:val="Normal"/>
    <w:uiPriority w:val="99"/>
    <w:rPr>
      <w:rFonts w:ascii="Arial Unicode MS" w:eastAsia="Arial Unicode MS" w:hAnsi="Arial Unicode MS" w:cs="Arial Unicode MS"/>
    </w:rPr>
  </w:style>
  <w:style w:type="character" w:customStyle="1" w:styleId="msoins0">
    <w:name w:val="msoins"/>
    <w:basedOn w:val="DefaultParagraphFont"/>
    <w:uiPriority w:val="99"/>
    <w:rPr>
      <w:rFonts w:cs="Times New Roman"/>
    </w:rPr>
  </w:style>
  <w:style w:type="paragraph" w:styleId="BodyText">
    <w:name w:val="Body Text"/>
    <w:basedOn w:val="Normal"/>
    <w:link w:val="BodyTextChar"/>
    <w:uiPriority w:val="99"/>
    <w:rPr>
      <w:i/>
      <w:iCs/>
      <w:szCs w:val="17"/>
    </w:rPr>
  </w:style>
  <w:style w:type="character" w:customStyle="1" w:styleId="BodyTextChar">
    <w:name w:val="Body Text Char"/>
    <w:basedOn w:val="DefaultParagraphFont"/>
    <w:link w:val="BodyText"/>
    <w:uiPriority w:val="99"/>
    <w:semiHidden/>
    <w:rsid w:val="001172CB"/>
    <w:rPr>
      <w:sz w:val="24"/>
      <w:szCs w:val="24"/>
      <w:lang w:val="es-ES" w:eastAsia="es-ES"/>
    </w:rPr>
  </w:style>
  <w:style w:type="character" w:styleId="Strong">
    <w:name w:val="Strong"/>
    <w:basedOn w:val="DefaultParagraphFont"/>
    <w:uiPriority w:val="99"/>
    <w:qFormat/>
    <w:rPr>
      <w:rFonts w:cs="Times New Roman"/>
      <w:b/>
      <w:bCs/>
    </w:rPr>
  </w:style>
  <w:style w:type="character" w:styleId="Hyperlink">
    <w:name w:val="Hyperlink"/>
    <w:basedOn w:val="DefaultParagraphFont"/>
    <w:uiPriority w:val="99"/>
    <w:rPr>
      <w:rFonts w:ascii="Tahoma" w:hAnsi="Tahoma" w:cs="Tahoma"/>
      <w:color w:val="000099"/>
      <w:sz w:val="17"/>
      <w:szCs w:val="17"/>
      <w:u w:val="none"/>
      <w:effect w:val="none"/>
    </w:rPr>
  </w:style>
  <w:style w:type="character" w:styleId="HTMLTypewriter">
    <w:name w:val="HTML Typewriter"/>
    <w:basedOn w:val="DefaultParagraphFont"/>
    <w:uiPriority w:val="99"/>
    <w:rPr>
      <w:rFonts w:ascii="Arial Unicode MS" w:eastAsia="Arial Unicode MS" w:hAnsi="Arial Unicode MS" w:cs="Arial Unicode MS"/>
      <w:sz w:val="20"/>
      <w:szCs w:val="20"/>
    </w:rPr>
  </w:style>
  <w:style w:type="paragraph" w:styleId="Header">
    <w:name w:val="header"/>
    <w:basedOn w:val="Normal"/>
    <w:link w:val="HeaderChar"/>
    <w:uiPriority w:val="99"/>
    <w:pPr>
      <w:tabs>
        <w:tab w:val="center" w:pos="4419"/>
        <w:tab w:val="right" w:pos="8838"/>
      </w:tabs>
    </w:pPr>
  </w:style>
  <w:style w:type="character" w:customStyle="1" w:styleId="HeaderChar">
    <w:name w:val="Header Char"/>
    <w:basedOn w:val="DefaultParagraphFont"/>
    <w:link w:val="Header"/>
    <w:uiPriority w:val="99"/>
    <w:semiHidden/>
    <w:rsid w:val="001172CB"/>
    <w:rPr>
      <w:sz w:val="24"/>
      <w:szCs w:val="24"/>
      <w:lang w:val="es-ES" w:eastAsia="es-ES"/>
    </w:rPr>
  </w:style>
  <w:style w:type="paragraph" w:styleId="Footer">
    <w:name w:val="footer"/>
    <w:basedOn w:val="Normal"/>
    <w:link w:val="FooterChar"/>
    <w:uiPriority w:val="99"/>
    <w:pPr>
      <w:tabs>
        <w:tab w:val="center" w:pos="4419"/>
        <w:tab w:val="right" w:pos="8838"/>
      </w:tabs>
    </w:pPr>
  </w:style>
  <w:style w:type="character" w:customStyle="1" w:styleId="FooterChar">
    <w:name w:val="Footer Char"/>
    <w:basedOn w:val="DefaultParagraphFont"/>
    <w:link w:val="Footer"/>
    <w:uiPriority w:val="99"/>
    <w:semiHidden/>
    <w:rsid w:val="001172CB"/>
    <w:rPr>
      <w:sz w:val="24"/>
      <w:szCs w:val="24"/>
      <w:lang w:val="es-ES" w:eastAsia="es-ES"/>
    </w:rPr>
  </w:style>
  <w:style w:type="character" w:styleId="PageNumber">
    <w:name w:val="page number"/>
    <w:basedOn w:val="DefaultParagraphFont"/>
    <w:uiPriority w:val="99"/>
    <w:rPr>
      <w:rFonts w:cs="Times New Roman"/>
    </w:rPr>
  </w:style>
  <w:style w:type="paragraph" w:styleId="BodyText2">
    <w:name w:val="Body Text 2"/>
    <w:basedOn w:val="Normal"/>
    <w:link w:val="BodyText2Char"/>
    <w:uiPriority w:val="99"/>
    <w:pPr>
      <w:jc w:val="both"/>
    </w:pPr>
    <w:rPr>
      <w:i/>
    </w:rPr>
  </w:style>
  <w:style w:type="character" w:customStyle="1" w:styleId="BodyText2Char">
    <w:name w:val="Body Text 2 Char"/>
    <w:basedOn w:val="DefaultParagraphFont"/>
    <w:link w:val="BodyText2"/>
    <w:uiPriority w:val="99"/>
    <w:semiHidden/>
    <w:rsid w:val="001172CB"/>
    <w:rPr>
      <w:sz w:val="24"/>
      <w:szCs w:val="24"/>
      <w:lang w:val="es-ES" w:eastAsia="es-ES"/>
    </w:rPr>
  </w:style>
  <w:style w:type="paragraph" w:styleId="BodyText3">
    <w:name w:val="Body Text 3"/>
    <w:basedOn w:val="Normal"/>
    <w:link w:val="BodyText3Char"/>
    <w:uiPriority w:val="99"/>
    <w:pPr>
      <w:jc w:val="both"/>
    </w:pPr>
  </w:style>
  <w:style w:type="character" w:customStyle="1" w:styleId="BodyText3Char">
    <w:name w:val="Body Text 3 Char"/>
    <w:basedOn w:val="DefaultParagraphFont"/>
    <w:link w:val="BodyText3"/>
    <w:uiPriority w:val="99"/>
    <w:semiHidden/>
    <w:rsid w:val="001172CB"/>
    <w:rPr>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07.68.164.250/cgi-bin/linkrd?_lang=ES&amp;lah=d39adf87afa9c8b99c3d348f226f5d49&amp;lat=1079918393&amp;hm___action=http%3a%2f%2f207%2e68%2e164%2e250%2fcgi%2dbin%2flinkrd%3f_lang%3dES%26amp%3blah%3d5845bf1f37c1e209d87df7906f19bbfa%26amp%3blat%3d10392%2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207.68.164.250/cgi-bin/linkrd?_lang=ES&amp;lah=6f1ad0c983f1c3d772793fe8860f07ff&amp;lat=1079918393&amp;hm___action=http%3a%2f%2f207%2e68%2e164%2e250%2fcgi%2dbin%2flinkrd%3f_lang%3dES%26amp%3blah%3daf0efa5ec0d19b8b002ee4bff5992da2%26amp%3blat%3d10392%2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207.68.164.250/cgi-bin/linkrd?_lang=ES&amp;lah=149c4543565ba07597b88903c9856a84&amp;lat=1079918393&amp;hm___action=http%3a%2f%2f64%2e4%2e14%2e250%2fcgi%2dbin%2flinkrd%3f_lang%3dES%26amp%3blah%3ded9b1594438ece5de745d93fefa65a43%26amp%3blat%3d10795170%20"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4619</Words>
  <Characters>25405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Lightworker presenta orgullosamente:</dc:title>
  <dc:subject/>
  <dc:creator>SUSANA</dc:creator>
  <cp:keywords/>
  <dc:description/>
  <cp:lastModifiedBy>Graciela</cp:lastModifiedBy>
  <cp:revision>2</cp:revision>
  <cp:lastPrinted>2004-03-26T17:49:00Z</cp:lastPrinted>
  <dcterms:created xsi:type="dcterms:W3CDTF">2017-07-22T20:14:00Z</dcterms:created>
  <dcterms:modified xsi:type="dcterms:W3CDTF">2017-07-22T20:14:00Z</dcterms:modified>
</cp:coreProperties>
</file>