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AB1" w:rsidRPr="00710875" w:rsidRDefault="009A3AB1" w:rsidP="00710875">
      <w:pPr>
        <w:spacing w:after="0" w:line="240" w:lineRule="auto"/>
        <w:jc w:val="center"/>
        <w:rPr>
          <w:rFonts w:ascii="Times New Roman" w:hAnsi="Times New Roman"/>
          <w:sz w:val="24"/>
        </w:rPr>
      </w:pPr>
      <w:r w:rsidRPr="00710875">
        <w:rPr>
          <w:rFonts w:ascii="Verdana" w:hAnsi="Verdana"/>
          <w:b/>
          <w:color w:val="000000"/>
          <w:sz w:val="36"/>
        </w:rPr>
        <w:t xml:space="preserve">Los Faros de Luz – Re-cordatorios </w:t>
      </w:r>
      <w:r>
        <w:rPr>
          <w:rFonts w:ascii="Verdana" w:hAnsi="Verdana"/>
          <w:b/>
          <w:color w:val="000000"/>
          <w:sz w:val="36"/>
        </w:rPr>
        <w:t xml:space="preserve">desde </w:t>
      </w:r>
      <w:r w:rsidRPr="00710875">
        <w:rPr>
          <w:rFonts w:ascii="Verdana" w:hAnsi="Verdana"/>
          <w:b/>
          <w:color w:val="000000"/>
          <w:sz w:val="36"/>
        </w:rPr>
        <w:t>el Hogar</w:t>
      </w:r>
    </w:p>
    <w:p w:rsidR="009A3AB1" w:rsidRDefault="009A3AB1" w:rsidP="00710875">
      <w:pPr>
        <w:spacing w:after="0" w:line="240" w:lineRule="auto"/>
        <w:jc w:val="center"/>
        <w:rPr>
          <w:rFonts w:ascii="Verdana" w:hAnsi="Verdana"/>
          <w:b/>
          <w:color w:val="000000"/>
          <w:sz w:val="28"/>
        </w:rPr>
      </w:pPr>
    </w:p>
    <w:p w:rsidR="009A3AB1" w:rsidRPr="00710875" w:rsidRDefault="009A3AB1" w:rsidP="00710875">
      <w:pPr>
        <w:spacing w:after="0" w:line="240" w:lineRule="auto"/>
        <w:jc w:val="center"/>
        <w:rPr>
          <w:rFonts w:ascii="Times New Roman" w:hAnsi="Times New Roman"/>
          <w:sz w:val="24"/>
        </w:rPr>
      </w:pPr>
      <w:r>
        <w:rPr>
          <w:rFonts w:ascii="Verdana" w:hAnsi="Verdana"/>
          <w:b/>
          <w:color w:val="000000"/>
          <w:sz w:val="28"/>
        </w:rPr>
        <w:t>Noviembre</w:t>
      </w:r>
      <w:r w:rsidRPr="00710875">
        <w:rPr>
          <w:rFonts w:ascii="Verdana" w:hAnsi="Verdana"/>
          <w:b/>
          <w:color w:val="000000"/>
          <w:sz w:val="28"/>
        </w:rPr>
        <w:t xml:space="preserve"> 2017</w:t>
      </w:r>
    </w:p>
    <w:p w:rsidR="009A3AB1" w:rsidRPr="00710875" w:rsidRDefault="009A3AB1" w:rsidP="00710875">
      <w:pPr>
        <w:spacing w:after="0" w:line="240" w:lineRule="auto"/>
        <w:rPr>
          <w:rFonts w:ascii="Times New Roman" w:hAnsi="Times New Roman"/>
          <w:sz w:val="24"/>
        </w:rPr>
      </w:pPr>
    </w:p>
    <w:p w:rsidR="009A3AB1" w:rsidRPr="00DC5B9D" w:rsidRDefault="009A3AB1" w:rsidP="00710875">
      <w:pPr>
        <w:spacing w:after="0" w:line="240" w:lineRule="auto"/>
        <w:jc w:val="center"/>
        <w:rPr>
          <w:rFonts w:ascii="Times New Roman" w:hAnsi="Times New Roman"/>
          <w:sz w:val="24"/>
        </w:rPr>
      </w:pPr>
      <w:r w:rsidRPr="00DC5B9D">
        <w:rPr>
          <w:rFonts w:ascii="Verdana" w:hAnsi="Verdana"/>
          <w:b/>
          <w:sz w:val="36"/>
        </w:rPr>
        <w:t xml:space="preserve">~ </w:t>
      </w:r>
      <w:r>
        <w:rPr>
          <w:rFonts w:ascii="Verdana" w:hAnsi="Verdana"/>
          <w:b/>
          <w:sz w:val="36"/>
        </w:rPr>
        <w:t>Viajeros en el Tiempo ~</w:t>
      </w:r>
    </w:p>
    <w:p w:rsidR="009A3AB1" w:rsidRPr="00710875" w:rsidRDefault="009A3AB1" w:rsidP="00710875">
      <w:pPr>
        <w:spacing w:after="240" w:line="240" w:lineRule="auto"/>
        <w:rPr>
          <w:rFonts w:ascii="Times New Roman" w:hAnsi="Times New Roman"/>
          <w:sz w:val="24"/>
        </w:rPr>
      </w:pPr>
    </w:p>
    <w:p w:rsidR="009A3AB1" w:rsidRPr="00710875" w:rsidRDefault="009A3AB1" w:rsidP="00163397">
      <w:pPr>
        <w:rPr>
          <w:rFonts w:ascii="Times New Roman" w:hAnsi="Times New Roman"/>
          <w:sz w:val="24"/>
          <w:szCs w:val="24"/>
          <w:lang w:eastAsia="es-ES"/>
        </w:rPr>
      </w:pPr>
      <w:r w:rsidRPr="00BE78DB">
        <w:rPr>
          <w:rFonts w:cs="Calibri"/>
          <w:noProof/>
          <w:color w:val="000000"/>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https://lh6.googleusercontent.com/UOKrKxkwGLK8qb5pAOqvvAvx0S8p3VndwLnzt_bIOLGijN-zsWYDmD4MBXhg5xwNb8SU7CQi0U0PHJgKUN3X-_qbYHV-qJgimN91x_xeAZWIYFIWzEmgK9SqIxEVzM6hjJEhrPsw-dQrV8v7qw" style="width:136.5pt;height:64.5pt;visibility:visible">
            <v:imagedata r:id="rId5" o:title=""/>
          </v:shape>
        </w:pict>
      </w:r>
    </w:p>
    <w:p w:rsidR="009A3AB1" w:rsidRPr="00424D7D" w:rsidRDefault="009A3AB1" w:rsidP="00424D7D">
      <w:pPr>
        <w:spacing w:after="0" w:line="240" w:lineRule="auto"/>
        <w:rPr>
          <w:rFonts w:ascii="Arial" w:hAnsi="Arial" w:cs="Arial"/>
          <w:sz w:val="20"/>
          <w:szCs w:val="20"/>
        </w:rPr>
      </w:pPr>
      <w:r w:rsidRPr="00DC5B9D">
        <w:t>Los Faros de Luz</w:t>
      </w:r>
      <w:r>
        <w:br/>
      </w:r>
      <w:r w:rsidRPr="00424D7D">
        <w:t>Noviembre de 2017</w:t>
      </w:r>
      <w:r>
        <w:br/>
      </w:r>
      <w:r w:rsidRPr="00424D7D">
        <w:t>Presentado en Vivo el día 28/10/2017</w:t>
      </w:r>
    </w:p>
    <w:p w:rsidR="009A3AB1" w:rsidRPr="00424D7D" w:rsidRDefault="009A3AB1" w:rsidP="00424D7D">
      <w:pPr>
        <w:pStyle w:val="gmail-m-7116376926095946059ydp4d5f1f1dmsonormal"/>
        <w:rPr>
          <w:rFonts w:ascii="Arial" w:hAnsi="Arial" w:cs="Arial"/>
        </w:rPr>
      </w:pPr>
      <w:r w:rsidRPr="00424D7D">
        <w:rPr>
          <w:rFonts w:ascii="Arial" w:hAnsi="Arial" w:cs="Arial"/>
        </w:rPr>
        <w:br/>
      </w:r>
      <w:r w:rsidRPr="00424D7D">
        <w:rPr>
          <w:rFonts w:ascii="Arial" w:hAnsi="Arial" w:cs="Arial"/>
          <w:b/>
          <w:bCs/>
          <w:sz w:val="28"/>
          <w:szCs w:val="28"/>
        </w:rPr>
        <w:t>Celebren la ascensión de lo femenino</w:t>
      </w:r>
    </w:p>
    <w:p w:rsidR="009A3AB1" w:rsidRPr="00424D7D" w:rsidRDefault="009A3AB1" w:rsidP="00424D7D">
      <w:pPr>
        <w:pStyle w:val="gmail-m-7116376926095946059ydp4d5f1f1dmsonormal"/>
        <w:rPr>
          <w:rFonts w:ascii="Arial" w:hAnsi="Arial" w:cs="Arial"/>
          <w:sz w:val="20"/>
          <w:szCs w:val="20"/>
        </w:rPr>
      </w:pPr>
      <w:r w:rsidRPr="00424D7D">
        <w:rPr>
          <w:rFonts w:ascii="Arial" w:hAnsi="Arial" w:cs="Arial"/>
          <w:sz w:val="20"/>
          <w:szCs w:val="20"/>
        </w:rPr>
        <w:t>Saludos, queridos, yo soy Merlia.</w:t>
      </w:r>
    </w:p>
    <w:p w:rsidR="009A3AB1" w:rsidRPr="00424D7D" w:rsidRDefault="009A3AB1" w:rsidP="00424D7D">
      <w:pPr>
        <w:pStyle w:val="gmail-m-7116376926095946059ydp4d5f1f1dmsonormal"/>
        <w:jc w:val="both"/>
        <w:rPr>
          <w:rFonts w:ascii="Arial" w:hAnsi="Arial" w:cs="Arial"/>
          <w:sz w:val="20"/>
          <w:szCs w:val="20"/>
        </w:rPr>
      </w:pPr>
      <w:r w:rsidRPr="00424D7D">
        <w:rPr>
          <w:rFonts w:ascii="Arial" w:hAnsi="Arial" w:cs="Arial"/>
          <w:sz w:val="20"/>
          <w:szCs w:val="20"/>
        </w:rPr>
        <w:t>Estoy encantada de unirme a ustedes hoy viendo cómo cambia a cada instante su juego en el planeta Tierra. Para nosotros es hermoso verlos desde aquí. Ha comenzado la magia y deseo hablarles más sobre lo que pueden esperar ver en la Tierra. Lo que vemos desde este lado del velo es realmente emocionante. Efectivamente, hay mucha conmoción a medida que la energía femenina aumenta. También se está experimentando un gran ajuste porque los seres humanos viven en un mundo en el cual ya no hay más secretos y, a medida que aumenta el estado de vibración, pueden ver las cosas desde una perspectiva más elevada. Eso está sucediendo ahora y continuará durante un tiempo. De hecho, es maravilloso, pero también intimida un poco. La energía de lo femenino está aumentando ahora, se ve representada a diario en los titulares y en los hechos que se abren camino hacia su consciencia.  Ha habido un gran desequilibrio entre lo masculino y lo femenino durante mucho tiempo y estamos comenzando a ver que se está corrigiendo muy rápidamente.</w:t>
      </w:r>
    </w:p>
    <w:p w:rsidR="009A3AB1" w:rsidRPr="00424D7D" w:rsidRDefault="009A3AB1" w:rsidP="00424D7D">
      <w:pPr>
        <w:pStyle w:val="gmail-m-7116376926095946059ydp4d5f1f1dmsonormal"/>
        <w:rPr>
          <w:rFonts w:ascii="Arial" w:hAnsi="Arial" w:cs="Arial"/>
        </w:rPr>
      </w:pPr>
      <w:r w:rsidRPr="00424D7D">
        <w:rPr>
          <w:rFonts w:ascii="Arial" w:hAnsi="Arial" w:cs="Arial"/>
          <w:b/>
          <w:bCs/>
          <w:sz w:val="28"/>
          <w:szCs w:val="28"/>
        </w:rPr>
        <w:t>Una nueva consciencia</w:t>
      </w:r>
    </w:p>
    <w:p w:rsidR="009A3AB1" w:rsidRPr="00424D7D" w:rsidRDefault="009A3AB1" w:rsidP="00424D7D">
      <w:pPr>
        <w:pStyle w:val="gmail-m-7116376926095946059ydp4d5f1f1dmsonormal"/>
        <w:jc w:val="both"/>
        <w:rPr>
          <w:rFonts w:ascii="Arial" w:hAnsi="Arial" w:cs="Arial"/>
          <w:sz w:val="20"/>
          <w:szCs w:val="20"/>
        </w:rPr>
      </w:pPr>
      <w:r w:rsidRPr="00424D7D">
        <w:rPr>
          <w:rFonts w:ascii="Arial" w:hAnsi="Arial" w:cs="Arial"/>
          <w:sz w:val="20"/>
          <w:szCs w:val="20"/>
        </w:rPr>
        <w:t>Muchos de esos acontecimientos ocupan grandes titulares e historias que deberían haberse compartido hace mucho tiempo, pero francamente el colectivo no estaba listo para escucharlo. Aunque esas historias se vuelven a contar, ahora son escuchadas. Si bien muchos de los titulares señalan a personas que generalmente están frente a una cámara de video o son figuras públicas, esta vez es diferente. El tener que hacer favores sexuales para conseguir trabajo está desapareciendo, ¿no es maravilloso? Después de todos estos años, finalmente han decidido eliminar eso y aparece diariamente en los titulares. Queridos, les decimos que esto se sentirá más adelante. En todos lados, las personas están reevaluando sus acciones pasadas y en estos momentos a muchos les tiemblan las piernas mientras se preguntan hasta dónde llegará todo eso, a escala figurativa. Esa escala nunca será la misma, porque el colectivo de la humanidad ha alcanzado un nuevo nivel de consciencia. Es el momento perfecto, porque establece la energía para que lo femenino se eleve y equilibre el poder en el planeta Tierra. Ustedes han estado inmersos en el hermoso poder versus la fuerza durante mucho tiempo, pero este es el momento de despertar del sueño y asumir su poder. Si bien muchos de ustedes siempre han sido empáticos, tuvieron que refugiarse en su interior para protegerse. En un futuro cercano, a medida que lo femenino se eleve, podrán dejar su corazón abierto cuando caminen por la calle, o incluso cuando se pongan de pie para expresar su verdad. Todo eso ocurrirá muy pronto.</w:t>
      </w:r>
    </w:p>
    <w:p w:rsidR="009A3AB1" w:rsidRPr="00424D7D" w:rsidRDefault="009A3AB1" w:rsidP="00424D7D">
      <w:pPr>
        <w:pStyle w:val="gmail-m-7116376926095946059ydp4d5f1f1dmsonormal"/>
        <w:jc w:val="both"/>
        <w:rPr>
          <w:rFonts w:ascii="Arial" w:hAnsi="Arial" w:cs="Arial"/>
          <w:sz w:val="20"/>
          <w:szCs w:val="20"/>
        </w:rPr>
      </w:pPr>
      <w:r w:rsidRPr="00424D7D">
        <w:rPr>
          <w:rFonts w:ascii="Arial" w:hAnsi="Arial" w:cs="Arial"/>
          <w:sz w:val="20"/>
          <w:szCs w:val="20"/>
        </w:rPr>
        <w:t>En estos momentos están sucediendo ajustes importantes y el desequilibrio de lo masculino y lo femenino es uno de los grandes temas. Es un momento maravilloso para muchos y algunos han reservado su asiento en la Tierra. Como el Científico del Corazón les comentará más adelante, algunos incluso han logrado viajar a tiempo para estar aquí y ahora. Sí, sus sueños comienzan a volverse realidad. Entonces, ¿significa eso que lo femenino asumirá el poder y lo masculino se hará a un lado? No, queridos. En la quinta dimensión no es necesaria la dualidad con la que los seres humanos han estado viviendo. Por primera vez, será posible equilibrar las dos energías. Aun cuando lo femenino está ahora en aumento, también generará una reacción violenta. No se desalienten cuando eso ocurra, ya que sencillamente es la forma en la que evolucionan los seres humanos. Sepan que nunca volverá a ser lo que fue, porque ahora hay una consciencia humana que ha sido aceptada por el colectivo. No se trata de una persona o de un  acontecimiento único. Más bien, se trata de la vibración colectiva de la humanidad que está dispuesta a asumir la responsabilidad de la igualdad de una manera nueva, lo que es maravilloso y debe celebrarse.</w:t>
      </w:r>
    </w:p>
    <w:p w:rsidR="009A3AB1" w:rsidRPr="00424D7D" w:rsidRDefault="009A3AB1" w:rsidP="00424D7D">
      <w:pPr>
        <w:pStyle w:val="gmail-m-7116376926095946059ydp4d5f1f1dmsonormal"/>
        <w:jc w:val="both"/>
        <w:rPr>
          <w:rFonts w:ascii="Arial" w:hAnsi="Arial" w:cs="Arial"/>
        </w:rPr>
      </w:pPr>
      <w:r w:rsidRPr="00424D7D">
        <w:rPr>
          <w:rFonts w:ascii="Arial" w:hAnsi="Arial" w:cs="Arial"/>
          <w:b/>
          <w:bCs/>
          <w:sz w:val="28"/>
          <w:szCs w:val="28"/>
        </w:rPr>
        <w:t>No más secretos</w:t>
      </w:r>
    </w:p>
    <w:p w:rsidR="009A3AB1" w:rsidRPr="003272CA" w:rsidRDefault="009A3AB1" w:rsidP="00424D7D">
      <w:pPr>
        <w:pStyle w:val="gmail-m-7116376926095946059ydp4d5f1f1dmsonormal"/>
        <w:jc w:val="both"/>
        <w:rPr>
          <w:rFonts w:ascii="Arial" w:hAnsi="Arial" w:cs="Arial"/>
          <w:sz w:val="20"/>
          <w:szCs w:val="20"/>
        </w:rPr>
      </w:pPr>
      <w:r w:rsidRPr="003272CA">
        <w:rPr>
          <w:rStyle w:val="gmail-m-7116376926095946059ydp4d5f1f1dalt-edited"/>
          <w:rFonts w:ascii="Arial" w:hAnsi="Arial" w:cs="Arial"/>
          <w:sz w:val="20"/>
          <w:szCs w:val="20"/>
        </w:rPr>
        <w:t>Viven en el tiempo de No Más Secretos. La humanidad está descubriendo eso ahora con su internet. Descubren que casi todo puede ser pirateado de una forma u otra y, sin importar dónde escondan sus mayores secretos, todo se llega a saber. Los seres humanos están ahora a punto de descubrir cuánta energía se requiere para guardar secretos. Sin secretos, uno tiene un poder completamente nuevo y eso es lo que la humanidad está descubriendo. Incluso habrá un equilibrio de la energía masculina/femenina en el lugar de trabajo, que actualmente tiene niveles visiblemente muy elevados que permiten que suceda ese cambio. Lo importante no es la igualdad de los seres humanos, sino la igualdad de los espíritus que tienen en su interior.</w:t>
      </w:r>
    </w:p>
    <w:p w:rsidR="009A3AB1" w:rsidRPr="003272CA" w:rsidRDefault="009A3AB1" w:rsidP="00424D7D">
      <w:pPr>
        <w:pStyle w:val="gmail-m-7116376926095946059ydp4d5f1f1dmsonormal"/>
        <w:jc w:val="both"/>
        <w:rPr>
          <w:rFonts w:ascii="Arial" w:hAnsi="Arial" w:cs="Arial"/>
          <w:sz w:val="20"/>
          <w:szCs w:val="20"/>
        </w:rPr>
      </w:pPr>
      <w:r w:rsidRPr="003272CA">
        <w:rPr>
          <w:rStyle w:val="gmail-m-7116376926095946059ydp4d5f1f1dalt-edited"/>
          <w:rFonts w:ascii="Arial" w:hAnsi="Arial" w:cs="Arial"/>
          <w:sz w:val="20"/>
          <w:szCs w:val="20"/>
        </w:rPr>
        <w:t>El aspecto femenino debe ocupar su lugar, porque es una energía subyacente muy silenciosa. Se trata de la armonía, no de la fuerza. Ahora que la energía femenina se está elevando en consciencia, la acompaña un grado de responsabilidad. Y les pedimos a todos que asuman ese grado de responsabilidad sin importar qué tipo de cuerpo físico estén habitando. Independientemente de que tengan un cuerpo masculino o femenino, si permiten que la energía femenina se eleve en armonía, descubrirán una nueva herramienta de creación de la quinta dimensión. Pronto será crucial que todos expresen su propia verdad. Sin embargo, eso es difícil porque todos creen que solo existe una verdad.</w:t>
      </w:r>
    </w:p>
    <w:p w:rsidR="009A3AB1" w:rsidRPr="003272CA" w:rsidRDefault="009A3AB1" w:rsidP="00424D7D">
      <w:pPr>
        <w:pStyle w:val="gmail-m-7116376926095946059ydp4d5f1f1dmsonormal"/>
        <w:jc w:val="both"/>
        <w:rPr>
          <w:rFonts w:ascii="Arial" w:hAnsi="Arial" w:cs="Arial"/>
          <w:sz w:val="20"/>
          <w:szCs w:val="20"/>
        </w:rPr>
      </w:pPr>
      <w:r w:rsidRPr="003272CA">
        <w:rPr>
          <w:rStyle w:val="gmail-m-7116376926095946059ydp4d5f1f1dalt-edited"/>
          <w:rFonts w:ascii="Arial" w:hAnsi="Arial" w:cs="Arial"/>
          <w:sz w:val="20"/>
          <w:szCs w:val="20"/>
        </w:rPr>
        <w:t>Cuando se está en equilibrio, es posible permanecer en su verdad mientras se está en armonía al lado de alguien con una verdad diferente. Ahora están participando en el juego de fingir ser humanos. Lo están permitiendo, avanzando en armonía con una reverencia y divinidad que solo los seres humanos pueden contener. Sí, queridos, está surgiendo el equilibrio femenino.</w:t>
      </w:r>
    </w:p>
    <w:p w:rsidR="009A3AB1" w:rsidRPr="003272CA" w:rsidRDefault="009A3AB1" w:rsidP="00424D7D">
      <w:pPr>
        <w:pStyle w:val="gmail-m-7116376926095946059ydp4d5f1f1dmsonormal"/>
        <w:jc w:val="both"/>
        <w:rPr>
          <w:rFonts w:ascii="Arial" w:hAnsi="Arial" w:cs="Arial"/>
          <w:sz w:val="20"/>
          <w:szCs w:val="20"/>
        </w:rPr>
      </w:pPr>
      <w:r w:rsidRPr="003272CA">
        <w:rPr>
          <w:rStyle w:val="gmail-m-7116376926095946059ydp4d5f1f1dalt-edited"/>
          <w:rFonts w:ascii="Arial" w:hAnsi="Arial" w:cs="Arial"/>
          <w:sz w:val="20"/>
          <w:szCs w:val="20"/>
        </w:rPr>
        <w:t>La magia ha comenzado en el planeta Tierra. Los cambios están en marcha y nos sentimos muy emocionados de ver que se está presentando. Sí, las personas que reciben toda la atención en los niveles más elevados de visibilidad están pasando por momentos muy difíciles en estos momentos. Algunas de ellas sentirán que es injusto e increíblemente desafiante y se preguntarán por qué les está pasando esto. Queridos, envíenles su energía y agradézcanles, porque no son sus enemigos. Sacar estos secretos a la superficie ha servido para un propósito increíble. Su contrato sagrado es ayudar en el cambio hacia una consciencia superior, y se atrevieron a ponerse de pie y representar un papel que puede cambiar a toda la humanidad. Comprendan que ya no hay chicos buenos o malos, porque esa era la historia de dualidad que a los seres humanos les encantaba jugar. Sí, agradézcanles por personificar esos roles y llevar adelante esa injusticia increíble para que todos la vean y ayuden a reequilibrarla en sus mentes y en sus corazones.</w:t>
      </w:r>
    </w:p>
    <w:p w:rsidR="009A3AB1" w:rsidRPr="003272CA" w:rsidRDefault="009A3AB1" w:rsidP="00424D7D">
      <w:pPr>
        <w:pStyle w:val="gmail-m-7116376926095946059ydp4d5f1f1dmsonormal"/>
        <w:jc w:val="both"/>
        <w:rPr>
          <w:rFonts w:ascii="Arial" w:hAnsi="Arial" w:cs="Arial"/>
        </w:rPr>
      </w:pPr>
      <w:r w:rsidRPr="003272CA">
        <w:rPr>
          <w:rStyle w:val="gmail-m-7116376926095946059ydp4d5f1f1dalt-edited"/>
          <w:rFonts w:ascii="Arial" w:hAnsi="Arial" w:cs="Arial"/>
          <w:b/>
          <w:bCs/>
        </w:rPr>
        <w:t>El péndulo del progreso humano</w:t>
      </w:r>
    </w:p>
    <w:p w:rsidR="009A3AB1" w:rsidRPr="003272CA" w:rsidRDefault="009A3AB1" w:rsidP="00424D7D">
      <w:pPr>
        <w:pStyle w:val="gmail-m-7116376926095946059ydp4d5f1f1dmsonormal"/>
        <w:spacing w:after="0" w:afterAutospacing="0"/>
        <w:jc w:val="both"/>
        <w:rPr>
          <w:rFonts w:ascii="Arial" w:hAnsi="Arial" w:cs="Arial"/>
          <w:sz w:val="20"/>
          <w:szCs w:val="20"/>
        </w:rPr>
      </w:pPr>
      <w:r w:rsidRPr="003272CA">
        <w:rPr>
          <w:rFonts w:ascii="Arial" w:hAnsi="Arial" w:cs="Arial"/>
          <w:sz w:val="20"/>
          <w:szCs w:val="20"/>
        </w:rPr>
        <w:t xml:space="preserve">Les decimos que este cambio modificará muchas cosas y es solo el comienzo del nuevo equilibrio. Habrá oscilaciones, porque así es como evolucionan los seres humanos en la Tierra, el péndulo del progreso humano. Se mueven lejos hacia un extremo, luego comienza todo de nuevo (hacia el otro extremo). Así es como avanzan los seres humanos hasta alcanzar el siguiente nivel y sería muy importante para las mujeres elevarse y asumir un nivel fundamental de poder. ¿Cómo se puede lograr? Queridos, enfóquense en las similitudes en vez de las diferencias. ¡En estos momentos, en este planeta, está ocurriendo una separación increíble! Incluso están separando la energía masculina y la femenina cuando en realidad todos ustedes son espíritus; realmente no tienen una energía masculina o una femenina. Todos ustedes provienen del Hogar, pero todavía están viendo las cosas desde el punto de vista de la polaridad. Ahora que han entrado en la quinta dimensión pueden ver la perspectiva general y mantener su aspecto equilibrado. La increíble energía femenina ha permanecido en el temor y oculta durante largo tiempo. Queridos, ahora están en ese punto de la oscilación del péndulo en el que llega el momento de dar el siguiente salto. Eso sucede a diario. Pónganse de pie para observar cómo la humanidad da sus próximos pasos de la misma manera que lo hacemos nosotros. Los observamos con gran orgullo a medida que salen de la vieja dualidad y polaridad en pos de la armonía. Pronto ya no tendrán que declararse superiores a los demás. </w:t>
      </w:r>
    </w:p>
    <w:p w:rsidR="009A3AB1" w:rsidRPr="00424D7D" w:rsidRDefault="009A3AB1" w:rsidP="00424D7D">
      <w:pPr>
        <w:pStyle w:val="gmail-m-7116376926095946059ydp4d5f1f1dmsonormal"/>
        <w:spacing w:after="0" w:afterAutospacing="0"/>
        <w:rPr>
          <w:rFonts w:ascii="Arial" w:hAnsi="Arial" w:cs="Arial"/>
        </w:rPr>
      </w:pPr>
      <w:r w:rsidRPr="00424D7D">
        <w:rPr>
          <w:rFonts w:ascii="Arial" w:hAnsi="Arial" w:cs="Arial"/>
          <w:b/>
          <w:bCs/>
          <w:color w:val="000000"/>
          <w:sz w:val="28"/>
          <w:szCs w:val="28"/>
        </w:rPr>
        <w:t>El nuevo equilibrio de la armonía</w:t>
      </w:r>
      <w:r w:rsidRPr="00424D7D">
        <w:rPr>
          <w:rFonts w:ascii="Arial" w:hAnsi="Arial" w:cs="Arial"/>
          <w:color w:val="000000"/>
          <w:sz w:val="28"/>
          <w:szCs w:val="28"/>
        </w:rPr>
        <w:t xml:space="preserve"> </w:t>
      </w:r>
    </w:p>
    <w:p w:rsidR="009A3AB1" w:rsidRPr="003272CA" w:rsidRDefault="009A3AB1" w:rsidP="00424D7D">
      <w:pPr>
        <w:pStyle w:val="gmail-m-7116376926095946059ydp4d5f1f1dmsonormal"/>
        <w:spacing w:after="0" w:afterAutospacing="0"/>
        <w:rPr>
          <w:rFonts w:ascii="Arial" w:hAnsi="Arial" w:cs="Arial"/>
          <w:sz w:val="20"/>
          <w:szCs w:val="20"/>
        </w:rPr>
      </w:pPr>
      <w:r w:rsidRPr="003272CA">
        <w:rPr>
          <w:rFonts w:ascii="Arial" w:hAnsi="Arial" w:cs="Arial"/>
          <w:color w:val="000000"/>
          <w:sz w:val="20"/>
          <w:szCs w:val="20"/>
        </w:rPr>
        <w:t xml:space="preserve">Toda la humanidad puede avanzar hacia un nuevo equilibrio y estamos increíblemente entusiasmados con la idea. No importa hacia dónde se dirija, qué haga o qué le suceda a la humanidad a partir de ahora, pues tienen la oportunidad de dominarlo ahora mismo. Todos en la Tierra pueden compartir parte de esa energía de alguna manera. Observen retrospectivamente su propia historia y sus acciones y simplemente expresen su intención de corregir aquello que hicieron indebidamente. Trabajen para hallar la armonía en vez de usar la fuerza, dejen que las cosas les lleguen naturalmente. Descubrirán que incluso el más grande entre ustedes ha hecho esto en alguna forma. Durante mucho tiempo, las mujeres creyeron que tenían que actuar como hombres para tener éxito, especialmente en lo que llaman los “negocios.” ¿Cómo puede cambiarse eso? ¿Cómo pueden avanzar en armonía, utilizando la creatividad femenina con la que todo el mundo nace? ¿Cómo se la puede usar para equilibrar la balanza en el futuro? Ante todo, observen el interior de su propio corazón y tengan en cuenta los prejuicios con los que crecieron. Casi todos ustedes quedaron impregnados con ellos de una forma u otra, lo que no está ni bien ni mal. Sencillamente se requiere una reevaluación al respecto. Esos son los grandes ajustes que toda la humanidad está empezando a llevar a cabo en estos momentos. ¡Qué época tan increíble para estar vivos en el planeta Tierra! Han reservado su lugar aquí y no podríamos sentirnos más orgullosos por ello. </w:t>
      </w:r>
    </w:p>
    <w:p w:rsidR="009A3AB1" w:rsidRPr="003272CA" w:rsidRDefault="009A3AB1" w:rsidP="00424D7D">
      <w:pPr>
        <w:pStyle w:val="gmail-m-7116376926095946059ydp4d5f1f1dmsonormal"/>
        <w:spacing w:after="0" w:afterAutospacing="0"/>
        <w:rPr>
          <w:rFonts w:ascii="Arial" w:hAnsi="Arial" w:cs="Arial"/>
          <w:sz w:val="20"/>
          <w:szCs w:val="20"/>
        </w:rPr>
      </w:pPr>
      <w:r w:rsidRPr="003272CA">
        <w:rPr>
          <w:rFonts w:ascii="Arial" w:hAnsi="Arial" w:cs="Arial"/>
          <w:color w:val="000000"/>
          <w:sz w:val="20"/>
          <w:szCs w:val="20"/>
        </w:rPr>
        <w:t xml:space="preserve">Queridos, ustedes son los ángeles más grandiosos que hayan existido jamás y ahora están cambiando el juego a cada paso que dan. Continúen con la buena labor, confíen en que están logrando sus objetivos y sepan que los amamos. </w:t>
      </w:r>
    </w:p>
    <w:p w:rsidR="009A3AB1" w:rsidRPr="003272CA" w:rsidRDefault="009A3AB1" w:rsidP="00424D7D">
      <w:pPr>
        <w:pStyle w:val="gmail-m-7116376926095946059ydp4d5f1f1dmsonormal"/>
        <w:spacing w:after="0" w:afterAutospacing="0"/>
        <w:rPr>
          <w:rFonts w:ascii="Arial" w:hAnsi="Arial" w:cs="Arial"/>
          <w:sz w:val="20"/>
          <w:szCs w:val="20"/>
        </w:rPr>
      </w:pPr>
      <w:r w:rsidRPr="003272CA">
        <w:rPr>
          <w:rFonts w:ascii="Arial" w:hAnsi="Arial" w:cs="Arial"/>
          <w:color w:val="000000"/>
          <w:sz w:val="20"/>
          <w:szCs w:val="20"/>
        </w:rPr>
        <w:t>Yo soy Merlia. Vengan a verme alguna vez.</w:t>
      </w:r>
    </w:p>
    <w:p w:rsidR="009A3AB1" w:rsidRPr="003272CA" w:rsidRDefault="009A3AB1" w:rsidP="00424D7D">
      <w:pPr>
        <w:pStyle w:val="gmail-m-7116376926095946059ydp4d5f1f1dmsonormal"/>
        <w:spacing w:after="0" w:afterAutospacing="0"/>
        <w:rPr>
          <w:rFonts w:ascii="Arial" w:hAnsi="Arial" w:cs="Arial"/>
          <w:sz w:val="20"/>
          <w:szCs w:val="20"/>
        </w:rPr>
      </w:pPr>
      <w:r w:rsidRPr="003272CA">
        <w:rPr>
          <w:rFonts w:ascii="Arial" w:hAnsi="Arial" w:cs="Arial"/>
          <w:color w:val="000000"/>
          <w:sz w:val="20"/>
          <w:szCs w:val="20"/>
        </w:rPr>
        <w:t> </w:t>
      </w:r>
    </w:p>
    <w:p w:rsidR="009A3AB1" w:rsidRPr="003272CA" w:rsidRDefault="009A3AB1" w:rsidP="00424D7D">
      <w:pPr>
        <w:pStyle w:val="gmail-m-7116376926095946059ydp4d5f1f1dmsonormal"/>
        <w:spacing w:after="0" w:afterAutospacing="0"/>
        <w:rPr>
          <w:rFonts w:ascii="Arial" w:hAnsi="Arial" w:cs="Arial"/>
          <w:sz w:val="20"/>
          <w:szCs w:val="20"/>
        </w:rPr>
      </w:pPr>
      <w:r w:rsidRPr="003272CA">
        <w:rPr>
          <w:rFonts w:ascii="Arial" w:hAnsi="Arial" w:cs="Arial"/>
          <w:color w:val="000000"/>
          <w:sz w:val="20"/>
          <w:szCs w:val="20"/>
        </w:rPr>
        <w:t>Espavo.</w:t>
      </w:r>
    </w:p>
    <w:p w:rsidR="009A3AB1" w:rsidRPr="003272CA" w:rsidRDefault="009A3AB1" w:rsidP="00424D7D">
      <w:pPr>
        <w:pStyle w:val="gmail-m-7116376926095946059ydp4d5f1f1dmsonormal"/>
        <w:spacing w:after="0" w:afterAutospacing="0"/>
        <w:rPr>
          <w:rFonts w:ascii="Arial" w:hAnsi="Arial" w:cs="Arial"/>
          <w:sz w:val="20"/>
          <w:szCs w:val="20"/>
        </w:rPr>
      </w:pPr>
      <w:r w:rsidRPr="003272CA">
        <w:rPr>
          <w:rFonts w:ascii="Arial" w:hAnsi="Arial" w:cs="Arial"/>
          <w:color w:val="000000"/>
          <w:sz w:val="20"/>
          <w:szCs w:val="20"/>
        </w:rPr>
        <w:t> </w:t>
      </w:r>
      <w:r w:rsidRPr="003272CA">
        <w:rPr>
          <w:rFonts w:ascii="Arial" w:hAnsi="Arial" w:cs="Arial"/>
          <w:b/>
          <w:bCs/>
          <w:color w:val="000000"/>
          <w:sz w:val="20"/>
          <w:szCs w:val="20"/>
        </w:rPr>
        <w:t> </w:t>
      </w:r>
    </w:p>
    <w:p w:rsidR="009A3AB1" w:rsidRPr="003272CA" w:rsidRDefault="009A3AB1" w:rsidP="00424D7D">
      <w:pPr>
        <w:pStyle w:val="gmail-m-7116376926095946059ydp4d5f1f1dmsonormal"/>
        <w:jc w:val="both"/>
        <w:rPr>
          <w:rFonts w:ascii="Arial" w:hAnsi="Arial" w:cs="Arial"/>
          <w:sz w:val="20"/>
          <w:szCs w:val="20"/>
        </w:rPr>
      </w:pPr>
      <w:r w:rsidRPr="003272CA">
        <w:rPr>
          <w:rStyle w:val="gmail-m-7116376926095946059ydp4d5f1f1dalt-edited"/>
          <w:rFonts w:ascii="Arial" w:hAnsi="Arial" w:cs="Arial"/>
          <w:sz w:val="20"/>
          <w:szCs w:val="20"/>
        </w:rPr>
        <w:t>Saludos, queridos, yo soy el Científico del Corazón.</w:t>
      </w:r>
    </w:p>
    <w:p w:rsidR="009A3AB1" w:rsidRPr="00424D7D" w:rsidRDefault="009A3AB1" w:rsidP="00424D7D">
      <w:pPr>
        <w:pStyle w:val="gmail-m-7116376926095946059ydp4d5f1f1dmsonormal"/>
        <w:jc w:val="both"/>
        <w:rPr>
          <w:rFonts w:ascii="Arial" w:hAnsi="Arial" w:cs="Arial"/>
        </w:rPr>
      </w:pPr>
      <w:r w:rsidRPr="00424D7D">
        <w:rPr>
          <w:rStyle w:val="gmail-m-7116376926095946059ydp4d5f1f1dalt-edited"/>
          <w:rFonts w:ascii="Arial" w:hAnsi="Arial" w:cs="Arial"/>
          <w:b/>
          <w:bCs/>
          <w:sz w:val="28"/>
          <w:szCs w:val="28"/>
        </w:rPr>
        <w:t>Viajeros espirituales en el tiempo</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Me uno a ustedes en este día para explicarles algo. Queridos, han estado trabajando en la ilusión del tiempo y muchos de ustedes incluso retrocedieron en el tiempo para estar aquí en estos momentos críticos de la Tierra. Permítanme comenzar explicándoles que forman parte de una familia, la Familia del E. Pueden llamarla Familia del Empoderamiento, Iluminación o Evolución, pero usamos esa letra específica porque tiene un significado especial y universal en todos los idiomas. En la Tierra, es el sonido más común de todos los idiomas. En realidad, resuena con la energía de su corazón de la forma más bella para unirlos a todos en la unidad. Ustedes han encarnado en diferentes partes del mundo y del universo. Siempre que se presente una oportunidad para alcanzar una masa crítica, encarnarán y ayudarán a lograr el cambio. Los cambios que están sucediendo en la Tierra en estos momentos son tan importantes que esta vez muchos integrantes de la Familia del E llegaron a retroceder en el tiempo para sembrar las semillas importantes que se necesitan ahora. Y aquí están frente a la unificación perfecta de tiempo y espacio; ello se debe a que muchos de ustedes son viajeros en el tiempo. En realidad, la razón por la cual existe ese aumento de la energía femenina es porque muchos de ustedes trajeron esas improntas desde el futuro.</w:t>
      </w:r>
    </w:p>
    <w:p w:rsidR="009A3AB1" w:rsidRPr="00424D7D" w:rsidRDefault="009A3AB1" w:rsidP="00424D7D">
      <w:pPr>
        <w:pStyle w:val="gmail-m-7116376926095946059ydp4d5f1f1dmsonormal"/>
        <w:jc w:val="both"/>
        <w:rPr>
          <w:rFonts w:ascii="Arial" w:hAnsi="Arial" w:cs="Arial"/>
        </w:rPr>
      </w:pPr>
      <w:r w:rsidRPr="00424D7D">
        <w:rPr>
          <w:rStyle w:val="gmail-m-7116376926095946059ydp4d5f1f1dalt-edited"/>
          <w:rFonts w:ascii="Arial" w:hAnsi="Arial" w:cs="Arial"/>
          <w:b/>
          <w:bCs/>
          <w:sz w:val="28"/>
          <w:szCs w:val="28"/>
        </w:rPr>
        <w:t>El tiempo helicoidal y la matriz ortogonal</w:t>
      </w:r>
    </w:p>
    <w:p w:rsidR="009A3AB1" w:rsidRPr="003272CA" w:rsidRDefault="009A3AB1" w:rsidP="00424D7D">
      <w:pPr>
        <w:pStyle w:val="gmail-m-7116376926095946059ydp4d5f1f1dmsonormal"/>
        <w:jc w:val="both"/>
        <w:rPr>
          <w:rFonts w:ascii="Arial" w:hAnsi="Arial" w:cs="Arial"/>
          <w:sz w:val="20"/>
          <w:szCs w:val="20"/>
        </w:rPr>
      </w:pPr>
      <w:r w:rsidRPr="003272CA">
        <w:rPr>
          <w:rStyle w:val="gmail-m-7116376926095946059ydp4d5f1f1dalt-edited"/>
          <w:rFonts w:ascii="Arial" w:hAnsi="Arial" w:cs="Arial"/>
          <w:sz w:val="20"/>
          <w:szCs w:val="20"/>
        </w:rPr>
        <w:t>Hemos hablado del tiempo, y el Guardián del Tiempo les habló sobre el tiempo circular. Eso ocurre cuando los eventos se repiten reiteradamente en sus ciclos de vida, generalmente en múltiplos de 7. No se trata de una impronta que queda grabada en el círculo y que aparece cada vez que éste da un giro, y que, en cierta forma, podría explicar su funcionamiento. En realidad, es una espiral que avanza en el tiempo y crea la ilusión del tiempo lineal con un pasado, un presente y un futuro. Si tomaran ese círculo y lo miraran más detalladamente, se darían cuenta de que siempre está en movimiento. Si se aplanara, aún tendrían el círculo. Todavía habría movimiento de energía, pero los puntos estarían muy cerca el uno del otro. Y en esos puntos podría haber portales del tiempo, lugares donde pueden tomar un atajo en el tiempo/espacio. Compartimos eso con ustedes porque el tiempo y el espacio son simplemente dos aspectos de la misma dimensión. Literalmente, están conectados intrínsecamente, forman parte el uno del otro. Cuando aprenden a tomar esos atajos, pueden trasladarse de un lugar a otro del tiempo y del espacio. Los seres humanos han tenido muchas oportunidades de estudiar a los seres extraterrestres, sus hermanos del espacio. Incluso las razas ancestrales que ayudaron a crear su propia raza aquí en el planeta Tierra, en las formas físicamente densas en las que hoy habitan, no viajaron 400 años luz para llegar a este lugar. Más bien, tomaron un atajo, atravesando algunos de esos portales del tiempo en vez de viajar alrededor del perímetro. Tomaron esos atajos y pudieron atravesar el tiempo/espacio. ¿Cómo se hace? Por medio de lo que llamamos la matriz ortogonal, que son los giros a la derecha. No solo girando a su derecha, sino haciéndolo en ángulo recto o en un giro de 90 grados. Así es como se logra en los viajes dimensionales y, cuando logran dominarlos con la práctica, no solo pueden viajar grandes distancias a través de todo el universo, sino que también es posible atravesar los portales del tiempo.   </w:t>
      </w:r>
    </w:p>
    <w:p w:rsidR="009A3AB1" w:rsidRPr="003272CA" w:rsidRDefault="009A3AB1" w:rsidP="00424D7D">
      <w:pPr>
        <w:pStyle w:val="gmail-m-7116376926095946059ydp4d5f1f1dmsonormal"/>
        <w:jc w:val="both"/>
        <w:rPr>
          <w:rFonts w:ascii="Arial" w:hAnsi="Arial" w:cs="Arial"/>
          <w:sz w:val="20"/>
          <w:szCs w:val="20"/>
        </w:rPr>
      </w:pPr>
      <w:r w:rsidRPr="003272CA">
        <w:rPr>
          <w:rStyle w:val="gmail-m-7116376926095946059ydp4d5f1f1dalt-edited"/>
          <w:rFonts w:ascii="Arial" w:hAnsi="Arial" w:cs="Arial"/>
          <w:sz w:val="20"/>
          <w:szCs w:val="20"/>
        </w:rPr>
        <w:t>Quizá esto les pueda sonar un poco extraño a algunos, o tal vez les parezca fascinante. ¿Cómo usarlo en su vida cotidiana? ¿Pueden teletransportarse al supermercado cuando están listos? En realidad, pueden y están aprendiendo a hacer justamente eso. Están bien adentro de la quinta dimensión y están aprendiendo a usar todas las nuevas herramientas disponibles. Siempre han estado a disposición de unas pocas personas que aprendieron a usarlas en la tercera dimensión. Ya se encuentran profundamente en la quinta dimensión y han comenzado a descubrir esas nuevas capacidades del tiempo/espacio. Pronto, cada ser humano aprenderá a crear esos portales para luego recorrerlos. Ciertamente, podrían experimentar algunos momentos de temor al respecto. Algunas de sus mejores obras de la ciencia ficción provienen de los viajeros en el tiempo que llegaron a sembrar semillas importantes en la consciencia colectiva de la humanidad. Efectivamente, eso está más cerca de lo que creen.</w:t>
      </w:r>
    </w:p>
    <w:p w:rsidR="009A3AB1" w:rsidRPr="00424D7D" w:rsidRDefault="009A3AB1" w:rsidP="00424D7D">
      <w:pPr>
        <w:pStyle w:val="gmail-m-7116376926095946059ydp4d5f1f1dmsonormal"/>
        <w:jc w:val="both"/>
        <w:rPr>
          <w:rFonts w:ascii="Arial" w:hAnsi="Arial" w:cs="Arial"/>
        </w:rPr>
      </w:pPr>
      <w:r w:rsidRPr="00424D7D">
        <w:rPr>
          <w:rFonts w:ascii="Arial" w:hAnsi="Arial" w:cs="Arial"/>
          <w:b/>
          <w:bCs/>
          <w:sz w:val="28"/>
          <w:szCs w:val="28"/>
        </w:rPr>
        <w:t>Cinco palabras en el tiempo</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 xml:space="preserve">Recientemente estuvimos hablando a través del Guardián en un lugar llamado Sedona. Le dijimos que si lo compartía con todos usando solo cinco palabras sencillas, también ustedes podrían retroceder en el tiempo. Serían capaces de sembrar ideas o poner en marcha eventos para luego ver cómo los afectarían en su propia realidad. No tienen que ir muy atrás, queridos. No obstante, cuando aprenden a sembrar esas semillas, pueden cambiar el mundo que los rodea. Es mucho más fácil de lo que creen. Lo único que necesitan es un poco de práctica y la confianza para dar un paso adelante y llevarlo a cabo. Al grupo que se reunió en ese lugar mágico se le ocurrieron cinco palabras que ellos quisieron sembrar como un colectivo: “Re-cuerda el juego, despierta.” </w:t>
      </w:r>
      <w:r w:rsidRPr="003272CA">
        <w:rPr>
          <w:rFonts w:ascii="Arial" w:hAnsi="Arial" w:cs="Arial"/>
          <w:i/>
          <w:iCs/>
          <w:sz w:val="20"/>
          <w:szCs w:val="20"/>
        </w:rPr>
        <w:t>(Re-member the game, wake up)</w:t>
      </w:r>
      <w:r w:rsidRPr="003272CA">
        <w:rPr>
          <w:rFonts w:ascii="Arial" w:hAnsi="Arial" w:cs="Arial"/>
          <w:sz w:val="20"/>
          <w:szCs w:val="20"/>
        </w:rPr>
        <w:t>. Es hora de despertar del sueño.</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También deseamos dirigirnos a ustedes como familia, la Familia del E, que ha viajado por muchos lugares del universo para estar allí en los momentos críticos en los que podían ayudar en la evolución. La Familia del E lo ha logrado una y otra vez, la mayoría de ustedes ya ha retrocedido en el tiempo para estar aquí ahora. Sí, trajeron algo especial, tal vez solo cinco palabras. Aunque nacieron en este planeta, pueden re-cordar a sus padres y a todas las cosas que experimentaron, porque son esa misma persona. Lo que no re-cuerdan son las cinco palabras que trajeron de vuelta. Bueno, tal vez más que eso. Es posible que hayan recuperado un pensamiento, una visión o una historia. Ahora, más que cualquier otra cosa, han retrocedido en el tiempo para “Estar Aquí Ahora.” Esas son tan solo tres palabras, queridos.</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 xml:space="preserve">La idea es que trajeron algo muy importante a la Tierra. Aunque vean mucho caos en todas partes, tienen la capacidad de generar orden y armonía en medio del caos. Han venido a buscar la armonía donde solo existe discordia. Ustedes son los maestros que retrocedieron en el tiempo para estar aquí ahora. Recuperaron algo importante para contribuir al juego en el que están participando en estos momentos. Muchos de ustedes resuenan con eso y otros, no. La Familia del E es bastante grande, actualmente hay más de un millón en este planeta. No necesitan muchos más para cumplir con su labor, ya que hay más que suficientes para alcanzar la masa crítica en estos momentos. Están dejando atrás el caos y el temor, y están superando muchas energías negativas que crearon en su propia sombra y que los atemorizan o no les permiten descubrir cómo salir de ellas. </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Es importante re-cordar que también sostienen la luz, queridos, ya que la luz desplaza a la sombra en todos los casos. Les pedimos que profundicen en sus propias experiencias para buscar la luz que trajeron desde el futuro. Ya conocen el camino al Hogar, solo tienen que re-cordarlo.</w:t>
      </w:r>
    </w:p>
    <w:p w:rsidR="009A3AB1" w:rsidRPr="00424D7D" w:rsidRDefault="009A3AB1" w:rsidP="00424D7D">
      <w:pPr>
        <w:pStyle w:val="gmail-m-7116376926095946059ydp4d5f1f1dmsonormal"/>
        <w:jc w:val="both"/>
        <w:rPr>
          <w:rFonts w:ascii="Arial" w:hAnsi="Arial" w:cs="Arial"/>
        </w:rPr>
      </w:pPr>
      <w:r w:rsidRPr="00424D7D">
        <w:rPr>
          <w:rFonts w:ascii="Arial" w:hAnsi="Arial" w:cs="Arial"/>
          <w:b/>
          <w:bCs/>
          <w:sz w:val="28"/>
          <w:szCs w:val="28"/>
        </w:rPr>
        <w:t>Planes de respaldo</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 xml:space="preserve">Muchos de ustedes no encajaron cómodamente en las familias en las que encarnaron. Algunos están en planes de respaldo, donde sencillamente encontraron la oportunidad de participar en el juego. Es posible que tengan desavenencias con sus padres, o tal vez ellos no puedan comprenderlos en absoluto. Pueden formar parte de una familia con otros tres seres que parecen coincidir, pero ustedes son los extraños. Bienvenidos al Hogar. Bienvenidos a la Familia del E. Han traído algo importante y este es el momento en que jugarán esas cartas. Pronto aprenderán a abrir sus ojos para comenzar a conectarse con la perfección que son, aunque la hayan ocultado en once dimensiones. Empiezan a portar la memoria en tan solo las cinco palabras que pueden traer al planeta en estos momentos. Ello significa más que tan solo pronunciar las palabras, queridos, deben vivirlas. Eso generará la diferencia, la magia que arraigará la luz del Hogar ahora mismo en esta hermosa Familia del E de la que todos ustedes forman parte.  En esos momentos en los que ven el caos, cuando creen que todo va en la dirección errada, aparentemente revirtiendo todos los avances logrados, verán el temor, pero ustedes tienen el amor que contrarresta ese temor. Atrévanse a confiar en sí mismos. Incluso ante la adversidad, busquen sus similitudes en vez las divergencias. Descubrir esas cinco palabras puede repercutir en los corazones de muchas personas y estarán en el Hogar.  Estarán re-cordando a la Familia del E y esas grandes tradiciones que trajeron consigo. </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 xml:space="preserve">Es con el mayor honor que los saludo así. No para enseñarles algo, sino para ayudarlos a re-cordar. Les pedimos que se traten mutuamente con respeto, pues están mirando a dios en los ojos de su prójimo. Cuiden a todos cada vez que sea posible para que puedan ayudarse entre sí a despertar del sueño, y jueguen bien juntos. </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Espavo, queridos.</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Yo soy el Científico del Corazón.</w:t>
      </w:r>
    </w:p>
    <w:p w:rsidR="009A3AB1" w:rsidRPr="00424D7D" w:rsidRDefault="009A3AB1" w:rsidP="00424D7D">
      <w:pPr>
        <w:pStyle w:val="gmail-m-7116376926095946059ydp4d5f1f1dmsonormal"/>
        <w:jc w:val="both"/>
        <w:rPr>
          <w:rFonts w:ascii="Arial" w:hAnsi="Arial" w:cs="Arial"/>
        </w:rPr>
      </w:pPr>
      <w:r w:rsidRPr="00424D7D">
        <w:rPr>
          <w:rFonts w:ascii="Arial" w:hAnsi="Arial" w:cs="Arial"/>
          <w:b/>
          <w:bCs/>
          <w:sz w:val="28"/>
          <w:szCs w:val="28"/>
        </w:rPr>
        <w:t> </w:t>
      </w:r>
    </w:p>
    <w:p w:rsidR="009A3AB1" w:rsidRPr="00424D7D" w:rsidRDefault="009A3AB1" w:rsidP="00424D7D">
      <w:pPr>
        <w:pStyle w:val="gmail-m-7116376926095946059ydp4d5f1f1dmsonormal"/>
        <w:jc w:val="both"/>
        <w:rPr>
          <w:rFonts w:ascii="Arial" w:hAnsi="Arial" w:cs="Arial"/>
        </w:rPr>
      </w:pPr>
      <w:r w:rsidRPr="00424D7D">
        <w:rPr>
          <w:rFonts w:ascii="Arial" w:hAnsi="Arial" w:cs="Arial"/>
          <w:b/>
          <w:bCs/>
          <w:sz w:val="28"/>
          <w:szCs w:val="28"/>
        </w:rPr>
        <w:t>La historia de Amor</w:t>
      </w:r>
    </w:p>
    <w:p w:rsidR="009A3AB1" w:rsidRPr="003272CA" w:rsidRDefault="009A3AB1" w:rsidP="003272CA">
      <w:pPr>
        <w:pStyle w:val="gmail-m-7116376926095946059ydp4d5f1f1dmsonormal"/>
        <w:jc w:val="both"/>
        <w:rPr>
          <w:rFonts w:ascii="Arial" w:hAnsi="Arial" w:cs="Arial"/>
          <w:sz w:val="20"/>
          <w:szCs w:val="20"/>
        </w:rPr>
      </w:pPr>
      <w:r w:rsidRPr="003272CA">
        <w:rPr>
          <w:rFonts w:ascii="Arial" w:hAnsi="Arial" w:cs="Arial"/>
          <w:sz w:val="20"/>
          <w:szCs w:val="20"/>
        </w:rPr>
        <w:t>Saludos, queridos, yo soy el Guardián del Tiempo.</w:t>
      </w:r>
    </w:p>
    <w:p w:rsidR="009A3AB1" w:rsidRPr="003272CA" w:rsidRDefault="009A3AB1" w:rsidP="003272CA">
      <w:pPr>
        <w:pStyle w:val="gmail-m-7116376926095946059ydp4d5f1f1dmsonormal"/>
        <w:jc w:val="both"/>
        <w:rPr>
          <w:rFonts w:ascii="Arial" w:hAnsi="Arial" w:cs="Arial"/>
          <w:sz w:val="20"/>
          <w:szCs w:val="20"/>
        </w:rPr>
      </w:pPr>
      <w:r w:rsidRPr="003272CA">
        <w:rPr>
          <w:rFonts w:ascii="Arial" w:hAnsi="Arial" w:cs="Arial"/>
          <w:sz w:val="20"/>
          <w:szCs w:val="20"/>
        </w:rPr>
        <w:t>He venido para conducirlos una vez más a la historia de Amor a través de otro segmento de su vida, que es tan representativa de toda la Tierra y la humanidad en los días de Mu. Por lo tanto, retomemos la historia cuando Amor tenía casi 16 años, después de elegir su vocación en la vida, pero antes de ocupar un lugar en la sociedad. Él quiso hacer un viaje y eligió ir solo en vez de llevar a un amigo. Amor quería viajar y buscar su camino; ver las otras partes de Mu, todas las energías increíbles y los lugares diferentes de los que había oído hablar tanto. Él solo había estado en una pequeña área de Lemuria durante su tiempo en la Tierra. Ahora bien, queridos, tengan en cuenta que tenía casi 16 años. Lo cierto es que en aquellos tiempos uno vivía aproximadamente entre 70 y 80 años.</w:t>
      </w:r>
    </w:p>
    <w:p w:rsidR="009A3AB1" w:rsidRPr="003272CA" w:rsidRDefault="009A3AB1" w:rsidP="003272CA">
      <w:pPr>
        <w:pStyle w:val="gmail-m-7116376926095946059ydp4d5f1f1dmsonormal"/>
        <w:spacing w:after="0" w:afterAutospacing="0"/>
        <w:jc w:val="both"/>
        <w:rPr>
          <w:rFonts w:ascii="Arial" w:hAnsi="Arial" w:cs="Arial"/>
          <w:sz w:val="20"/>
          <w:szCs w:val="20"/>
        </w:rPr>
      </w:pPr>
      <w:r w:rsidRPr="003272CA">
        <w:rPr>
          <w:rFonts w:ascii="Arial" w:hAnsi="Arial" w:cs="Arial"/>
          <w:sz w:val="20"/>
          <w:szCs w:val="20"/>
        </w:rPr>
        <w:t xml:space="preserve">En los tiempos de Amor, él decidió viajar a través de Mu y experimentar la vida. Había muchas formas de viajar en aquel entonces e incluso formas de trabajar con los viajes en el tiempo. Para esa travesía, Amor quería viajar a las áreas montañosas de Mu donde había muchos pueblos. Se encontró en diferentes lugares donde el magnetismo de la Tierra variaba mucho. En algunas zonas había grandes campos magnéticos, mientras que en otras el campo era más pequeño y considerablemente más débil. Ninguno era beneficioso o perjudicial, pero él sintió ese llamado de su corazón. Algunas veces tomaba una inhalación profunda y sentía como si estuviera en el Hogar, aunque en otros lugares se sentía muy raro y distante. Había oído que incluso las personas eran diferentes en esas regiones, por lo que apuró su viaje, ya que quería experimentar eso. Después de un tiempo, tuvo la oportunidad de conocer personas y quedarse con ellas. Verán, su padre era un alto funcionario del gobierno de Mu. En aquel entonces, las cosas eran bastante diferentes, pues no eran líderes, eran servidores públicos. Esas personas hacían un trabajo increíble; también tenían conexiones con muchas de las otras regiones y con los líderes locales de toda Lemuria. </w:t>
      </w:r>
    </w:p>
    <w:p w:rsidR="009A3AB1" w:rsidRPr="003272CA" w:rsidRDefault="009A3AB1" w:rsidP="003272CA">
      <w:pPr>
        <w:pStyle w:val="gmail-m-7116376926095946059ydp4d5f1f1dmsonormal"/>
        <w:spacing w:after="0" w:afterAutospacing="0"/>
        <w:jc w:val="both"/>
        <w:rPr>
          <w:rFonts w:ascii="Arial" w:hAnsi="Arial" w:cs="Arial"/>
          <w:sz w:val="20"/>
          <w:szCs w:val="20"/>
        </w:rPr>
      </w:pPr>
      <w:r w:rsidRPr="003272CA">
        <w:rPr>
          <w:rFonts w:ascii="Arial" w:hAnsi="Arial" w:cs="Arial"/>
          <w:sz w:val="20"/>
          <w:szCs w:val="20"/>
        </w:rPr>
        <w:t xml:space="preserve">El padre de Amor había anunciado su visita y pidió a la gente que le dieran la bienvenida. Efectivamente, Amor fue recibido con los brazos abiertos en muchos lugares a los que fue. Muchos se regocijaron al poder ver al hijo de esa gran persona a la que todos admiraban de una forma u otra. Por supuesto, en Lemuria, los seres humanos tenían el corazón completamente abierto, lo que significaba que podían comunicarse sin la ayuda de ninguna tecnología. Literalmente, podían sentir lo que la otra persona estaba sintiendo, comunicándose de esa manera. Durante su viaje, Amor estuvo en constante conexión con su padre. Conoció a muchas de esas personas, al  tiempo que su padre le explicaba la razón por la cual ese asentamiento se había establecido en aquel preciso lugar y por qué esa gente estaba allí, y él pudo aprender mucho sobre Mu. Algunas personas amaban realmente la sensación de las montañas y la evolución que experimentaban allí. Otras preferían vivir cerca de la costa para contemplar el océano a medida que la marea entraba y salía. Muchas personas disfrutaban vivir en lo que ustedes llaman las llanuras, los desiertos. Hay muchas áreas específicas de Mu, y Amor pudo ver varias de ellas durante sus viajes. Era bien recibido y atendido. Era como si se convirtiera en parte de la tribu mientras viajaba por esas diferentes áreas magnéticas. Amor se preguntaba si realmente era el magnetismo del lugar lo que generaba que personalidades diferentes se reuniesen para conformar esas tribus únicas. ¿Es historia? ¿Nacieron todos aquí y evolucionaron en ese único lugar? Al atardecer solía preguntarle a su padre al comunicarse con él, y su padre simplemente decía: “Solo observa, Amor. Cáptalo todo, hijo mío. Intégralo y siente lo que ellos sienten. Busca constantemente la forma en que te les pareces en vez de lo que te diferencia de ellos.” Su padre era un hombre muy sabio. </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Amor aprendió que la forma más fácil de armonizarse con los demás era buscar los puntos en los que coincidían. Siguiendo el consejo de su padre, Amor descubrió en qué se parecían. "Oh, haces esto igual que nosotros. Esto es bonito. Y vemos que haces esto de manera diferente. Me gustaría llevar eso conmigo." Aunque a Amor le ofrecieron muchos regalos, pudo llevar consigo muy pocos a medida que se aventuraba por las diferentes tierras y lugares, experimentando los distintos aspectos de sí mismo.</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 xml:space="preserve">No pasó mucho tiempo antes de que Amor llegara a la base de una montaña y se encontrara con el líder, quien le dijo que tal vez no le gustaría lo que vería allí y que quizá no se adaptaría. Amor sintió curiosidad, porque eso no tenía sentido para él, teniendo en cuenta lo que sabía de Mu. Sencillamente no lo entendía, pero percibía un extraño magnetismo en ese lugar, casi como si la Tierra tuviera un denso magnetismo en esa zona. Eso lo preocupaba bastante, pero decidió entrar en aquella tribu de todos modos. Quería formar parte de ellos durante el día para descubrir de qué se trataba y escuchar lo que tenían que decir. Amor fue recibido con los brazos abiertos porque se parecía mucho a ellos. </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 xml:space="preserve">Al poco tiempo, comenzaron a conversar después de la cena hasta altas horas de la noche. Se reunían alrededor del fuego y empezaban a conversar, mencionando muchas de las cosas que deseaban cambiar o incluso hacia las que deseaban evolucionar en sus propios entornos. No pasó mucho tiempo antes de que Amor escuchara cosas que no entendía necesariamente, ya que parecían culpar a cierto tipo de personas. “Si pudiéramos deshacernos de esa gente, podríamos evolucionar mucho más rápido. Sí, podríamos ser lo que realmente queremos ser.” Amor no entendía, porque sentía que las personas eran iguales en todas partes, como era la costumbre de Mu.  </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En Mu, cuando miraban a alguien, solo veían su ser físico. Todos los espíritus son iguales en todo. Mientras escuchaba y de vez en cuando trataba de unirse a la conversación, ellos acudían a él y le decían: “Amor, ¿qué piensas de esto? ¿No puedes ver que si solo pudiéramos alejar a esas personas de nuestra sociedad, podríamos evolucionar más rápido? Podríamos ser mejores, porque ellos nos arrastran, se apoderan de todos nuestros recursos, son diferentes a nosotros en muchas formas.” A Amor le parecía todo muy extraño e hizo cuanto pudo durante ese tiempo para adaptarse a ellos y descubrir las similitudes en vez de las diferencias. Finalmente, Amor se dio cuenta de que no podía unirse a ellos plenamente porque para hacerlo tendría que estar de acuerdo con todo lo que decían. Así halló el equilibrio que debía conservar. “¿Abro mi corazón? ¿Hablo de todo lo que sé hasta estos momentos a pesar de tener solo 16 años?  Muchos de ellos son maestros de 270, 280 años, que han recorrido este planeta durante largo tiempo afirmando una cosa, pero yo estoy sintiendo otra.”</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Así que Amor guardó silencio y conservó su verdad dentro de sí. Al poco tiempo logró escabullirse y permanecer a solas. Lo alimentaron bien y descansó en la morada que ellos le proporcionaron. Esa noche volvió a hablar con su padre y le preguntó: “Padre, ¿qué es esto? No creía que existiera algo así. ¿Puedes contarme algo más sobre lo que estoy experimentando? ¿Por qué esas personas están en contra de otro aspecto de los lemurianos? Porque hay muchos aspectos de Mu… muchos colores, alturas y aspectos diferentes, incluso algunos experimentan el tiempo de otro modo.</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 xml:space="preserve">“Construimos nuestra sociedad sobre lo que nos asemeja en vez de lo que nos diferencia,” le explicó su padre. “Sin embargo, hay muchos que no pueden asumir completamente su poder y buscan a quién culpar.”  Amor preguntó: “¿Tiene que ver con el magnetismo de la Tierra?” Su padre, que era muy sabio, dijo: “No, querido. Es la Tierra la que les responde, ellos se reúnen para adquirir fuerza. Todos ellos tienen un aspecto levemente distinto a la mayoría de Mu y por esa razón se unen para poder apoyarse mutuamente y parecerse un poco. La unión hace la fuerza, por lo que se han reunido a los pies de esa montaña. A decir verdad, se han exiliado como lo hicieron sus padres y sus abuelos.  Ellos sostienen sistemas de creencias generacionales que no empoderan. Por lo tanto, Amor, se reúnen para ganar su propia confianza. Ya ves, cuanto más se alimentan de las creencias de los demás, más se distancian del resto del mundo. Es una verdad que todos los lemurianos deberían conocer; además, las costumbres de Mu son totalmente contrarias a lo que están diciendo.”  </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 xml:space="preserve">Amor preguntó: “¿Cómo encaras esto, padre? Literalmente, estás aquí para ayudar a establecer la energía para todos los habitantes de Mu. Esa es tu labor más importante, junto con los demás que trabajan contigo. ¿Cómo lo haces?” Su padre respondió: “Observo la forma en que nos parecemos en vez de aquello que nos diferencia. Les damos su espacio para que busquen su propia verdad, pero mantenemos nuestra propia verdad en armonía. Sabemos que tenemos una conexión con todos los seres de todas partes, por lo que les concedemos su espacio para que se reúnan e incorporen su energía. Solo intercedemos cuando estalla la ira en una acción contra otros lemurianos. Pero, fuera de eso, sencillamente les permitimos ser y evolucionar por sí mismos. También puedo decirte que muchos de sus padres y abuelos, algunos de los cuales han fallecido, están trabajando con ellos desde el otro lado del velo. Esa puede ser una lección muy difícil, especialmente cuando las personas se reúnen y apoyan el sistema de creencias del otro.” </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 xml:space="preserve">Entonces Amor dijo: “¿Qué pasaría si les hablase de mis creencias? ¿Qué pasaría si permaneciese en mi verdad y les dijese que están equivocados?” “Bueno, querido hijo, debes entender que eso no es posible,” continuó su padre. “Puedes sostener tu verdad, pero debes permanecer en ella de tal forma que no se sientan amenazados, pues también ellos son creadores de Lemuria. Solo puedes comunicarte con ellos hablándoles de una forma que les permita escucharte. No te pido que finjas ser uno de ellos, porque hacerlo sería ir en contra de tu propio corazón. Mejor busca la manera en que puedas comunicarte y hablar con ellos, mientras permaneces en tu propia verdad o les cuentas que tus creencias difieren de las suyas. Esa es la forma de conectarse al tiempo que se honra al dios que existe dentro de todos los seres. Querido, sencillamente es la única forma de hacerlo.” </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 xml:space="preserve">Amor estaba muy confundido y pasó una noche bastante agitada.  Estaba tratando de descubrir qué pasaba, ¿por qué era necesario todo ese odio? ¿Por qué era tan importante alejar a alguien para ser uno mismo o un grupo de personas? A la mañana siguiente, se despertó muy cansado porque no había dormido bien. El líder del grupo se acercó nuevamente a él y le dijo: “Amor, te dijimos que esto podría ser algo distinto de lo que esperabas.” Entonces Amor le preguntó: “¿De qué se trata esto? Nunca antes lo había sentido. ¿Por qué existe tanto odio?” El caballero simplemente dijo: “Este es un péndulo que oscila en ambas direcciones. Aunque a veces se necesitan varios cientos de años para que el péndulo retroceda, hasta el momento se ha movido en la dirección contraria. Esas personas todavía llevan las huellas de cuando fueron discriminadas. Así es como sienten que pueden retomar su poder. He aprendido que uno debe darles la oportunidad de hacer exactamente eso, a su propio ritmo.” Sin embargo, a Amor le costaba aceptar todo eso, incluso le resultó difícil permanecer con el grupo al día siguiente. Descubrió que estaba muy callado en las comidas y no hablaba mucho, porque luchaba ante el desafío de ser diferente a todos los que lo rodeaban. Entonces decidió contar un chiste y todos se rieron. Amor comenzó a hallar la forma de ser como los demás. En un momento de la conversación, uno de ellos hizo una broma degradante contra una de las personas que estaban tratando de expulsar. Amor no se rió y alguien le preguntó: “Amor, ¿no te pareció gracioso?” Y él respondió: “No, en realidad no, pero déjame contarte otro.” Y pronto encontró un equilibrio que pudo mantener. Fue capaz de defender su propia verdad sin desafiarlos ni generar conflicto. Al hacerlo, pudo sembrar la semilla de que él pertenecía a un sistema de creencias diferente. Aunque no estaba de acuerdo con todos los que estaban allí, todavía podía hallar la armonía. </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Amor sembró unas cuantas semillas en ese grupo. La semana que estuvo allí, aprendió a vivir entre ellos; muchos lo escucharon o se acercaron a él, preguntándole sobre sus creencias y lo que lo hacía diferente, y tenían curiosidad por saber por qué no se reía con ciertos chistes. Sí, Amor pudo sembrar muchas semillas en ese momento. No pasó mucho tiempo antes de que dejara ese grupo, subiendo la montaña hasta encontrar otro completamente diferente de personas que eran mucho más abiertas. Percibió que la energía de la Tierra cambiaba, el magnetismo disminuía, y nuevamente sintió esa maravillosa conexión con el planeta. Una vez más, le preguntó a su padre: “¿Es la Tierra? ¿Es el lugar que genera eso o son las personas?” Su padre le dijo: “Es la Tierra que reacciona ante las personas, querido. Eso es lo que crea el magnetismo de la Tierra. La esencia de los corazones, porque todos los lemurianos nacen iguales. Lo que llevan consigo es lo que aprenden de aquí en adelante, y con eso deben lidiar por el resto de sus vidas.</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Amor completó sus viajes y después de varios meses, su madre se sintió absolutamente feliz al verlo regresar al Hogar. Se preocupaba, como lo hacen todas las madres, pero él había aprendido mucho viajando entre los grupos de personas que tenían sistemas de creencias y formas diferentes de hacer las cosas. Se convirtió en ciudadano del mundo en vez de ciudadano de Mu, y al hacerlo, Amor lo llevó en su interior. Sabía que le sería útil en el futuro. Y así, todo era bueno en los días de Mu.</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Espavo, queridos.</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Yo soy el Guardián del Tiempo.</w:t>
      </w:r>
    </w:p>
    <w:p w:rsidR="009A3AB1" w:rsidRPr="003272CA" w:rsidRDefault="009A3AB1" w:rsidP="00424D7D">
      <w:pPr>
        <w:pStyle w:val="gmail-m-7116376926095946059ydp4d5f1f1dmsonormal"/>
        <w:jc w:val="both"/>
        <w:rPr>
          <w:rFonts w:ascii="Arial" w:hAnsi="Arial" w:cs="Arial"/>
          <w:sz w:val="20"/>
          <w:szCs w:val="20"/>
        </w:rPr>
      </w:pPr>
      <w:r w:rsidRPr="003272CA">
        <w:rPr>
          <w:rFonts w:ascii="Arial" w:hAnsi="Arial" w:cs="Arial"/>
          <w:sz w:val="20"/>
          <w:szCs w:val="20"/>
        </w:rPr>
        <w:t>El grupo.</w:t>
      </w:r>
    </w:p>
    <w:p w:rsidR="009A3AB1" w:rsidRPr="00424D7D" w:rsidRDefault="009A3AB1" w:rsidP="00424D7D">
      <w:pPr>
        <w:pStyle w:val="gmail-m-7116376926095946059ydp4d5f1f1dmsonormal"/>
        <w:jc w:val="both"/>
        <w:rPr>
          <w:rFonts w:ascii="Arial" w:hAnsi="Arial" w:cs="Arial"/>
        </w:rPr>
      </w:pPr>
      <w:r w:rsidRPr="00424D7D">
        <w:rPr>
          <w:rFonts w:ascii="Arial" w:hAnsi="Arial" w:cs="Arial"/>
          <w:sz w:val="20"/>
          <w:szCs w:val="20"/>
        </w:rPr>
        <w:t>La palabra Espavo es un antiguo saludo Lemuriano: “Gracias por asumir tu poder.”</w:t>
      </w:r>
    </w:p>
    <w:p w:rsidR="009A3AB1" w:rsidRPr="00424D7D" w:rsidRDefault="009A3AB1" w:rsidP="00424D7D">
      <w:pPr>
        <w:pStyle w:val="gmail-m-7116376926095946059ydp4d5f1f1dmsonormal"/>
        <w:jc w:val="both"/>
        <w:rPr>
          <w:rFonts w:ascii="Arial" w:hAnsi="Arial" w:cs="Arial"/>
        </w:rPr>
      </w:pPr>
      <w:r w:rsidRPr="00424D7D">
        <w:rPr>
          <w:rFonts w:ascii="Arial" w:hAnsi="Arial" w:cs="Arial"/>
          <w:sz w:val="20"/>
          <w:szCs w:val="20"/>
        </w:rPr>
        <w:t>________________________</w:t>
      </w:r>
    </w:p>
    <w:p w:rsidR="009A3AB1" w:rsidRPr="00424D7D" w:rsidRDefault="009A3AB1" w:rsidP="00424D7D">
      <w:pPr>
        <w:pStyle w:val="gmail-m-7116376926095946059ydp4d5f1f1dmsonormal"/>
        <w:jc w:val="center"/>
        <w:rPr>
          <w:rFonts w:ascii="Arial" w:hAnsi="Arial" w:cs="Arial"/>
        </w:rPr>
      </w:pPr>
      <w:r w:rsidRPr="00424D7D">
        <w:rPr>
          <w:rFonts w:ascii="Arial" w:hAnsi="Arial" w:cs="Arial"/>
          <w:b/>
          <w:bCs/>
          <w:color w:val="FF0000"/>
          <w:sz w:val="48"/>
          <w:szCs w:val="48"/>
        </w:rPr>
        <w:t>~Conectando el Corazón~</w:t>
      </w:r>
    </w:p>
    <w:p w:rsidR="009A3AB1" w:rsidRPr="00424D7D" w:rsidRDefault="009A3AB1" w:rsidP="00424D7D">
      <w:pPr>
        <w:pStyle w:val="gmail-m-7116376926095946059ydp4d5f1f1dmsonormal"/>
        <w:jc w:val="center"/>
        <w:rPr>
          <w:rFonts w:ascii="Arial" w:hAnsi="Arial" w:cs="Arial"/>
        </w:rPr>
      </w:pPr>
      <w:r w:rsidRPr="00424D7D">
        <w:rPr>
          <w:rFonts w:ascii="Arial" w:hAnsi="Arial" w:cs="Arial"/>
          <w:b/>
          <w:bCs/>
          <w:color w:val="0000FF"/>
          <w:sz w:val="36"/>
          <w:szCs w:val="36"/>
        </w:rPr>
        <w:t>Otórguense el regalo de la magia</w:t>
      </w:r>
    </w:p>
    <w:p w:rsidR="009A3AB1" w:rsidRPr="00424D7D" w:rsidRDefault="009A3AB1" w:rsidP="00424D7D">
      <w:pPr>
        <w:pStyle w:val="gmail-m-7116376926095946059ydp4d5f1f1dmsonormal"/>
        <w:jc w:val="center"/>
        <w:rPr>
          <w:rFonts w:ascii="Arial" w:hAnsi="Arial" w:cs="Arial"/>
        </w:rPr>
      </w:pPr>
      <w:r w:rsidRPr="00424D7D">
        <w:rPr>
          <w:rFonts w:ascii="Arial" w:hAnsi="Arial" w:cs="Arial"/>
          <w:b/>
          <w:bCs/>
        </w:rPr>
        <w:t>Por Bárbara Rother</w:t>
      </w:r>
    </w:p>
    <w:p w:rsidR="009A3AB1" w:rsidRPr="003272CA" w:rsidRDefault="009A3AB1" w:rsidP="003272CA">
      <w:pPr>
        <w:pStyle w:val="gmail-m-7116376926095946059ydp4d5f1f1dmsonormal"/>
        <w:jc w:val="both"/>
        <w:rPr>
          <w:rFonts w:ascii="Arial" w:hAnsi="Arial" w:cs="Arial"/>
          <w:sz w:val="20"/>
          <w:szCs w:val="20"/>
        </w:rPr>
      </w:pPr>
      <w:r w:rsidRPr="003272CA">
        <w:rPr>
          <w:rFonts w:ascii="Arial" w:hAnsi="Arial" w:cs="Arial"/>
          <w:sz w:val="20"/>
          <w:szCs w:val="20"/>
        </w:rPr>
        <w:t xml:space="preserve">Este es el momento mágico del año para celebrar. Las fiestas se acercan rápidamente, sin importar la forma en que las celebren. Al declarar eso, muchos de nosotros sentimos instantáneamente la ansiedad. Nuestras mentes se llenan con todo aquello que debemos hacer para las fiestas en vez de sentir la ilusión feliz del día a día y de los acontecimientos que se avecinan. Quizás algunos consideren las fiestas sin tanta alegría debido a circunstancias de la vida que arrojan una nube oscura sobre su existencia. Ha sido un año difícil para algunos por los desafíos que muchos experimentaron. En esta temporada podemos alejarnos del estrés y el agotamiento que traen los problemas. Seguirán allí y tendremos la oportunidad de enfrentarlos más adelante, para el Año Nuevo. Al dedicarle un tiempo a la celebración podemos regalarnos una nueva y refrescante perspectiva de la vida. </w:t>
      </w:r>
    </w:p>
    <w:p w:rsidR="009A3AB1" w:rsidRPr="003272CA" w:rsidRDefault="009A3AB1" w:rsidP="003272CA">
      <w:pPr>
        <w:pStyle w:val="gmail-m-7116376926095946059ydp4d5f1f1dmsonormal"/>
        <w:jc w:val="both"/>
        <w:rPr>
          <w:rFonts w:ascii="Arial" w:hAnsi="Arial" w:cs="Arial"/>
          <w:sz w:val="20"/>
          <w:szCs w:val="20"/>
        </w:rPr>
      </w:pPr>
      <w:r w:rsidRPr="003272CA">
        <w:rPr>
          <w:rFonts w:ascii="Arial" w:hAnsi="Arial" w:cs="Arial"/>
          <w:sz w:val="20"/>
          <w:szCs w:val="20"/>
        </w:rPr>
        <w:t>Yo creo en la magia. Podemos crearla con nuestros pensamientos, convirtiendo nuestra presencia diaria en una realidad feliz. Hace años, cuando nuestros hijos eran pequeños, uno de ellos se me acercó y me preguntó muy serio si Papá Noel era real. Dijo que sus amigos le habían estado diciendo que era una historia inventada que los padres les cuentan a sus hijos. Reflexioné por un momento y luego sentí que esbozaba una sonrisa mientras lo miraba profundamente a los ojos y le decía: “Yo creo en la magia.” Se sintió algo confundido con mi respuesta, pero continué diciéndole que era importante conservar siempre esa magia de la infancia en el corazón. Los niños crecen demasiado rápido en la realidad de la adultez. Si podemos aferrarnos a esa maravillosa creación de nuestra imaginación, lograremos aferrarnos a esa parte que tanto valoramos. Sabía que mi hijo entendía lo que estaba tratando de decirle y creo que decidió creer en su propia magia a partir de ese día, sin importar quién tratara de arrebatársela.</w:t>
      </w:r>
    </w:p>
    <w:p w:rsidR="009A3AB1" w:rsidRPr="003272CA" w:rsidRDefault="009A3AB1" w:rsidP="003272CA">
      <w:pPr>
        <w:pStyle w:val="gmail-m-7116376926095946059ydp4d5f1f1dmsonormal"/>
        <w:jc w:val="both"/>
        <w:rPr>
          <w:rFonts w:ascii="Arial" w:hAnsi="Arial" w:cs="Arial"/>
          <w:sz w:val="20"/>
          <w:szCs w:val="20"/>
        </w:rPr>
      </w:pPr>
      <w:r w:rsidRPr="003272CA">
        <w:rPr>
          <w:rFonts w:ascii="Arial" w:hAnsi="Arial" w:cs="Arial"/>
          <w:sz w:val="20"/>
          <w:szCs w:val="20"/>
        </w:rPr>
        <w:t>Encontré estas palabras que me gustaría compartir con ustedes. Antes de leerlas, inhalen profundamente y sientan que la paz de esta temporada festiva los rodea. Expandan esa alegría sabiendo que creen en la magia que todos llevamos dentro.</w:t>
      </w:r>
    </w:p>
    <w:p w:rsidR="009A3AB1" w:rsidRPr="00424D7D" w:rsidRDefault="009A3AB1" w:rsidP="00424D7D">
      <w:pPr>
        <w:pStyle w:val="gmail-m-7116376926095946059ydp4d5f1f1dmsonormal"/>
        <w:jc w:val="center"/>
        <w:rPr>
          <w:rFonts w:ascii="Arial" w:hAnsi="Arial" w:cs="Arial"/>
        </w:rPr>
      </w:pPr>
      <w:r w:rsidRPr="00424D7D">
        <w:rPr>
          <w:rFonts w:ascii="Arial" w:hAnsi="Arial" w:cs="Arial"/>
          <w:b/>
          <w:bCs/>
          <w:i/>
          <w:iCs/>
          <w:color w:val="00B050"/>
          <w:sz w:val="28"/>
          <w:szCs w:val="28"/>
        </w:rPr>
        <w:t>FELIZ NAVIDAD</w:t>
      </w:r>
    </w:p>
    <w:p w:rsidR="009A3AB1" w:rsidRPr="00424D7D" w:rsidRDefault="009A3AB1" w:rsidP="00424D7D">
      <w:pPr>
        <w:pStyle w:val="gmail-m-7116376926095946059ydp4d5f1f1dmsonormal"/>
        <w:jc w:val="center"/>
        <w:rPr>
          <w:rFonts w:ascii="Arial" w:hAnsi="Arial" w:cs="Arial"/>
        </w:rPr>
      </w:pPr>
      <w:r w:rsidRPr="00424D7D">
        <w:rPr>
          <w:rFonts w:ascii="Arial" w:hAnsi="Arial" w:cs="Arial"/>
          <w:color w:val="FF0000"/>
          <w:sz w:val="26"/>
          <w:szCs w:val="26"/>
        </w:rPr>
        <w:t>1.</w:t>
      </w:r>
      <w:r w:rsidRPr="00424D7D">
        <w:rPr>
          <w:rFonts w:ascii="Arial" w:hAnsi="Arial" w:cs="Arial"/>
          <w:strike/>
          <w:color w:val="FF0000"/>
          <w:sz w:val="26"/>
          <w:szCs w:val="26"/>
        </w:rPr>
        <w:t xml:space="preserve"> Comprar presentes</w:t>
      </w:r>
      <w:r w:rsidRPr="00424D7D">
        <w:rPr>
          <w:rFonts w:ascii="Arial" w:hAnsi="Arial" w:cs="Arial"/>
          <w:sz w:val="26"/>
          <w:szCs w:val="26"/>
        </w:rPr>
        <w:t xml:space="preserve">  </w:t>
      </w:r>
      <w:r w:rsidRPr="00424D7D">
        <w:rPr>
          <w:rFonts w:ascii="Arial" w:hAnsi="Arial" w:cs="Arial"/>
          <w:color w:val="00B050"/>
          <w:sz w:val="26"/>
          <w:szCs w:val="26"/>
        </w:rPr>
        <w:t>Mantente presente</w:t>
      </w:r>
    </w:p>
    <w:p w:rsidR="009A3AB1" w:rsidRPr="00424D7D" w:rsidRDefault="009A3AB1" w:rsidP="00424D7D">
      <w:pPr>
        <w:pStyle w:val="gmail-m-7116376926095946059ydp4d5f1f1dmsonormal"/>
        <w:jc w:val="center"/>
        <w:rPr>
          <w:rFonts w:ascii="Arial" w:hAnsi="Arial" w:cs="Arial"/>
        </w:rPr>
      </w:pPr>
      <w:r w:rsidRPr="00424D7D">
        <w:rPr>
          <w:rFonts w:ascii="Arial" w:hAnsi="Arial" w:cs="Arial"/>
          <w:color w:val="FF0000"/>
          <w:sz w:val="26"/>
          <w:szCs w:val="26"/>
        </w:rPr>
        <w:t>2.</w:t>
      </w:r>
      <w:r w:rsidRPr="00424D7D">
        <w:rPr>
          <w:rFonts w:ascii="Arial" w:hAnsi="Arial" w:cs="Arial"/>
          <w:color w:val="000000"/>
          <w:sz w:val="26"/>
          <w:szCs w:val="26"/>
        </w:rPr>
        <w:t xml:space="preserve"> </w:t>
      </w:r>
      <w:r w:rsidRPr="00424D7D">
        <w:rPr>
          <w:rFonts w:ascii="Arial" w:hAnsi="Arial" w:cs="Arial"/>
          <w:color w:val="FF0000"/>
          <w:sz w:val="26"/>
          <w:szCs w:val="26"/>
        </w:rPr>
        <w:t xml:space="preserve">Envuelve </w:t>
      </w:r>
      <w:r w:rsidRPr="00424D7D">
        <w:rPr>
          <w:rFonts w:ascii="Arial" w:hAnsi="Arial" w:cs="Arial"/>
          <w:strike/>
          <w:color w:val="FF0000"/>
          <w:sz w:val="26"/>
          <w:szCs w:val="26"/>
        </w:rPr>
        <w:t>regalos</w:t>
      </w:r>
      <w:r w:rsidRPr="00424D7D">
        <w:rPr>
          <w:rFonts w:ascii="Arial" w:hAnsi="Arial" w:cs="Arial"/>
          <w:strike/>
          <w:color w:val="FFFFFF"/>
          <w:sz w:val="26"/>
          <w:szCs w:val="26"/>
        </w:rPr>
        <w:t xml:space="preserve"> </w:t>
      </w:r>
      <w:r w:rsidRPr="00424D7D">
        <w:rPr>
          <w:rFonts w:ascii="Arial" w:hAnsi="Arial" w:cs="Arial"/>
          <w:color w:val="00B050"/>
          <w:sz w:val="26"/>
          <w:szCs w:val="26"/>
        </w:rPr>
        <w:t>a alguien en un abrazo</w:t>
      </w:r>
      <w:r w:rsidRPr="00424D7D">
        <w:rPr>
          <w:rFonts w:ascii="Arial" w:hAnsi="Arial" w:cs="Arial"/>
          <w:sz w:val="26"/>
          <w:szCs w:val="26"/>
        </w:rPr>
        <w:t xml:space="preserve"> </w:t>
      </w:r>
    </w:p>
    <w:p w:rsidR="009A3AB1" w:rsidRPr="00424D7D" w:rsidRDefault="009A3AB1" w:rsidP="00424D7D">
      <w:pPr>
        <w:pStyle w:val="gmail-m-7116376926095946059ydp4d5f1f1dmsonormal"/>
        <w:jc w:val="center"/>
        <w:rPr>
          <w:rFonts w:ascii="Arial" w:hAnsi="Arial" w:cs="Arial"/>
        </w:rPr>
      </w:pPr>
      <w:r w:rsidRPr="00424D7D">
        <w:rPr>
          <w:rFonts w:ascii="Arial" w:hAnsi="Arial" w:cs="Arial"/>
          <w:color w:val="FF0000"/>
          <w:sz w:val="26"/>
          <w:szCs w:val="26"/>
        </w:rPr>
        <w:t>3. Envía</w:t>
      </w:r>
      <w:r w:rsidRPr="00424D7D">
        <w:rPr>
          <w:rFonts w:ascii="Arial" w:hAnsi="Arial" w:cs="Arial"/>
          <w:color w:val="548DD4"/>
          <w:sz w:val="26"/>
          <w:szCs w:val="26"/>
        </w:rPr>
        <w:t xml:space="preserve"> </w:t>
      </w:r>
      <w:r w:rsidRPr="00424D7D">
        <w:rPr>
          <w:rFonts w:ascii="Arial" w:hAnsi="Arial" w:cs="Arial"/>
          <w:strike/>
          <w:color w:val="548DD4"/>
          <w:sz w:val="26"/>
          <w:szCs w:val="26"/>
        </w:rPr>
        <w:t>regalos</w:t>
      </w:r>
      <w:r w:rsidRPr="00424D7D">
        <w:rPr>
          <w:rFonts w:ascii="Arial" w:hAnsi="Arial" w:cs="Arial"/>
          <w:strike/>
          <w:sz w:val="26"/>
          <w:szCs w:val="26"/>
        </w:rPr>
        <w:t xml:space="preserve"> </w:t>
      </w:r>
      <w:r w:rsidRPr="00424D7D">
        <w:rPr>
          <w:rFonts w:ascii="Arial" w:hAnsi="Arial" w:cs="Arial"/>
          <w:color w:val="00B050"/>
          <w:sz w:val="26"/>
          <w:szCs w:val="26"/>
        </w:rPr>
        <w:t xml:space="preserve">amor </w:t>
      </w:r>
    </w:p>
    <w:p w:rsidR="009A3AB1" w:rsidRPr="00424D7D" w:rsidRDefault="009A3AB1" w:rsidP="00424D7D">
      <w:pPr>
        <w:pStyle w:val="gmail-m-7116376926095946059ydp4d5f1f1dmsonormal"/>
        <w:jc w:val="center"/>
        <w:rPr>
          <w:rFonts w:ascii="Arial" w:hAnsi="Arial" w:cs="Arial"/>
        </w:rPr>
      </w:pPr>
      <w:r w:rsidRPr="00424D7D">
        <w:rPr>
          <w:rFonts w:ascii="Arial" w:hAnsi="Arial" w:cs="Arial"/>
          <w:color w:val="548DD4"/>
          <w:sz w:val="26"/>
          <w:szCs w:val="26"/>
        </w:rPr>
        <w:t>4.</w:t>
      </w:r>
      <w:r w:rsidRPr="00424D7D">
        <w:rPr>
          <w:rFonts w:ascii="Arial" w:hAnsi="Arial" w:cs="Arial"/>
          <w:strike/>
          <w:color w:val="548DD4"/>
          <w:sz w:val="26"/>
          <w:szCs w:val="26"/>
        </w:rPr>
        <w:t xml:space="preserve"> Comprar </w:t>
      </w:r>
      <w:r w:rsidRPr="00424D7D">
        <w:rPr>
          <w:rFonts w:ascii="Arial" w:hAnsi="Arial" w:cs="Arial"/>
          <w:color w:val="00B050"/>
          <w:sz w:val="26"/>
          <w:szCs w:val="26"/>
        </w:rPr>
        <w:t>Dona Comida</w:t>
      </w:r>
      <w:r w:rsidRPr="00424D7D">
        <w:rPr>
          <w:rFonts w:ascii="Arial" w:hAnsi="Arial" w:cs="Arial"/>
          <w:sz w:val="26"/>
          <w:szCs w:val="26"/>
        </w:rPr>
        <w:t xml:space="preserve"> </w:t>
      </w:r>
    </w:p>
    <w:p w:rsidR="009A3AB1" w:rsidRPr="00424D7D" w:rsidRDefault="009A3AB1" w:rsidP="00424D7D">
      <w:pPr>
        <w:pStyle w:val="gmail-m-7116376926095946059ydp4d5f1f1dmsonormal"/>
        <w:jc w:val="center"/>
        <w:rPr>
          <w:rFonts w:ascii="Arial" w:hAnsi="Arial" w:cs="Arial"/>
        </w:rPr>
      </w:pPr>
      <w:r w:rsidRPr="00424D7D">
        <w:rPr>
          <w:rFonts w:ascii="Arial" w:hAnsi="Arial" w:cs="Arial"/>
          <w:color w:val="FF0000"/>
          <w:sz w:val="26"/>
          <w:szCs w:val="26"/>
        </w:rPr>
        <w:t>5. Prepara</w:t>
      </w:r>
      <w:r w:rsidRPr="00424D7D">
        <w:rPr>
          <w:rFonts w:ascii="Arial" w:hAnsi="Arial" w:cs="Arial"/>
          <w:color w:val="000000"/>
          <w:sz w:val="26"/>
          <w:szCs w:val="26"/>
        </w:rPr>
        <w:t xml:space="preserve"> </w:t>
      </w:r>
      <w:r w:rsidRPr="00424D7D">
        <w:rPr>
          <w:rFonts w:ascii="Arial" w:hAnsi="Arial" w:cs="Arial"/>
          <w:strike/>
          <w:color w:val="548DD4"/>
          <w:sz w:val="26"/>
          <w:szCs w:val="26"/>
        </w:rPr>
        <w:t>galletas</w:t>
      </w:r>
      <w:r w:rsidRPr="00424D7D">
        <w:rPr>
          <w:rFonts w:ascii="Arial" w:hAnsi="Arial" w:cs="Arial"/>
          <w:sz w:val="26"/>
          <w:szCs w:val="26"/>
        </w:rPr>
        <w:t xml:space="preserve"> </w:t>
      </w:r>
      <w:r w:rsidRPr="00424D7D">
        <w:rPr>
          <w:rFonts w:ascii="Arial" w:hAnsi="Arial" w:cs="Arial"/>
          <w:color w:val="00B050"/>
          <w:sz w:val="26"/>
          <w:szCs w:val="26"/>
        </w:rPr>
        <w:t>recuerdos</w:t>
      </w:r>
      <w:r w:rsidRPr="00424D7D">
        <w:rPr>
          <w:rFonts w:ascii="Arial" w:hAnsi="Arial" w:cs="Arial"/>
          <w:sz w:val="26"/>
          <w:szCs w:val="26"/>
        </w:rPr>
        <w:t xml:space="preserve"> </w:t>
      </w:r>
    </w:p>
    <w:p w:rsidR="009A3AB1" w:rsidRPr="00424D7D" w:rsidRDefault="009A3AB1" w:rsidP="00424D7D">
      <w:pPr>
        <w:pStyle w:val="gmail-m-7116376926095946059ydp4d5f1f1dmsonormal"/>
        <w:jc w:val="center"/>
        <w:rPr>
          <w:rFonts w:ascii="Arial" w:hAnsi="Arial" w:cs="Arial"/>
        </w:rPr>
      </w:pPr>
      <w:r w:rsidRPr="00424D7D">
        <w:rPr>
          <w:rFonts w:ascii="Arial" w:hAnsi="Arial" w:cs="Arial"/>
          <w:color w:val="FF0000"/>
          <w:sz w:val="26"/>
          <w:szCs w:val="26"/>
        </w:rPr>
        <w:t>6.</w:t>
      </w:r>
      <w:r w:rsidRPr="00424D7D">
        <w:rPr>
          <w:rFonts w:ascii="Arial" w:hAnsi="Arial" w:cs="Arial"/>
          <w:strike/>
          <w:color w:val="FF0000"/>
          <w:sz w:val="26"/>
          <w:szCs w:val="26"/>
        </w:rPr>
        <w:t xml:space="preserve"> Ver las luces</w:t>
      </w:r>
      <w:r w:rsidRPr="00424D7D">
        <w:rPr>
          <w:rFonts w:ascii="Arial" w:hAnsi="Arial" w:cs="Arial"/>
          <w:strike/>
          <w:color w:val="000000"/>
          <w:sz w:val="26"/>
          <w:szCs w:val="26"/>
        </w:rPr>
        <w:t xml:space="preserve"> </w:t>
      </w:r>
      <w:r w:rsidRPr="00424D7D">
        <w:rPr>
          <w:rFonts w:ascii="Arial" w:hAnsi="Arial" w:cs="Arial"/>
          <w:strike/>
          <w:color w:val="FFFFFF"/>
          <w:sz w:val="26"/>
          <w:szCs w:val="26"/>
        </w:rPr>
        <w:t> </w:t>
      </w:r>
      <w:r w:rsidRPr="00424D7D">
        <w:rPr>
          <w:rFonts w:ascii="Arial" w:hAnsi="Arial" w:cs="Arial"/>
          <w:color w:val="00B050"/>
          <w:sz w:val="26"/>
          <w:szCs w:val="26"/>
        </w:rPr>
        <w:t>Sé la luz</w:t>
      </w:r>
    </w:p>
    <w:p w:rsidR="009A3AB1" w:rsidRPr="003272CA" w:rsidRDefault="009A3AB1" w:rsidP="00424D7D">
      <w:pPr>
        <w:pStyle w:val="gmail-m-7116376926095946059ydp4d5f1f1dmsonormal"/>
        <w:rPr>
          <w:rFonts w:ascii="Arial" w:hAnsi="Arial" w:cs="Arial"/>
          <w:sz w:val="20"/>
          <w:szCs w:val="20"/>
        </w:rPr>
      </w:pPr>
      <w:r w:rsidRPr="003272CA">
        <w:rPr>
          <w:rFonts w:ascii="Arial" w:hAnsi="Arial" w:cs="Arial"/>
          <w:color w:val="000000"/>
          <w:sz w:val="20"/>
          <w:szCs w:val="20"/>
        </w:rPr>
        <w:t>Con Amor y Luz</w:t>
      </w:r>
    </w:p>
    <w:p w:rsidR="009A3AB1" w:rsidRPr="00424D7D" w:rsidRDefault="009A3AB1" w:rsidP="00424D7D">
      <w:pPr>
        <w:pStyle w:val="gmail-m-7116376926095946059ydp4d5f1f1dmsonormal"/>
        <w:rPr>
          <w:rFonts w:ascii="Arial" w:hAnsi="Arial" w:cs="Arial"/>
        </w:rPr>
      </w:pPr>
      <w:r w:rsidRPr="00424D7D">
        <w:rPr>
          <w:rFonts w:ascii="Arial" w:hAnsi="Arial" w:cs="Arial"/>
          <w:color w:val="000000"/>
        </w:rPr>
        <w:t>Bárbara</w:t>
      </w:r>
    </w:p>
    <w:p w:rsidR="009A3AB1" w:rsidRPr="00424D7D" w:rsidRDefault="009A3AB1" w:rsidP="00424D7D">
      <w:pPr>
        <w:pStyle w:val="gmail-m-7116376926095946059ydp4d5f1f1dmsonormal"/>
        <w:spacing w:beforeAutospacing="0" w:afterAutospacing="0"/>
        <w:rPr>
          <w:rFonts w:ascii="Arial" w:hAnsi="Arial" w:cs="Arial"/>
        </w:rPr>
      </w:pPr>
      <w:r w:rsidRPr="00424D7D">
        <w:rPr>
          <w:rFonts w:ascii="Arial" w:hAnsi="Arial" w:cs="Arial"/>
          <w:sz w:val="20"/>
          <w:szCs w:val="20"/>
        </w:rPr>
        <w:t>Espavo es una corporación consciente sin ánimo de lucro dedicada a expandir la Luz por medio del Empoderamiento.</w:t>
      </w:r>
    </w:p>
    <w:p w:rsidR="009A3AB1" w:rsidRPr="00424D7D" w:rsidRDefault="009A3AB1" w:rsidP="00424D7D">
      <w:pPr>
        <w:pStyle w:val="gmail-m-7116376926095946059ydp4d5f1f1dmsonormal"/>
        <w:spacing w:beforeAutospacing="0" w:afterAutospacing="0"/>
        <w:rPr>
          <w:rFonts w:ascii="Arial" w:hAnsi="Arial" w:cs="Arial"/>
        </w:rPr>
      </w:pPr>
      <w:r w:rsidRPr="00424D7D">
        <w:rPr>
          <w:rFonts w:ascii="Arial" w:hAnsi="Arial" w:cs="Arial"/>
          <w:b/>
          <w:bCs/>
          <w:sz w:val="20"/>
          <w:szCs w:val="20"/>
        </w:rPr>
        <w:t>Aviso de copyright:</w:t>
      </w:r>
      <w:r w:rsidRPr="00424D7D">
        <w:rPr>
          <w:rFonts w:ascii="Arial" w:hAnsi="Arial" w:cs="Arial"/>
          <w:b/>
          <w:bCs/>
          <w:sz w:val="20"/>
          <w:szCs w:val="20"/>
        </w:rPr>
        <w:br/>
      </w:r>
      <w:r w:rsidRPr="00424D7D">
        <w:rPr>
          <w:rFonts w:ascii="Arial" w:hAnsi="Arial" w:cs="Arial"/>
          <w:sz w:val="20"/>
          <w:szCs w:val="20"/>
        </w:rPr>
        <w:t xml:space="preserve">Derechos de autor 2000 – 2017 </w:t>
      </w:r>
      <w:r w:rsidRPr="00424D7D">
        <w:rPr>
          <w:rFonts w:ascii="Arial" w:hAnsi="Arial" w:cs="Arial"/>
          <w:sz w:val="20"/>
          <w:szCs w:val="20"/>
        </w:rPr>
        <w:br/>
        <w:t xml:space="preserve">Esta información puede circular y difundirse libremente en su totalidad o en forma parcial. Por favor, </w:t>
      </w:r>
      <w:hyperlink r:id="rId6" w:tgtFrame="_blank" w:history="1">
        <w:r w:rsidRPr="00424D7D">
          <w:rPr>
            <w:rStyle w:val="Hyperlink"/>
            <w:rFonts w:ascii="Arial" w:hAnsi="Arial" w:cs="Arial"/>
            <w:sz w:val="20"/>
            <w:szCs w:val="20"/>
          </w:rPr>
          <w:t>www.Espavo.org</w:t>
        </w:r>
      </w:hyperlink>
      <w:r w:rsidRPr="00424D7D">
        <w:rPr>
          <w:rFonts w:ascii="Arial" w:hAnsi="Arial" w:cs="Arial"/>
          <w:sz w:val="20"/>
          <w:szCs w:val="20"/>
        </w:rPr>
        <w:t xml:space="preserve"> deberá aparecer en todo el material que se publique.</w:t>
      </w:r>
      <w:r w:rsidRPr="00424D7D">
        <w:rPr>
          <w:rFonts w:ascii="Arial" w:hAnsi="Arial" w:cs="Arial"/>
          <w:sz w:val="20"/>
          <w:szCs w:val="20"/>
        </w:rPr>
        <w:br/>
        <w:t>¡Gracias por ayudarnos a difundir la Luz!</w:t>
      </w:r>
    </w:p>
    <w:p w:rsidR="009A3AB1" w:rsidRPr="00424D7D" w:rsidRDefault="009A3AB1" w:rsidP="00424D7D">
      <w:pPr>
        <w:pStyle w:val="gmail-m-7116376926095946059ydp4d5f1f1dmsonospacing"/>
        <w:rPr>
          <w:rFonts w:ascii="Arial" w:hAnsi="Arial" w:cs="Arial"/>
        </w:rPr>
      </w:pPr>
      <w:r w:rsidRPr="00424D7D">
        <w:rPr>
          <w:rFonts w:ascii="Arial" w:hAnsi="Arial" w:cs="Arial"/>
          <w:b/>
          <w:bCs/>
        </w:rPr>
        <w:t>Traducción y Edición:</w:t>
      </w:r>
      <w:r w:rsidRPr="00424D7D">
        <w:rPr>
          <w:rFonts w:ascii="Arial" w:hAnsi="Arial" w:cs="Arial"/>
          <w:b/>
          <w:bCs/>
        </w:rPr>
        <w:br/>
      </w:r>
      <w:r w:rsidRPr="00424D7D">
        <w:rPr>
          <w:rFonts w:ascii="Arial" w:hAnsi="Arial" w:cs="Arial"/>
        </w:rPr>
        <w:t>Equipo de Traductoras Voluntarias de Espavo</w:t>
      </w:r>
    </w:p>
    <w:p w:rsidR="009A3AB1" w:rsidRPr="00424D7D" w:rsidRDefault="009A3AB1" w:rsidP="00424D7D">
      <w:pPr>
        <w:pStyle w:val="gmail-m-7116376926095946059ydp4d5f1f1dmsonospacing"/>
        <w:spacing w:after="240" w:afterAutospacing="0"/>
        <w:rPr>
          <w:rFonts w:ascii="Arial" w:hAnsi="Arial" w:cs="Arial"/>
        </w:rPr>
      </w:pPr>
      <w:r w:rsidRPr="00424D7D">
        <w:rPr>
          <w:rFonts w:ascii="Arial" w:hAnsi="Arial" w:cs="Arial"/>
        </w:rPr>
        <w:t>Noviembre 2017</w:t>
      </w:r>
    </w:p>
    <w:p w:rsidR="009A3AB1" w:rsidRPr="00DC5B9D" w:rsidRDefault="009A3AB1" w:rsidP="00DC5B9D">
      <w:pPr>
        <w:rPr>
          <w:rFonts w:ascii="Arial" w:hAnsi="Arial" w:cs="Arial"/>
          <w:sz w:val="20"/>
          <w:szCs w:val="20"/>
        </w:rPr>
      </w:pPr>
    </w:p>
    <w:sectPr w:rsidR="009A3AB1" w:rsidRPr="00DC5B9D" w:rsidSect="00A706F9">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B4E93"/>
    <w:multiLevelType w:val="hybridMultilevel"/>
    <w:tmpl w:val="6B3A218C"/>
    <w:lvl w:ilvl="0" w:tplc="2C0A0001">
      <w:start w:val="1"/>
      <w:numFmt w:val="bullet"/>
      <w:lvlText w:val=""/>
      <w:lvlJc w:val="left"/>
      <w:pPr>
        <w:ind w:left="360" w:hanging="360"/>
      </w:pPr>
      <w:rPr>
        <w:rFonts w:ascii="Symbol" w:hAnsi="Symbol" w:hint="default"/>
      </w:rPr>
    </w:lvl>
    <w:lvl w:ilvl="1" w:tplc="2C0A0019" w:tentative="1">
      <w:start w:val="1"/>
      <w:numFmt w:val="lowerLetter"/>
      <w:lvlText w:val="%2."/>
      <w:lvlJc w:val="left"/>
      <w:pPr>
        <w:ind w:left="1080" w:hanging="360"/>
      </w:pPr>
      <w:rPr>
        <w:rFonts w:cs="Times New Roman"/>
      </w:rPr>
    </w:lvl>
    <w:lvl w:ilvl="2" w:tplc="2C0A001B" w:tentative="1">
      <w:start w:val="1"/>
      <w:numFmt w:val="lowerRoman"/>
      <w:lvlText w:val="%3."/>
      <w:lvlJc w:val="right"/>
      <w:pPr>
        <w:ind w:left="1800" w:hanging="180"/>
      </w:pPr>
      <w:rPr>
        <w:rFonts w:cs="Times New Roman"/>
      </w:rPr>
    </w:lvl>
    <w:lvl w:ilvl="3" w:tplc="2C0A000F" w:tentative="1">
      <w:start w:val="1"/>
      <w:numFmt w:val="decimal"/>
      <w:lvlText w:val="%4."/>
      <w:lvlJc w:val="left"/>
      <w:pPr>
        <w:ind w:left="2520" w:hanging="360"/>
      </w:pPr>
      <w:rPr>
        <w:rFonts w:cs="Times New Roman"/>
      </w:rPr>
    </w:lvl>
    <w:lvl w:ilvl="4" w:tplc="2C0A0019" w:tentative="1">
      <w:start w:val="1"/>
      <w:numFmt w:val="lowerLetter"/>
      <w:lvlText w:val="%5."/>
      <w:lvlJc w:val="left"/>
      <w:pPr>
        <w:ind w:left="3240" w:hanging="360"/>
      </w:pPr>
      <w:rPr>
        <w:rFonts w:cs="Times New Roman"/>
      </w:rPr>
    </w:lvl>
    <w:lvl w:ilvl="5" w:tplc="2C0A001B" w:tentative="1">
      <w:start w:val="1"/>
      <w:numFmt w:val="lowerRoman"/>
      <w:lvlText w:val="%6."/>
      <w:lvlJc w:val="right"/>
      <w:pPr>
        <w:ind w:left="3960" w:hanging="180"/>
      </w:pPr>
      <w:rPr>
        <w:rFonts w:cs="Times New Roman"/>
      </w:rPr>
    </w:lvl>
    <w:lvl w:ilvl="6" w:tplc="2C0A000F" w:tentative="1">
      <w:start w:val="1"/>
      <w:numFmt w:val="decimal"/>
      <w:lvlText w:val="%7."/>
      <w:lvlJc w:val="left"/>
      <w:pPr>
        <w:ind w:left="4680" w:hanging="360"/>
      </w:pPr>
      <w:rPr>
        <w:rFonts w:cs="Times New Roman"/>
      </w:rPr>
    </w:lvl>
    <w:lvl w:ilvl="7" w:tplc="2C0A0019" w:tentative="1">
      <w:start w:val="1"/>
      <w:numFmt w:val="lowerLetter"/>
      <w:lvlText w:val="%8."/>
      <w:lvlJc w:val="left"/>
      <w:pPr>
        <w:ind w:left="5400" w:hanging="360"/>
      </w:pPr>
      <w:rPr>
        <w:rFonts w:cs="Times New Roman"/>
      </w:rPr>
    </w:lvl>
    <w:lvl w:ilvl="8" w:tplc="2C0A001B" w:tentative="1">
      <w:start w:val="1"/>
      <w:numFmt w:val="lowerRoman"/>
      <w:lvlText w:val="%9."/>
      <w:lvlJc w:val="right"/>
      <w:pPr>
        <w:ind w:left="6120" w:hanging="180"/>
      </w:pPr>
      <w:rPr>
        <w:rFonts w:cs="Times New Roman"/>
      </w:rPr>
    </w:lvl>
  </w:abstractNum>
  <w:abstractNum w:abstractNumId="1">
    <w:nsid w:val="36E36329"/>
    <w:multiLevelType w:val="hybridMultilevel"/>
    <w:tmpl w:val="E7E4BB46"/>
    <w:lvl w:ilvl="0" w:tplc="2C0A000F">
      <w:start w:val="1"/>
      <w:numFmt w:val="decimal"/>
      <w:lvlText w:val="%1."/>
      <w:lvlJc w:val="left"/>
      <w:pPr>
        <w:ind w:left="862" w:hanging="360"/>
      </w:pPr>
      <w:rPr>
        <w:rFonts w:cs="Times New Roman"/>
      </w:rPr>
    </w:lvl>
    <w:lvl w:ilvl="1" w:tplc="2C0A0019" w:tentative="1">
      <w:start w:val="1"/>
      <w:numFmt w:val="lowerLetter"/>
      <w:lvlText w:val="%2."/>
      <w:lvlJc w:val="left"/>
      <w:pPr>
        <w:ind w:left="1582" w:hanging="360"/>
      </w:pPr>
      <w:rPr>
        <w:rFonts w:cs="Times New Roman"/>
      </w:rPr>
    </w:lvl>
    <w:lvl w:ilvl="2" w:tplc="2C0A001B" w:tentative="1">
      <w:start w:val="1"/>
      <w:numFmt w:val="lowerRoman"/>
      <w:lvlText w:val="%3."/>
      <w:lvlJc w:val="right"/>
      <w:pPr>
        <w:ind w:left="2302" w:hanging="180"/>
      </w:pPr>
      <w:rPr>
        <w:rFonts w:cs="Times New Roman"/>
      </w:rPr>
    </w:lvl>
    <w:lvl w:ilvl="3" w:tplc="2C0A000F" w:tentative="1">
      <w:start w:val="1"/>
      <w:numFmt w:val="decimal"/>
      <w:lvlText w:val="%4."/>
      <w:lvlJc w:val="left"/>
      <w:pPr>
        <w:ind w:left="3022" w:hanging="360"/>
      </w:pPr>
      <w:rPr>
        <w:rFonts w:cs="Times New Roman"/>
      </w:rPr>
    </w:lvl>
    <w:lvl w:ilvl="4" w:tplc="2C0A0019" w:tentative="1">
      <w:start w:val="1"/>
      <w:numFmt w:val="lowerLetter"/>
      <w:lvlText w:val="%5."/>
      <w:lvlJc w:val="left"/>
      <w:pPr>
        <w:ind w:left="3742" w:hanging="360"/>
      </w:pPr>
      <w:rPr>
        <w:rFonts w:cs="Times New Roman"/>
      </w:rPr>
    </w:lvl>
    <w:lvl w:ilvl="5" w:tplc="2C0A001B" w:tentative="1">
      <w:start w:val="1"/>
      <w:numFmt w:val="lowerRoman"/>
      <w:lvlText w:val="%6."/>
      <w:lvlJc w:val="right"/>
      <w:pPr>
        <w:ind w:left="4462" w:hanging="180"/>
      </w:pPr>
      <w:rPr>
        <w:rFonts w:cs="Times New Roman"/>
      </w:rPr>
    </w:lvl>
    <w:lvl w:ilvl="6" w:tplc="2C0A000F" w:tentative="1">
      <w:start w:val="1"/>
      <w:numFmt w:val="decimal"/>
      <w:lvlText w:val="%7."/>
      <w:lvlJc w:val="left"/>
      <w:pPr>
        <w:ind w:left="5182" w:hanging="360"/>
      </w:pPr>
      <w:rPr>
        <w:rFonts w:cs="Times New Roman"/>
      </w:rPr>
    </w:lvl>
    <w:lvl w:ilvl="7" w:tplc="2C0A0019" w:tentative="1">
      <w:start w:val="1"/>
      <w:numFmt w:val="lowerLetter"/>
      <w:lvlText w:val="%8."/>
      <w:lvlJc w:val="left"/>
      <w:pPr>
        <w:ind w:left="5902" w:hanging="360"/>
      </w:pPr>
      <w:rPr>
        <w:rFonts w:cs="Times New Roman"/>
      </w:rPr>
    </w:lvl>
    <w:lvl w:ilvl="8" w:tplc="2C0A001B" w:tentative="1">
      <w:start w:val="1"/>
      <w:numFmt w:val="lowerRoman"/>
      <w:lvlText w:val="%9."/>
      <w:lvlJc w:val="right"/>
      <w:pPr>
        <w:ind w:left="6622"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0875"/>
    <w:rsid w:val="0000706D"/>
    <w:rsid w:val="00020EA3"/>
    <w:rsid w:val="00020F90"/>
    <w:rsid w:val="00023713"/>
    <w:rsid w:val="000334EB"/>
    <w:rsid w:val="00051F45"/>
    <w:rsid w:val="00054052"/>
    <w:rsid w:val="00055833"/>
    <w:rsid w:val="00062AB6"/>
    <w:rsid w:val="000730E0"/>
    <w:rsid w:val="00075104"/>
    <w:rsid w:val="000761D0"/>
    <w:rsid w:val="00097EF6"/>
    <w:rsid w:val="000F4289"/>
    <w:rsid w:val="00114486"/>
    <w:rsid w:val="00121BE3"/>
    <w:rsid w:val="00142E56"/>
    <w:rsid w:val="00163397"/>
    <w:rsid w:val="001772BC"/>
    <w:rsid w:val="00182D42"/>
    <w:rsid w:val="001962A2"/>
    <w:rsid w:val="001F4DAE"/>
    <w:rsid w:val="00216409"/>
    <w:rsid w:val="002649F1"/>
    <w:rsid w:val="0027128E"/>
    <w:rsid w:val="00286A74"/>
    <w:rsid w:val="002C5D8D"/>
    <w:rsid w:val="002D1591"/>
    <w:rsid w:val="002E14FF"/>
    <w:rsid w:val="00304A17"/>
    <w:rsid w:val="003177D3"/>
    <w:rsid w:val="00325F84"/>
    <w:rsid w:val="003272CA"/>
    <w:rsid w:val="00331600"/>
    <w:rsid w:val="00335219"/>
    <w:rsid w:val="00335341"/>
    <w:rsid w:val="00342671"/>
    <w:rsid w:val="003518E6"/>
    <w:rsid w:val="003601C8"/>
    <w:rsid w:val="003603BB"/>
    <w:rsid w:val="003645B6"/>
    <w:rsid w:val="00373986"/>
    <w:rsid w:val="003751C0"/>
    <w:rsid w:val="00397AAC"/>
    <w:rsid w:val="003A2092"/>
    <w:rsid w:val="003A3BEC"/>
    <w:rsid w:val="003C6F83"/>
    <w:rsid w:val="003D662B"/>
    <w:rsid w:val="003E384B"/>
    <w:rsid w:val="0040226F"/>
    <w:rsid w:val="00424D7D"/>
    <w:rsid w:val="00427043"/>
    <w:rsid w:val="004334CB"/>
    <w:rsid w:val="004416E4"/>
    <w:rsid w:val="00442BD2"/>
    <w:rsid w:val="00444941"/>
    <w:rsid w:val="004514E5"/>
    <w:rsid w:val="00454F85"/>
    <w:rsid w:val="00455FC3"/>
    <w:rsid w:val="0049504C"/>
    <w:rsid w:val="0049768E"/>
    <w:rsid w:val="004A7722"/>
    <w:rsid w:val="004B1309"/>
    <w:rsid w:val="004B2407"/>
    <w:rsid w:val="004C5168"/>
    <w:rsid w:val="004D3589"/>
    <w:rsid w:val="004D4F11"/>
    <w:rsid w:val="004E5C7D"/>
    <w:rsid w:val="0050365C"/>
    <w:rsid w:val="00516FC4"/>
    <w:rsid w:val="0052320A"/>
    <w:rsid w:val="00530340"/>
    <w:rsid w:val="00531618"/>
    <w:rsid w:val="00531DE5"/>
    <w:rsid w:val="005377F8"/>
    <w:rsid w:val="005408C7"/>
    <w:rsid w:val="00586BF9"/>
    <w:rsid w:val="00586EBB"/>
    <w:rsid w:val="00597DFF"/>
    <w:rsid w:val="005A613F"/>
    <w:rsid w:val="005B1D92"/>
    <w:rsid w:val="005B576A"/>
    <w:rsid w:val="005C71AE"/>
    <w:rsid w:val="005D4B2E"/>
    <w:rsid w:val="005E1845"/>
    <w:rsid w:val="005E186C"/>
    <w:rsid w:val="0060616F"/>
    <w:rsid w:val="00612EE7"/>
    <w:rsid w:val="00620505"/>
    <w:rsid w:val="00632CDE"/>
    <w:rsid w:val="00635DA0"/>
    <w:rsid w:val="00645BBE"/>
    <w:rsid w:val="00664F8B"/>
    <w:rsid w:val="00693BEF"/>
    <w:rsid w:val="006C533E"/>
    <w:rsid w:val="006D5251"/>
    <w:rsid w:val="006D6A93"/>
    <w:rsid w:val="006E0112"/>
    <w:rsid w:val="006E5BB8"/>
    <w:rsid w:val="006F3365"/>
    <w:rsid w:val="006F6CDC"/>
    <w:rsid w:val="0070760E"/>
    <w:rsid w:val="00710875"/>
    <w:rsid w:val="00761549"/>
    <w:rsid w:val="00762FD1"/>
    <w:rsid w:val="007678ED"/>
    <w:rsid w:val="007735A5"/>
    <w:rsid w:val="00774B5F"/>
    <w:rsid w:val="00776ACF"/>
    <w:rsid w:val="00776C05"/>
    <w:rsid w:val="00787F9B"/>
    <w:rsid w:val="00794E8F"/>
    <w:rsid w:val="00796C7E"/>
    <w:rsid w:val="007A49CE"/>
    <w:rsid w:val="007B2A78"/>
    <w:rsid w:val="007B41C4"/>
    <w:rsid w:val="007D157B"/>
    <w:rsid w:val="007F040D"/>
    <w:rsid w:val="007F1B55"/>
    <w:rsid w:val="007F5A8E"/>
    <w:rsid w:val="00822A47"/>
    <w:rsid w:val="0082732E"/>
    <w:rsid w:val="00827B5D"/>
    <w:rsid w:val="00856694"/>
    <w:rsid w:val="00872E87"/>
    <w:rsid w:val="008859A5"/>
    <w:rsid w:val="008C2ADB"/>
    <w:rsid w:val="008C6DBD"/>
    <w:rsid w:val="008E5761"/>
    <w:rsid w:val="009016AF"/>
    <w:rsid w:val="00903656"/>
    <w:rsid w:val="00910019"/>
    <w:rsid w:val="009146E6"/>
    <w:rsid w:val="0091624A"/>
    <w:rsid w:val="00934166"/>
    <w:rsid w:val="00934713"/>
    <w:rsid w:val="00935AB0"/>
    <w:rsid w:val="00950D79"/>
    <w:rsid w:val="00957F2E"/>
    <w:rsid w:val="00960307"/>
    <w:rsid w:val="009933A8"/>
    <w:rsid w:val="0099596E"/>
    <w:rsid w:val="009A3AB1"/>
    <w:rsid w:val="009C1AB8"/>
    <w:rsid w:val="009C2C1D"/>
    <w:rsid w:val="00A1180C"/>
    <w:rsid w:val="00A251F8"/>
    <w:rsid w:val="00A267C6"/>
    <w:rsid w:val="00A33576"/>
    <w:rsid w:val="00A36ECD"/>
    <w:rsid w:val="00A676E2"/>
    <w:rsid w:val="00A706F9"/>
    <w:rsid w:val="00A71F21"/>
    <w:rsid w:val="00A9194B"/>
    <w:rsid w:val="00AA0F13"/>
    <w:rsid w:val="00AA69B8"/>
    <w:rsid w:val="00AB51D1"/>
    <w:rsid w:val="00AD2CA9"/>
    <w:rsid w:val="00AE194C"/>
    <w:rsid w:val="00B012F8"/>
    <w:rsid w:val="00B11B5A"/>
    <w:rsid w:val="00B367B0"/>
    <w:rsid w:val="00B43BEF"/>
    <w:rsid w:val="00B62254"/>
    <w:rsid w:val="00B7739D"/>
    <w:rsid w:val="00BA34D6"/>
    <w:rsid w:val="00BB0062"/>
    <w:rsid w:val="00BB48FD"/>
    <w:rsid w:val="00BC398A"/>
    <w:rsid w:val="00BD4638"/>
    <w:rsid w:val="00BE588E"/>
    <w:rsid w:val="00BE7459"/>
    <w:rsid w:val="00BE78DB"/>
    <w:rsid w:val="00BF0553"/>
    <w:rsid w:val="00C0035E"/>
    <w:rsid w:val="00C046B3"/>
    <w:rsid w:val="00C04BCE"/>
    <w:rsid w:val="00C13B95"/>
    <w:rsid w:val="00C1586C"/>
    <w:rsid w:val="00C26F5D"/>
    <w:rsid w:val="00C300F9"/>
    <w:rsid w:val="00C4592E"/>
    <w:rsid w:val="00C52C4E"/>
    <w:rsid w:val="00C538DB"/>
    <w:rsid w:val="00C81600"/>
    <w:rsid w:val="00CF0006"/>
    <w:rsid w:val="00CF0550"/>
    <w:rsid w:val="00D000E7"/>
    <w:rsid w:val="00D03B21"/>
    <w:rsid w:val="00D1099C"/>
    <w:rsid w:val="00D15D6E"/>
    <w:rsid w:val="00D42B9B"/>
    <w:rsid w:val="00D46440"/>
    <w:rsid w:val="00D46486"/>
    <w:rsid w:val="00D4795A"/>
    <w:rsid w:val="00D50F5B"/>
    <w:rsid w:val="00D72C39"/>
    <w:rsid w:val="00D82ED0"/>
    <w:rsid w:val="00D86E15"/>
    <w:rsid w:val="00DB16DF"/>
    <w:rsid w:val="00DB4463"/>
    <w:rsid w:val="00DC4F21"/>
    <w:rsid w:val="00DC5B9D"/>
    <w:rsid w:val="00DC6F64"/>
    <w:rsid w:val="00DD50AF"/>
    <w:rsid w:val="00DF11B9"/>
    <w:rsid w:val="00DF5BCB"/>
    <w:rsid w:val="00DF66FA"/>
    <w:rsid w:val="00E16801"/>
    <w:rsid w:val="00E53C08"/>
    <w:rsid w:val="00E661BD"/>
    <w:rsid w:val="00E800AB"/>
    <w:rsid w:val="00E81BD3"/>
    <w:rsid w:val="00EA6CC8"/>
    <w:rsid w:val="00EA6EC7"/>
    <w:rsid w:val="00EB7D70"/>
    <w:rsid w:val="00EE255D"/>
    <w:rsid w:val="00EF176F"/>
    <w:rsid w:val="00F0212F"/>
    <w:rsid w:val="00F057B7"/>
    <w:rsid w:val="00F07DE9"/>
    <w:rsid w:val="00F12242"/>
    <w:rsid w:val="00F25A29"/>
    <w:rsid w:val="00F47F2F"/>
    <w:rsid w:val="00F56C72"/>
    <w:rsid w:val="00FA1642"/>
    <w:rsid w:val="00FA4F09"/>
    <w:rsid w:val="00FD3B8B"/>
    <w:rsid w:val="00FD3BAB"/>
    <w:rsid w:val="00FD4B4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98A"/>
    <w:pPr>
      <w:spacing w:after="200" w:line="276" w:lineRule="auto"/>
    </w:pPr>
    <w:rPr>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710875"/>
    <w:pPr>
      <w:spacing w:before="100" w:beforeAutospacing="1" w:after="100" w:afterAutospacing="1" w:line="240" w:lineRule="auto"/>
    </w:pPr>
    <w:rPr>
      <w:rFonts w:ascii="Times New Roman" w:eastAsia="Times New Roman" w:hAnsi="Times New Roman"/>
      <w:sz w:val="24"/>
      <w:szCs w:val="24"/>
      <w:lang w:eastAsia="es-ES"/>
    </w:rPr>
  </w:style>
  <w:style w:type="character" w:styleId="Hyperlink">
    <w:name w:val="Hyperlink"/>
    <w:basedOn w:val="DefaultParagraphFont"/>
    <w:uiPriority w:val="99"/>
    <w:rsid w:val="00710875"/>
    <w:rPr>
      <w:rFonts w:cs="Times New Roman"/>
      <w:color w:val="0000FF"/>
      <w:u w:val="single"/>
    </w:rPr>
  </w:style>
  <w:style w:type="paragraph" w:styleId="BalloonText">
    <w:name w:val="Balloon Text"/>
    <w:basedOn w:val="Normal"/>
    <w:link w:val="BalloonTextChar"/>
    <w:uiPriority w:val="99"/>
    <w:semiHidden/>
    <w:rsid w:val="00BC39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10875"/>
    <w:rPr>
      <w:rFonts w:ascii="Tahoma" w:hAnsi="Tahoma" w:cs="Tahoma"/>
      <w:sz w:val="16"/>
      <w:szCs w:val="16"/>
    </w:rPr>
  </w:style>
  <w:style w:type="paragraph" w:customStyle="1" w:styleId="H2">
    <w:name w:val="H2"/>
    <w:basedOn w:val="Normal"/>
    <w:next w:val="Normal"/>
    <w:uiPriority w:val="99"/>
    <w:rsid w:val="00BC398A"/>
    <w:pPr>
      <w:keepNext/>
      <w:autoSpaceDE w:val="0"/>
      <w:autoSpaceDN w:val="0"/>
      <w:adjustRightInd w:val="0"/>
      <w:spacing w:before="100" w:after="100" w:line="240" w:lineRule="auto"/>
      <w:outlineLvl w:val="2"/>
    </w:pPr>
    <w:rPr>
      <w:rFonts w:ascii="Times New Roman" w:hAnsi="Times New Roman"/>
      <w:b/>
      <w:bCs/>
      <w:sz w:val="36"/>
      <w:szCs w:val="36"/>
      <w:lang w:val="en-US"/>
    </w:rPr>
  </w:style>
  <w:style w:type="paragraph" w:customStyle="1" w:styleId="H3">
    <w:name w:val="H3"/>
    <w:basedOn w:val="Normal"/>
    <w:next w:val="Normal"/>
    <w:uiPriority w:val="99"/>
    <w:rsid w:val="00BC398A"/>
    <w:pPr>
      <w:keepNext/>
      <w:autoSpaceDE w:val="0"/>
      <w:autoSpaceDN w:val="0"/>
      <w:adjustRightInd w:val="0"/>
      <w:spacing w:before="100" w:after="100" w:line="240" w:lineRule="auto"/>
      <w:outlineLvl w:val="3"/>
    </w:pPr>
    <w:rPr>
      <w:rFonts w:ascii="Times New Roman" w:hAnsi="Times New Roman"/>
      <w:b/>
      <w:bCs/>
      <w:sz w:val="28"/>
      <w:szCs w:val="28"/>
      <w:lang w:val="en-US"/>
    </w:rPr>
  </w:style>
  <w:style w:type="character" w:styleId="Strong">
    <w:name w:val="Strong"/>
    <w:basedOn w:val="DefaultParagraphFont"/>
    <w:uiPriority w:val="99"/>
    <w:qFormat/>
    <w:rsid w:val="00BC398A"/>
    <w:rPr>
      <w:rFonts w:cs="Times New Roman"/>
      <w:b/>
      <w:bCs/>
    </w:rPr>
  </w:style>
  <w:style w:type="paragraph" w:styleId="NoSpacing">
    <w:name w:val="No Spacing"/>
    <w:uiPriority w:val="99"/>
    <w:qFormat/>
    <w:rsid w:val="00BC398A"/>
    <w:rPr>
      <w:lang w:eastAsia="en-US"/>
    </w:rPr>
  </w:style>
  <w:style w:type="paragraph" w:styleId="ListParagraph">
    <w:name w:val="List Paragraph"/>
    <w:basedOn w:val="Normal"/>
    <w:uiPriority w:val="99"/>
    <w:qFormat/>
    <w:rsid w:val="00BC398A"/>
    <w:pPr>
      <w:spacing w:after="0" w:line="240" w:lineRule="auto"/>
      <w:ind w:left="720"/>
      <w:contextualSpacing/>
      <w:jc w:val="both"/>
    </w:pPr>
    <w:rPr>
      <w:lang w:val="en-US"/>
    </w:rPr>
  </w:style>
  <w:style w:type="character" w:styleId="FollowedHyperlink">
    <w:name w:val="FollowedHyperlink"/>
    <w:basedOn w:val="DefaultParagraphFont"/>
    <w:uiPriority w:val="99"/>
    <w:rsid w:val="00DC5B9D"/>
    <w:rPr>
      <w:rFonts w:cs="Times New Roman"/>
      <w:color w:val="800080"/>
      <w:u w:val="single"/>
    </w:rPr>
  </w:style>
  <w:style w:type="paragraph" w:customStyle="1" w:styleId="gmail-m-7116376926095946059ydp4d5f1f1dmsonospacing">
    <w:name w:val="gmail-m_-7116376926095946059ydp4d5f1f1dmsonospacing"/>
    <w:basedOn w:val="Normal"/>
    <w:uiPriority w:val="99"/>
    <w:rsid w:val="00424D7D"/>
    <w:pPr>
      <w:spacing w:before="100" w:beforeAutospacing="1" w:after="100" w:afterAutospacing="1" w:line="240" w:lineRule="auto"/>
    </w:pPr>
    <w:rPr>
      <w:rFonts w:ascii="Times New Roman" w:hAnsi="Times New Roman"/>
      <w:sz w:val="24"/>
      <w:szCs w:val="24"/>
      <w:lang w:eastAsia="es-ES"/>
    </w:rPr>
  </w:style>
  <w:style w:type="paragraph" w:customStyle="1" w:styleId="gmail-m-7116376926095946059ydp4d5f1f1dmsonormal">
    <w:name w:val="gmail-m_-7116376926095946059ydp4d5f1f1dmsonormal"/>
    <w:basedOn w:val="Normal"/>
    <w:uiPriority w:val="99"/>
    <w:rsid w:val="00424D7D"/>
    <w:pPr>
      <w:spacing w:before="100" w:beforeAutospacing="1" w:after="100" w:afterAutospacing="1" w:line="240" w:lineRule="auto"/>
    </w:pPr>
    <w:rPr>
      <w:rFonts w:ascii="Times New Roman" w:hAnsi="Times New Roman"/>
      <w:sz w:val="24"/>
      <w:szCs w:val="24"/>
      <w:lang w:eastAsia="es-ES"/>
    </w:rPr>
  </w:style>
  <w:style w:type="character" w:customStyle="1" w:styleId="gmail-m-7116376926095946059ydp4d5f1f1dalt-edited">
    <w:name w:val="gmail-m_-7116376926095946059ydp4d5f1f1dalt-edited"/>
    <w:basedOn w:val="DefaultParagraphFont"/>
    <w:uiPriority w:val="99"/>
    <w:rsid w:val="00424D7D"/>
    <w:rPr>
      <w:rFonts w:cs="Times New Roman"/>
    </w:rPr>
  </w:style>
</w:styles>
</file>

<file path=word/webSettings.xml><?xml version="1.0" encoding="utf-8"?>
<w:webSettings xmlns:r="http://schemas.openxmlformats.org/officeDocument/2006/relationships" xmlns:w="http://schemas.openxmlformats.org/wordprocessingml/2006/main">
  <w:divs>
    <w:div w:id="652681592">
      <w:marLeft w:val="0"/>
      <w:marRight w:val="0"/>
      <w:marTop w:val="0"/>
      <w:marBottom w:val="0"/>
      <w:divBdr>
        <w:top w:val="none" w:sz="0" w:space="0" w:color="auto"/>
        <w:left w:val="none" w:sz="0" w:space="0" w:color="auto"/>
        <w:bottom w:val="none" w:sz="0" w:space="0" w:color="auto"/>
        <w:right w:val="none" w:sz="0" w:space="0" w:color="auto"/>
      </w:divBdr>
    </w:div>
    <w:div w:id="652681593">
      <w:marLeft w:val="0"/>
      <w:marRight w:val="0"/>
      <w:marTop w:val="0"/>
      <w:marBottom w:val="0"/>
      <w:divBdr>
        <w:top w:val="none" w:sz="0" w:space="0" w:color="auto"/>
        <w:left w:val="none" w:sz="0" w:space="0" w:color="auto"/>
        <w:bottom w:val="none" w:sz="0" w:space="0" w:color="auto"/>
        <w:right w:val="none" w:sz="0" w:space="0" w:color="auto"/>
      </w:divBdr>
      <w:divsChild>
        <w:div w:id="652681594">
          <w:marLeft w:val="0"/>
          <w:marRight w:val="0"/>
          <w:marTop w:val="0"/>
          <w:marBottom w:val="0"/>
          <w:divBdr>
            <w:top w:val="none" w:sz="0" w:space="0" w:color="auto"/>
            <w:left w:val="none" w:sz="0" w:space="0" w:color="auto"/>
            <w:bottom w:val="none" w:sz="0" w:space="0" w:color="auto"/>
            <w:right w:val="none" w:sz="0" w:space="0" w:color="auto"/>
          </w:divBdr>
          <w:divsChild>
            <w:div w:id="652681595">
              <w:marLeft w:val="1701"/>
              <w:marRight w:val="1701"/>
              <w:marTop w:val="0"/>
              <w:marBottom w:val="0"/>
              <w:divBdr>
                <w:top w:val="single" w:sz="24" w:space="1" w:color="auto"/>
                <w:left w:val="single" w:sz="24" w:space="4" w:color="auto"/>
                <w:bottom w:val="single" w:sz="24" w:space="1" w:color="auto"/>
                <w:right w:val="single" w:sz="24" w:space="4"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facebook.com/l.php?u=http%3A%2F%2Fwww.Espavo.org%2F&amp;h=ATNnuI-E-hpJ5BrDKga1fKRkIutRJC3IauUTTrCC0Q7neNWekl8KTTK6Crox4xs7jvqn1LAYyTp1Q85HDA8GrKcditeu8t1jQDzda03SI8RQIrpOCy64F3PSQN1m5TDe8hQjN_J65tGsWmx4flkkV6KSSqGLd4l0JyFgghWz&amp;enc=AZO-gC92R2kpgaGKofaDAJEzuI8ejPBCPKh2IEhkznvYw8Z5F58PtzfP8rWAfTXVvqtjzon4m-2tOlSH-aiX5r0uiOOmRa0R4lvqkO-bjwdn2h9LtSPSBQmnbrBHkqdvBxQER_AvReChM-G2LK-GdStDUObKVVBhQB8q4Tr5Z49uLIO_P5u_A44jRRPtBktHP8uRhO3MU8KbZljFYL1I7EpM&amp;s=1"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8</Pages>
  <Words>5685</Words>
  <Characters>31270</Characters>
  <Application>Microsoft Office Outlook</Application>
  <DocSecurity>0</DocSecurity>
  <Lines>0</Lines>
  <Paragraphs>0</Paragraphs>
  <ScaleCrop>false</ScaleCrop>
  <Company>Luffi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 Re-cordatorios desde el Hogar</dc:title>
  <dc:subject/>
  <dc:creator>gwartel@hotmail.com</dc:creator>
  <cp:keywords/>
  <dc:description/>
  <cp:lastModifiedBy>gwartel@hotmail.com</cp:lastModifiedBy>
  <cp:revision>5</cp:revision>
  <dcterms:created xsi:type="dcterms:W3CDTF">2017-12-08T12:28:00Z</dcterms:created>
  <dcterms:modified xsi:type="dcterms:W3CDTF">2017-12-08T12:51:00Z</dcterms:modified>
</cp:coreProperties>
</file>