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126D" w:rsidRDefault="0003126D" w:rsidP="00D86DFE">
      <w:pPr>
        <w:shd w:val="clear" w:color="auto" w:fill="FFFFFF"/>
        <w:spacing w:after="240"/>
        <w:rPr>
          <w:color w:val="000000"/>
        </w:rPr>
      </w:pPr>
    </w:p>
    <w:p w:rsidR="0003126D" w:rsidRDefault="0003126D" w:rsidP="00D86DFE">
      <w:pPr>
        <w:shd w:val="clear" w:color="auto" w:fill="FFFFFF"/>
        <w:rPr>
          <w:color w:val="000000"/>
        </w:rPr>
      </w:pPr>
      <w:r>
        <w:rPr>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yiv4976450606yui_3_16_0_ym19_1_1479615501721_6968" o:spid="_x0000_i1025" type="#_x0000_t75" alt="Integrar imagen" style="width:24pt;height:24pt">
            <v:imagedata r:id="rId4" r:href="rId5"/>
          </v:shape>
        </w:pict>
      </w:r>
    </w:p>
    <w:p w:rsidR="0003126D" w:rsidRDefault="0003126D" w:rsidP="00D86DFE">
      <w:pPr>
        <w:shd w:val="clear" w:color="auto" w:fill="FFFFFF"/>
        <w:rPr>
          <w:color w:val="000000"/>
        </w:rPr>
      </w:pPr>
      <w:r>
        <w:rPr>
          <w:color w:val="7030A0"/>
        </w:rPr>
        <w:br/>
      </w:r>
    </w:p>
    <w:p w:rsidR="0003126D" w:rsidRPr="00D86DFE" w:rsidRDefault="0003126D" w:rsidP="00D86DFE">
      <w:pPr>
        <w:shd w:val="clear" w:color="auto" w:fill="FFFFFF"/>
        <w:rPr>
          <w:rFonts w:ascii="Trebuchet MS" w:hAnsi="Trebuchet MS"/>
          <w:smallCaps/>
          <w:shadow/>
          <w:color w:val="000000"/>
          <w:sz w:val="32"/>
          <w:szCs w:val="32"/>
        </w:rPr>
      </w:pPr>
      <w:r w:rsidRPr="00D86DFE">
        <w:rPr>
          <w:rFonts w:ascii="Trebuchet MS" w:hAnsi="Trebuchet MS"/>
          <w:smallCaps/>
          <w:shadow/>
          <w:color w:val="7030A0"/>
          <w:sz w:val="32"/>
          <w:szCs w:val="32"/>
        </w:rPr>
        <w:t>Bienvenidos a Espavo Noticias y Acontecimientos Mundiales</w:t>
      </w:r>
    </w:p>
    <w:p w:rsidR="0003126D" w:rsidRDefault="0003126D" w:rsidP="00D86DFE">
      <w:pPr>
        <w:shd w:val="clear" w:color="auto" w:fill="FFFFFF"/>
        <w:rPr>
          <w:rFonts w:ascii="Helvetica" w:hAnsi="Helvetica" w:cs="Helvetica"/>
          <w:color w:val="000000"/>
        </w:rPr>
      </w:pPr>
    </w:p>
    <w:p w:rsidR="0003126D" w:rsidRDefault="0003126D" w:rsidP="00D86DFE">
      <w:pPr>
        <w:shd w:val="clear" w:color="auto" w:fill="FFFFFF"/>
        <w:rPr>
          <w:rFonts w:ascii="Helvetica" w:hAnsi="Helvetica" w:cs="Helvetica"/>
          <w:color w:val="000000"/>
        </w:rPr>
      </w:pPr>
      <w:r>
        <w:rPr>
          <w:rFonts w:ascii="Helvetica" w:hAnsi="Helvetica" w:cs="Helvetica"/>
          <w:b/>
          <w:bCs/>
          <w:color w:val="7030A0"/>
          <w:u w:val="single"/>
        </w:rPr>
        <w:t>DESPUÉS DE LAS ELECCIONES</w:t>
      </w:r>
    </w:p>
    <w:p w:rsidR="0003126D" w:rsidRDefault="0003126D" w:rsidP="00D86DFE">
      <w:pPr>
        <w:shd w:val="clear" w:color="auto" w:fill="FFFFFF"/>
        <w:rPr>
          <w:rFonts w:ascii="Helvetica" w:hAnsi="Helvetica" w:cs="Helvetica"/>
          <w:color w:val="000000"/>
        </w:rPr>
      </w:pPr>
      <w:r>
        <w:rPr>
          <w:rFonts w:ascii="Helvetica" w:hAnsi="Helvetica" w:cs="Helvetica"/>
          <w:b/>
          <w:bCs/>
          <w:color w:val="7030A0"/>
          <w:u w:val="single"/>
        </w:rPr>
        <w:br/>
      </w:r>
    </w:p>
    <w:p w:rsidR="0003126D" w:rsidRDefault="0003126D" w:rsidP="00D86DFE">
      <w:pPr>
        <w:shd w:val="clear" w:color="auto" w:fill="FFFFFF"/>
        <w:rPr>
          <w:rFonts w:ascii="Helvetica" w:hAnsi="Helvetica" w:cs="Helvetica"/>
          <w:color w:val="000000"/>
        </w:rPr>
      </w:pPr>
      <w:r>
        <w:rPr>
          <w:rFonts w:ascii="Helvetica" w:hAnsi="Helvetica" w:cs="Helvetica"/>
          <w:b/>
          <w:bCs/>
          <w:color w:val="7030A0"/>
        </w:rPr>
        <w:t>V</w:t>
      </w:r>
      <w:r>
        <w:rPr>
          <w:rFonts w:ascii="Helvetica" w:hAnsi="Helvetica" w:cs="Helvetica"/>
          <w:color w:val="7030A0"/>
        </w:rPr>
        <w:t>iernes, 11 de noviembre de 2016</w:t>
      </w:r>
    </w:p>
    <w:p w:rsidR="0003126D" w:rsidRDefault="0003126D" w:rsidP="00D86DFE">
      <w:pPr>
        <w:shd w:val="clear" w:color="auto" w:fill="FFFFFF"/>
        <w:rPr>
          <w:rFonts w:ascii="Helvetica" w:hAnsi="Helvetica" w:cs="Helvetica"/>
          <w:color w:val="000000"/>
        </w:rPr>
      </w:pPr>
    </w:p>
    <w:p w:rsidR="0003126D" w:rsidRDefault="0003126D" w:rsidP="00D86DFE">
      <w:pPr>
        <w:shd w:val="clear" w:color="auto" w:fill="FFFFFF"/>
        <w:rPr>
          <w:rFonts w:ascii="Helvetica" w:hAnsi="Helvetica" w:cs="Helvetica"/>
          <w:color w:val="000000"/>
        </w:rPr>
      </w:pPr>
      <w:r>
        <w:rPr>
          <w:rFonts w:ascii="Helvetica" w:hAnsi="Helvetica" w:cs="Helvetica"/>
          <w:b/>
          <w:bCs/>
          <w:color w:val="7030A0"/>
        </w:rPr>
        <w:t>Steve</w:t>
      </w:r>
    </w:p>
    <w:p w:rsidR="0003126D" w:rsidRDefault="0003126D" w:rsidP="00D86DFE">
      <w:pPr>
        <w:shd w:val="clear" w:color="auto" w:fill="FFFFFF"/>
        <w:rPr>
          <w:rFonts w:ascii="Helvetica" w:hAnsi="Helvetica" w:cs="Helvetica"/>
          <w:color w:val="000000"/>
        </w:rPr>
      </w:pPr>
    </w:p>
    <w:p w:rsidR="0003126D" w:rsidRDefault="0003126D" w:rsidP="00D86DFE">
      <w:pPr>
        <w:shd w:val="clear" w:color="auto" w:fill="FFFFFF"/>
        <w:rPr>
          <w:rFonts w:ascii="Helvetica" w:hAnsi="Helvetica" w:cs="Helvetica"/>
          <w:color w:val="000000"/>
        </w:rPr>
      </w:pPr>
      <w:r>
        <w:rPr>
          <w:rFonts w:ascii="Helvetica" w:hAnsi="Helvetica" w:cs="Helvetica"/>
          <w:color w:val="7030A0"/>
        </w:rPr>
        <w:t>Bienvenidos a Espavo TV. Permítanme explicarles qué estamos haciendo y de qué se trata. Como muchos saben, hemos construido el estudio; tenemos todo el equipamiento y demás con que hemos estado enseñando durante varios años a través de Paths2empowerment (Caminos para el empoderamiento). Siempre tuvimos el sueño y cuando se presentan acontecimientos importantes para que todos nosotros los discutamos, es esencial tener la capacidad de accionar unos cuantos interruptores y ofrecerles un evento en vivo muy rápido. Y ahora lo estamos haciendo por primera vez. Hoy sentimos esa necesidad debido a las elecciones y su resultado en los Estados Unidos. Estamos recibiendo muchos correos electrónicos de numerosas personas del mundo entero y quisimos reunirnos y darles la oportunidad de escuchar directamente del Grupo lo que está sucediendo, lo que podemos esperar y cómo va a influenciar a muchas personas en todo el mundo.</w:t>
      </w:r>
    </w:p>
    <w:p w:rsidR="0003126D" w:rsidRDefault="0003126D" w:rsidP="00D86DFE">
      <w:pPr>
        <w:shd w:val="clear" w:color="auto" w:fill="FFFFFF"/>
        <w:rPr>
          <w:rFonts w:ascii="Helvetica" w:hAnsi="Helvetica" w:cs="Helvetica"/>
          <w:color w:val="000000"/>
        </w:rPr>
      </w:pPr>
    </w:p>
    <w:p w:rsidR="0003126D" w:rsidRDefault="0003126D" w:rsidP="00D86DFE">
      <w:pPr>
        <w:shd w:val="clear" w:color="auto" w:fill="FFFFFF"/>
        <w:rPr>
          <w:rFonts w:ascii="Helvetica" w:hAnsi="Helvetica" w:cs="Helvetica"/>
          <w:color w:val="000000"/>
        </w:rPr>
      </w:pPr>
      <w:r>
        <w:rPr>
          <w:rFonts w:ascii="Helvetica" w:hAnsi="Helvetica" w:cs="Helvetica"/>
          <w:b/>
          <w:bCs/>
          <w:color w:val="7030A0"/>
        </w:rPr>
        <w:t>Bárbara</w:t>
      </w:r>
    </w:p>
    <w:p w:rsidR="0003126D" w:rsidRDefault="0003126D" w:rsidP="00D86DFE">
      <w:pPr>
        <w:shd w:val="clear" w:color="auto" w:fill="FFFFFF"/>
        <w:rPr>
          <w:rFonts w:ascii="Helvetica" w:hAnsi="Helvetica" w:cs="Helvetica"/>
          <w:color w:val="000000"/>
        </w:rPr>
      </w:pPr>
    </w:p>
    <w:p w:rsidR="0003126D" w:rsidRDefault="0003126D" w:rsidP="00D86DFE">
      <w:pPr>
        <w:shd w:val="clear" w:color="auto" w:fill="FFFFFF"/>
        <w:rPr>
          <w:rFonts w:ascii="Helvetica" w:hAnsi="Helvetica" w:cs="Helvetica"/>
          <w:color w:val="000000"/>
        </w:rPr>
      </w:pPr>
      <w:r>
        <w:rPr>
          <w:rFonts w:ascii="Helvetica" w:hAnsi="Helvetica" w:cs="Helvetica"/>
          <w:color w:val="7030A0"/>
        </w:rPr>
        <w:t>Creo que muchos necesitan que los animen un poco en estos momentos. Todos nos preguntamos: ¿</w:t>
      </w:r>
      <w:r>
        <w:rPr>
          <w:rFonts w:ascii="Helvetica" w:hAnsi="Helvetica" w:cs="Helvetica"/>
          <w:i/>
          <w:iCs/>
          <w:color w:val="7030A0"/>
        </w:rPr>
        <w:t>qué está pasando en nuestro mundo?</w:t>
      </w:r>
      <w:r>
        <w:rPr>
          <w:rFonts w:ascii="Helvetica" w:hAnsi="Helvetica" w:cs="Helvetica"/>
          <w:color w:val="7030A0"/>
        </w:rPr>
        <w:t xml:space="preserve"> Por eso queremos reunirnos con ustedes y extenderles nuestros corazones y recurrir a esta nueva manera de hacer las cosas que nos permite presentarles la información al instante. Creo que el Grupo nos ha estado preparando para esto, porque desde que trabajamos desde el estudio en casa en vez de viajar al exterior, hemos podido presentarles los seminarios de manera más rápida y con la información más reciente. </w:t>
      </w:r>
      <w:r>
        <w:rPr>
          <w:rFonts w:ascii="Helvetica" w:hAnsi="Helvetica" w:cs="Helvetica"/>
          <w:color w:val="7030A0"/>
        </w:rPr>
        <w:br/>
      </w:r>
    </w:p>
    <w:p w:rsidR="0003126D" w:rsidRDefault="0003126D" w:rsidP="00D86DFE">
      <w:pPr>
        <w:shd w:val="clear" w:color="auto" w:fill="FFFFFF"/>
        <w:rPr>
          <w:rFonts w:ascii="Helvetica" w:hAnsi="Helvetica" w:cs="Helvetica"/>
          <w:color w:val="000000"/>
        </w:rPr>
      </w:pPr>
    </w:p>
    <w:p w:rsidR="0003126D" w:rsidRDefault="0003126D" w:rsidP="00D86DFE">
      <w:pPr>
        <w:shd w:val="clear" w:color="auto" w:fill="FFFFFF"/>
        <w:rPr>
          <w:rFonts w:ascii="Helvetica" w:hAnsi="Helvetica" w:cs="Helvetica"/>
          <w:color w:val="000000"/>
        </w:rPr>
      </w:pPr>
      <w:r>
        <w:rPr>
          <w:rFonts w:ascii="Helvetica" w:hAnsi="Helvetica" w:cs="Helvetica"/>
          <w:b/>
          <w:bCs/>
          <w:color w:val="7030A0"/>
        </w:rPr>
        <w:t>Steve</w:t>
      </w:r>
    </w:p>
    <w:p w:rsidR="0003126D" w:rsidRDefault="0003126D" w:rsidP="00D86DFE">
      <w:pPr>
        <w:shd w:val="clear" w:color="auto" w:fill="FFFFFF"/>
        <w:rPr>
          <w:rFonts w:ascii="Helvetica" w:hAnsi="Helvetica" w:cs="Helvetica"/>
          <w:color w:val="000000"/>
        </w:rPr>
      </w:pPr>
    </w:p>
    <w:p w:rsidR="0003126D" w:rsidRDefault="0003126D" w:rsidP="00D86DFE">
      <w:pPr>
        <w:shd w:val="clear" w:color="auto" w:fill="FFFFFF"/>
        <w:rPr>
          <w:rFonts w:ascii="Helvetica" w:hAnsi="Helvetica" w:cs="Helvetica"/>
          <w:color w:val="000000"/>
        </w:rPr>
      </w:pPr>
      <w:r>
        <w:rPr>
          <w:rFonts w:ascii="Helvetica" w:hAnsi="Helvetica" w:cs="Helvetica"/>
          <w:color w:val="7030A0"/>
        </w:rPr>
        <w:t xml:space="preserve">Estamos embarcados en construir una especie de red mundial. Está en marcha, pero tenemos que ir despacio. Sin embargo, sentimos una necesidad muy fuerte… Desperté el otro día y literalmente sentí como si alguien me empujase a otra dimensión y no pudiese encontrar el camino de regreso. </w:t>
      </w:r>
      <w:r>
        <w:rPr>
          <w:rFonts w:ascii="Helvetica" w:hAnsi="Helvetica" w:cs="Helvetica"/>
          <w:i/>
          <w:iCs/>
          <w:color w:val="7030A0"/>
        </w:rPr>
        <w:t>¿Dónde estoy? ¿Qué está pasando?</w:t>
      </w:r>
      <w:r>
        <w:rPr>
          <w:rFonts w:ascii="Helvetica" w:hAnsi="Helvetica" w:cs="Helvetica"/>
          <w:color w:val="7030A0"/>
        </w:rPr>
        <w:t xml:space="preserve"> Lo que ocurrió fue realmente apasionante y, por supuesto, el Grupo predijo muy claramente durante tres años que en esta oportunidad tendríamos nuestra primera mujer presidente. ¿Qué cambió? ¿Qué sucedió? De hecho, todas las predicciones aseguraban dos cosas acerca de esta elección: número uno, que íbamos a tener una mujer presidente y número dos, que todas las elecciones serían muy reñidas de ahora en más. </w:t>
      </w:r>
      <w:r>
        <w:rPr>
          <w:rFonts w:ascii="Helvetica" w:hAnsi="Helvetica" w:cs="Helvetica"/>
          <w:color w:val="7030A0"/>
        </w:rPr>
        <w:br/>
      </w:r>
    </w:p>
    <w:p w:rsidR="0003126D" w:rsidRDefault="0003126D" w:rsidP="00D86DFE">
      <w:pPr>
        <w:shd w:val="clear" w:color="auto" w:fill="FFFFFF"/>
        <w:rPr>
          <w:rFonts w:ascii="Helvetica" w:hAnsi="Helvetica" w:cs="Helvetica"/>
          <w:color w:val="000000"/>
        </w:rPr>
      </w:pPr>
    </w:p>
    <w:p w:rsidR="0003126D" w:rsidRDefault="0003126D" w:rsidP="00D86DFE">
      <w:pPr>
        <w:shd w:val="clear" w:color="auto" w:fill="FFFFFF"/>
        <w:rPr>
          <w:rFonts w:ascii="Helvetica" w:hAnsi="Helvetica" w:cs="Helvetica"/>
          <w:color w:val="000000"/>
        </w:rPr>
      </w:pPr>
      <w:r>
        <w:rPr>
          <w:rFonts w:ascii="Helvetica" w:hAnsi="Helvetica" w:cs="Helvetica"/>
          <w:color w:val="7030A0"/>
        </w:rPr>
        <w:t>Es lo que sucedió exactamente. Hubo presiones, y no fueron un secreto. Esta no es la teoría de una gran conspiración, vimos lo que ocurrió. Vimos lo que sucedió con el FBI, vimos lo que pasó básicamente porque se reescribieron las reglas para Donald Trump, porque fundamentalmente, todas las reglas que se aplican típicamente a las personas no parecen aplicar en esto. Así que veamos qué está pasando desde la perspectiva del Grupo y qué posición podemos asumir todos para hacer algo positivo y convertir este hecho estremecedor en algo en lo que realmente podamos arraigar un poco de energía muy positiva y comenzar a construir de nuevo.</w:t>
      </w:r>
    </w:p>
    <w:p w:rsidR="0003126D" w:rsidRDefault="0003126D" w:rsidP="00D86DFE">
      <w:pPr>
        <w:shd w:val="clear" w:color="auto" w:fill="FFFFFF"/>
        <w:rPr>
          <w:rFonts w:ascii="Helvetica" w:hAnsi="Helvetica" w:cs="Helvetica"/>
          <w:color w:val="000000"/>
        </w:rPr>
      </w:pPr>
    </w:p>
    <w:p w:rsidR="0003126D" w:rsidRDefault="0003126D" w:rsidP="00D86DFE">
      <w:pPr>
        <w:shd w:val="clear" w:color="auto" w:fill="FFFFFF"/>
        <w:rPr>
          <w:rFonts w:ascii="Helvetica" w:hAnsi="Helvetica" w:cs="Helvetica"/>
          <w:color w:val="000000"/>
        </w:rPr>
      </w:pPr>
      <w:r>
        <w:rPr>
          <w:rFonts w:ascii="Helvetica" w:hAnsi="Helvetica" w:cs="Helvetica"/>
          <w:b/>
          <w:bCs/>
          <w:color w:val="7030A0"/>
        </w:rPr>
        <w:t>Bárbara</w:t>
      </w:r>
    </w:p>
    <w:p w:rsidR="0003126D" w:rsidRDefault="0003126D" w:rsidP="00D86DFE">
      <w:pPr>
        <w:shd w:val="clear" w:color="auto" w:fill="FFFFFF"/>
        <w:rPr>
          <w:rFonts w:ascii="Helvetica" w:hAnsi="Helvetica" w:cs="Helvetica"/>
          <w:color w:val="000000"/>
        </w:rPr>
      </w:pPr>
    </w:p>
    <w:p w:rsidR="0003126D" w:rsidRDefault="0003126D" w:rsidP="00D86DFE">
      <w:pPr>
        <w:shd w:val="clear" w:color="auto" w:fill="FFFFFF"/>
        <w:rPr>
          <w:rFonts w:ascii="Helvetica" w:hAnsi="Helvetica" w:cs="Helvetica"/>
          <w:color w:val="000000"/>
        </w:rPr>
      </w:pPr>
      <w:r>
        <w:rPr>
          <w:rFonts w:ascii="Helvetica" w:hAnsi="Helvetica" w:cs="Helvetica"/>
          <w:color w:val="7030A0"/>
        </w:rPr>
        <w:t>No se trata de a quién apoyaron en esta elección. Steve y yo votamos a Hillary Clinton, pero muchas personas votaron a Donald Trump. No es un hombre horrible, espero que todo pase por un motivo, que logre cambios positivos en este mundo, pero no estamos aquí para decir que él es malo y ella es buena. Estamos aquí para encarar la inquietud que están sintiendo todos, sin importar quién haya ganado.</w:t>
      </w:r>
    </w:p>
    <w:p w:rsidR="0003126D" w:rsidRDefault="0003126D" w:rsidP="00D86DFE">
      <w:pPr>
        <w:shd w:val="clear" w:color="auto" w:fill="FFFFFF"/>
        <w:rPr>
          <w:rFonts w:ascii="Helvetica" w:hAnsi="Helvetica" w:cs="Helvetica"/>
          <w:color w:val="000000"/>
        </w:rPr>
      </w:pPr>
    </w:p>
    <w:p w:rsidR="0003126D" w:rsidRDefault="0003126D" w:rsidP="00D86DFE">
      <w:pPr>
        <w:shd w:val="clear" w:color="auto" w:fill="FFFFFF"/>
        <w:rPr>
          <w:rFonts w:ascii="Helvetica" w:hAnsi="Helvetica" w:cs="Helvetica"/>
          <w:color w:val="000000"/>
        </w:rPr>
      </w:pPr>
      <w:r>
        <w:rPr>
          <w:rFonts w:ascii="Helvetica" w:hAnsi="Helvetica" w:cs="Helvetica"/>
          <w:b/>
          <w:bCs/>
          <w:color w:val="7030A0"/>
        </w:rPr>
        <w:t>Steve</w:t>
      </w:r>
    </w:p>
    <w:p w:rsidR="0003126D" w:rsidRDefault="0003126D" w:rsidP="00D86DFE">
      <w:pPr>
        <w:shd w:val="clear" w:color="auto" w:fill="FFFFFF"/>
        <w:rPr>
          <w:rFonts w:ascii="Helvetica" w:hAnsi="Helvetica" w:cs="Helvetica"/>
          <w:color w:val="000000"/>
        </w:rPr>
      </w:pPr>
    </w:p>
    <w:p w:rsidR="0003126D" w:rsidRDefault="0003126D" w:rsidP="00D86DFE">
      <w:pPr>
        <w:shd w:val="clear" w:color="auto" w:fill="FFFFFF"/>
        <w:rPr>
          <w:rFonts w:ascii="Helvetica" w:hAnsi="Helvetica" w:cs="Helvetica"/>
          <w:color w:val="000000"/>
        </w:rPr>
      </w:pPr>
      <w:r>
        <w:rPr>
          <w:rFonts w:ascii="Helvetica" w:hAnsi="Helvetica" w:cs="Helvetica"/>
          <w:color w:val="7030A0"/>
        </w:rPr>
        <w:t>Voy a canalizar en un momento, pero también canalicé ayer jueves, nuestro día del curso de LightMasters (Maestros de Luz), así que quise traerles algunos de los puntos que el Grupo presentó ayer. El Grupo siempre habla de las oleadas y lo trajeron a colación. Dijeron que literalmente hemos estado haciendo todos estos movimientos hacia adelante. ¿Qué es adelante? Esa es la gran pregunta. En el fondo, adelante, según su perspectiva, es volver atrás a lo que disfrutábamos en los días de Lemuria cuando todos teníamos una confianza y conexión tan increíbles entre nosotros que nos sentíamos el uno al otro. Si sienten el dolor de otra persona, no puede haber guerra en el planeta Tierra. Y hacia eso nos dirigimos en esencia. Pero mientras tanto tenemos que hacer olas, y las estamos haciendo una y otra vez y es lo más frustrante del mundo, porque creemos que avanzamos y avanzamos y de pronto tenemos que retroceder un poco o muchísimo. Es sumamente deprimente. Así que quise compartir con ustedes al menos una visión de cómo es eso, pero el Grupo también dijo algunas cosas muy interesantes acerca de la naturaleza de nuestra dirección y qué apariencia tiene.</w:t>
      </w:r>
    </w:p>
    <w:p w:rsidR="0003126D" w:rsidRDefault="0003126D" w:rsidP="00D86DFE">
      <w:pPr>
        <w:shd w:val="clear" w:color="auto" w:fill="FFFFFF"/>
        <w:rPr>
          <w:rFonts w:ascii="Helvetica" w:hAnsi="Helvetica" w:cs="Helvetica"/>
          <w:color w:val="000000"/>
        </w:rPr>
      </w:pPr>
    </w:p>
    <w:p w:rsidR="0003126D" w:rsidRDefault="0003126D" w:rsidP="00D86DFE">
      <w:pPr>
        <w:shd w:val="clear" w:color="auto" w:fill="FFFFFF"/>
        <w:rPr>
          <w:rFonts w:ascii="Helvetica" w:hAnsi="Helvetica" w:cs="Helvetica"/>
          <w:color w:val="000000"/>
        </w:rPr>
      </w:pPr>
      <w:r>
        <w:rPr>
          <w:rFonts w:ascii="Helvetica" w:hAnsi="Helvetica" w:cs="Helvetica"/>
          <w:color w:val="7030A0"/>
        </w:rPr>
        <w:t>También quiero contarles que ya tuvimos un seminario de predicción específico que hablaba acerca del estado de la economía de los Estados Unidos y estamos esperando una especie de colapso. ¿Estará en concordancia con eso? El Grupo, sorpresivamente, dijo que no, que no al principio. Cuando él asuma la presidencia, básicamente lo hará… que es la forma en que lo vemos ahora, porque todo cambia muy rápido aquí, pero según dijeron ayer, cuando asuma, comenzará esencialmente a intentar implementar cosas y a ejecutar algunas de ellas. Algunas funcionarán, otras no, y esto no es de temer, porque hay muchas personas en este planeta. A este país no lo dirige una sola persona y es esencial tenerlo en cuenta. El Grupo ha dicho muchas veces que tenemos un sistema realmente increíble porque ha sobrevivido a un montón de dirigentes más lerdos, pero lo cierto es que tenemos la conexión, tenemos un flujo de personas que lo logran y todavía podemos usar esto para avanzar.</w:t>
      </w:r>
    </w:p>
    <w:p w:rsidR="0003126D" w:rsidRDefault="0003126D" w:rsidP="00D86DFE">
      <w:pPr>
        <w:shd w:val="clear" w:color="auto" w:fill="FFFFFF"/>
        <w:rPr>
          <w:rFonts w:ascii="Helvetica" w:hAnsi="Helvetica" w:cs="Helvetica"/>
          <w:color w:val="000000"/>
        </w:rPr>
      </w:pPr>
    </w:p>
    <w:p w:rsidR="0003126D" w:rsidRDefault="0003126D" w:rsidP="00D86DFE">
      <w:pPr>
        <w:shd w:val="clear" w:color="auto" w:fill="FFFFFF"/>
        <w:rPr>
          <w:rFonts w:ascii="Helvetica" w:hAnsi="Helvetica" w:cs="Helvetica"/>
          <w:color w:val="000000"/>
        </w:rPr>
      </w:pPr>
      <w:r>
        <w:rPr>
          <w:rFonts w:ascii="Helvetica" w:hAnsi="Helvetica" w:cs="Helvetica"/>
          <w:b/>
          <w:bCs/>
          <w:color w:val="7030A0"/>
        </w:rPr>
        <w:t>Bárbara</w:t>
      </w:r>
    </w:p>
    <w:p w:rsidR="0003126D" w:rsidRDefault="0003126D" w:rsidP="00D86DFE">
      <w:pPr>
        <w:shd w:val="clear" w:color="auto" w:fill="FFFFFF"/>
        <w:rPr>
          <w:rFonts w:ascii="Helvetica" w:hAnsi="Helvetica" w:cs="Helvetica"/>
          <w:color w:val="000000"/>
        </w:rPr>
      </w:pPr>
    </w:p>
    <w:p w:rsidR="0003126D" w:rsidRDefault="0003126D" w:rsidP="00D86DFE">
      <w:pPr>
        <w:shd w:val="clear" w:color="auto" w:fill="FFFFFF"/>
        <w:rPr>
          <w:rFonts w:ascii="Helvetica" w:hAnsi="Helvetica" w:cs="Helvetica"/>
          <w:color w:val="000000"/>
        </w:rPr>
      </w:pPr>
      <w:r>
        <w:rPr>
          <w:rFonts w:ascii="Helvetica" w:hAnsi="Helvetica" w:cs="Helvetica"/>
          <w:color w:val="7030A0"/>
        </w:rPr>
        <w:t>También quiero repetir lo que dice el Grupo muchas veces: Trátense entre sí con respeto y jueguen bien juntos. Y es lo que tenemos que re-cordar.</w:t>
      </w:r>
    </w:p>
    <w:p w:rsidR="0003126D" w:rsidRDefault="0003126D" w:rsidP="00D86DFE">
      <w:pPr>
        <w:shd w:val="clear" w:color="auto" w:fill="FFFFFF"/>
        <w:rPr>
          <w:rFonts w:ascii="Helvetica" w:hAnsi="Helvetica" w:cs="Helvetica"/>
          <w:color w:val="000000"/>
        </w:rPr>
      </w:pPr>
    </w:p>
    <w:p w:rsidR="0003126D" w:rsidRDefault="0003126D" w:rsidP="00D86DFE">
      <w:pPr>
        <w:shd w:val="clear" w:color="auto" w:fill="FFFFFF"/>
        <w:rPr>
          <w:rFonts w:ascii="Helvetica" w:hAnsi="Helvetica" w:cs="Helvetica"/>
          <w:color w:val="000000"/>
        </w:rPr>
      </w:pPr>
      <w:r>
        <w:rPr>
          <w:rFonts w:ascii="Helvetica" w:hAnsi="Helvetica" w:cs="Helvetica"/>
          <w:b/>
          <w:bCs/>
          <w:color w:val="7030A0"/>
        </w:rPr>
        <w:t>Steve</w:t>
      </w:r>
    </w:p>
    <w:p w:rsidR="0003126D" w:rsidRDefault="0003126D" w:rsidP="00D86DFE">
      <w:pPr>
        <w:shd w:val="clear" w:color="auto" w:fill="FFFFFF"/>
        <w:rPr>
          <w:rFonts w:ascii="Helvetica" w:hAnsi="Helvetica" w:cs="Helvetica"/>
          <w:color w:val="000000"/>
        </w:rPr>
      </w:pPr>
    </w:p>
    <w:p w:rsidR="0003126D" w:rsidRDefault="0003126D" w:rsidP="00D86DFE">
      <w:pPr>
        <w:shd w:val="clear" w:color="auto" w:fill="FFFFFF"/>
        <w:rPr>
          <w:rFonts w:ascii="Helvetica" w:hAnsi="Helvetica" w:cs="Helvetica"/>
          <w:color w:val="000000"/>
        </w:rPr>
      </w:pPr>
      <w:r>
        <w:rPr>
          <w:rFonts w:ascii="Helvetica" w:hAnsi="Helvetica" w:cs="Helvetica"/>
          <w:color w:val="7030A0"/>
        </w:rPr>
        <w:t xml:space="preserve">Con suerte, eso comenzará a ocurrir. No sé si el Grupo realmente va a referirse a Donald Trump y los atributos de eso, porque ellos ven a todos con gran exactitud. No hay corrupción, no hay republicanos o demócratas en el Hogar, no hay progresistas o conservadores o lo que sea. Nos parece apasionante y descubriremos qué sucede y cómo funciona. Pero lo que dijeron acerca de la economía es interesante. Dijeron que cuando asuma la presidencia, al ser un hombre de negocios y hacer lo que le gusta hacer, fundamentalmente le quitará los frenos a la economía. Desafortunadamente, eso puede tener un impacto profundo en el planeta. No hablo de la economía de otras personas o de otros países. Estoy hablando de la contaminación del planeta, porque a esta altura es una de las cosas en las que no cree y hay que tenerlo en cuenta. Él es tan humano como nosotros. El Grupo dijo ayer que es uno de nosotros y debemos tenerlo presente porque entonces la vibración colectiva de la humanidad generará un efecto no solo en él sino en todos y cada uno de nosotros. Podemos integrar esto y convertirlo en una experiencia positiva. </w:t>
      </w:r>
      <w:r>
        <w:rPr>
          <w:rFonts w:ascii="Helvetica" w:hAnsi="Helvetica" w:cs="Helvetica"/>
          <w:color w:val="7030A0"/>
        </w:rPr>
        <w:br/>
      </w:r>
    </w:p>
    <w:p w:rsidR="0003126D" w:rsidRDefault="0003126D" w:rsidP="00D86DFE">
      <w:pPr>
        <w:shd w:val="clear" w:color="auto" w:fill="FFFFFF"/>
        <w:rPr>
          <w:rFonts w:ascii="Helvetica" w:hAnsi="Helvetica" w:cs="Helvetica"/>
          <w:color w:val="000000"/>
        </w:rPr>
      </w:pPr>
      <w:r>
        <w:rPr>
          <w:rFonts w:ascii="Helvetica" w:hAnsi="Helvetica" w:cs="Helvetica"/>
          <w:b/>
          <w:bCs/>
          <w:color w:val="7030A0"/>
        </w:rPr>
        <w:t>Bárbara</w:t>
      </w:r>
    </w:p>
    <w:p w:rsidR="0003126D" w:rsidRDefault="0003126D" w:rsidP="00D86DFE">
      <w:pPr>
        <w:shd w:val="clear" w:color="auto" w:fill="FFFFFF"/>
        <w:rPr>
          <w:rFonts w:ascii="Helvetica" w:hAnsi="Helvetica" w:cs="Helvetica"/>
          <w:color w:val="000000"/>
        </w:rPr>
      </w:pPr>
    </w:p>
    <w:p w:rsidR="0003126D" w:rsidRDefault="0003126D" w:rsidP="00D86DFE">
      <w:pPr>
        <w:shd w:val="clear" w:color="auto" w:fill="FFFFFF"/>
        <w:rPr>
          <w:rFonts w:ascii="Helvetica" w:hAnsi="Helvetica" w:cs="Helvetica"/>
          <w:color w:val="000000"/>
        </w:rPr>
      </w:pPr>
      <w:r>
        <w:rPr>
          <w:rFonts w:ascii="Helvetica" w:hAnsi="Helvetica" w:cs="Helvetica"/>
          <w:color w:val="7030A0"/>
        </w:rPr>
        <w:t xml:space="preserve">Bueno, siempre hemos dicho que hay que honrar la belleza única del otro y nuestras diferencias. Si todos fuésemos iguales, pensásemos igual, nos viésemos igual, sería un mundo aburrido, sería horrible. Así que </w:t>
      </w:r>
      <w:r>
        <w:rPr>
          <w:rFonts w:ascii="Helvetica" w:hAnsi="Helvetica" w:cs="Helvetica"/>
          <w:i/>
          <w:iCs/>
          <w:color w:val="7030A0"/>
        </w:rPr>
        <w:t>¡vive la difference!</w:t>
      </w:r>
      <w:r>
        <w:rPr>
          <w:rFonts w:ascii="Helvetica" w:hAnsi="Helvetica" w:cs="Helvetica"/>
          <w:color w:val="7030A0"/>
        </w:rPr>
        <w:t xml:space="preserve"> Pero algunas veces esas diferencias son difíciles de entender. Si podemos vivir con amor en nuestros corazones, entonces podremos incidir positivamente sin importar quién sea el dirigente. Le envío amor a Donald Trump y le deseo lo mejor porque le espera una ardua labor. </w:t>
      </w:r>
      <w:r>
        <w:rPr>
          <w:rFonts w:ascii="Helvetica" w:hAnsi="Helvetica" w:cs="Helvetica"/>
          <w:color w:val="7030A0"/>
        </w:rPr>
        <w:br/>
      </w:r>
    </w:p>
    <w:p w:rsidR="0003126D" w:rsidRDefault="0003126D" w:rsidP="00D86DFE">
      <w:pPr>
        <w:shd w:val="clear" w:color="auto" w:fill="FFFFFF"/>
        <w:rPr>
          <w:rFonts w:ascii="Helvetica" w:hAnsi="Helvetica" w:cs="Helvetica"/>
          <w:color w:val="000000"/>
        </w:rPr>
      </w:pPr>
    </w:p>
    <w:p w:rsidR="0003126D" w:rsidRDefault="0003126D" w:rsidP="00D86DFE">
      <w:pPr>
        <w:shd w:val="clear" w:color="auto" w:fill="FFFFFF"/>
        <w:rPr>
          <w:rFonts w:ascii="Helvetica" w:hAnsi="Helvetica" w:cs="Helvetica"/>
          <w:color w:val="000000"/>
        </w:rPr>
      </w:pPr>
      <w:r>
        <w:rPr>
          <w:rFonts w:ascii="Helvetica" w:hAnsi="Helvetica" w:cs="Helvetica"/>
          <w:b/>
          <w:bCs/>
          <w:color w:val="7030A0"/>
        </w:rPr>
        <w:t>Steve</w:t>
      </w:r>
    </w:p>
    <w:p w:rsidR="0003126D" w:rsidRDefault="0003126D" w:rsidP="00D86DFE">
      <w:pPr>
        <w:shd w:val="clear" w:color="auto" w:fill="FFFFFF"/>
        <w:rPr>
          <w:rFonts w:ascii="Helvetica" w:hAnsi="Helvetica" w:cs="Helvetica"/>
          <w:color w:val="000000"/>
        </w:rPr>
      </w:pPr>
    </w:p>
    <w:p w:rsidR="0003126D" w:rsidRDefault="0003126D" w:rsidP="00D86DFE">
      <w:pPr>
        <w:shd w:val="clear" w:color="auto" w:fill="FFFFFF"/>
        <w:rPr>
          <w:rFonts w:ascii="Helvetica" w:hAnsi="Helvetica" w:cs="Helvetica"/>
          <w:color w:val="000000"/>
        </w:rPr>
      </w:pPr>
      <w:r>
        <w:rPr>
          <w:rFonts w:ascii="Helvetica" w:hAnsi="Helvetica" w:cs="Helvetica"/>
          <w:color w:val="7030A0"/>
        </w:rPr>
        <w:t xml:space="preserve">Así es. Le esperan tiempos difíciles. Me gustaría hablar de muchas cosas más, pero vamos a empezar a canalizar ahora porque al Grupo le encantaría entrar y presentarlo directamente. No sé cuánto tiempo durará, pero al finalizar el mensaje, Bárbara tomará la palabra y los guiará en un ejercicio de respiración. Luego me gustaría que nos tomásemos de las manos electrónicamente, creando una conexión grupal de personas de todas partes del planeta que desean que esto resulte en la posibilidad más elevada que pueda existir. Estoy seguro de que el Grupo abordará distintas partes de eso esta noche y la intención, básicamente, es presentarles una breve visión de lo que afirman está justo ante nosotros. Pero también dicen que estamos en vías de crear lo que deseamos. De manera que quizás no estemos contentos con el rumbo que estamos tomando para llegar a ese punto en estos momentos, pero hemos emprendido la marcha y estamos bien encaminados. De manera que espero que esto sea algo reconfortante para todos. Ciertamente lo fue para mí y pude compartirlo con los Maestros de Luz ayer. De todos modos, te cedo la palabra, querida. </w:t>
      </w:r>
      <w:r>
        <w:rPr>
          <w:rFonts w:ascii="Helvetica" w:hAnsi="Helvetica" w:cs="Helvetica"/>
          <w:color w:val="7030A0"/>
        </w:rPr>
        <w:br/>
      </w:r>
    </w:p>
    <w:p w:rsidR="0003126D" w:rsidRDefault="0003126D" w:rsidP="00D86DFE">
      <w:pPr>
        <w:shd w:val="clear" w:color="auto" w:fill="FFFFFF"/>
        <w:rPr>
          <w:rFonts w:ascii="Helvetica" w:hAnsi="Helvetica" w:cs="Helvetica"/>
          <w:color w:val="000000"/>
        </w:rPr>
      </w:pPr>
    </w:p>
    <w:p w:rsidR="0003126D" w:rsidRDefault="0003126D" w:rsidP="00D86DFE">
      <w:pPr>
        <w:shd w:val="clear" w:color="auto" w:fill="FFFFFF"/>
        <w:rPr>
          <w:rFonts w:ascii="Helvetica" w:hAnsi="Helvetica" w:cs="Helvetica"/>
          <w:color w:val="000000"/>
        </w:rPr>
      </w:pPr>
      <w:r>
        <w:rPr>
          <w:rFonts w:ascii="Helvetica" w:hAnsi="Helvetica" w:cs="Helvetica"/>
          <w:b/>
          <w:bCs/>
          <w:color w:val="7030A0"/>
        </w:rPr>
        <w:t>Bárbara</w:t>
      </w:r>
    </w:p>
    <w:p w:rsidR="0003126D" w:rsidRDefault="0003126D" w:rsidP="00D86DFE">
      <w:pPr>
        <w:shd w:val="clear" w:color="auto" w:fill="FFFFFF"/>
        <w:rPr>
          <w:rFonts w:ascii="Helvetica" w:hAnsi="Helvetica" w:cs="Helvetica"/>
          <w:color w:val="000000"/>
        </w:rPr>
      </w:pPr>
    </w:p>
    <w:p w:rsidR="0003126D" w:rsidRDefault="0003126D" w:rsidP="00D86DFE">
      <w:pPr>
        <w:shd w:val="clear" w:color="auto" w:fill="FFFFFF"/>
        <w:rPr>
          <w:rFonts w:ascii="Helvetica" w:hAnsi="Helvetica" w:cs="Helvetica"/>
          <w:color w:val="000000"/>
        </w:rPr>
      </w:pPr>
      <w:r>
        <w:rPr>
          <w:rFonts w:ascii="Helvetica" w:hAnsi="Helvetica" w:cs="Helvetica"/>
          <w:color w:val="7030A0"/>
        </w:rPr>
        <w:t xml:space="preserve">Muy bien. Puedo sentir la energía de todos. Es un tiempo de desafíos, un momento emocional, sin importar cómo consideren el resultado de todo esto, sin importar dónde vivan, re-cuerden que no estamos separados, que somos uno. Esto lo aprendimos Steve y yo cuando tuvimos el privilegio de viajar a muchos países por todo el mundo. Descubrimos que no éramos tan distintos a los demás. Podíamos vestirnos de otra manera, tener costumbres diferentes, pero en nuestros corazones y nuestras mentes, muchas veces somos lo mismo. Por eso, honremos la manera en que compartimos todo esto. </w:t>
      </w:r>
      <w:r>
        <w:rPr>
          <w:rFonts w:ascii="Helvetica" w:hAnsi="Helvetica" w:cs="Helvetica"/>
          <w:color w:val="7030A0"/>
        </w:rPr>
        <w:br/>
      </w:r>
    </w:p>
    <w:p w:rsidR="0003126D" w:rsidRDefault="0003126D" w:rsidP="00D86DFE">
      <w:pPr>
        <w:shd w:val="clear" w:color="auto" w:fill="FFFFFF"/>
        <w:rPr>
          <w:rFonts w:ascii="Helvetica" w:hAnsi="Helvetica" w:cs="Helvetica"/>
          <w:color w:val="000000"/>
        </w:rPr>
      </w:pPr>
    </w:p>
    <w:p w:rsidR="0003126D" w:rsidRDefault="0003126D" w:rsidP="00D86DFE">
      <w:pPr>
        <w:shd w:val="clear" w:color="auto" w:fill="FFFFFF"/>
        <w:rPr>
          <w:rFonts w:ascii="Helvetica" w:hAnsi="Helvetica" w:cs="Helvetica"/>
          <w:color w:val="000000"/>
        </w:rPr>
      </w:pPr>
      <w:r>
        <w:rPr>
          <w:rFonts w:ascii="Helvetica" w:hAnsi="Helvetica" w:cs="Helvetica"/>
          <w:color w:val="7030A0"/>
        </w:rPr>
        <w:t>Quiero leerles algo que me llegó: Las Siete Etapas del Duelo. De de alguna manera creo que todos estamos pasando por un período de duelo. Permítanme leerles las etapas y comprenderán lo que quiero decir. Generalmente se entiende que las siete etapas emocionales del duelo son la conmoción, la incredulidad, la negación, el regateo, la culpa, la ira, la depresión y luego la aceptación y la esperanza. Estas últimas son las más importantes. Los síntomas del duelo pueden ser de naturaleza física, emocional, social o religiosa. Me pareció interesante. Por eso, ténganlo en cuenta. Dense tiempo para pasar por el proceso de duelo, o, si es el caso, el proceso de celebración. No hay diferencia. Los honramos con todas esas emociones que sienten y es muy importante experimentarlas. No las repriman en lo profundo de su ser o entrarán en un estado de depresión que no les permitirá ser ustedes mismos. Su luz disminuirá y no sabrán por qué. Así que honren sus emociones, exteriorícenlas sin importar cómo se sientan y sepan que el mundo continuará girando y que todos somos uno. Y así es.</w:t>
      </w:r>
    </w:p>
    <w:p w:rsidR="0003126D" w:rsidRDefault="0003126D" w:rsidP="00D86DFE">
      <w:pPr>
        <w:shd w:val="clear" w:color="auto" w:fill="FFFFFF"/>
        <w:rPr>
          <w:rFonts w:ascii="Helvetica" w:hAnsi="Helvetica" w:cs="Helvetica"/>
          <w:color w:val="000000"/>
        </w:rPr>
      </w:pPr>
    </w:p>
    <w:p w:rsidR="0003126D" w:rsidRDefault="0003126D" w:rsidP="00D86DFE">
      <w:pPr>
        <w:shd w:val="clear" w:color="auto" w:fill="FFFFFF"/>
        <w:rPr>
          <w:rFonts w:ascii="Helvetica" w:hAnsi="Helvetica" w:cs="Helvetica"/>
          <w:color w:val="000000"/>
        </w:rPr>
      </w:pPr>
      <w:r>
        <w:rPr>
          <w:rFonts w:ascii="Helvetica" w:hAnsi="Helvetica" w:cs="Helvetica"/>
          <w:b/>
          <w:bCs/>
          <w:color w:val="7030A0"/>
        </w:rPr>
        <w:t>EL GRUPO</w:t>
      </w:r>
    </w:p>
    <w:p w:rsidR="0003126D" w:rsidRDefault="0003126D" w:rsidP="00D86DFE">
      <w:pPr>
        <w:shd w:val="clear" w:color="auto" w:fill="FFFFFF"/>
        <w:rPr>
          <w:rFonts w:ascii="Helvetica" w:hAnsi="Helvetica" w:cs="Helvetica"/>
          <w:color w:val="000000"/>
        </w:rPr>
      </w:pPr>
    </w:p>
    <w:p w:rsidR="0003126D" w:rsidRDefault="0003126D" w:rsidP="00D86DFE">
      <w:pPr>
        <w:shd w:val="clear" w:color="auto" w:fill="FFFFFF"/>
        <w:rPr>
          <w:rFonts w:ascii="Helvetica" w:hAnsi="Helvetica" w:cs="Helvetica"/>
          <w:color w:val="000000"/>
        </w:rPr>
      </w:pPr>
      <w:r>
        <w:rPr>
          <w:rFonts w:ascii="Helvetica" w:hAnsi="Helvetica" w:cs="Helvetica"/>
          <w:color w:val="7030A0"/>
        </w:rPr>
        <w:t>Saludos desde el Hogar, queridos. Hoy nos unimos a ustedes con el juego bien adelantado. Se dirigen a recrear Lemuria para crear nuevamente una sociedad en la que todos puedan formar parte del otro de manera activa y tener un profundo nivel de comunicación en el que logren sentir al otro y saber exactamente cómo empoderar a las personas del planeta Tierra. Ténganlo en cuenta, porque se encaminan en esa dirección. Esa es la pieza más importante del rompecabezas que colocaron para ustedes mismos y nos referimos más que nada a aquellos de ustedes que se denominan a sí mismos Trabajadores de Luz. Nosotros los hemos llamado también la Familia del E porque incluso antes de eso hicieron un trabajo increíble e invirtieron su energía en la expresión humana y en el juego que se estaba desarrollando en el planeta Tierra. Pero ustedes también sabían básicamente qué dirección querían tomar y la establecieron.</w:t>
      </w:r>
    </w:p>
    <w:p w:rsidR="0003126D" w:rsidRDefault="0003126D" w:rsidP="00D86DFE">
      <w:pPr>
        <w:shd w:val="clear" w:color="auto" w:fill="FFFFFF"/>
        <w:rPr>
          <w:rFonts w:ascii="Helvetica" w:hAnsi="Helvetica" w:cs="Helvetica"/>
          <w:color w:val="000000"/>
        </w:rPr>
      </w:pPr>
    </w:p>
    <w:p w:rsidR="0003126D" w:rsidRDefault="0003126D" w:rsidP="00D86DFE">
      <w:pPr>
        <w:shd w:val="clear" w:color="auto" w:fill="FFFFFF"/>
        <w:rPr>
          <w:rFonts w:ascii="Helvetica" w:hAnsi="Helvetica" w:cs="Helvetica"/>
          <w:color w:val="000000"/>
        </w:rPr>
      </w:pPr>
      <w:r>
        <w:rPr>
          <w:rFonts w:ascii="Helvetica" w:hAnsi="Helvetica" w:cs="Helvetica"/>
          <w:color w:val="7030A0"/>
        </w:rPr>
        <w:t>También establecieron los potenciales más elevados para lograrlo en la senda que llamarían de menor resistencia, pero a decir verdad, existe otro camino de menor resistencia. Porque eso es lo que sucede exactamente. Justamente es lo que hacemos también cuando predecimos su futuro. Observamos el rumbo potencial de menor resistencia y les decimos hacia dónde se dirigen en ese momento.</w:t>
      </w:r>
    </w:p>
    <w:p w:rsidR="0003126D" w:rsidRDefault="0003126D" w:rsidP="00D86DFE">
      <w:pPr>
        <w:shd w:val="clear" w:color="auto" w:fill="FFFFFF"/>
        <w:rPr>
          <w:rFonts w:ascii="Helvetica" w:hAnsi="Helvetica" w:cs="Helvetica"/>
          <w:color w:val="000000"/>
        </w:rPr>
      </w:pPr>
    </w:p>
    <w:p w:rsidR="0003126D" w:rsidRDefault="0003126D" w:rsidP="00D86DFE">
      <w:pPr>
        <w:shd w:val="clear" w:color="auto" w:fill="FFFFFF"/>
        <w:rPr>
          <w:rFonts w:ascii="Helvetica" w:hAnsi="Helvetica" w:cs="Helvetica"/>
          <w:color w:val="000000"/>
        </w:rPr>
      </w:pPr>
      <w:r>
        <w:rPr>
          <w:rFonts w:ascii="Helvetica" w:hAnsi="Helvetica" w:cs="Helvetica"/>
          <w:color w:val="7030A0"/>
        </w:rPr>
        <w:t>Ahora bien, lo que ocurrió con esta elección fue que las cosas estuvieron tan increíblemente cerca que lo único que se necesitó fue un ligero empujón en otra dirección para lograr que se moviese. Entonces, ¿quiere decir que están en el camino equivocado? No, claro que no. Esperen a ver qué pasa. Ocurrirán acontecimientos muy interesantes, también tendrán lecciones que aprenderán todos. Pero observémoslo, porque este es un acontecimiento mundial aunque haya ocurrido con un gobierno local en los Estados Unidos. Y la parte interesante de esto es que la mayoría de las personas del mundo no tuvieron oportunidad, aunque este resultado los afectará totalmente de muchas maneras, no tuvieron la oportunidad de formar parte del proceso. ¿Qué hubiera ocurrido si hubiesen participado? Curiosamente, hubieran obtenido el mismo resultado.</w:t>
      </w:r>
    </w:p>
    <w:p w:rsidR="0003126D" w:rsidRDefault="0003126D" w:rsidP="00D86DFE">
      <w:pPr>
        <w:shd w:val="clear" w:color="auto" w:fill="FFFFFF"/>
        <w:rPr>
          <w:rFonts w:ascii="Helvetica" w:hAnsi="Helvetica" w:cs="Helvetica"/>
          <w:color w:val="000000"/>
        </w:rPr>
      </w:pPr>
    </w:p>
    <w:p w:rsidR="0003126D" w:rsidRDefault="0003126D" w:rsidP="00D86DFE">
      <w:pPr>
        <w:shd w:val="clear" w:color="auto" w:fill="FFFFFF"/>
        <w:rPr>
          <w:rFonts w:ascii="Helvetica" w:hAnsi="Helvetica" w:cs="Helvetica"/>
          <w:color w:val="000000"/>
        </w:rPr>
      </w:pPr>
      <w:r>
        <w:rPr>
          <w:rFonts w:ascii="Helvetica" w:hAnsi="Helvetica" w:cs="Helvetica"/>
          <w:color w:val="7030A0"/>
        </w:rPr>
        <w:t>Sabemos que esto no suena bien, sabemos que en su corazón muchos dicen que no, pero observen lo que sucede alrededor del mundo. Échenle una mirada al Brexit que ocurrió recientemente en el Reino Unido. Fue algo totalmente inesperado, al igual que lo ocurrido en los Estados Unidos. También pasó lo mismo en Colombia hace poco cuando firmaron un acuerdo con las FARC para acordar la paz, pero el pueblo colombiano no lo ratificó porque estaba muy enojado. Es sorprendente cómo funciona.</w:t>
      </w:r>
    </w:p>
    <w:p w:rsidR="0003126D" w:rsidRDefault="0003126D" w:rsidP="00D86DFE">
      <w:pPr>
        <w:shd w:val="clear" w:color="auto" w:fill="FFFFFF"/>
        <w:rPr>
          <w:rFonts w:ascii="Helvetica" w:hAnsi="Helvetica" w:cs="Helvetica"/>
          <w:color w:val="000000"/>
        </w:rPr>
      </w:pPr>
    </w:p>
    <w:p w:rsidR="0003126D" w:rsidRDefault="0003126D" w:rsidP="00D86DFE">
      <w:pPr>
        <w:shd w:val="clear" w:color="auto" w:fill="FFFFFF"/>
        <w:rPr>
          <w:rFonts w:ascii="Helvetica" w:hAnsi="Helvetica" w:cs="Helvetica"/>
          <w:color w:val="000000"/>
        </w:rPr>
      </w:pPr>
      <w:r>
        <w:rPr>
          <w:rFonts w:ascii="Helvetica" w:hAnsi="Helvetica" w:cs="Helvetica"/>
          <w:color w:val="7030A0"/>
        </w:rPr>
        <w:t xml:space="preserve">Ese es un nivel de frustración que no se ha resuelto en su planeta. Se siente con fuerza y les hemos dicho muchas veces que este ancho de banda de la humanidad debe moverse al unísono. Ustedes solo pueden moverse a la velocidad de la persona que tiene la vibración más baja dentro de su ancho de banda. Y lo que pasó es que cuando se mueven demasiado rápido, se presenta este tipo de resistencia y ocurren contratiempos que atraen a las personas y significa: </w:t>
      </w:r>
      <w:r>
        <w:rPr>
          <w:rFonts w:ascii="Helvetica" w:hAnsi="Helvetica" w:cs="Helvetica"/>
          <w:i/>
          <w:iCs/>
          <w:color w:val="7030A0"/>
        </w:rPr>
        <w:t xml:space="preserve">¡Oigan, se están moviendo demasiado rápido, debemos ir en sentido contrario!, </w:t>
      </w:r>
      <w:r>
        <w:rPr>
          <w:rFonts w:ascii="Helvetica" w:hAnsi="Helvetica" w:cs="Helvetica"/>
          <w:color w:val="7030A0"/>
        </w:rPr>
        <w:t>lo que en realidad tiende a ralentizar los hechos un poco. Bueno, ocurrió algo así. Y por cierto es un sentimiento que no se limita a los Estados Unidos, sino que a esta altura es mundial. Es hora de que las personas comprendan sus propias capacidades de empoderamiento y si las pueden sentir aunque sea un poquito o tener la esperanza de ello, tomarán esa dirección sin importar si se presenta alguna</w:t>
      </w:r>
      <w:r>
        <w:rPr>
          <w:rFonts w:ascii="Helvetica" w:hAnsi="Helvetica" w:cs="Helvetica"/>
          <w:i/>
          <w:iCs/>
          <w:color w:val="7030A0"/>
        </w:rPr>
        <w:t xml:space="preserve"> </w:t>
      </w:r>
      <w:r>
        <w:rPr>
          <w:rFonts w:ascii="Helvetica" w:hAnsi="Helvetica" w:cs="Helvetica"/>
          <w:color w:val="7030A0"/>
        </w:rPr>
        <w:t xml:space="preserve">otra señal que pudiera apuntar en otra dirección. </w:t>
      </w:r>
      <w:r>
        <w:rPr>
          <w:rFonts w:ascii="Helvetica" w:hAnsi="Helvetica" w:cs="Helvetica"/>
          <w:color w:val="7030A0"/>
        </w:rPr>
        <w:br/>
      </w:r>
    </w:p>
    <w:p w:rsidR="0003126D" w:rsidRDefault="0003126D" w:rsidP="00D86DFE">
      <w:pPr>
        <w:shd w:val="clear" w:color="auto" w:fill="FFFFFF"/>
        <w:rPr>
          <w:rFonts w:ascii="Helvetica" w:hAnsi="Helvetica" w:cs="Helvetica"/>
          <w:color w:val="000000"/>
        </w:rPr>
      </w:pPr>
    </w:p>
    <w:p w:rsidR="0003126D" w:rsidRDefault="0003126D" w:rsidP="00D86DFE">
      <w:pPr>
        <w:shd w:val="clear" w:color="auto" w:fill="FFFFFF"/>
        <w:rPr>
          <w:rFonts w:ascii="Helvetica" w:hAnsi="Helvetica" w:cs="Helvetica"/>
          <w:color w:val="000000"/>
        </w:rPr>
      </w:pPr>
      <w:r>
        <w:rPr>
          <w:rFonts w:ascii="Helvetica" w:hAnsi="Helvetica" w:cs="Helvetica"/>
          <w:color w:val="7030A0"/>
        </w:rPr>
        <w:t>Ahora bien, ¿ha sido una elección buena o mala? Bueno, ese atributo es humano. Nosotros jamás lo vemos como algo bueno o malo. Ustedes cuentan con distintas opciones; y le sacarán provecho en muchas formas. También tienen sus propios desafíos y comprenden que los movimientos no son permanentes. Cuando desaceleran el ritmo del progreso, sencillamente lo desaceleran, no lo detienen. Y eso tiene que ver con el ritmo de la humanidad, no con algún dirigente de algún lugar. Ténganlo presente, porque a esta altura en realidad ya conectaron un número suficiente de sus corazones en el planeta Tierra. Si aprenden a comunicarse a través de esa conexión del corazón, no necesitarán líderes. ¿Están listos para eso?</w:t>
      </w:r>
    </w:p>
    <w:p w:rsidR="0003126D" w:rsidRDefault="0003126D" w:rsidP="00D86DFE">
      <w:pPr>
        <w:shd w:val="clear" w:color="auto" w:fill="FFFFFF"/>
        <w:rPr>
          <w:rFonts w:ascii="Helvetica" w:hAnsi="Helvetica" w:cs="Helvetica"/>
          <w:color w:val="000000"/>
        </w:rPr>
      </w:pPr>
    </w:p>
    <w:p w:rsidR="0003126D" w:rsidRDefault="0003126D" w:rsidP="00D86DFE">
      <w:pPr>
        <w:shd w:val="clear" w:color="auto" w:fill="FFFFFF"/>
        <w:rPr>
          <w:rFonts w:ascii="Helvetica" w:hAnsi="Helvetica" w:cs="Helvetica"/>
          <w:color w:val="000000"/>
        </w:rPr>
      </w:pPr>
      <w:r>
        <w:rPr>
          <w:rFonts w:ascii="Helvetica" w:hAnsi="Helvetica" w:cs="Helvetica"/>
          <w:color w:val="7030A0"/>
        </w:rPr>
        <w:t xml:space="preserve">Las conexiones ya están hechas, la oleada gravitacional masiva se ha presentado en el planeta Tierra para comenzar el cambio y afianzar la nueva energía. La oleada de partículas del 27 de septiembre está aquí y se mueve y eleva con increíble rapidez y los humanos tratan de alcanzarla. </w:t>
      </w:r>
      <w:r>
        <w:rPr>
          <w:rFonts w:ascii="Helvetica" w:hAnsi="Helvetica" w:cs="Helvetica"/>
          <w:i/>
          <w:iCs/>
          <w:color w:val="7030A0"/>
        </w:rPr>
        <w:t>¿Qué está ocurriendo?</w:t>
      </w:r>
      <w:r>
        <w:rPr>
          <w:rFonts w:ascii="Helvetica" w:hAnsi="Helvetica" w:cs="Helvetica"/>
          <w:color w:val="7030A0"/>
        </w:rPr>
        <w:t xml:space="preserve"> </w:t>
      </w:r>
      <w:r>
        <w:rPr>
          <w:rFonts w:ascii="Helvetica" w:hAnsi="Helvetica" w:cs="Helvetica"/>
          <w:i/>
          <w:iCs/>
          <w:color w:val="7030A0"/>
        </w:rPr>
        <w:t xml:space="preserve">¡Necesitamos un poco de seguridad! ¡Necesitamos algo de energía! </w:t>
      </w:r>
    </w:p>
    <w:p w:rsidR="0003126D" w:rsidRDefault="0003126D" w:rsidP="00D86DFE">
      <w:pPr>
        <w:shd w:val="clear" w:color="auto" w:fill="FFFFFF"/>
        <w:rPr>
          <w:rFonts w:ascii="Helvetica" w:hAnsi="Helvetica" w:cs="Helvetica"/>
          <w:color w:val="000000"/>
        </w:rPr>
      </w:pPr>
    </w:p>
    <w:p w:rsidR="0003126D" w:rsidRDefault="0003126D" w:rsidP="00D86DFE">
      <w:pPr>
        <w:shd w:val="clear" w:color="auto" w:fill="FFFFFF"/>
        <w:rPr>
          <w:rFonts w:ascii="Helvetica" w:hAnsi="Helvetica" w:cs="Helvetica"/>
          <w:color w:val="000000"/>
        </w:rPr>
      </w:pPr>
      <w:r>
        <w:rPr>
          <w:rFonts w:ascii="Helvetica" w:hAnsi="Helvetica" w:cs="Helvetica"/>
          <w:color w:val="7030A0"/>
        </w:rPr>
        <w:t xml:space="preserve">Pero ante todo observen el panorama mayor. Nosotros sencillamente les pedimos que retrocedan lo más que puedan imaginar en su historia. ¿Hubo momentos en los que su progreso retrocedió? No, cada generación progresó más que la anterior, ¡cada una de ellas! De modo que ¿no creen que ya es hora de volver a hacer una pequeña corrección y respirar en la oleada para reiniciarse y moverse en una dirección que sea un poco más cómoda para todos? Es lo que está ocurriendo. </w:t>
      </w:r>
    </w:p>
    <w:p w:rsidR="0003126D" w:rsidRDefault="0003126D" w:rsidP="00D86DFE">
      <w:pPr>
        <w:shd w:val="clear" w:color="auto" w:fill="FFFFFF"/>
        <w:rPr>
          <w:rFonts w:ascii="Helvetica" w:hAnsi="Helvetica" w:cs="Helvetica"/>
          <w:color w:val="000000"/>
        </w:rPr>
      </w:pPr>
    </w:p>
    <w:p w:rsidR="0003126D" w:rsidRDefault="0003126D" w:rsidP="00D86DFE">
      <w:pPr>
        <w:shd w:val="clear" w:color="auto" w:fill="FFFFFF"/>
        <w:rPr>
          <w:rFonts w:ascii="Helvetica" w:hAnsi="Helvetica" w:cs="Helvetica"/>
          <w:color w:val="000000"/>
        </w:rPr>
      </w:pPr>
      <w:r>
        <w:rPr>
          <w:rFonts w:ascii="Helvetica" w:hAnsi="Helvetica" w:cs="Helvetica"/>
          <w:color w:val="7030A0"/>
        </w:rPr>
        <w:t>Ahora bien, los sistemas de creencias están listos, especialmente cuando nos referimos a esa maravillosa imagen que obtuvimos al observar desde el Hogar lo que ustedes llaman su proceso electoral. Nos fascina. De hecho, están decidiendo muchas cosas en los Estados Unidos. Entonces, ¿afectará eso al resto del mundo? Bueno, por supuesto que lo hará en alguna forma porque todos ustedes están conectados.</w:t>
      </w:r>
    </w:p>
    <w:p w:rsidR="0003126D" w:rsidRDefault="0003126D" w:rsidP="00D86DFE">
      <w:pPr>
        <w:shd w:val="clear" w:color="auto" w:fill="FFFFFF"/>
        <w:rPr>
          <w:rFonts w:ascii="Helvetica" w:hAnsi="Helvetica" w:cs="Helvetica"/>
          <w:color w:val="000000"/>
        </w:rPr>
      </w:pPr>
    </w:p>
    <w:p w:rsidR="0003126D" w:rsidRDefault="0003126D" w:rsidP="00D86DFE">
      <w:pPr>
        <w:shd w:val="clear" w:color="auto" w:fill="FFFFFF"/>
        <w:rPr>
          <w:rFonts w:ascii="Helvetica" w:hAnsi="Helvetica" w:cs="Helvetica"/>
          <w:color w:val="000000"/>
        </w:rPr>
      </w:pPr>
      <w:r>
        <w:rPr>
          <w:rFonts w:ascii="Helvetica" w:hAnsi="Helvetica" w:cs="Helvetica"/>
          <w:color w:val="7030A0"/>
        </w:rPr>
        <w:t xml:space="preserve">En los Estados Unidos sucedió un proceso muy interesante que básicamente está surgiendo en estos momentos y del cual les hemos hablado anteriormente. Básicamente, ustedes consideran que son un país con dos partidos, uno progresista y otro algo más conservador, uno tiene teorías que van de los estratos superiores a los inferiores y el otro, teorías que van de los inferiores a los superiores. Todas las cosas con las que nos gusta verlos jugar. Y por supuesto, ellas se equilibran, eso es lo más interesante. Si un partido se hiciese cargo de todo, ustedes estarían totalmente fuera de equilibrio. Y existe una leve posibilidad de que eso ocurra durante los próximos cuatro años. Veremos. Pero lo que sucede es que básicamente, a medida que esto avanza, les da la oportunidad de reajustar su dirección y reconsiderar sus metas, reconsiderar hacia dónde se dirigen para buscar el camino de menor resistencia y la forma de empoderar a todos los que se les acercan. ¿Cómo pueden volver a los días de Lemuria en los que se conocían tanto mutuamente que las leyes no eran necesarias? Tenían costumbres y todos se adaptaban a ellas o asumían la responsabilidad que conllevaban, tal y como están a punto de hacerlo ahora. Esto se está acelerando más de lo que creía la mayoría y por eso surgen los frenos. Así que no tienen que entrar en pánico. </w:t>
      </w:r>
      <w:r>
        <w:rPr>
          <w:rFonts w:ascii="Helvetica" w:hAnsi="Helvetica" w:cs="Helvetica"/>
          <w:color w:val="7030A0"/>
        </w:rPr>
        <w:br/>
      </w:r>
    </w:p>
    <w:p w:rsidR="0003126D" w:rsidRDefault="0003126D" w:rsidP="00D86DFE">
      <w:pPr>
        <w:shd w:val="clear" w:color="auto" w:fill="FFFFFF"/>
        <w:rPr>
          <w:rFonts w:ascii="Helvetica" w:hAnsi="Helvetica" w:cs="Helvetica"/>
          <w:color w:val="000000"/>
        </w:rPr>
      </w:pPr>
    </w:p>
    <w:p w:rsidR="0003126D" w:rsidRDefault="0003126D" w:rsidP="00D86DFE">
      <w:pPr>
        <w:shd w:val="clear" w:color="auto" w:fill="FFFFFF"/>
        <w:rPr>
          <w:rFonts w:ascii="Helvetica" w:hAnsi="Helvetica" w:cs="Helvetica"/>
          <w:color w:val="000000"/>
        </w:rPr>
      </w:pPr>
      <w:r>
        <w:rPr>
          <w:rFonts w:ascii="Helvetica" w:hAnsi="Helvetica" w:cs="Helvetica"/>
          <w:color w:val="7030A0"/>
        </w:rPr>
        <w:t>También les pediremos a muchos de ustedes –porque se han involucrado emocionalmente en todo esto- que se desconecten un poco. Respiren. Les decimos que muchas personas se están ocupando del asunto y aunque estén posicionando a muchos de la extrema derecha (se trata de la extrema derecha), tienen que considerar que la prensa y la mayoría de los medios de derecha ya los ha rechazado por ser extremistas, así que será muy interesante ver cómo comienza a desarrollarse todo.</w:t>
      </w:r>
    </w:p>
    <w:p w:rsidR="0003126D" w:rsidRDefault="0003126D" w:rsidP="00D86DFE">
      <w:pPr>
        <w:shd w:val="clear" w:color="auto" w:fill="FFFFFF"/>
        <w:rPr>
          <w:rFonts w:ascii="Helvetica" w:hAnsi="Helvetica" w:cs="Helvetica"/>
          <w:color w:val="000000"/>
        </w:rPr>
      </w:pPr>
    </w:p>
    <w:p w:rsidR="0003126D" w:rsidRDefault="0003126D" w:rsidP="00D86DFE">
      <w:pPr>
        <w:shd w:val="clear" w:color="auto" w:fill="FFFFFF"/>
        <w:rPr>
          <w:rFonts w:ascii="Helvetica" w:hAnsi="Helvetica" w:cs="Helvetica"/>
          <w:color w:val="000000"/>
        </w:rPr>
      </w:pPr>
      <w:r>
        <w:rPr>
          <w:rFonts w:ascii="Helvetica" w:hAnsi="Helvetica" w:cs="Helvetica"/>
          <w:color w:val="7030A0"/>
        </w:rPr>
        <w:t>Ahora bien, este es el siguiente punto que nos gustaría presentarles. ¿Cómo funcionará esto? ¿Seguirá existiendo un catálogo de ideas (</w:t>
      </w:r>
      <w:r>
        <w:rPr>
          <w:rFonts w:ascii="Helvetica" w:hAnsi="Helvetica" w:cs="Helvetica"/>
          <w:i/>
          <w:iCs/>
          <w:color w:val="7030A0"/>
        </w:rPr>
        <w:t>Twitter Board</w:t>
      </w:r>
      <w:r>
        <w:rPr>
          <w:rFonts w:ascii="Helvetica" w:hAnsi="Helvetica" w:cs="Helvetica"/>
          <w:color w:val="7030A0"/>
        </w:rPr>
        <w:t>)? Bienvenidos al gobierno de la realidad, porque eso es exactamente lo que está ocurriendo y es lo que van a ver. Ahora bien, ¿los afectará a todos? ¿Será espantoso? No, será una forma distinta de comunicarse y el desafío que enfrentan ahora a nivel mundial se debe a los temas controversiales, generados por las dificultades y retos que corresponden a algunas de las frustraciones y procesos dolorosos que se presentan en el planeta Tierra y de los cuales la ira forma parte de uno de esos niveles del duelo. Vamos a verlo por todas partes, y las percepciones o interacciones que las redes sociales mostraron antes y normalmente son muy dóciles y amistosas, pueden volverse tajantes repentinamente. Solo respiren. Solo suelten. Tan solo comprendan que todo el mundo ahora está un poco al límite de su resistencia y es el momento perfecto para reagruparse. No se trata de reconstruir las fuerzas sino de considerar las posibilidades y buscar nuevas opciones porque en cualquier momento, cuando toda la energía fluya en esa dirección, las personas que generalmente terminan superándose van en la dirección contraria. Así que ténganlo en cuenta.</w:t>
      </w:r>
    </w:p>
    <w:p w:rsidR="0003126D" w:rsidRDefault="0003126D" w:rsidP="00D86DFE">
      <w:pPr>
        <w:shd w:val="clear" w:color="auto" w:fill="FFFFFF"/>
        <w:rPr>
          <w:rFonts w:ascii="Helvetica" w:hAnsi="Helvetica" w:cs="Helvetica"/>
          <w:color w:val="000000"/>
        </w:rPr>
      </w:pPr>
    </w:p>
    <w:p w:rsidR="0003126D" w:rsidRDefault="0003126D" w:rsidP="00D86DFE">
      <w:pPr>
        <w:shd w:val="clear" w:color="auto" w:fill="FFFFFF"/>
        <w:rPr>
          <w:rFonts w:ascii="Helvetica" w:hAnsi="Helvetica" w:cs="Helvetica"/>
          <w:color w:val="000000"/>
        </w:rPr>
      </w:pPr>
      <w:r>
        <w:rPr>
          <w:rFonts w:ascii="Helvetica" w:hAnsi="Helvetica" w:cs="Helvetica"/>
          <w:color w:val="7030A0"/>
        </w:rPr>
        <w:t xml:space="preserve">También se están presentando muchas situaciones ahora porque si hubiesen tomado la ruta más fácil en ese momento, eligiendo al otro candidato, lo que hubiese ocurrido es que hubieran progresado lenta y gradualmente y terminado abruptamente, digamos, a ese nivel de su recuperación gubernamental. Y lo que está ocurriendo ahora es que, debido al retroceso, su nivel saltará más arriba dentro del mismo marco de tiempo. De modo que esto podría llegar a ser algo muy bueno para ustedes. </w:t>
      </w:r>
    </w:p>
    <w:p w:rsidR="0003126D" w:rsidRDefault="0003126D" w:rsidP="00D86DFE">
      <w:pPr>
        <w:shd w:val="clear" w:color="auto" w:fill="FFFFFF"/>
        <w:rPr>
          <w:rFonts w:ascii="Helvetica" w:hAnsi="Helvetica" w:cs="Helvetica"/>
          <w:color w:val="000000"/>
        </w:rPr>
      </w:pPr>
    </w:p>
    <w:p w:rsidR="0003126D" w:rsidRDefault="0003126D" w:rsidP="00D86DFE">
      <w:pPr>
        <w:shd w:val="clear" w:color="auto" w:fill="FFFFFF"/>
        <w:rPr>
          <w:rFonts w:ascii="Helvetica" w:hAnsi="Helvetica" w:cs="Helvetica"/>
          <w:color w:val="000000"/>
        </w:rPr>
      </w:pPr>
      <w:r>
        <w:rPr>
          <w:rFonts w:ascii="Helvetica" w:hAnsi="Helvetica" w:cs="Helvetica"/>
          <w:color w:val="7030A0"/>
        </w:rPr>
        <w:t>Mientras tanto, les pedimos a todos que elijan sus batallas con cuidado. Los necesitamos. A todos ustedes. Sepan que hablarán en los momentos en que puedan generar un cambio y compartir sus sentimientos conectando esos corazones. Están llegando a un punto importante en el planeta Tierra y lo mencionaremos nuevamente, porque existe un número mágico y es el de ocho mil millones y están llegando a él, y cuando eso ocurra se alcanzará una masa crítica, justo en torno a esa cifra. Serán capaces de dar el próximo paso a solo unos pocos años de distancia y se están preparando para eso. La oleada gravitacional que Einstein predijo, llegó y activó todo esto aproximadamente un año atrás y aquí la tienen ahora, abriéndose para que todo lo demás comience a cambiar. Ustedes van a máxima velocidad.</w:t>
      </w:r>
    </w:p>
    <w:p w:rsidR="0003126D" w:rsidRDefault="0003126D" w:rsidP="00D86DFE">
      <w:pPr>
        <w:shd w:val="clear" w:color="auto" w:fill="FFFFFF"/>
        <w:rPr>
          <w:rFonts w:ascii="Helvetica" w:hAnsi="Helvetica" w:cs="Helvetica"/>
          <w:color w:val="000000"/>
        </w:rPr>
      </w:pPr>
    </w:p>
    <w:p w:rsidR="0003126D" w:rsidRDefault="0003126D" w:rsidP="00D86DFE">
      <w:pPr>
        <w:shd w:val="clear" w:color="auto" w:fill="FFFFFF"/>
        <w:rPr>
          <w:rFonts w:ascii="Helvetica" w:hAnsi="Helvetica" w:cs="Helvetica"/>
          <w:color w:val="000000"/>
        </w:rPr>
      </w:pPr>
      <w:r>
        <w:rPr>
          <w:rFonts w:ascii="Helvetica" w:hAnsi="Helvetica" w:cs="Helvetica"/>
          <w:color w:val="7030A0"/>
        </w:rPr>
        <w:t xml:space="preserve">Ahora bien, ¿y qué del hombre que fue elegido presidente? Queridos, tenemos que decirles que en este momento se encuentra en un leve estado de pánico. Empieza a comprender que es responsable de muchísimas cosas y lo será dentro de muy corto tiempo. Este es un ser humano y así como han visto sus aspectos negativos, así como han visto cosas difíciles de comprender, el desafío de la humanidad, los defectos, etc., él también tiene un gran corazón y es importante tenerlo en cuenta, porque si él puede sentir el corazón de ustedes, no actuará en contra de él. Ahora bien, hay tantos seres en la Tierra que es difícil, porque se siente abrumado. ¿De dónde obtiene su información? Bueno, en su mayoría, la está obteniendo de las redes sociales. Esperamos que en corto tiempo comience a cambiar un poco, aunque algunas de las personas que está vinculando a su equipo pertenezcan a la extrema derecha. Pueden entrar al sitio de noticias Breibart y ver exactamente quiénes son esas personas que están siendo posicionadas en los niveles más altos de su gobierno en estos momentos. Y eso no es un problema, porque ellos no están solos. Hay muchas personas que conforman este gobierno y está el pueblo en sí que ha conocido una nueva manera de expresarse. Se menciona constantemente. Es fascinante comprobar que ya no vacilan al hablar, porque eso es importante. ¿Acaso significa que deben hacer carteles y salir a las calles y manifestar? Bueno, algunos de ustedes ciertamente elegirán hacerlo, pero sea lo que sea, conserven su forma de pensar, no cambien de idea debido a las circunstancias en las que se encuentran. No se trata de una pérdida, se trata de una nueva oportunidad de crecer a un ritmo distinto y en un camino diferente. </w:t>
      </w:r>
      <w:r>
        <w:rPr>
          <w:rFonts w:ascii="Helvetica" w:hAnsi="Helvetica" w:cs="Helvetica"/>
          <w:color w:val="7030A0"/>
        </w:rPr>
        <w:br/>
      </w:r>
    </w:p>
    <w:p w:rsidR="0003126D" w:rsidRDefault="0003126D" w:rsidP="00D86DFE">
      <w:pPr>
        <w:shd w:val="clear" w:color="auto" w:fill="FFFFFF"/>
        <w:rPr>
          <w:rFonts w:ascii="Helvetica" w:hAnsi="Helvetica" w:cs="Helvetica"/>
          <w:color w:val="000000"/>
        </w:rPr>
      </w:pPr>
    </w:p>
    <w:p w:rsidR="0003126D" w:rsidRDefault="0003126D" w:rsidP="00D86DFE">
      <w:pPr>
        <w:shd w:val="clear" w:color="auto" w:fill="FFFFFF"/>
        <w:rPr>
          <w:rFonts w:ascii="Helvetica" w:hAnsi="Helvetica" w:cs="Helvetica"/>
          <w:color w:val="000000"/>
        </w:rPr>
      </w:pPr>
      <w:r>
        <w:rPr>
          <w:rFonts w:ascii="Helvetica" w:hAnsi="Helvetica" w:cs="Helvetica"/>
          <w:color w:val="7030A0"/>
        </w:rPr>
        <w:t xml:space="preserve">Ahora bien, respecto a este tema hay varios puntos interesantes. Número uno, en esta dimensión, fue elegido Donald Trump, pero existen varias otras dimensiones en las que fue elegida Hillary Clinton. De modo que, en realidad, puesto que las barreras dimensionales empiezan a disolverse un poco, ustedes podrán ver los efectos de ambos en distintas formas. Irán comprendiendo eso gradualmente, a medida que avancen, pero el entendimiento básico de esto es que cada elección que hacen en su vida los conduce por una senda. ¿Qué hubiese sucedido si hubieran elegido la otra opción? ¿Hubieran seguido por ahí? Bueno, a decir verdad, hubieran seguido ambas sendas. Su consciencia se centra en una opción a la vez, pero su espíritu existe en múltiples dimensiones y lo interesante acerca de esto es que está comenzando a unificarse, está comenzando a recibir las influencias a través de los delgados muros que dividen las realidades dimensionales existentes actualmente. </w:t>
      </w:r>
      <w:r>
        <w:rPr>
          <w:rFonts w:ascii="Helvetica" w:hAnsi="Helvetica" w:cs="Helvetica"/>
          <w:color w:val="7030A0"/>
        </w:rPr>
        <w:br/>
      </w:r>
    </w:p>
    <w:p w:rsidR="0003126D" w:rsidRDefault="0003126D" w:rsidP="00D86DFE">
      <w:pPr>
        <w:shd w:val="clear" w:color="auto" w:fill="FFFFFF"/>
        <w:rPr>
          <w:rFonts w:ascii="Helvetica" w:hAnsi="Helvetica" w:cs="Helvetica"/>
          <w:color w:val="000000"/>
        </w:rPr>
      </w:pPr>
    </w:p>
    <w:p w:rsidR="0003126D" w:rsidRDefault="0003126D" w:rsidP="00D86DFE">
      <w:pPr>
        <w:shd w:val="clear" w:color="auto" w:fill="FFFFFF"/>
        <w:rPr>
          <w:rFonts w:ascii="Helvetica" w:hAnsi="Helvetica" w:cs="Helvetica"/>
          <w:color w:val="000000"/>
        </w:rPr>
      </w:pPr>
      <w:r>
        <w:rPr>
          <w:rFonts w:ascii="Helvetica" w:hAnsi="Helvetica" w:cs="Helvetica"/>
          <w:color w:val="7030A0"/>
        </w:rPr>
        <w:t>Además, cuentan con tecnologías que también incrementarán tremendamente su conexión mutua cuando todos se conecten entre sí o a nivel mundial. Ahora tienen un aparato que llaman Smartphone. Pueden hablarle y su lenguaje se puede traducir a 17 idiomas. Instantáneamente. Esa es la razón y el sueño que ha tenido el Guardián con la idea de Espavo TV para poder comunicarse en otras formas y hablar de lo que está ocurriendo desde distintas partes. Todos pueden hacerlo de diferentes maneras. Por lo tanto, conserven sus sueños, conserven sus pensamientos, conserven ese amor que guardan en su corazón, sostengan su propia visión de dónde les gustaría estar y cómo verían a Lemuria en el planeta Tierra.</w:t>
      </w:r>
    </w:p>
    <w:p w:rsidR="0003126D" w:rsidRDefault="0003126D" w:rsidP="00D86DFE">
      <w:pPr>
        <w:shd w:val="clear" w:color="auto" w:fill="FFFFFF"/>
        <w:rPr>
          <w:rFonts w:ascii="Helvetica" w:hAnsi="Helvetica" w:cs="Helvetica"/>
          <w:color w:val="000000"/>
        </w:rPr>
      </w:pPr>
      <w:r>
        <w:rPr>
          <w:rFonts w:ascii="Helvetica" w:hAnsi="Helvetica" w:cs="Helvetica"/>
          <w:color w:val="7030A0"/>
        </w:rPr>
        <w:t xml:space="preserve">Ocurrirán muchos cambios. Además, tengan en cuenta que les hemos hablado acerca de su economía, especialmente la de los Estados Unidos. El desafío que vemos todavía es que toda la economía ha sido edificada sobre una burbuja. La burbuja es información falsa, pero sus economías están edificadas sobre la percepción de la percepción de la percepción. Ustedes saben eso porque superaron el 2008 cuando colapsaron, pero ellos fueron capaces de girar los espejos y el humo para que pareciese que no habían colapsado. Y no lo hizo, porque ustedes son creadores conscientes, y lo que vieron fue un ajuste y lo crearon y corrigieron antes de que colapsara. Ahora bien, los problemas que condujeron a eso obviamente fueron tratados hasta cierto punto, pero la base no, tampoco lo menciona cualquiera que esté en posición de generar un cambio, pero esperamos que todos ustedes comiencen a hablar sobre estos temas. </w:t>
      </w:r>
      <w:r>
        <w:rPr>
          <w:rFonts w:ascii="Helvetica" w:hAnsi="Helvetica" w:cs="Helvetica"/>
          <w:color w:val="7030A0"/>
        </w:rPr>
        <w:br/>
      </w:r>
    </w:p>
    <w:p w:rsidR="0003126D" w:rsidRDefault="0003126D" w:rsidP="00D86DFE">
      <w:pPr>
        <w:shd w:val="clear" w:color="auto" w:fill="FFFFFF"/>
        <w:rPr>
          <w:rFonts w:ascii="Helvetica" w:hAnsi="Helvetica" w:cs="Helvetica"/>
          <w:color w:val="000000"/>
        </w:rPr>
      </w:pPr>
    </w:p>
    <w:p w:rsidR="0003126D" w:rsidRDefault="0003126D" w:rsidP="00D86DFE">
      <w:pPr>
        <w:shd w:val="clear" w:color="auto" w:fill="FFFFFF"/>
        <w:rPr>
          <w:rFonts w:ascii="Helvetica" w:hAnsi="Helvetica" w:cs="Helvetica"/>
          <w:color w:val="000000"/>
        </w:rPr>
      </w:pPr>
      <w:r>
        <w:rPr>
          <w:rFonts w:ascii="Helvetica" w:hAnsi="Helvetica" w:cs="Helvetica"/>
          <w:color w:val="7030A0"/>
        </w:rPr>
        <w:t xml:space="preserve">También nos resulta interesante que, aunque tengan democracias que los Estados Unidos han propagado por todo el mundo y que todas ellas sean democracias auténticas, los Estados Unidos cuenten en realidad con un Colegio Electoral que es una parte obsoleta de su sistema, y no creemos que alguien esté en desacuerdo con eso, sencillamente nunca se cambió porque no existe la motivación para hacerlo. Es claro que la motivación proviene del hecho de que el ganador siempre asume una posición de poder, de forma que si ganó utilizando ese sistema, generalmente no va a dar un paso atrás para cambiarlo, aunque sea injusto. Y ese es el comportamiento humano normal. De manera que no vemos que eso vaya a cambiar rápidamente aunque sea una entre muchas cosas relacionadas con la manera en que llevan a cabo sus elecciones y el circo que se genera en torno a eso. Es fascinante porque otras sociedades han hecho cosas muy similares cuando eso se les salió de las manos y básicamente lo limitaron. Dijeron: </w:t>
      </w:r>
      <w:r>
        <w:rPr>
          <w:rFonts w:ascii="Helvetica" w:hAnsi="Helvetica" w:cs="Helvetica"/>
          <w:i/>
          <w:iCs/>
          <w:color w:val="7030A0"/>
        </w:rPr>
        <w:t>Solo tienen un mes para contar su historia y solo pueden gastar una cantidad de dinero limitada para contarla, para informar lo que van a hacer y cómo va a funcionar</w:t>
      </w:r>
      <w:r>
        <w:rPr>
          <w:rFonts w:ascii="Helvetica" w:hAnsi="Helvetica" w:cs="Helvetica"/>
          <w:color w:val="7030A0"/>
        </w:rPr>
        <w:t xml:space="preserve">. En la situación actual, la mayoría de los congresistas de los Estados Unidos pasan casi el 50% de su tiempo recaudando fondos en vez de guiar o proponer leyes, de las cuales muy pocas se han promulgado. </w:t>
      </w:r>
      <w:r>
        <w:rPr>
          <w:rFonts w:ascii="Helvetica" w:hAnsi="Helvetica" w:cs="Helvetica"/>
          <w:color w:val="7030A0"/>
        </w:rPr>
        <w:br/>
      </w:r>
    </w:p>
    <w:p w:rsidR="0003126D" w:rsidRDefault="0003126D" w:rsidP="00D86DFE">
      <w:pPr>
        <w:shd w:val="clear" w:color="auto" w:fill="FFFFFF"/>
        <w:rPr>
          <w:rFonts w:ascii="Helvetica" w:hAnsi="Helvetica" w:cs="Helvetica"/>
          <w:color w:val="000000"/>
        </w:rPr>
      </w:pPr>
    </w:p>
    <w:p w:rsidR="0003126D" w:rsidRDefault="0003126D" w:rsidP="00D86DFE">
      <w:pPr>
        <w:shd w:val="clear" w:color="auto" w:fill="FFFFFF"/>
        <w:rPr>
          <w:rFonts w:ascii="Helvetica" w:hAnsi="Helvetica" w:cs="Helvetica"/>
          <w:color w:val="000000"/>
        </w:rPr>
      </w:pPr>
      <w:r>
        <w:rPr>
          <w:rFonts w:ascii="Helvetica" w:hAnsi="Helvetica" w:cs="Helvetica"/>
          <w:color w:val="7030A0"/>
        </w:rPr>
        <w:t>Así que, en cierta forma esto romperá muchas barreras. Lo cierto es que tuvieron un presidente allí con el que pocos congeniaban en el gobierno, y muchos dedicaron toda su existencia a obstaculizarlo por completo. Estas situaciones cambiarán, obviamente, y comenzarán a transformarse junto con la eliminación de varias restricciones, como posiblemente la de APE (</w:t>
      </w:r>
      <w:r>
        <w:rPr>
          <w:rFonts w:ascii="Helvetica" w:hAnsi="Helvetica" w:cs="Helvetica"/>
          <w:i/>
          <w:iCs/>
          <w:color w:val="7030A0"/>
        </w:rPr>
        <w:t>Agencia de Protección Ambiental</w:t>
      </w:r>
      <w:r>
        <w:rPr>
          <w:rFonts w:ascii="Helvetica" w:hAnsi="Helvetica" w:cs="Helvetica"/>
          <w:color w:val="7030A0"/>
        </w:rPr>
        <w:t xml:space="preserve">) y otras situaciones que tienen que ver con quienes lo patrocinan. Él comenzará esencialmente a estimular la economía y esta comenzará a crecer. Eso los entusiasmará a todos en gran forma. Y si funciona, será maravilloso porque les dará la oportunidad de crear algo muy mágico. Pero también les decimos que no parece que será así. Sus sistemas son demasiado débiles para soportar esta clase de cambio. De modo que, aunque lo vaticinamos, nuestra última predicción corresponde a un colapso potencial que sucederá alrededor de marzo del 2017, una caída potencial. Les contamos que todo eso está comenzando a cambiar. Las situaciones están cambiando ahora debido a que la percepción está totalmente conmocionada en este momento. </w:t>
      </w:r>
      <w:r>
        <w:rPr>
          <w:rFonts w:ascii="Helvetica" w:hAnsi="Helvetica" w:cs="Helvetica"/>
          <w:color w:val="7030A0"/>
        </w:rPr>
        <w:br/>
      </w:r>
    </w:p>
    <w:p w:rsidR="0003126D" w:rsidRDefault="0003126D" w:rsidP="00D86DFE">
      <w:pPr>
        <w:shd w:val="clear" w:color="auto" w:fill="FFFFFF"/>
        <w:rPr>
          <w:rFonts w:ascii="Helvetica" w:hAnsi="Helvetica" w:cs="Helvetica"/>
          <w:color w:val="000000"/>
        </w:rPr>
      </w:pPr>
    </w:p>
    <w:p w:rsidR="0003126D" w:rsidRDefault="0003126D" w:rsidP="00D86DFE">
      <w:pPr>
        <w:shd w:val="clear" w:color="auto" w:fill="FFFFFF"/>
        <w:rPr>
          <w:rFonts w:ascii="Helvetica" w:hAnsi="Helvetica" w:cs="Helvetica"/>
          <w:color w:val="000000"/>
        </w:rPr>
      </w:pPr>
      <w:r>
        <w:rPr>
          <w:rFonts w:ascii="Helvetica" w:hAnsi="Helvetica" w:cs="Helvetica"/>
          <w:color w:val="7030A0"/>
        </w:rPr>
        <w:t xml:space="preserve">De manera que vemos los potenciales. Número uno, este hombre es un hombre de negocios, así que presentará sus ideas y tratará de ponerlas en práctica. Pero la mayoría de los empresarios sabe cómo adaptarse y esperamos que ese sea el caso, porque la mayoría de la gente descubre enseguida cuando algo no funciona, lo cambia, lo transforma y luego trata de hacer otra cosa. Ese es uno de los elementos más importantes que tiene respecto a sus ideas. También está bastante desinformado sobre muchos asuntos y a medida que se informe sobre lo que ya existe, también cambiará algunos de sus puntos de vista. Algunos de ellos ya han comenzado a cambiar respecto a lo que llaman el “Obamacare”. Con certeza será desmantelado, pero a decir verdad existen muchas ventajas que él está descubriendo en ese plan, así que le dará otro nombre. Eventualmente, lo llamará Trumpcare, pero es lo que está ocurriendo y tengan en cuenta eso cuando hayan superado algunas de las situaciones que generan en ustedes sentimientos negativos. Él es uno de ustedes. Él es uno de nosotros. Y en realidad, aprenderá, se adaptará en diferentes formas. Ahora bien, el desafío acerca de ello es que revertirá la economía con gran celeridad porque es lo que le prometió a la gente, y lo hará. ¿Podrá sustentarlo la economía de los Estados Unidos? Bueno, todos tendrán que esperar y ver. Pero aunque no lo vean, de todas maneras van en esa dirección. </w:t>
      </w:r>
      <w:r>
        <w:rPr>
          <w:rFonts w:ascii="Helvetica" w:hAnsi="Helvetica" w:cs="Helvetica"/>
          <w:color w:val="7030A0"/>
        </w:rPr>
        <w:br/>
      </w:r>
    </w:p>
    <w:p w:rsidR="0003126D" w:rsidRDefault="0003126D" w:rsidP="00D86DFE">
      <w:pPr>
        <w:shd w:val="clear" w:color="auto" w:fill="FFFFFF"/>
        <w:rPr>
          <w:rFonts w:ascii="Helvetica" w:hAnsi="Helvetica" w:cs="Helvetica"/>
          <w:color w:val="000000"/>
        </w:rPr>
      </w:pPr>
    </w:p>
    <w:p w:rsidR="0003126D" w:rsidRDefault="0003126D" w:rsidP="00D86DFE">
      <w:pPr>
        <w:shd w:val="clear" w:color="auto" w:fill="FFFFFF"/>
        <w:rPr>
          <w:rFonts w:ascii="Helvetica" w:hAnsi="Helvetica" w:cs="Helvetica"/>
          <w:color w:val="000000"/>
        </w:rPr>
      </w:pPr>
      <w:r>
        <w:rPr>
          <w:rFonts w:ascii="Helvetica" w:hAnsi="Helvetica" w:cs="Helvetica"/>
          <w:color w:val="7030A0"/>
        </w:rPr>
        <w:t>Así que por favor, considérenlo. Este no es el fin del mundo. A decir verdad, tal vez se trate de un atajo que los saque de una situación difícil. Tendrán que tener paciencia para verlo. Sostengan su verdad, expresen su verdad cada vez que se presente la oportunidad, porque lo que ocurrirá será absolutamente profundo. La humanidad puede unirse sin que importen sus fronteras, sin que importe dónde viven y cuáles solían ser sus sistemas de creencias. Se han desperdigado por todo el mundo y ese problema de los refugiados que todos parecen tener está logrando que comprendan cómo funciona esto. A partir de este desafío de los refugiados su aprendizaje de la situación es absolutamente excepcional.</w:t>
      </w:r>
    </w:p>
    <w:p w:rsidR="0003126D" w:rsidRDefault="0003126D" w:rsidP="00D86DFE">
      <w:pPr>
        <w:shd w:val="clear" w:color="auto" w:fill="FFFFFF"/>
        <w:rPr>
          <w:rFonts w:ascii="Helvetica" w:hAnsi="Helvetica" w:cs="Helvetica"/>
          <w:color w:val="000000"/>
        </w:rPr>
      </w:pPr>
    </w:p>
    <w:p w:rsidR="0003126D" w:rsidRDefault="0003126D" w:rsidP="00D86DFE">
      <w:pPr>
        <w:shd w:val="clear" w:color="auto" w:fill="FFFFFF"/>
        <w:rPr>
          <w:rFonts w:ascii="Helvetica" w:hAnsi="Helvetica" w:cs="Helvetica"/>
          <w:color w:val="000000"/>
        </w:rPr>
      </w:pPr>
      <w:r>
        <w:rPr>
          <w:rFonts w:ascii="Helvetica" w:hAnsi="Helvetica" w:cs="Helvetica"/>
          <w:color w:val="7030A0"/>
        </w:rPr>
        <w:t xml:space="preserve">Por eso, sigan con el buen trabajo y en medio del odio descubran el amor con el que llegaron. Atrévanse a sostenerlo, atrévanse a hacer lo que dijo Cristo: </w:t>
      </w:r>
      <w:r>
        <w:rPr>
          <w:rFonts w:ascii="Helvetica" w:hAnsi="Helvetica" w:cs="Helvetica"/>
          <w:i/>
          <w:iCs/>
          <w:color w:val="7030A0"/>
        </w:rPr>
        <w:t>Si los abofetean, ofrezcan la otra mejilla</w:t>
      </w:r>
      <w:r>
        <w:rPr>
          <w:rFonts w:ascii="Helvetica" w:hAnsi="Helvetica" w:cs="Helvetica"/>
          <w:color w:val="7030A0"/>
        </w:rPr>
        <w:t>. Es hora de poner manos a la obra, de comenzar a apropiarse de las situaciones. Ustedes son creadores conscientes del planeta Tierra, queridos. Todos y cada uno de ustedes tiene la oportunidad de cambiar el rumbo de la humanidad y estamos impacientes por ver lo que harán. Son seres mágicos, todos y cada uno de ustedes. Son los ángeles más grandiosos que hayan vivido alguna vez y los observamos en estos tiempos de amor, estos tiempos de desafío y estos tiempos de aparente decepción. Sentimos su frustración, pero sepan que están arraigando la luz de la única forma en que puede hacerse y nos sentimos increíblemente orgullosos de ustedes.</w:t>
      </w:r>
    </w:p>
    <w:p w:rsidR="0003126D" w:rsidRDefault="0003126D" w:rsidP="00D86DFE">
      <w:pPr>
        <w:shd w:val="clear" w:color="auto" w:fill="FFFFFF"/>
        <w:rPr>
          <w:rFonts w:ascii="Helvetica" w:hAnsi="Helvetica" w:cs="Helvetica"/>
          <w:color w:val="000000"/>
        </w:rPr>
      </w:pPr>
    </w:p>
    <w:p w:rsidR="0003126D" w:rsidRDefault="0003126D" w:rsidP="00D86DFE">
      <w:pPr>
        <w:shd w:val="clear" w:color="auto" w:fill="FFFFFF"/>
        <w:rPr>
          <w:rFonts w:ascii="Helvetica" w:hAnsi="Helvetica" w:cs="Helvetica"/>
          <w:color w:val="000000"/>
        </w:rPr>
      </w:pPr>
      <w:r>
        <w:rPr>
          <w:rFonts w:ascii="Helvetica" w:hAnsi="Helvetica" w:cs="Helvetica"/>
          <w:color w:val="7030A0"/>
        </w:rPr>
        <w:t>Es con el mayor honor que los saludamos de esta manera, les pedimos que se traten mutuamente con respeto, se cuiden el uno al otro cada vez que sea posible y jueguen bien juntos.</w:t>
      </w:r>
    </w:p>
    <w:p w:rsidR="0003126D" w:rsidRDefault="0003126D" w:rsidP="00D86DFE">
      <w:pPr>
        <w:shd w:val="clear" w:color="auto" w:fill="FFFFFF"/>
        <w:rPr>
          <w:rFonts w:ascii="Helvetica" w:hAnsi="Helvetica" w:cs="Helvetica"/>
          <w:color w:val="000000"/>
        </w:rPr>
      </w:pPr>
    </w:p>
    <w:p w:rsidR="0003126D" w:rsidRDefault="0003126D" w:rsidP="00D86DFE">
      <w:pPr>
        <w:shd w:val="clear" w:color="auto" w:fill="FFFFFF"/>
        <w:rPr>
          <w:rFonts w:ascii="Helvetica" w:hAnsi="Helvetica" w:cs="Helvetica"/>
          <w:color w:val="000000"/>
        </w:rPr>
      </w:pPr>
      <w:r>
        <w:rPr>
          <w:rFonts w:ascii="Helvetica" w:hAnsi="Helvetica" w:cs="Helvetica"/>
          <w:color w:val="7030A0"/>
        </w:rPr>
        <w:t xml:space="preserve">Espavo. </w:t>
      </w:r>
    </w:p>
    <w:p w:rsidR="0003126D" w:rsidRDefault="0003126D" w:rsidP="00D86DFE">
      <w:pPr>
        <w:shd w:val="clear" w:color="auto" w:fill="FFFFFF"/>
        <w:rPr>
          <w:rFonts w:ascii="Helvetica" w:hAnsi="Helvetica" w:cs="Helvetica"/>
          <w:color w:val="000000"/>
        </w:rPr>
      </w:pPr>
      <w:r>
        <w:rPr>
          <w:rFonts w:ascii="Helvetica" w:hAnsi="Helvetica" w:cs="Helvetica"/>
          <w:b/>
          <w:bCs/>
          <w:color w:val="7030A0"/>
        </w:rPr>
        <w:t>Bárbara</w:t>
      </w:r>
    </w:p>
    <w:p w:rsidR="0003126D" w:rsidRDefault="0003126D" w:rsidP="00D86DFE">
      <w:pPr>
        <w:shd w:val="clear" w:color="auto" w:fill="FFFFFF"/>
        <w:rPr>
          <w:rFonts w:ascii="Helvetica" w:hAnsi="Helvetica" w:cs="Helvetica"/>
          <w:color w:val="000000"/>
        </w:rPr>
      </w:pPr>
      <w:r>
        <w:rPr>
          <w:rFonts w:ascii="Helvetica" w:hAnsi="Helvetica" w:cs="Helvetica"/>
          <w:color w:val="7030A0"/>
        </w:rPr>
        <w:t xml:space="preserve">Guarden estas palabras en su corazón. Tómense un momento y cierren los ojos por un instante para que realmente puedan estar presentes en este momento y absorber las palabras de Steve y del Grupo y tener la esperanza que les permita seguir adelante. Cierren los ojos e inhalen profundamente, tanto como puedan. Y mientras exhalan lentamente, sientan cómo entra la paz en todo su ser y sepan que el futuro es esperanzador. Como saben, la primera oleada de la humanidad estaba relacionada con seguir a un líder y la segunda trata sobre seguir su propia guía interior. ¡Espavo, queridos! Eso significa: </w:t>
      </w:r>
      <w:r>
        <w:rPr>
          <w:rFonts w:ascii="Helvetica" w:hAnsi="Helvetica" w:cs="Helvetica"/>
          <w:i/>
          <w:iCs/>
          <w:color w:val="7030A0"/>
        </w:rPr>
        <w:t>Gracias por asumir tu poder</w:t>
      </w:r>
      <w:r>
        <w:rPr>
          <w:rFonts w:ascii="Helvetica" w:hAnsi="Helvetica" w:cs="Helvetica"/>
          <w:color w:val="7030A0"/>
        </w:rPr>
        <w:t xml:space="preserve">. Espavo. </w:t>
      </w:r>
      <w:r>
        <w:rPr>
          <w:rFonts w:ascii="Helvetica" w:hAnsi="Helvetica" w:cs="Helvetica"/>
          <w:color w:val="7030A0"/>
        </w:rPr>
        <w:br/>
      </w:r>
    </w:p>
    <w:p w:rsidR="0003126D" w:rsidRDefault="0003126D" w:rsidP="00D86DFE">
      <w:pPr>
        <w:shd w:val="clear" w:color="auto" w:fill="FFFFFF"/>
        <w:rPr>
          <w:rFonts w:ascii="Helvetica" w:hAnsi="Helvetica" w:cs="Helvetica"/>
          <w:color w:val="000000"/>
        </w:rPr>
      </w:pPr>
    </w:p>
    <w:p w:rsidR="0003126D" w:rsidRDefault="0003126D" w:rsidP="00D86DFE">
      <w:pPr>
        <w:shd w:val="clear" w:color="auto" w:fill="FFFFFF"/>
        <w:rPr>
          <w:rFonts w:ascii="Helvetica" w:hAnsi="Helvetica" w:cs="Helvetica"/>
          <w:color w:val="000000"/>
        </w:rPr>
      </w:pPr>
      <w:r>
        <w:rPr>
          <w:rFonts w:ascii="Helvetica" w:hAnsi="Helvetica" w:cs="Helvetica"/>
          <w:b/>
          <w:bCs/>
          <w:color w:val="7030A0"/>
        </w:rPr>
        <w:t>Steve</w:t>
      </w:r>
    </w:p>
    <w:p w:rsidR="0003126D" w:rsidRDefault="0003126D" w:rsidP="00D86DFE">
      <w:pPr>
        <w:shd w:val="clear" w:color="auto" w:fill="FFFFFF"/>
        <w:rPr>
          <w:rFonts w:ascii="Helvetica" w:hAnsi="Helvetica" w:cs="Helvetica"/>
          <w:color w:val="000000"/>
        </w:rPr>
      </w:pPr>
      <w:r>
        <w:rPr>
          <w:rFonts w:ascii="Helvetica" w:hAnsi="Helvetica" w:cs="Helvetica"/>
          <w:color w:val="7030A0"/>
        </w:rPr>
        <w:t xml:space="preserve">A veces siento lo que yo llamo una apertura del corazón. De todos modos, quiero tomarme un instante para que todos respiren profundamente dos veces, eso despeja su energía por un minuto, porque queremos establecer intencionalmente un flujo de energía que se desplace por todo el mundo. Es muy mágico. Mañana vamos a retransmitir esto y dejarlo a disposición de todos para que lo vean en las repeticiones o en otro momento. </w:t>
      </w:r>
      <w:r>
        <w:rPr>
          <w:rFonts w:ascii="Helvetica" w:hAnsi="Helvetica" w:cs="Helvetica"/>
          <w:color w:val="7030A0"/>
        </w:rPr>
        <w:br/>
      </w:r>
    </w:p>
    <w:p w:rsidR="0003126D" w:rsidRDefault="0003126D" w:rsidP="00D86DFE">
      <w:pPr>
        <w:shd w:val="clear" w:color="auto" w:fill="FFFFFF"/>
        <w:rPr>
          <w:rFonts w:ascii="Helvetica" w:hAnsi="Helvetica" w:cs="Helvetica"/>
          <w:color w:val="000000"/>
        </w:rPr>
      </w:pPr>
    </w:p>
    <w:p w:rsidR="0003126D" w:rsidRDefault="0003126D" w:rsidP="00D86DFE">
      <w:pPr>
        <w:shd w:val="clear" w:color="auto" w:fill="FFFFFF"/>
        <w:rPr>
          <w:rFonts w:ascii="Helvetica" w:hAnsi="Helvetica" w:cs="Helvetica"/>
          <w:color w:val="000000"/>
        </w:rPr>
      </w:pPr>
      <w:r>
        <w:rPr>
          <w:rFonts w:ascii="Helvetica" w:hAnsi="Helvetica" w:cs="Helvetica"/>
          <w:color w:val="7030A0"/>
        </w:rPr>
        <w:t xml:space="preserve">Vamos a hacer un cambio en el tiempo reuniendo toda esta energía, y que no haya diferencia. Pongan su energía en ello. Les vamos a pedir que extiendan sus manos y simplemente tomen las manos de otro. Si hay otras personas en la habitación, solo tomen su mano por un instante. A los que están solos les pedimos que pongan su mano sobre el corazón. Ahora inhalen dos veces profundamente por la nariz y exhalen por la boca y sigan haciéndolo por un momento. Inhalen por la nariz y exhalen por la boca. Ahora tomen la energía por la coronilla y en la próxima inhalación sientan que se llenan de luz. Y otra vez. Y exhalen. Y ahora, cuando exhalen, envíen la energía a los que están tomados de sus manos en todo el planeta. Hagan otra inhalación profunda. Sosténganla y exhalen lentamente hasta el final. </w:t>
      </w:r>
      <w:r>
        <w:rPr>
          <w:rFonts w:ascii="Helvetica" w:hAnsi="Helvetica" w:cs="Helvetica"/>
          <w:color w:val="7030A0"/>
        </w:rPr>
        <w:br/>
      </w:r>
    </w:p>
    <w:p w:rsidR="0003126D" w:rsidRDefault="0003126D" w:rsidP="00D86DFE">
      <w:pPr>
        <w:shd w:val="clear" w:color="auto" w:fill="FFFFFF"/>
        <w:rPr>
          <w:rFonts w:ascii="Helvetica" w:hAnsi="Helvetica" w:cs="Helvetica"/>
          <w:color w:val="000000"/>
        </w:rPr>
      </w:pPr>
    </w:p>
    <w:p w:rsidR="0003126D" w:rsidRDefault="0003126D" w:rsidP="00D86DFE">
      <w:pPr>
        <w:shd w:val="clear" w:color="auto" w:fill="FFFFFF"/>
        <w:rPr>
          <w:rFonts w:ascii="Helvetica" w:hAnsi="Helvetica" w:cs="Helvetica"/>
          <w:color w:val="000000"/>
        </w:rPr>
      </w:pPr>
      <w:r>
        <w:rPr>
          <w:rFonts w:ascii="Helvetica" w:hAnsi="Helvetica" w:cs="Helvetica"/>
          <w:color w:val="7030A0"/>
        </w:rPr>
        <w:t xml:space="preserve">Somos creadores conscientes. Estamos aquí. Nos situamos aquí para poder ser útiles, especialmente en estos tiempos. Gracias a todos por estar con nosotros. Los necesitamos a todos. Me honra poder encender unos cuantos interruptores y hacer esto, y voy a volver a hacerlo. Lo haré en distintas formas y esperamos obtener pequeñas capturas de imágenes de todo el mundo en diferentes formas. Ese es mi sueño. Mientras tanto, sepan que todos estamos juntos en esto y vamos a superarlo, experimentarlo y vamos a llegar más alto de lo que estábamos originalmente. Ténganlo en cuenta. </w:t>
      </w:r>
    </w:p>
    <w:p w:rsidR="0003126D" w:rsidRDefault="0003126D" w:rsidP="00D86DFE">
      <w:pPr>
        <w:shd w:val="clear" w:color="auto" w:fill="FFFFFF"/>
        <w:rPr>
          <w:rFonts w:ascii="Helvetica" w:hAnsi="Helvetica" w:cs="Helvetica"/>
          <w:color w:val="000000"/>
        </w:rPr>
      </w:pPr>
    </w:p>
    <w:p w:rsidR="0003126D" w:rsidRDefault="0003126D" w:rsidP="00D86DFE">
      <w:pPr>
        <w:shd w:val="clear" w:color="auto" w:fill="FFFFFF"/>
        <w:rPr>
          <w:rFonts w:ascii="Helvetica" w:hAnsi="Helvetica" w:cs="Helvetica"/>
          <w:color w:val="000000"/>
        </w:rPr>
      </w:pPr>
      <w:r>
        <w:rPr>
          <w:rFonts w:ascii="Helvetica" w:hAnsi="Helvetica" w:cs="Helvetica"/>
          <w:b/>
          <w:bCs/>
          <w:color w:val="7030A0"/>
        </w:rPr>
        <w:t>Bárbara</w:t>
      </w:r>
    </w:p>
    <w:p w:rsidR="0003126D" w:rsidRDefault="0003126D" w:rsidP="00D86DFE">
      <w:pPr>
        <w:shd w:val="clear" w:color="auto" w:fill="FFFFFF"/>
        <w:rPr>
          <w:rFonts w:ascii="Helvetica" w:hAnsi="Helvetica" w:cs="Helvetica"/>
          <w:color w:val="000000"/>
        </w:rPr>
      </w:pPr>
    </w:p>
    <w:p w:rsidR="0003126D" w:rsidRDefault="0003126D" w:rsidP="00D86DFE">
      <w:pPr>
        <w:shd w:val="clear" w:color="auto" w:fill="FFFFFF"/>
        <w:rPr>
          <w:rFonts w:ascii="Helvetica" w:hAnsi="Helvetica" w:cs="Helvetica"/>
          <w:color w:val="000000"/>
        </w:rPr>
      </w:pPr>
      <w:r>
        <w:rPr>
          <w:rFonts w:ascii="Helvetica" w:hAnsi="Helvetica" w:cs="Helvetica"/>
          <w:color w:val="7030A0"/>
        </w:rPr>
        <w:t>Gracias por ser parte de la familia espiritual de la que todos formamos parte.</w:t>
      </w:r>
    </w:p>
    <w:p w:rsidR="0003126D" w:rsidRDefault="0003126D" w:rsidP="00D86DFE">
      <w:pPr>
        <w:shd w:val="clear" w:color="auto" w:fill="FFFFFF"/>
        <w:rPr>
          <w:rFonts w:ascii="Helvetica" w:hAnsi="Helvetica" w:cs="Helvetica"/>
          <w:color w:val="000000"/>
        </w:rPr>
      </w:pPr>
    </w:p>
    <w:p w:rsidR="0003126D" w:rsidRDefault="0003126D" w:rsidP="00D86DFE">
      <w:pPr>
        <w:shd w:val="clear" w:color="auto" w:fill="FFFFFF"/>
        <w:rPr>
          <w:rFonts w:ascii="Helvetica" w:hAnsi="Helvetica" w:cs="Helvetica"/>
          <w:color w:val="000000"/>
        </w:rPr>
      </w:pPr>
      <w:r>
        <w:rPr>
          <w:rFonts w:ascii="Helvetica" w:hAnsi="Helvetica" w:cs="Helvetica"/>
          <w:b/>
          <w:bCs/>
          <w:color w:val="7030A0"/>
        </w:rPr>
        <w:t>Steve</w:t>
      </w:r>
    </w:p>
    <w:p w:rsidR="0003126D" w:rsidRDefault="0003126D" w:rsidP="00D86DFE">
      <w:pPr>
        <w:shd w:val="clear" w:color="auto" w:fill="FFFFFF"/>
        <w:rPr>
          <w:rFonts w:ascii="Helvetica" w:hAnsi="Helvetica" w:cs="Helvetica"/>
          <w:color w:val="000000"/>
        </w:rPr>
      </w:pPr>
    </w:p>
    <w:p w:rsidR="0003126D" w:rsidRDefault="0003126D" w:rsidP="00D86DFE">
      <w:pPr>
        <w:shd w:val="clear" w:color="auto" w:fill="FFFFFF"/>
        <w:rPr>
          <w:rFonts w:ascii="Helvetica" w:hAnsi="Helvetica" w:cs="Helvetica"/>
          <w:color w:val="000000"/>
        </w:rPr>
      </w:pPr>
      <w:r>
        <w:rPr>
          <w:rFonts w:ascii="Helvetica" w:hAnsi="Helvetica" w:cs="Helvetica"/>
          <w:color w:val="7030A0"/>
        </w:rPr>
        <w:t xml:space="preserve">La Familia del E. ¡Espavo a todos! Tendremos más eventos en torno a este tema, pero tan solo quisimos traerles esto esta noche. No pedimos que se registren, solo necesitábamos emitir esto lo más pronto posible para que pudiesen contar con esta ayuda. Envíenlo a sus amigos. Esperamos que lo compartan. Espavo a todos. Los amamos. </w:t>
      </w:r>
      <w:r>
        <w:rPr>
          <w:rFonts w:ascii="Helvetica" w:hAnsi="Helvetica" w:cs="Helvetica"/>
          <w:color w:val="7030A0"/>
        </w:rPr>
        <w:br/>
      </w:r>
    </w:p>
    <w:p w:rsidR="0003126D" w:rsidRDefault="0003126D" w:rsidP="00D86DFE">
      <w:pPr>
        <w:shd w:val="clear" w:color="auto" w:fill="FFFFFF"/>
        <w:rPr>
          <w:rFonts w:ascii="Helvetica" w:hAnsi="Helvetica" w:cs="Helvetica"/>
          <w:color w:val="000000"/>
        </w:rPr>
      </w:pPr>
    </w:p>
    <w:p w:rsidR="0003126D" w:rsidRDefault="0003126D" w:rsidP="00D86DFE">
      <w:pPr>
        <w:shd w:val="clear" w:color="auto" w:fill="FFFFFF"/>
        <w:rPr>
          <w:rFonts w:ascii="Helvetica" w:hAnsi="Helvetica" w:cs="Helvetica"/>
          <w:color w:val="000000"/>
        </w:rPr>
      </w:pPr>
      <w:r>
        <w:rPr>
          <w:rFonts w:ascii="Helvetica" w:hAnsi="Helvetica" w:cs="Helvetica"/>
          <w:b/>
          <w:bCs/>
          <w:color w:val="7030A0"/>
        </w:rPr>
        <w:t>Bárbara</w:t>
      </w:r>
    </w:p>
    <w:p w:rsidR="0003126D" w:rsidRDefault="0003126D" w:rsidP="00D86DFE">
      <w:pPr>
        <w:shd w:val="clear" w:color="auto" w:fill="FFFFFF"/>
        <w:rPr>
          <w:rFonts w:ascii="Helvetica" w:hAnsi="Helvetica" w:cs="Helvetica"/>
          <w:color w:val="000000"/>
        </w:rPr>
      </w:pPr>
    </w:p>
    <w:p w:rsidR="0003126D" w:rsidRDefault="0003126D" w:rsidP="00D86DFE">
      <w:pPr>
        <w:shd w:val="clear" w:color="auto" w:fill="FFFFFF"/>
        <w:rPr>
          <w:rFonts w:ascii="Helvetica" w:hAnsi="Helvetica" w:cs="Helvetica"/>
          <w:color w:val="000000"/>
        </w:rPr>
      </w:pPr>
      <w:r>
        <w:rPr>
          <w:rFonts w:ascii="Helvetica" w:hAnsi="Helvetica" w:cs="Helvetica"/>
          <w:color w:val="7030A0"/>
        </w:rPr>
        <w:t xml:space="preserve">Espavo. </w:t>
      </w:r>
    </w:p>
    <w:p w:rsidR="0003126D" w:rsidRDefault="0003126D" w:rsidP="00D86DFE">
      <w:pPr>
        <w:shd w:val="clear" w:color="auto" w:fill="FFFFFF"/>
        <w:rPr>
          <w:rFonts w:ascii="Helvetica" w:hAnsi="Helvetica" w:cs="Helvetica"/>
          <w:color w:val="000000"/>
        </w:rPr>
      </w:pPr>
      <w:hyperlink r:id="rId6" w:tgtFrame="_blank" w:history="1">
        <w:r>
          <w:rPr>
            <w:rStyle w:val="Hyperlink"/>
            <w:rFonts w:ascii="Helvetica" w:hAnsi="Helvetica" w:cs="Helvetica"/>
            <w:color w:val="7030A0"/>
          </w:rPr>
          <w:t>https://www.espavo.org/espavo-tv-global-news-and-events/</w:t>
        </w:r>
      </w:hyperlink>
    </w:p>
    <w:p w:rsidR="0003126D" w:rsidRDefault="0003126D" w:rsidP="00D86DFE">
      <w:pPr>
        <w:shd w:val="clear" w:color="auto" w:fill="FFFFFF"/>
        <w:rPr>
          <w:rFonts w:ascii="Helvetica" w:hAnsi="Helvetica" w:cs="Helvetica"/>
          <w:color w:val="000000"/>
        </w:rPr>
      </w:pPr>
      <w:r>
        <w:rPr>
          <w:rFonts w:ascii="Helvetica" w:hAnsi="Helvetica" w:cs="Helvetica"/>
          <w:b/>
          <w:bCs/>
          <w:color w:val="7030A0"/>
          <w:sz w:val="20"/>
          <w:szCs w:val="20"/>
        </w:rPr>
        <w:t>Transcripción, Traducción y Edición:</w:t>
      </w:r>
    </w:p>
    <w:p w:rsidR="0003126D" w:rsidRDefault="0003126D" w:rsidP="00D86DFE">
      <w:pPr>
        <w:shd w:val="clear" w:color="auto" w:fill="FFFFFF"/>
        <w:rPr>
          <w:rFonts w:ascii="Helvetica" w:hAnsi="Helvetica" w:cs="Helvetica"/>
          <w:color w:val="000000"/>
        </w:rPr>
      </w:pPr>
      <w:r>
        <w:rPr>
          <w:rFonts w:ascii="Helvetica" w:hAnsi="Helvetica" w:cs="Helvetica"/>
          <w:color w:val="7030A0"/>
          <w:sz w:val="20"/>
          <w:szCs w:val="20"/>
        </w:rPr>
        <w:t xml:space="preserve">Equipo de Traductoras Voluntarias de </w:t>
      </w:r>
      <w:hyperlink r:id="rId7" w:tgtFrame="_blank" w:history="1">
        <w:r>
          <w:rPr>
            <w:rStyle w:val="Hyperlink"/>
            <w:rFonts w:ascii="Helvetica" w:hAnsi="Helvetica" w:cs="Helvetica"/>
            <w:sz w:val="20"/>
            <w:szCs w:val="20"/>
          </w:rPr>
          <w:t>http://trabajadoresdeluz.info/</w:t>
        </w:r>
      </w:hyperlink>
      <w:r>
        <w:rPr>
          <w:rFonts w:ascii="Helvetica" w:hAnsi="Helvetica" w:cs="Helvetica"/>
          <w:color w:val="7030A0"/>
          <w:sz w:val="20"/>
          <w:szCs w:val="20"/>
        </w:rPr>
        <w:t xml:space="preserve"> - </w:t>
      </w:r>
      <w:hyperlink r:id="rId8" w:tgtFrame="_blank" w:history="1">
        <w:r>
          <w:rPr>
            <w:rStyle w:val="Hyperlink"/>
            <w:rFonts w:ascii="Helvetica" w:hAnsi="Helvetica" w:cs="Helvetica"/>
            <w:sz w:val="20"/>
            <w:szCs w:val="20"/>
          </w:rPr>
          <w:t>www.espavo.org</w:t>
        </w:r>
      </w:hyperlink>
      <w:r>
        <w:rPr>
          <w:rFonts w:ascii="Helvetica" w:hAnsi="Helvetica" w:cs="Helvetica"/>
          <w:color w:val="7030A0"/>
          <w:sz w:val="20"/>
          <w:szCs w:val="20"/>
        </w:rPr>
        <w:t xml:space="preserve"> </w:t>
      </w:r>
    </w:p>
    <w:p w:rsidR="0003126D" w:rsidRDefault="0003126D" w:rsidP="00D86DFE">
      <w:pPr>
        <w:shd w:val="clear" w:color="auto" w:fill="FFFFFF"/>
        <w:rPr>
          <w:rFonts w:ascii="Helvetica" w:hAnsi="Helvetica" w:cs="Helvetica"/>
          <w:color w:val="000000"/>
        </w:rPr>
      </w:pPr>
      <w:r>
        <w:rPr>
          <w:rFonts w:ascii="Helvetica" w:hAnsi="Helvetica" w:cs="Helvetica"/>
          <w:color w:val="7030A0"/>
          <w:sz w:val="20"/>
          <w:szCs w:val="20"/>
        </w:rPr>
        <w:t xml:space="preserve">19 de noviembre de 2016 </w:t>
      </w:r>
    </w:p>
    <w:p w:rsidR="0003126D" w:rsidRDefault="0003126D" w:rsidP="00D86DFE">
      <w:pPr>
        <w:shd w:val="clear" w:color="auto" w:fill="FFFFFF"/>
        <w:spacing w:after="240"/>
        <w:rPr>
          <w:rFonts w:ascii="Helvetica" w:hAnsi="Helvetica" w:cs="Helvetica"/>
          <w:color w:val="000000"/>
        </w:rPr>
      </w:pPr>
    </w:p>
    <w:p w:rsidR="0003126D" w:rsidRDefault="0003126D"/>
    <w:sectPr w:rsidR="0003126D" w:rsidSect="00D86DFE">
      <w:pgSz w:w="11906" w:h="16838"/>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86DFE"/>
    <w:rsid w:val="00000478"/>
    <w:rsid w:val="000006E0"/>
    <w:rsid w:val="00000B20"/>
    <w:rsid w:val="00000B35"/>
    <w:rsid w:val="00000E3D"/>
    <w:rsid w:val="00001138"/>
    <w:rsid w:val="000011A6"/>
    <w:rsid w:val="00001317"/>
    <w:rsid w:val="0000164C"/>
    <w:rsid w:val="00001ECF"/>
    <w:rsid w:val="00001F6E"/>
    <w:rsid w:val="00002348"/>
    <w:rsid w:val="00002780"/>
    <w:rsid w:val="0000326A"/>
    <w:rsid w:val="00003376"/>
    <w:rsid w:val="00003747"/>
    <w:rsid w:val="0000374C"/>
    <w:rsid w:val="0000395A"/>
    <w:rsid w:val="00003A8A"/>
    <w:rsid w:val="00003AEF"/>
    <w:rsid w:val="000040C1"/>
    <w:rsid w:val="00004608"/>
    <w:rsid w:val="0000466D"/>
    <w:rsid w:val="00004820"/>
    <w:rsid w:val="00005082"/>
    <w:rsid w:val="0000519B"/>
    <w:rsid w:val="000054A8"/>
    <w:rsid w:val="000054EB"/>
    <w:rsid w:val="000054F4"/>
    <w:rsid w:val="000059A6"/>
    <w:rsid w:val="0000621D"/>
    <w:rsid w:val="00006356"/>
    <w:rsid w:val="00006448"/>
    <w:rsid w:val="00006807"/>
    <w:rsid w:val="00006B81"/>
    <w:rsid w:val="00006F35"/>
    <w:rsid w:val="00007028"/>
    <w:rsid w:val="000072BD"/>
    <w:rsid w:val="0000752A"/>
    <w:rsid w:val="00007FC5"/>
    <w:rsid w:val="00007FD2"/>
    <w:rsid w:val="0001042B"/>
    <w:rsid w:val="00010A05"/>
    <w:rsid w:val="00010CBA"/>
    <w:rsid w:val="00010CF4"/>
    <w:rsid w:val="0001193E"/>
    <w:rsid w:val="000123F4"/>
    <w:rsid w:val="00012DEE"/>
    <w:rsid w:val="000133BD"/>
    <w:rsid w:val="00013DD6"/>
    <w:rsid w:val="00014345"/>
    <w:rsid w:val="0001441B"/>
    <w:rsid w:val="0001466E"/>
    <w:rsid w:val="00014BCA"/>
    <w:rsid w:val="00014EE2"/>
    <w:rsid w:val="00014FDE"/>
    <w:rsid w:val="000156AB"/>
    <w:rsid w:val="00015873"/>
    <w:rsid w:val="00015AA3"/>
    <w:rsid w:val="00015E4D"/>
    <w:rsid w:val="00015FA9"/>
    <w:rsid w:val="00016A62"/>
    <w:rsid w:val="000171B6"/>
    <w:rsid w:val="00017CB1"/>
    <w:rsid w:val="00017D45"/>
    <w:rsid w:val="00017ECC"/>
    <w:rsid w:val="000208C0"/>
    <w:rsid w:val="000213DF"/>
    <w:rsid w:val="000214DE"/>
    <w:rsid w:val="00021ABB"/>
    <w:rsid w:val="0002211E"/>
    <w:rsid w:val="0002299F"/>
    <w:rsid w:val="00022D59"/>
    <w:rsid w:val="000234D4"/>
    <w:rsid w:val="000237FA"/>
    <w:rsid w:val="00023A70"/>
    <w:rsid w:val="00023D47"/>
    <w:rsid w:val="00024296"/>
    <w:rsid w:val="000245E9"/>
    <w:rsid w:val="000249B1"/>
    <w:rsid w:val="00024D9C"/>
    <w:rsid w:val="000250FE"/>
    <w:rsid w:val="000258FF"/>
    <w:rsid w:val="00025B68"/>
    <w:rsid w:val="00025E14"/>
    <w:rsid w:val="00025F74"/>
    <w:rsid w:val="00026437"/>
    <w:rsid w:val="000266EC"/>
    <w:rsid w:val="000274B2"/>
    <w:rsid w:val="000279D7"/>
    <w:rsid w:val="00027A0B"/>
    <w:rsid w:val="00027D11"/>
    <w:rsid w:val="0003008B"/>
    <w:rsid w:val="0003063E"/>
    <w:rsid w:val="0003083D"/>
    <w:rsid w:val="00030D09"/>
    <w:rsid w:val="0003126D"/>
    <w:rsid w:val="00031B17"/>
    <w:rsid w:val="00032031"/>
    <w:rsid w:val="000323B5"/>
    <w:rsid w:val="000328EE"/>
    <w:rsid w:val="00032F58"/>
    <w:rsid w:val="00033657"/>
    <w:rsid w:val="00033777"/>
    <w:rsid w:val="0003397E"/>
    <w:rsid w:val="00033BC2"/>
    <w:rsid w:val="00033BD5"/>
    <w:rsid w:val="00033EEE"/>
    <w:rsid w:val="00033F0E"/>
    <w:rsid w:val="00034069"/>
    <w:rsid w:val="00034333"/>
    <w:rsid w:val="00034349"/>
    <w:rsid w:val="00034447"/>
    <w:rsid w:val="00034877"/>
    <w:rsid w:val="00034A05"/>
    <w:rsid w:val="00034E55"/>
    <w:rsid w:val="0003518E"/>
    <w:rsid w:val="00035425"/>
    <w:rsid w:val="00035A00"/>
    <w:rsid w:val="00035FA8"/>
    <w:rsid w:val="000362AA"/>
    <w:rsid w:val="00036834"/>
    <w:rsid w:val="000368B1"/>
    <w:rsid w:val="00036C12"/>
    <w:rsid w:val="00036D15"/>
    <w:rsid w:val="00036D88"/>
    <w:rsid w:val="00037450"/>
    <w:rsid w:val="000379BC"/>
    <w:rsid w:val="00037C11"/>
    <w:rsid w:val="00037F49"/>
    <w:rsid w:val="000403F2"/>
    <w:rsid w:val="000404AE"/>
    <w:rsid w:val="00040652"/>
    <w:rsid w:val="000406B2"/>
    <w:rsid w:val="00040ABB"/>
    <w:rsid w:val="00040DEB"/>
    <w:rsid w:val="00041B28"/>
    <w:rsid w:val="00041D0D"/>
    <w:rsid w:val="00041E59"/>
    <w:rsid w:val="00042074"/>
    <w:rsid w:val="0004260E"/>
    <w:rsid w:val="000432FB"/>
    <w:rsid w:val="00043467"/>
    <w:rsid w:val="000434BD"/>
    <w:rsid w:val="00043602"/>
    <w:rsid w:val="00043D3B"/>
    <w:rsid w:val="000444E0"/>
    <w:rsid w:val="00044EDA"/>
    <w:rsid w:val="000450E6"/>
    <w:rsid w:val="00045659"/>
    <w:rsid w:val="00045771"/>
    <w:rsid w:val="00045ACA"/>
    <w:rsid w:val="000463EA"/>
    <w:rsid w:val="000467C4"/>
    <w:rsid w:val="000468DA"/>
    <w:rsid w:val="00046A88"/>
    <w:rsid w:val="000473E2"/>
    <w:rsid w:val="000475BC"/>
    <w:rsid w:val="00047908"/>
    <w:rsid w:val="00047A2E"/>
    <w:rsid w:val="00047ECB"/>
    <w:rsid w:val="00050A1F"/>
    <w:rsid w:val="00050FCB"/>
    <w:rsid w:val="00051331"/>
    <w:rsid w:val="000516A7"/>
    <w:rsid w:val="000529E0"/>
    <w:rsid w:val="00052BA2"/>
    <w:rsid w:val="00053015"/>
    <w:rsid w:val="00053179"/>
    <w:rsid w:val="0005332C"/>
    <w:rsid w:val="000533D7"/>
    <w:rsid w:val="00053730"/>
    <w:rsid w:val="00053852"/>
    <w:rsid w:val="00053B73"/>
    <w:rsid w:val="00053D84"/>
    <w:rsid w:val="0005419F"/>
    <w:rsid w:val="00054234"/>
    <w:rsid w:val="0005433B"/>
    <w:rsid w:val="00054D94"/>
    <w:rsid w:val="0005502A"/>
    <w:rsid w:val="00055324"/>
    <w:rsid w:val="00055937"/>
    <w:rsid w:val="000559F2"/>
    <w:rsid w:val="00055C84"/>
    <w:rsid w:val="00055F64"/>
    <w:rsid w:val="00055FF8"/>
    <w:rsid w:val="00056033"/>
    <w:rsid w:val="000564EA"/>
    <w:rsid w:val="00056B2B"/>
    <w:rsid w:val="00056CC9"/>
    <w:rsid w:val="00056F8A"/>
    <w:rsid w:val="000575B5"/>
    <w:rsid w:val="0005773D"/>
    <w:rsid w:val="000579B4"/>
    <w:rsid w:val="00057C72"/>
    <w:rsid w:val="00057CA8"/>
    <w:rsid w:val="00057E62"/>
    <w:rsid w:val="000601EE"/>
    <w:rsid w:val="00060237"/>
    <w:rsid w:val="00060792"/>
    <w:rsid w:val="0006091C"/>
    <w:rsid w:val="00060BCA"/>
    <w:rsid w:val="00061060"/>
    <w:rsid w:val="0006107D"/>
    <w:rsid w:val="000612F9"/>
    <w:rsid w:val="00061478"/>
    <w:rsid w:val="00061804"/>
    <w:rsid w:val="00061A6F"/>
    <w:rsid w:val="00062D2A"/>
    <w:rsid w:val="00063EAD"/>
    <w:rsid w:val="000647B0"/>
    <w:rsid w:val="000652CB"/>
    <w:rsid w:val="0006555A"/>
    <w:rsid w:val="000656E8"/>
    <w:rsid w:val="00066295"/>
    <w:rsid w:val="00066DC8"/>
    <w:rsid w:val="00066ED1"/>
    <w:rsid w:val="00066F62"/>
    <w:rsid w:val="000670E3"/>
    <w:rsid w:val="00067A6D"/>
    <w:rsid w:val="00067C54"/>
    <w:rsid w:val="00067CE8"/>
    <w:rsid w:val="00070413"/>
    <w:rsid w:val="00070567"/>
    <w:rsid w:val="000705A3"/>
    <w:rsid w:val="0007060E"/>
    <w:rsid w:val="00070BE7"/>
    <w:rsid w:val="00070ED0"/>
    <w:rsid w:val="00070F13"/>
    <w:rsid w:val="000713C9"/>
    <w:rsid w:val="000717AF"/>
    <w:rsid w:val="00071BDB"/>
    <w:rsid w:val="0007253A"/>
    <w:rsid w:val="000729D6"/>
    <w:rsid w:val="00072D0A"/>
    <w:rsid w:val="00073D22"/>
    <w:rsid w:val="00073FE3"/>
    <w:rsid w:val="00075548"/>
    <w:rsid w:val="0007560B"/>
    <w:rsid w:val="0007566E"/>
    <w:rsid w:val="00075B2F"/>
    <w:rsid w:val="00075D20"/>
    <w:rsid w:val="00076031"/>
    <w:rsid w:val="00076085"/>
    <w:rsid w:val="00076905"/>
    <w:rsid w:val="00076D32"/>
    <w:rsid w:val="00076E23"/>
    <w:rsid w:val="000776CC"/>
    <w:rsid w:val="000777D4"/>
    <w:rsid w:val="00077DD0"/>
    <w:rsid w:val="00077F88"/>
    <w:rsid w:val="00077FC1"/>
    <w:rsid w:val="00080037"/>
    <w:rsid w:val="000800A3"/>
    <w:rsid w:val="00080224"/>
    <w:rsid w:val="00080676"/>
    <w:rsid w:val="000819D1"/>
    <w:rsid w:val="00082697"/>
    <w:rsid w:val="0008289D"/>
    <w:rsid w:val="000829FB"/>
    <w:rsid w:val="00082A6D"/>
    <w:rsid w:val="00083302"/>
    <w:rsid w:val="0008384F"/>
    <w:rsid w:val="0008391E"/>
    <w:rsid w:val="00083A0C"/>
    <w:rsid w:val="00083DE1"/>
    <w:rsid w:val="000846FF"/>
    <w:rsid w:val="000847ED"/>
    <w:rsid w:val="00084C4E"/>
    <w:rsid w:val="0008510E"/>
    <w:rsid w:val="00085524"/>
    <w:rsid w:val="00085A66"/>
    <w:rsid w:val="00085EA9"/>
    <w:rsid w:val="00086321"/>
    <w:rsid w:val="00086445"/>
    <w:rsid w:val="000865F5"/>
    <w:rsid w:val="00086933"/>
    <w:rsid w:val="00086BFD"/>
    <w:rsid w:val="00086EB2"/>
    <w:rsid w:val="00086EDE"/>
    <w:rsid w:val="00086F60"/>
    <w:rsid w:val="000873B9"/>
    <w:rsid w:val="000879B2"/>
    <w:rsid w:val="00090047"/>
    <w:rsid w:val="0009016A"/>
    <w:rsid w:val="00090374"/>
    <w:rsid w:val="00090AE3"/>
    <w:rsid w:val="00090E50"/>
    <w:rsid w:val="00090E64"/>
    <w:rsid w:val="00091483"/>
    <w:rsid w:val="000917CD"/>
    <w:rsid w:val="00091BB5"/>
    <w:rsid w:val="00091DB5"/>
    <w:rsid w:val="000920ED"/>
    <w:rsid w:val="00092A76"/>
    <w:rsid w:val="00093082"/>
    <w:rsid w:val="000930DB"/>
    <w:rsid w:val="00093321"/>
    <w:rsid w:val="0009429D"/>
    <w:rsid w:val="00094A64"/>
    <w:rsid w:val="00094B16"/>
    <w:rsid w:val="0009551A"/>
    <w:rsid w:val="00095706"/>
    <w:rsid w:val="00095B52"/>
    <w:rsid w:val="00096F1A"/>
    <w:rsid w:val="00097A04"/>
    <w:rsid w:val="00097ADC"/>
    <w:rsid w:val="00097D55"/>
    <w:rsid w:val="00097E7A"/>
    <w:rsid w:val="000A0078"/>
    <w:rsid w:val="000A00BF"/>
    <w:rsid w:val="000A0381"/>
    <w:rsid w:val="000A03DC"/>
    <w:rsid w:val="000A18F3"/>
    <w:rsid w:val="000A2D95"/>
    <w:rsid w:val="000A2E60"/>
    <w:rsid w:val="000A2E7E"/>
    <w:rsid w:val="000A392A"/>
    <w:rsid w:val="000A431C"/>
    <w:rsid w:val="000A46E5"/>
    <w:rsid w:val="000A4E85"/>
    <w:rsid w:val="000A500C"/>
    <w:rsid w:val="000A5606"/>
    <w:rsid w:val="000A5912"/>
    <w:rsid w:val="000A606A"/>
    <w:rsid w:val="000A62C3"/>
    <w:rsid w:val="000A7221"/>
    <w:rsid w:val="000A72B0"/>
    <w:rsid w:val="000A7A89"/>
    <w:rsid w:val="000B0BD1"/>
    <w:rsid w:val="000B1091"/>
    <w:rsid w:val="000B1530"/>
    <w:rsid w:val="000B17C3"/>
    <w:rsid w:val="000B1990"/>
    <w:rsid w:val="000B1E0B"/>
    <w:rsid w:val="000B2091"/>
    <w:rsid w:val="000B2123"/>
    <w:rsid w:val="000B2438"/>
    <w:rsid w:val="000B2710"/>
    <w:rsid w:val="000B28DE"/>
    <w:rsid w:val="000B2E4B"/>
    <w:rsid w:val="000B35AD"/>
    <w:rsid w:val="000B3622"/>
    <w:rsid w:val="000B372D"/>
    <w:rsid w:val="000B37BF"/>
    <w:rsid w:val="000B37D6"/>
    <w:rsid w:val="000B3AC2"/>
    <w:rsid w:val="000B3AD1"/>
    <w:rsid w:val="000B4B42"/>
    <w:rsid w:val="000B50C7"/>
    <w:rsid w:val="000B51D7"/>
    <w:rsid w:val="000B5652"/>
    <w:rsid w:val="000B56A9"/>
    <w:rsid w:val="000B5B75"/>
    <w:rsid w:val="000B5EA8"/>
    <w:rsid w:val="000B611E"/>
    <w:rsid w:val="000B64B1"/>
    <w:rsid w:val="000B6574"/>
    <w:rsid w:val="000B6D98"/>
    <w:rsid w:val="000B70B7"/>
    <w:rsid w:val="000B724D"/>
    <w:rsid w:val="000B7826"/>
    <w:rsid w:val="000B7BCC"/>
    <w:rsid w:val="000C01A2"/>
    <w:rsid w:val="000C021C"/>
    <w:rsid w:val="000C03EC"/>
    <w:rsid w:val="000C0EC5"/>
    <w:rsid w:val="000C170E"/>
    <w:rsid w:val="000C1A5D"/>
    <w:rsid w:val="000C2173"/>
    <w:rsid w:val="000C21A5"/>
    <w:rsid w:val="000C23FA"/>
    <w:rsid w:val="000C26F5"/>
    <w:rsid w:val="000C30D7"/>
    <w:rsid w:val="000C31A0"/>
    <w:rsid w:val="000C35E4"/>
    <w:rsid w:val="000C39C8"/>
    <w:rsid w:val="000C3AAC"/>
    <w:rsid w:val="000C3F82"/>
    <w:rsid w:val="000C409D"/>
    <w:rsid w:val="000C49EF"/>
    <w:rsid w:val="000C4E34"/>
    <w:rsid w:val="000C522E"/>
    <w:rsid w:val="000C55AF"/>
    <w:rsid w:val="000C5795"/>
    <w:rsid w:val="000C57B9"/>
    <w:rsid w:val="000C58E5"/>
    <w:rsid w:val="000C59ED"/>
    <w:rsid w:val="000C624C"/>
    <w:rsid w:val="000C636C"/>
    <w:rsid w:val="000C63F9"/>
    <w:rsid w:val="000C7261"/>
    <w:rsid w:val="000C74A7"/>
    <w:rsid w:val="000C74EE"/>
    <w:rsid w:val="000C7520"/>
    <w:rsid w:val="000C79B2"/>
    <w:rsid w:val="000C7A55"/>
    <w:rsid w:val="000C7FFD"/>
    <w:rsid w:val="000D0098"/>
    <w:rsid w:val="000D039C"/>
    <w:rsid w:val="000D042C"/>
    <w:rsid w:val="000D0B17"/>
    <w:rsid w:val="000D0E6E"/>
    <w:rsid w:val="000D0EFA"/>
    <w:rsid w:val="000D159F"/>
    <w:rsid w:val="000D1BD9"/>
    <w:rsid w:val="000D1E67"/>
    <w:rsid w:val="000D2016"/>
    <w:rsid w:val="000D2EA1"/>
    <w:rsid w:val="000D2F7F"/>
    <w:rsid w:val="000D3206"/>
    <w:rsid w:val="000D3234"/>
    <w:rsid w:val="000D3286"/>
    <w:rsid w:val="000D3918"/>
    <w:rsid w:val="000D39B7"/>
    <w:rsid w:val="000D4086"/>
    <w:rsid w:val="000D5BB5"/>
    <w:rsid w:val="000D5D77"/>
    <w:rsid w:val="000D624B"/>
    <w:rsid w:val="000D65E9"/>
    <w:rsid w:val="000D6612"/>
    <w:rsid w:val="000D68A7"/>
    <w:rsid w:val="000D6A77"/>
    <w:rsid w:val="000D6D76"/>
    <w:rsid w:val="000D6DC6"/>
    <w:rsid w:val="000D71CC"/>
    <w:rsid w:val="000D7531"/>
    <w:rsid w:val="000D7563"/>
    <w:rsid w:val="000E032D"/>
    <w:rsid w:val="000E0335"/>
    <w:rsid w:val="000E08EA"/>
    <w:rsid w:val="000E0919"/>
    <w:rsid w:val="000E1C20"/>
    <w:rsid w:val="000E1D4E"/>
    <w:rsid w:val="000E23EC"/>
    <w:rsid w:val="000E25B7"/>
    <w:rsid w:val="000E2AB3"/>
    <w:rsid w:val="000E31F6"/>
    <w:rsid w:val="000E3374"/>
    <w:rsid w:val="000E3706"/>
    <w:rsid w:val="000E396B"/>
    <w:rsid w:val="000E397F"/>
    <w:rsid w:val="000E3A3E"/>
    <w:rsid w:val="000E3A45"/>
    <w:rsid w:val="000E460C"/>
    <w:rsid w:val="000E49EB"/>
    <w:rsid w:val="000E4A74"/>
    <w:rsid w:val="000E4FE7"/>
    <w:rsid w:val="000E539C"/>
    <w:rsid w:val="000E5F73"/>
    <w:rsid w:val="000E628D"/>
    <w:rsid w:val="000E66F1"/>
    <w:rsid w:val="000E699D"/>
    <w:rsid w:val="000E6FBB"/>
    <w:rsid w:val="000E6FF0"/>
    <w:rsid w:val="000E7761"/>
    <w:rsid w:val="000E7FA9"/>
    <w:rsid w:val="000F03CC"/>
    <w:rsid w:val="000F03FB"/>
    <w:rsid w:val="000F09FF"/>
    <w:rsid w:val="000F0A8E"/>
    <w:rsid w:val="000F0FE8"/>
    <w:rsid w:val="000F1AA7"/>
    <w:rsid w:val="000F214D"/>
    <w:rsid w:val="000F237E"/>
    <w:rsid w:val="000F23A5"/>
    <w:rsid w:val="000F25A6"/>
    <w:rsid w:val="000F2F69"/>
    <w:rsid w:val="000F2FBE"/>
    <w:rsid w:val="000F3C24"/>
    <w:rsid w:val="000F3C5B"/>
    <w:rsid w:val="000F420A"/>
    <w:rsid w:val="000F48F0"/>
    <w:rsid w:val="000F4D9B"/>
    <w:rsid w:val="000F5069"/>
    <w:rsid w:val="000F56EC"/>
    <w:rsid w:val="000F578B"/>
    <w:rsid w:val="000F58E0"/>
    <w:rsid w:val="000F5CF0"/>
    <w:rsid w:val="000F7013"/>
    <w:rsid w:val="000F7033"/>
    <w:rsid w:val="000F7076"/>
    <w:rsid w:val="000F7417"/>
    <w:rsid w:val="000F7481"/>
    <w:rsid w:val="000F7541"/>
    <w:rsid w:val="000F77B3"/>
    <w:rsid w:val="000F788E"/>
    <w:rsid w:val="00100038"/>
    <w:rsid w:val="00100153"/>
    <w:rsid w:val="00100389"/>
    <w:rsid w:val="00100E84"/>
    <w:rsid w:val="00100F24"/>
    <w:rsid w:val="001014C1"/>
    <w:rsid w:val="001016AD"/>
    <w:rsid w:val="00101747"/>
    <w:rsid w:val="001020FE"/>
    <w:rsid w:val="0010219E"/>
    <w:rsid w:val="001022AA"/>
    <w:rsid w:val="00102993"/>
    <w:rsid w:val="00103028"/>
    <w:rsid w:val="001030CD"/>
    <w:rsid w:val="00103463"/>
    <w:rsid w:val="001035B6"/>
    <w:rsid w:val="001035CE"/>
    <w:rsid w:val="00103975"/>
    <w:rsid w:val="00103F54"/>
    <w:rsid w:val="00103F6C"/>
    <w:rsid w:val="00104B26"/>
    <w:rsid w:val="00104CB8"/>
    <w:rsid w:val="00104FEC"/>
    <w:rsid w:val="001052BA"/>
    <w:rsid w:val="001054C9"/>
    <w:rsid w:val="00105685"/>
    <w:rsid w:val="001058D1"/>
    <w:rsid w:val="001065C1"/>
    <w:rsid w:val="00106604"/>
    <w:rsid w:val="00106B78"/>
    <w:rsid w:val="00106D54"/>
    <w:rsid w:val="00106EAC"/>
    <w:rsid w:val="00107002"/>
    <w:rsid w:val="0010701E"/>
    <w:rsid w:val="00107283"/>
    <w:rsid w:val="00110E3C"/>
    <w:rsid w:val="00110F11"/>
    <w:rsid w:val="00111542"/>
    <w:rsid w:val="00111B9D"/>
    <w:rsid w:val="00112B25"/>
    <w:rsid w:val="00112BA7"/>
    <w:rsid w:val="00112CD0"/>
    <w:rsid w:val="00112D88"/>
    <w:rsid w:val="00112E98"/>
    <w:rsid w:val="0011369C"/>
    <w:rsid w:val="0011377E"/>
    <w:rsid w:val="001139DD"/>
    <w:rsid w:val="001139E6"/>
    <w:rsid w:val="00113FFC"/>
    <w:rsid w:val="001142E1"/>
    <w:rsid w:val="00114465"/>
    <w:rsid w:val="00114A3F"/>
    <w:rsid w:val="00114A76"/>
    <w:rsid w:val="00114DA9"/>
    <w:rsid w:val="0011555F"/>
    <w:rsid w:val="00115810"/>
    <w:rsid w:val="0011587F"/>
    <w:rsid w:val="00115977"/>
    <w:rsid w:val="00115A4A"/>
    <w:rsid w:val="001161BE"/>
    <w:rsid w:val="0011640C"/>
    <w:rsid w:val="0011645C"/>
    <w:rsid w:val="00116A7A"/>
    <w:rsid w:val="00116B23"/>
    <w:rsid w:val="00116E2C"/>
    <w:rsid w:val="00116E55"/>
    <w:rsid w:val="00117345"/>
    <w:rsid w:val="00117699"/>
    <w:rsid w:val="00117A09"/>
    <w:rsid w:val="00117AE3"/>
    <w:rsid w:val="00117EB5"/>
    <w:rsid w:val="00120175"/>
    <w:rsid w:val="001201F6"/>
    <w:rsid w:val="0012020B"/>
    <w:rsid w:val="001204E9"/>
    <w:rsid w:val="00120703"/>
    <w:rsid w:val="001207EB"/>
    <w:rsid w:val="00120A18"/>
    <w:rsid w:val="00120AB4"/>
    <w:rsid w:val="00120D59"/>
    <w:rsid w:val="00120D94"/>
    <w:rsid w:val="001215EA"/>
    <w:rsid w:val="0012161F"/>
    <w:rsid w:val="00121621"/>
    <w:rsid w:val="0012163C"/>
    <w:rsid w:val="00121B73"/>
    <w:rsid w:val="00121FE5"/>
    <w:rsid w:val="0012208E"/>
    <w:rsid w:val="001222C5"/>
    <w:rsid w:val="00122486"/>
    <w:rsid w:val="001226DD"/>
    <w:rsid w:val="00122A7F"/>
    <w:rsid w:val="00122B5B"/>
    <w:rsid w:val="00123395"/>
    <w:rsid w:val="001234EB"/>
    <w:rsid w:val="0012358C"/>
    <w:rsid w:val="0012373C"/>
    <w:rsid w:val="00124255"/>
    <w:rsid w:val="00124A2C"/>
    <w:rsid w:val="00124C0F"/>
    <w:rsid w:val="00124DF4"/>
    <w:rsid w:val="00125367"/>
    <w:rsid w:val="0012590A"/>
    <w:rsid w:val="00125ED5"/>
    <w:rsid w:val="00126568"/>
    <w:rsid w:val="001267F0"/>
    <w:rsid w:val="0012698F"/>
    <w:rsid w:val="00126A0A"/>
    <w:rsid w:val="00127BD0"/>
    <w:rsid w:val="0013057D"/>
    <w:rsid w:val="00130B33"/>
    <w:rsid w:val="00130B79"/>
    <w:rsid w:val="00130C8A"/>
    <w:rsid w:val="00130CB2"/>
    <w:rsid w:val="00131063"/>
    <w:rsid w:val="00131538"/>
    <w:rsid w:val="00131F0D"/>
    <w:rsid w:val="00132242"/>
    <w:rsid w:val="001323AF"/>
    <w:rsid w:val="00132465"/>
    <w:rsid w:val="001328C5"/>
    <w:rsid w:val="00133E2B"/>
    <w:rsid w:val="00133F6E"/>
    <w:rsid w:val="00134052"/>
    <w:rsid w:val="00134118"/>
    <w:rsid w:val="00134168"/>
    <w:rsid w:val="0013472B"/>
    <w:rsid w:val="00135217"/>
    <w:rsid w:val="00135556"/>
    <w:rsid w:val="001357C5"/>
    <w:rsid w:val="00135B87"/>
    <w:rsid w:val="001362EF"/>
    <w:rsid w:val="00136B75"/>
    <w:rsid w:val="00137008"/>
    <w:rsid w:val="001375A0"/>
    <w:rsid w:val="00137795"/>
    <w:rsid w:val="0013790A"/>
    <w:rsid w:val="001379D8"/>
    <w:rsid w:val="00137A1B"/>
    <w:rsid w:val="00140210"/>
    <w:rsid w:val="00140C79"/>
    <w:rsid w:val="00141139"/>
    <w:rsid w:val="001418C7"/>
    <w:rsid w:val="001419FF"/>
    <w:rsid w:val="001426D3"/>
    <w:rsid w:val="00143AB7"/>
    <w:rsid w:val="00143C9B"/>
    <w:rsid w:val="00143CDF"/>
    <w:rsid w:val="001440DF"/>
    <w:rsid w:val="001440FD"/>
    <w:rsid w:val="00144371"/>
    <w:rsid w:val="0014452C"/>
    <w:rsid w:val="001449AF"/>
    <w:rsid w:val="001449ED"/>
    <w:rsid w:val="00144DFE"/>
    <w:rsid w:val="001454C1"/>
    <w:rsid w:val="00145865"/>
    <w:rsid w:val="00145D40"/>
    <w:rsid w:val="00145E07"/>
    <w:rsid w:val="00145F3B"/>
    <w:rsid w:val="00145FB6"/>
    <w:rsid w:val="00146024"/>
    <w:rsid w:val="00146039"/>
    <w:rsid w:val="00146275"/>
    <w:rsid w:val="001462DB"/>
    <w:rsid w:val="001468CD"/>
    <w:rsid w:val="00146C79"/>
    <w:rsid w:val="00147021"/>
    <w:rsid w:val="001470BF"/>
    <w:rsid w:val="0014761D"/>
    <w:rsid w:val="00147801"/>
    <w:rsid w:val="00147C46"/>
    <w:rsid w:val="00147CCB"/>
    <w:rsid w:val="00147CD4"/>
    <w:rsid w:val="00147DD3"/>
    <w:rsid w:val="001501BC"/>
    <w:rsid w:val="001504A4"/>
    <w:rsid w:val="0015054C"/>
    <w:rsid w:val="001509B1"/>
    <w:rsid w:val="00150F91"/>
    <w:rsid w:val="001516D2"/>
    <w:rsid w:val="001517A3"/>
    <w:rsid w:val="001518C6"/>
    <w:rsid w:val="00151B1B"/>
    <w:rsid w:val="00151B34"/>
    <w:rsid w:val="00152F00"/>
    <w:rsid w:val="001539B2"/>
    <w:rsid w:val="00153FE1"/>
    <w:rsid w:val="00154D4D"/>
    <w:rsid w:val="00155380"/>
    <w:rsid w:val="00155568"/>
    <w:rsid w:val="001555C0"/>
    <w:rsid w:val="00155C88"/>
    <w:rsid w:val="00155EFF"/>
    <w:rsid w:val="001565B2"/>
    <w:rsid w:val="00156878"/>
    <w:rsid w:val="001568B5"/>
    <w:rsid w:val="0016029A"/>
    <w:rsid w:val="00160476"/>
    <w:rsid w:val="0016083B"/>
    <w:rsid w:val="00161346"/>
    <w:rsid w:val="00161799"/>
    <w:rsid w:val="00161950"/>
    <w:rsid w:val="00161BC9"/>
    <w:rsid w:val="001622E6"/>
    <w:rsid w:val="001629D4"/>
    <w:rsid w:val="001630BA"/>
    <w:rsid w:val="00163266"/>
    <w:rsid w:val="001637EE"/>
    <w:rsid w:val="001638A1"/>
    <w:rsid w:val="00163B35"/>
    <w:rsid w:val="00163BDA"/>
    <w:rsid w:val="00163C88"/>
    <w:rsid w:val="0016439E"/>
    <w:rsid w:val="001645AB"/>
    <w:rsid w:val="0016461F"/>
    <w:rsid w:val="00164964"/>
    <w:rsid w:val="00164A6C"/>
    <w:rsid w:val="00164BC2"/>
    <w:rsid w:val="00165C63"/>
    <w:rsid w:val="00165E06"/>
    <w:rsid w:val="001662DD"/>
    <w:rsid w:val="00166861"/>
    <w:rsid w:val="00166C65"/>
    <w:rsid w:val="0016720B"/>
    <w:rsid w:val="00167335"/>
    <w:rsid w:val="00167570"/>
    <w:rsid w:val="00167978"/>
    <w:rsid w:val="00167ACF"/>
    <w:rsid w:val="00167C3A"/>
    <w:rsid w:val="00167CBC"/>
    <w:rsid w:val="00167DC5"/>
    <w:rsid w:val="00167EA8"/>
    <w:rsid w:val="00170586"/>
    <w:rsid w:val="00170BBC"/>
    <w:rsid w:val="00170CC8"/>
    <w:rsid w:val="00171214"/>
    <w:rsid w:val="001719E2"/>
    <w:rsid w:val="00171B15"/>
    <w:rsid w:val="00171DA4"/>
    <w:rsid w:val="00171E11"/>
    <w:rsid w:val="001720D9"/>
    <w:rsid w:val="0017236F"/>
    <w:rsid w:val="00173452"/>
    <w:rsid w:val="001737D0"/>
    <w:rsid w:val="00173875"/>
    <w:rsid w:val="00173B7B"/>
    <w:rsid w:val="00174640"/>
    <w:rsid w:val="001748E8"/>
    <w:rsid w:val="00174A22"/>
    <w:rsid w:val="00175018"/>
    <w:rsid w:val="00175901"/>
    <w:rsid w:val="0017591D"/>
    <w:rsid w:val="001761F6"/>
    <w:rsid w:val="001769F8"/>
    <w:rsid w:val="00177226"/>
    <w:rsid w:val="001772EA"/>
    <w:rsid w:val="001775C3"/>
    <w:rsid w:val="00177ED1"/>
    <w:rsid w:val="00180BFC"/>
    <w:rsid w:val="001810B6"/>
    <w:rsid w:val="001814A3"/>
    <w:rsid w:val="00181C29"/>
    <w:rsid w:val="00181E25"/>
    <w:rsid w:val="0018205C"/>
    <w:rsid w:val="00182068"/>
    <w:rsid w:val="00182659"/>
    <w:rsid w:val="00183864"/>
    <w:rsid w:val="001840E9"/>
    <w:rsid w:val="00184163"/>
    <w:rsid w:val="0018422B"/>
    <w:rsid w:val="00184370"/>
    <w:rsid w:val="00184B7A"/>
    <w:rsid w:val="00184FCE"/>
    <w:rsid w:val="0018508C"/>
    <w:rsid w:val="00185744"/>
    <w:rsid w:val="001857CE"/>
    <w:rsid w:val="00185856"/>
    <w:rsid w:val="00185912"/>
    <w:rsid w:val="001865F6"/>
    <w:rsid w:val="0018677B"/>
    <w:rsid w:val="00186B49"/>
    <w:rsid w:val="001870AA"/>
    <w:rsid w:val="00187586"/>
    <w:rsid w:val="00187EC6"/>
    <w:rsid w:val="00190C4E"/>
    <w:rsid w:val="00190EA0"/>
    <w:rsid w:val="00190FE0"/>
    <w:rsid w:val="001918EB"/>
    <w:rsid w:val="00191BD4"/>
    <w:rsid w:val="00191CBE"/>
    <w:rsid w:val="00191DD4"/>
    <w:rsid w:val="001920D3"/>
    <w:rsid w:val="001921B8"/>
    <w:rsid w:val="00192387"/>
    <w:rsid w:val="00192507"/>
    <w:rsid w:val="00192B20"/>
    <w:rsid w:val="0019372D"/>
    <w:rsid w:val="001937E6"/>
    <w:rsid w:val="00193BD4"/>
    <w:rsid w:val="0019440E"/>
    <w:rsid w:val="0019485E"/>
    <w:rsid w:val="00194A48"/>
    <w:rsid w:val="00194D36"/>
    <w:rsid w:val="00194FA9"/>
    <w:rsid w:val="0019502E"/>
    <w:rsid w:val="001955EB"/>
    <w:rsid w:val="0019562B"/>
    <w:rsid w:val="00195CE8"/>
    <w:rsid w:val="0019618B"/>
    <w:rsid w:val="00196302"/>
    <w:rsid w:val="001965B2"/>
    <w:rsid w:val="001967C2"/>
    <w:rsid w:val="00196A6C"/>
    <w:rsid w:val="00197329"/>
    <w:rsid w:val="00197432"/>
    <w:rsid w:val="0019767B"/>
    <w:rsid w:val="001976C6"/>
    <w:rsid w:val="00197C6B"/>
    <w:rsid w:val="00197E9E"/>
    <w:rsid w:val="00197FE4"/>
    <w:rsid w:val="001A00C8"/>
    <w:rsid w:val="001A01D8"/>
    <w:rsid w:val="001A0418"/>
    <w:rsid w:val="001A04CC"/>
    <w:rsid w:val="001A0756"/>
    <w:rsid w:val="001A0A17"/>
    <w:rsid w:val="001A19F2"/>
    <w:rsid w:val="001A1A29"/>
    <w:rsid w:val="001A1C0F"/>
    <w:rsid w:val="001A1E35"/>
    <w:rsid w:val="001A2067"/>
    <w:rsid w:val="001A2350"/>
    <w:rsid w:val="001A2667"/>
    <w:rsid w:val="001A2C8F"/>
    <w:rsid w:val="001A30C1"/>
    <w:rsid w:val="001A3C25"/>
    <w:rsid w:val="001A3C6D"/>
    <w:rsid w:val="001A3E23"/>
    <w:rsid w:val="001A3F1C"/>
    <w:rsid w:val="001A4595"/>
    <w:rsid w:val="001A4962"/>
    <w:rsid w:val="001A4B9D"/>
    <w:rsid w:val="001A53CB"/>
    <w:rsid w:val="001A5C12"/>
    <w:rsid w:val="001A5F22"/>
    <w:rsid w:val="001A6028"/>
    <w:rsid w:val="001A620C"/>
    <w:rsid w:val="001A63AD"/>
    <w:rsid w:val="001A6DEB"/>
    <w:rsid w:val="001A7315"/>
    <w:rsid w:val="001A7547"/>
    <w:rsid w:val="001B05C0"/>
    <w:rsid w:val="001B0E40"/>
    <w:rsid w:val="001B1BB4"/>
    <w:rsid w:val="001B1FC6"/>
    <w:rsid w:val="001B2268"/>
    <w:rsid w:val="001B2511"/>
    <w:rsid w:val="001B2519"/>
    <w:rsid w:val="001B2843"/>
    <w:rsid w:val="001B2C5A"/>
    <w:rsid w:val="001B3114"/>
    <w:rsid w:val="001B319B"/>
    <w:rsid w:val="001B32B7"/>
    <w:rsid w:val="001B34D9"/>
    <w:rsid w:val="001B362D"/>
    <w:rsid w:val="001B3A60"/>
    <w:rsid w:val="001B3B36"/>
    <w:rsid w:val="001B3C85"/>
    <w:rsid w:val="001B4173"/>
    <w:rsid w:val="001B4600"/>
    <w:rsid w:val="001B53DB"/>
    <w:rsid w:val="001B5AA2"/>
    <w:rsid w:val="001B5B98"/>
    <w:rsid w:val="001B65E5"/>
    <w:rsid w:val="001B679D"/>
    <w:rsid w:val="001B68DB"/>
    <w:rsid w:val="001B6A88"/>
    <w:rsid w:val="001C0169"/>
    <w:rsid w:val="001C01A7"/>
    <w:rsid w:val="001C0351"/>
    <w:rsid w:val="001C0666"/>
    <w:rsid w:val="001C0C05"/>
    <w:rsid w:val="001C0E23"/>
    <w:rsid w:val="001C0FD6"/>
    <w:rsid w:val="001C1700"/>
    <w:rsid w:val="001C19B2"/>
    <w:rsid w:val="001C1B49"/>
    <w:rsid w:val="001C1CFE"/>
    <w:rsid w:val="001C1FFC"/>
    <w:rsid w:val="001C2145"/>
    <w:rsid w:val="001C240D"/>
    <w:rsid w:val="001C25A6"/>
    <w:rsid w:val="001C2789"/>
    <w:rsid w:val="001C2BAA"/>
    <w:rsid w:val="001C33AA"/>
    <w:rsid w:val="001C41E6"/>
    <w:rsid w:val="001C465A"/>
    <w:rsid w:val="001C52ED"/>
    <w:rsid w:val="001C5330"/>
    <w:rsid w:val="001C595A"/>
    <w:rsid w:val="001C5B35"/>
    <w:rsid w:val="001C5C5A"/>
    <w:rsid w:val="001C606E"/>
    <w:rsid w:val="001C61AD"/>
    <w:rsid w:val="001C6233"/>
    <w:rsid w:val="001C6255"/>
    <w:rsid w:val="001C6A33"/>
    <w:rsid w:val="001C6BD3"/>
    <w:rsid w:val="001C6D54"/>
    <w:rsid w:val="001C7824"/>
    <w:rsid w:val="001C7B9A"/>
    <w:rsid w:val="001C7E69"/>
    <w:rsid w:val="001D0BFB"/>
    <w:rsid w:val="001D1640"/>
    <w:rsid w:val="001D1895"/>
    <w:rsid w:val="001D1CB7"/>
    <w:rsid w:val="001D1D2C"/>
    <w:rsid w:val="001D2A50"/>
    <w:rsid w:val="001D2EE5"/>
    <w:rsid w:val="001D383E"/>
    <w:rsid w:val="001D45BC"/>
    <w:rsid w:val="001D478E"/>
    <w:rsid w:val="001D5349"/>
    <w:rsid w:val="001D5B49"/>
    <w:rsid w:val="001D5ECB"/>
    <w:rsid w:val="001D62F2"/>
    <w:rsid w:val="001D634C"/>
    <w:rsid w:val="001D69DF"/>
    <w:rsid w:val="001D6D37"/>
    <w:rsid w:val="001D6FD4"/>
    <w:rsid w:val="001D7115"/>
    <w:rsid w:val="001D72C4"/>
    <w:rsid w:val="001D7744"/>
    <w:rsid w:val="001D7CB1"/>
    <w:rsid w:val="001D7E6D"/>
    <w:rsid w:val="001E07D0"/>
    <w:rsid w:val="001E07D5"/>
    <w:rsid w:val="001E0846"/>
    <w:rsid w:val="001E0876"/>
    <w:rsid w:val="001E0D75"/>
    <w:rsid w:val="001E0E37"/>
    <w:rsid w:val="001E0EE6"/>
    <w:rsid w:val="001E1287"/>
    <w:rsid w:val="001E1D74"/>
    <w:rsid w:val="001E25D8"/>
    <w:rsid w:val="001E3528"/>
    <w:rsid w:val="001E35A9"/>
    <w:rsid w:val="001E3768"/>
    <w:rsid w:val="001E433F"/>
    <w:rsid w:val="001E47A8"/>
    <w:rsid w:val="001E492C"/>
    <w:rsid w:val="001E4F01"/>
    <w:rsid w:val="001E5700"/>
    <w:rsid w:val="001E5B26"/>
    <w:rsid w:val="001E5BBB"/>
    <w:rsid w:val="001E5C3D"/>
    <w:rsid w:val="001E649E"/>
    <w:rsid w:val="001E66A0"/>
    <w:rsid w:val="001E6B97"/>
    <w:rsid w:val="001E766F"/>
    <w:rsid w:val="001E7A00"/>
    <w:rsid w:val="001E7AD8"/>
    <w:rsid w:val="001E7BE1"/>
    <w:rsid w:val="001E7BFB"/>
    <w:rsid w:val="001E7EB5"/>
    <w:rsid w:val="001E7FF4"/>
    <w:rsid w:val="001F03BA"/>
    <w:rsid w:val="001F12CD"/>
    <w:rsid w:val="001F1407"/>
    <w:rsid w:val="001F186F"/>
    <w:rsid w:val="001F1ED2"/>
    <w:rsid w:val="001F23FD"/>
    <w:rsid w:val="001F25D1"/>
    <w:rsid w:val="001F2D6D"/>
    <w:rsid w:val="001F3242"/>
    <w:rsid w:val="001F380F"/>
    <w:rsid w:val="001F3DB6"/>
    <w:rsid w:val="001F3F0D"/>
    <w:rsid w:val="001F4321"/>
    <w:rsid w:val="001F4793"/>
    <w:rsid w:val="001F5285"/>
    <w:rsid w:val="001F5455"/>
    <w:rsid w:val="001F58C8"/>
    <w:rsid w:val="001F5A5E"/>
    <w:rsid w:val="001F5AA4"/>
    <w:rsid w:val="001F5C7D"/>
    <w:rsid w:val="001F5DC0"/>
    <w:rsid w:val="001F5E5D"/>
    <w:rsid w:val="001F6268"/>
    <w:rsid w:val="001F64E4"/>
    <w:rsid w:val="001F6FD7"/>
    <w:rsid w:val="001F740B"/>
    <w:rsid w:val="001F77CC"/>
    <w:rsid w:val="001F7A72"/>
    <w:rsid w:val="001F7A79"/>
    <w:rsid w:val="001F7C5C"/>
    <w:rsid w:val="0020054D"/>
    <w:rsid w:val="0020066A"/>
    <w:rsid w:val="00200F96"/>
    <w:rsid w:val="00201517"/>
    <w:rsid w:val="002018F0"/>
    <w:rsid w:val="00201ADD"/>
    <w:rsid w:val="002028F0"/>
    <w:rsid w:val="0020322D"/>
    <w:rsid w:val="002037AE"/>
    <w:rsid w:val="002037E8"/>
    <w:rsid w:val="00203A68"/>
    <w:rsid w:val="00203CDD"/>
    <w:rsid w:val="00203D74"/>
    <w:rsid w:val="00204032"/>
    <w:rsid w:val="002042B8"/>
    <w:rsid w:val="0020433D"/>
    <w:rsid w:val="00204DEF"/>
    <w:rsid w:val="00204EAD"/>
    <w:rsid w:val="0020503D"/>
    <w:rsid w:val="0020535B"/>
    <w:rsid w:val="0020616B"/>
    <w:rsid w:val="002061BF"/>
    <w:rsid w:val="002061DD"/>
    <w:rsid w:val="002063C3"/>
    <w:rsid w:val="0020684A"/>
    <w:rsid w:val="00206B9E"/>
    <w:rsid w:val="002070EA"/>
    <w:rsid w:val="00207701"/>
    <w:rsid w:val="0020776D"/>
    <w:rsid w:val="002105E2"/>
    <w:rsid w:val="0021060C"/>
    <w:rsid w:val="00210A5B"/>
    <w:rsid w:val="00210AB5"/>
    <w:rsid w:val="002112B2"/>
    <w:rsid w:val="00211369"/>
    <w:rsid w:val="0021172A"/>
    <w:rsid w:val="00212144"/>
    <w:rsid w:val="0021226E"/>
    <w:rsid w:val="002123BD"/>
    <w:rsid w:val="002126F6"/>
    <w:rsid w:val="00212B28"/>
    <w:rsid w:val="00212D58"/>
    <w:rsid w:val="00212E03"/>
    <w:rsid w:val="002132D6"/>
    <w:rsid w:val="002135C5"/>
    <w:rsid w:val="00213629"/>
    <w:rsid w:val="00213A6E"/>
    <w:rsid w:val="00213D5C"/>
    <w:rsid w:val="00213DA3"/>
    <w:rsid w:val="00213DDF"/>
    <w:rsid w:val="00214689"/>
    <w:rsid w:val="0021485E"/>
    <w:rsid w:val="00214D30"/>
    <w:rsid w:val="00214DC9"/>
    <w:rsid w:val="0021584C"/>
    <w:rsid w:val="00215C7F"/>
    <w:rsid w:val="00216566"/>
    <w:rsid w:val="00216C0C"/>
    <w:rsid w:val="00217A19"/>
    <w:rsid w:val="00217B3A"/>
    <w:rsid w:val="00217BB1"/>
    <w:rsid w:val="00220316"/>
    <w:rsid w:val="00220623"/>
    <w:rsid w:val="00220A03"/>
    <w:rsid w:val="00220CBD"/>
    <w:rsid w:val="002212FC"/>
    <w:rsid w:val="00221537"/>
    <w:rsid w:val="0022154A"/>
    <w:rsid w:val="00221575"/>
    <w:rsid w:val="00221D5C"/>
    <w:rsid w:val="002220F7"/>
    <w:rsid w:val="0022243C"/>
    <w:rsid w:val="002225BF"/>
    <w:rsid w:val="002225FB"/>
    <w:rsid w:val="00223227"/>
    <w:rsid w:val="00223EA4"/>
    <w:rsid w:val="0022417C"/>
    <w:rsid w:val="0022421A"/>
    <w:rsid w:val="002242B9"/>
    <w:rsid w:val="00224471"/>
    <w:rsid w:val="00224B03"/>
    <w:rsid w:val="00224B66"/>
    <w:rsid w:val="00224BFF"/>
    <w:rsid w:val="00224CC5"/>
    <w:rsid w:val="002252E3"/>
    <w:rsid w:val="00225538"/>
    <w:rsid w:val="00225756"/>
    <w:rsid w:val="002257A3"/>
    <w:rsid w:val="002258CB"/>
    <w:rsid w:val="00225A1C"/>
    <w:rsid w:val="00225BA5"/>
    <w:rsid w:val="00225C2D"/>
    <w:rsid w:val="00225D8D"/>
    <w:rsid w:val="00225DCA"/>
    <w:rsid w:val="002261CA"/>
    <w:rsid w:val="00226D15"/>
    <w:rsid w:val="00227346"/>
    <w:rsid w:val="00227543"/>
    <w:rsid w:val="00227761"/>
    <w:rsid w:val="00230207"/>
    <w:rsid w:val="00230232"/>
    <w:rsid w:val="002303E4"/>
    <w:rsid w:val="00230433"/>
    <w:rsid w:val="0023046E"/>
    <w:rsid w:val="002307E3"/>
    <w:rsid w:val="00230EF9"/>
    <w:rsid w:val="0023116C"/>
    <w:rsid w:val="00231AD7"/>
    <w:rsid w:val="0023222C"/>
    <w:rsid w:val="00232230"/>
    <w:rsid w:val="0023283D"/>
    <w:rsid w:val="002329CF"/>
    <w:rsid w:val="002329D8"/>
    <w:rsid w:val="002329F4"/>
    <w:rsid w:val="00232F72"/>
    <w:rsid w:val="00232F92"/>
    <w:rsid w:val="0023339C"/>
    <w:rsid w:val="00233493"/>
    <w:rsid w:val="002335B2"/>
    <w:rsid w:val="00233B79"/>
    <w:rsid w:val="00234768"/>
    <w:rsid w:val="00234DB8"/>
    <w:rsid w:val="00234EFE"/>
    <w:rsid w:val="00234F8F"/>
    <w:rsid w:val="00235AFB"/>
    <w:rsid w:val="00235C4E"/>
    <w:rsid w:val="00235DF4"/>
    <w:rsid w:val="00236063"/>
    <w:rsid w:val="002360D9"/>
    <w:rsid w:val="002361B6"/>
    <w:rsid w:val="00236D1E"/>
    <w:rsid w:val="00237166"/>
    <w:rsid w:val="002376BE"/>
    <w:rsid w:val="0024035B"/>
    <w:rsid w:val="00240438"/>
    <w:rsid w:val="00241196"/>
    <w:rsid w:val="00241341"/>
    <w:rsid w:val="00241389"/>
    <w:rsid w:val="00242117"/>
    <w:rsid w:val="002427A9"/>
    <w:rsid w:val="00242A40"/>
    <w:rsid w:val="002431EE"/>
    <w:rsid w:val="00243AC8"/>
    <w:rsid w:val="002449F9"/>
    <w:rsid w:val="00244D66"/>
    <w:rsid w:val="0024535D"/>
    <w:rsid w:val="0024572F"/>
    <w:rsid w:val="002459B3"/>
    <w:rsid w:val="00245A7D"/>
    <w:rsid w:val="00245AAB"/>
    <w:rsid w:val="0024637D"/>
    <w:rsid w:val="002465AE"/>
    <w:rsid w:val="00246EF0"/>
    <w:rsid w:val="00246F64"/>
    <w:rsid w:val="00246F97"/>
    <w:rsid w:val="00247004"/>
    <w:rsid w:val="0024728B"/>
    <w:rsid w:val="00247E2F"/>
    <w:rsid w:val="00247FE7"/>
    <w:rsid w:val="00250101"/>
    <w:rsid w:val="0025045F"/>
    <w:rsid w:val="00250995"/>
    <w:rsid w:val="00250F01"/>
    <w:rsid w:val="00251141"/>
    <w:rsid w:val="00251177"/>
    <w:rsid w:val="00251207"/>
    <w:rsid w:val="002513BD"/>
    <w:rsid w:val="002516FE"/>
    <w:rsid w:val="00251BBC"/>
    <w:rsid w:val="00251C42"/>
    <w:rsid w:val="00251C82"/>
    <w:rsid w:val="00251CCE"/>
    <w:rsid w:val="00251ED0"/>
    <w:rsid w:val="002520DF"/>
    <w:rsid w:val="00252176"/>
    <w:rsid w:val="00252795"/>
    <w:rsid w:val="00252863"/>
    <w:rsid w:val="00252D1F"/>
    <w:rsid w:val="0025307D"/>
    <w:rsid w:val="00253569"/>
    <w:rsid w:val="002536F4"/>
    <w:rsid w:val="00253C07"/>
    <w:rsid w:val="00253D90"/>
    <w:rsid w:val="00253F8E"/>
    <w:rsid w:val="00253FBB"/>
    <w:rsid w:val="00254304"/>
    <w:rsid w:val="002543A2"/>
    <w:rsid w:val="00254560"/>
    <w:rsid w:val="00254707"/>
    <w:rsid w:val="002547DB"/>
    <w:rsid w:val="00254A54"/>
    <w:rsid w:val="00254DCF"/>
    <w:rsid w:val="00254DDC"/>
    <w:rsid w:val="0025502D"/>
    <w:rsid w:val="00255408"/>
    <w:rsid w:val="00255473"/>
    <w:rsid w:val="0025563A"/>
    <w:rsid w:val="00256E40"/>
    <w:rsid w:val="0025768B"/>
    <w:rsid w:val="0025786E"/>
    <w:rsid w:val="002600D4"/>
    <w:rsid w:val="00260771"/>
    <w:rsid w:val="00260CB7"/>
    <w:rsid w:val="002610DC"/>
    <w:rsid w:val="0026141E"/>
    <w:rsid w:val="0026173E"/>
    <w:rsid w:val="00261D90"/>
    <w:rsid w:val="0026206A"/>
    <w:rsid w:val="002620F1"/>
    <w:rsid w:val="002622A4"/>
    <w:rsid w:val="002624DD"/>
    <w:rsid w:val="00262DAD"/>
    <w:rsid w:val="0026429B"/>
    <w:rsid w:val="002643EC"/>
    <w:rsid w:val="002644D7"/>
    <w:rsid w:val="002644FD"/>
    <w:rsid w:val="00264769"/>
    <w:rsid w:val="00264CEA"/>
    <w:rsid w:val="00265778"/>
    <w:rsid w:val="002657A6"/>
    <w:rsid w:val="00265AB6"/>
    <w:rsid w:val="00265AC8"/>
    <w:rsid w:val="00265C80"/>
    <w:rsid w:val="00265EE6"/>
    <w:rsid w:val="002663C7"/>
    <w:rsid w:val="00266C05"/>
    <w:rsid w:val="002676FC"/>
    <w:rsid w:val="002677AC"/>
    <w:rsid w:val="0027032F"/>
    <w:rsid w:val="00270562"/>
    <w:rsid w:val="002705DB"/>
    <w:rsid w:val="002707E1"/>
    <w:rsid w:val="002708FE"/>
    <w:rsid w:val="002709F0"/>
    <w:rsid w:val="00270AC3"/>
    <w:rsid w:val="00270DF9"/>
    <w:rsid w:val="00271E18"/>
    <w:rsid w:val="0027231E"/>
    <w:rsid w:val="00272713"/>
    <w:rsid w:val="0027286B"/>
    <w:rsid w:val="00272EB3"/>
    <w:rsid w:val="00273431"/>
    <w:rsid w:val="002736A1"/>
    <w:rsid w:val="0027375F"/>
    <w:rsid w:val="00273BDA"/>
    <w:rsid w:val="00273E0A"/>
    <w:rsid w:val="002740A1"/>
    <w:rsid w:val="00274C19"/>
    <w:rsid w:val="002756B6"/>
    <w:rsid w:val="00275B53"/>
    <w:rsid w:val="00275E93"/>
    <w:rsid w:val="00275EE9"/>
    <w:rsid w:val="00275FE8"/>
    <w:rsid w:val="00276AD9"/>
    <w:rsid w:val="00276C30"/>
    <w:rsid w:val="00276D57"/>
    <w:rsid w:val="00277214"/>
    <w:rsid w:val="002773AC"/>
    <w:rsid w:val="00277967"/>
    <w:rsid w:val="00277BB5"/>
    <w:rsid w:val="00277EBC"/>
    <w:rsid w:val="00277EEB"/>
    <w:rsid w:val="00280334"/>
    <w:rsid w:val="002809CE"/>
    <w:rsid w:val="002810BD"/>
    <w:rsid w:val="00281A46"/>
    <w:rsid w:val="00281AA1"/>
    <w:rsid w:val="00281CCF"/>
    <w:rsid w:val="00281D4F"/>
    <w:rsid w:val="0028236B"/>
    <w:rsid w:val="00282A5E"/>
    <w:rsid w:val="0028322B"/>
    <w:rsid w:val="002838EB"/>
    <w:rsid w:val="00283B1D"/>
    <w:rsid w:val="00283E80"/>
    <w:rsid w:val="00283F8C"/>
    <w:rsid w:val="00284843"/>
    <w:rsid w:val="002849FC"/>
    <w:rsid w:val="00284B58"/>
    <w:rsid w:val="002856FB"/>
    <w:rsid w:val="00285D4F"/>
    <w:rsid w:val="00286262"/>
    <w:rsid w:val="0028648F"/>
    <w:rsid w:val="002866C6"/>
    <w:rsid w:val="002868F9"/>
    <w:rsid w:val="00286BF1"/>
    <w:rsid w:val="00286D39"/>
    <w:rsid w:val="00286F59"/>
    <w:rsid w:val="00286F70"/>
    <w:rsid w:val="0028727E"/>
    <w:rsid w:val="00287975"/>
    <w:rsid w:val="00287C88"/>
    <w:rsid w:val="00287E58"/>
    <w:rsid w:val="0029007D"/>
    <w:rsid w:val="00290110"/>
    <w:rsid w:val="0029098B"/>
    <w:rsid w:val="002914B8"/>
    <w:rsid w:val="00291AC3"/>
    <w:rsid w:val="00291B34"/>
    <w:rsid w:val="00291C40"/>
    <w:rsid w:val="00291D69"/>
    <w:rsid w:val="00292323"/>
    <w:rsid w:val="002923E5"/>
    <w:rsid w:val="002927DE"/>
    <w:rsid w:val="00292CD6"/>
    <w:rsid w:val="00292D5B"/>
    <w:rsid w:val="00292E3B"/>
    <w:rsid w:val="00292EBD"/>
    <w:rsid w:val="002933DE"/>
    <w:rsid w:val="002935D8"/>
    <w:rsid w:val="002936D4"/>
    <w:rsid w:val="00293D1C"/>
    <w:rsid w:val="00293DD1"/>
    <w:rsid w:val="00294527"/>
    <w:rsid w:val="0029496E"/>
    <w:rsid w:val="00294D61"/>
    <w:rsid w:val="0029519B"/>
    <w:rsid w:val="0029565F"/>
    <w:rsid w:val="00295B8E"/>
    <w:rsid w:val="00295CBE"/>
    <w:rsid w:val="00295E8C"/>
    <w:rsid w:val="0029664D"/>
    <w:rsid w:val="00296D4D"/>
    <w:rsid w:val="00297382"/>
    <w:rsid w:val="00297D19"/>
    <w:rsid w:val="002A00CE"/>
    <w:rsid w:val="002A03CC"/>
    <w:rsid w:val="002A1A57"/>
    <w:rsid w:val="002A25DD"/>
    <w:rsid w:val="002A26C4"/>
    <w:rsid w:val="002A26C6"/>
    <w:rsid w:val="002A30A1"/>
    <w:rsid w:val="002A3BD6"/>
    <w:rsid w:val="002A3F1E"/>
    <w:rsid w:val="002A4466"/>
    <w:rsid w:val="002A467C"/>
    <w:rsid w:val="002A469A"/>
    <w:rsid w:val="002A4977"/>
    <w:rsid w:val="002A4E4C"/>
    <w:rsid w:val="002A5137"/>
    <w:rsid w:val="002A53EF"/>
    <w:rsid w:val="002A5999"/>
    <w:rsid w:val="002A6B45"/>
    <w:rsid w:val="002A6B7D"/>
    <w:rsid w:val="002A6F0D"/>
    <w:rsid w:val="002A7317"/>
    <w:rsid w:val="002A742B"/>
    <w:rsid w:val="002A748A"/>
    <w:rsid w:val="002A7C77"/>
    <w:rsid w:val="002B00DA"/>
    <w:rsid w:val="002B0588"/>
    <w:rsid w:val="002B071D"/>
    <w:rsid w:val="002B087B"/>
    <w:rsid w:val="002B1276"/>
    <w:rsid w:val="002B234D"/>
    <w:rsid w:val="002B2FC4"/>
    <w:rsid w:val="002B3247"/>
    <w:rsid w:val="002B3E44"/>
    <w:rsid w:val="002B41F4"/>
    <w:rsid w:val="002B42E1"/>
    <w:rsid w:val="002B439B"/>
    <w:rsid w:val="002B4617"/>
    <w:rsid w:val="002B484F"/>
    <w:rsid w:val="002B4883"/>
    <w:rsid w:val="002B4C68"/>
    <w:rsid w:val="002B5089"/>
    <w:rsid w:val="002B515C"/>
    <w:rsid w:val="002B52D6"/>
    <w:rsid w:val="002B56F0"/>
    <w:rsid w:val="002B5E36"/>
    <w:rsid w:val="002B6253"/>
    <w:rsid w:val="002B6256"/>
    <w:rsid w:val="002B6E60"/>
    <w:rsid w:val="002B70F8"/>
    <w:rsid w:val="002B746B"/>
    <w:rsid w:val="002B784B"/>
    <w:rsid w:val="002B79A6"/>
    <w:rsid w:val="002B79C7"/>
    <w:rsid w:val="002B7AF4"/>
    <w:rsid w:val="002B7D09"/>
    <w:rsid w:val="002B7E2D"/>
    <w:rsid w:val="002C03A6"/>
    <w:rsid w:val="002C06A5"/>
    <w:rsid w:val="002C1214"/>
    <w:rsid w:val="002C163E"/>
    <w:rsid w:val="002C1AE7"/>
    <w:rsid w:val="002C1C26"/>
    <w:rsid w:val="002C1F80"/>
    <w:rsid w:val="002C21DE"/>
    <w:rsid w:val="002C2944"/>
    <w:rsid w:val="002C2A61"/>
    <w:rsid w:val="002C2C07"/>
    <w:rsid w:val="002C2E19"/>
    <w:rsid w:val="002C358A"/>
    <w:rsid w:val="002C38E8"/>
    <w:rsid w:val="002C3B01"/>
    <w:rsid w:val="002C3BF5"/>
    <w:rsid w:val="002C4053"/>
    <w:rsid w:val="002C4882"/>
    <w:rsid w:val="002C4B40"/>
    <w:rsid w:val="002C4C61"/>
    <w:rsid w:val="002C4F6F"/>
    <w:rsid w:val="002C5062"/>
    <w:rsid w:val="002C579A"/>
    <w:rsid w:val="002C58CB"/>
    <w:rsid w:val="002C6244"/>
    <w:rsid w:val="002C6473"/>
    <w:rsid w:val="002C64C2"/>
    <w:rsid w:val="002C6A2E"/>
    <w:rsid w:val="002C6E83"/>
    <w:rsid w:val="002C73C2"/>
    <w:rsid w:val="002C7B01"/>
    <w:rsid w:val="002D0193"/>
    <w:rsid w:val="002D01AB"/>
    <w:rsid w:val="002D119C"/>
    <w:rsid w:val="002D12EF"/>
    <w:rsid w:val="002D1516"/>
    <w:rsid w:val="002D189A"/>
    <w:rsid w:val="002D19FA"/>
    <w:rsid w:val="002D201E"/>
    <w:rsid w:val="002D25D9"/>
    <w:rsid w:val="002D2737"/>
    <w:rsid w:val="002D28C0"/>
    <w:rsid w:val="002D29E9"/>
    <w:rsid w:val="002D2AB9"/>
    <w:rsid w:val="002D2F93"/>
    <w:rsid w:val="002D2FCB"/>
    <w:rsid w:val="002D3267"/>
    <w:rsid w:val="002D3697"/>
    <w:rsid w:val="002D3736"/>
    <w:rsid w:val="002D389F"/>
    <w:rsid w:val="002D3903"/>
    <w:rsid w:val="002D4595"/>
    <w:rsid w:val="002D46D2"/>
    <w:rsid w:val="002D522C"/>
    <w:rsid w:val="002D5489"/>
    <w:rsid w:val="002D5551"/>
    <w:rsid w:val="002D5C98"/>
    <w:rsid w:val="002D5E77"/>
    <w:rsid w:val="002D5F0E"/>
    <w:rsid w:val="002D6466"/>
    <w:rsid w:val="002D69BD"/>
    <w:rsid w:val="002D6C7E"/>
    <w:rsid w:val="002D703B"/>
    <w:rsid w:val="002D7095"/>
    <w:rsid w:val="002D7159"/>
    <w:rsid w:val="002D7389"/>
    <w:rsid w:val="002D79C0"/>
    <w:rsid w:val="002E017C"/>
    <w:rsid w:val="002E0200"/>
    <w:rsid w:val="002E02F7"/>
    <w:rsid w:val="002E035D"/>
    <w:rsid w:val="002E04E5"/>
    <w:rsid w:val="002E0D55"/>
    <w:rsid w:val="002E0DCC"/>
    <w:rsid w:val="002E11A8"/>
    <w:rsid w:val="002E1C8D"/>
    <w:rsid w:val="002E2490"/>
    <w:rsid w:val="002E2920"/>
    <w:rsid w:val="002E36F9"/>
    <w:rsid w:val="002E3A1F"/>
    <w:rsid w:val="002E3FCD"/>
    <w:rsid w:val="002E43B8"/>
    <w:rsid w:val="002E4485"/>
    <w:rsid w:val="002E4972"/>
    <w:rsid w:val="002E4C32"/>
    <w:rsid w:val="002E4D6A"/>
    <w:rsid w:val="002E5750"/>
    <w:rsid w:val="002E6307"/>
    <w:rsid w:val="002E6842"/>
    <w:rsid w:val="002E6909"/>
    <w:rsid w:val="002E690E"/>
    <w:rsid w:val="002E6B9D"/>
    <w:rsid w:val="002E6D7E"/>
    <w:rsid w:val="002E6F35"/>
    <w:rsid w:val="002E70CE"/>
    <w:rsid w:val="002E794E"/>
    <w:rsid w:val="002E7AF2"/>
    <w:rsid w:val="002E7EE4"/>
    <w:rsid w:val="002F00FE"/>
    <w:rsid w:val="002F01F7"/>
    <w:rsid w:val="002F058D"/>
    <w:rsid w:val="002F0AD8"/>
    <w:rsid w:val="002F0E8D"/>
    <w:rsid w:val="002F1033"/>
    <w:rsid w:val="002F1087"/>
    <w:rsid w:val="002F2297"/>
    <w:rsid w:val="002F2A05"/>
    <w:rsid w:val="002F2C12"/>
    <w:rsid w:val="002F3273"/>
    <w:rsid w:val="002F3517"/>
    <w:rsid w:val="002F384E"/>
    <w:rsid w:val="002F395B"/>
    <w:rsid w:val="002F3B83"/>
    <w:rsid w:val="002F3CC2"/>
    <w:rsid w:val="002F3E6B"/>
    <w:rsid w:val="002F3E79"/>
    <w:rsid w:val="002F449F"/>
    <w:rsid w:val="002F4775"/>
    <w:rsid w:val="002F489F"/>
    <w:rsid w:val="002F4C0A"/>
    <w:rsid w:val="002F572F"/>
    <w:rsid w:val="002F5855"/>
    <w:rsid w:val="002F5915"/>
    <w:rsid w:val="002F64A5"/>
    <w:rsid w:val="002F64E9"/>
    <w:rsid w:val="002F676D"/>
    <w:rsid w:val="002F7212"/>
    <w:rsid w:val="002F75A8"/>
    <w:rsid w:val="002F7873"/>
    <w:rsid w:val="003004BA"/>
    <w:rsid w:val="003006D1"/>
    <w:rsid w:val="00300E9C"/>
    <w:rsid w:val="00300F05"/>
    <w:rsid w:val="00301504"/>
    <w:rsid w:val="00301C2F"/>
    <w:rsid w:val="00301C62"/>
    <w:rsid w:val="0030261C"/>
    <w:rsid w:val="00302BFE"/>
    <w:rsid w:val="003032B2"/>
    <w:rsid w:val="0030405E"/>
    <w:rsid w:val="00304255"/>
    <w:rsid w:val="00304B7A"/>
    <w:rsid w:val="00304B87"/>
    <w:rsid w:val="00304D50"/>
    <w:rsid w:val="00304F10"/>
    <w:rsid w:val="003050D7"/>
    <w:rsid w:val="00305287"/>
    <w:rsid w:val="00305639"/>
    <w:rsid w:val="003056A4"/>
    <w:rsid w:val="00305A74"/>
    <w:rsid w:val="00306564"/>
    <w:rsid w:val="003071F0"/>
    <w:rsid w:val="003075D3"/>
    <w:rsid w:val="0030788D"/>
    <w:rsid w:val="00307C30"/>
    <w:rsid w:val="00307EB3"/>
    <w:rsid w:val="0031004D"/>
    <w:rsid w:val="00310A08"/>
    <w:rsid w:val="00311AA9"/>
    <w:rsid w:val="00311AF7"/>
    <w:rsid w:val="00311FDE"/>
    <w:rsid w:val="003126E8"/>
    <w:rsid w:val="003134A5"/>
    <w:rsid w:val="00313D89"/>
    <w:rsid w:val="0031405C"/>
    <w:rsid w:val="003140B0"/>
    <w:rsid w:val="00314538"/>
    <w:rsid w:val="00314C66"/>
    <w:rsid w:val="00315036"/>
    <w:rsid w:val="003150D7"/>
    <w:rsid w:val="00315ACB"/>
    <w:rsid w:val="00315D7A"/>
    <w:rsid w:val="003161AD"/>
    <w:rsid w:val="0031665E"/>
    <w:rsid w:val="003166EE"/>
    <w:rsid w:val="00316955"/>
    <w:rsid w:val="00316BFC"/>
    <w:rsid w:val="003170E7"/>
    <w:rsid w:val="003175DC"/>
    <w:rsid w:val="00317CC9"/>
    <w:rsid w:val="00317DEA"/>
    <w:rsid w:val="00320391"/>
    <w:rsid w:val="003208A4"/>
    <w:rsid w:val="00320B1A"/>
    <w:rsid w:val="00320FFD"/>
    <w:rsid w:val="003212A8"/>
    <w:rsid w:val="003213F9"/>
    <w:rsid w:val="00321B33"/>
    <w:rsid w:val="003223D2"/>
    <w:rsid w:val="00322539"/>
    <w:rsid w:val="003225F7"/>
    <w:rsid w:val="003228FA"/>
    <w:rsid w:val="00322D6F"/>
    <w:rsid w:val="00322DE8"/>
    <w:rsid w:val="00322EB3"/>
    <w:rsid w:val="00323005"/>
    <w:rsid w:val="003231DC"/>
    <w:rsid w:val="00323C11"/>
    <w:rsid w:val="00323EFD"/>
    <w:rsid w:val="003241A3"/>
    <w:rsid w:val="003241CB"/>
    <w:rsid w:val="003244D2"/>
    <w:rsid w:val="00325500"/>
    <w:rsid w:val="00325882"/>
    <w:rsid w:val="00326500"/>
    <w:rsid w:val="003267E8"/>
    <w:rsid w:val="00326B42"/>
    <w:rsid w:val="00327047"/>
    <w:rsid w:val="003274C4"/>
    <w:rsid w:val="003275F8"/>
    <w:rsid w:val="003277B3"/>
    <w:rsid w:val="0032783C"/>
    <w:rsid w:val="00327B54"/>
    <w:rsid w:val="00327DE3"/>
    <w:rsid w:val="00327DF2"/>
    <w:rsid w:val="00327FCC"/>
    <w:rsid w:val="003301BD"/>
    <w:rsid w:val="003303FC"/>
    <w:rsid w:val="0033046F"/>
    <w:rsid w:val="00330643"/>
    <w:rsid w:val="003306BF"/>
    <w:rsid w:val="003306DB"/>
    <w:rsid w:val="003309F5"/>
    <w:rsid w:val="003313F0"/>
    <w:rsid w:val="0033181A"/>
    <w:rsid w:val="0033192B"/>
    <w:rsid w:val="003319B1"/>
    <w:rsid w:val="00332186"/>
    <w:rsid w:val="003321DE"/>
    <w:rsid w:val="003331C6"/>
    <w:rsid w:val="0033320C"/>
    <w:rsid w:val="00333783"/>
    <w:rsid w:val="00333C29"/>
    <w:rsid w:val="00333CA8"/>
    <w:rsid w:val="003340E4"/>
    <w:rsid w:val="00334201"/>
    <w:rsid w:val="00334294"/>
    <w:rsid w:val="00334463"/>
    <w:rsid w:val="0033550D"/>
    <w:rsid w:val="00335692"/>
    <w:rsid w:val="003357D3"/>
    <w:rsid w:val="00335A69"/>
    <w:rsid w:val="003363E6"/>
    <w:rsid w:val="0033696C"/>
    <w:rsid w:val="00336F88"/>
    <w:rsid w:val="00337559"/>
    <w:rsid w:val="00337D65"/>
    <w:rsid w:val="00341298"/>
    <w:rsid w:val="003413F4"/>
    <w:rsid w:val="00341B1E"/>
    <w:rsid w:val="00341FCF"/>
    <w:rsid w:val="00342492"/>
    <w:rsid w:val="00343109"/>
    <w:rsid w:val="003434C2"/>
    <w:rsid w:val="003435C2"/>
    <w:rsid w:val="003438A8"/>
    <w:rsid w:val="00343B75"/>
    <w:rsid w:val="00343CCE"/>
    <w:rsid w:val="00343E11"/>
    <w:rsid w:val="00343FDD"/>
    <w:rsid w:val="003450D1"/>
    <w:rsid w:val="00345524"/>
    <w:rsid w:val="00346148"/>
    <w:rsid w:val="003464B6"/>
    <w:rsid w:val="00346A54"/>
    <w:rsid w:val="00347019"/>
    <w:rsid w:val="00347348"/>
    <w:rsid w:val="00347CE4"/>
    <w:rsid w:val="003500D8"/>
    <w:rsid w:val="003502CF"/>
    <w:rsid w:val="003503A2"/>
    <w:rsid w:val="003507C9"/>
    <w:rsid w:val="00350924"/>
    <w:rsid w:val="00350B1C"/>
    <w:rsid w:val="00350B39"/>
    <w:rsid w:val="00350EDA"/>
    <w:rsid w:val="0035138D"/>
    <w:rsid w:val="003515E9"/>
    <w:rsid w:val="00352068"/>
    <w:rsid w:val="003522C1"/>
    <w:rsid w:val="00352A0E"/>
    <w:rsid w:val="003531A7"/>
    <w:rsid w:val="00353B12"/>
    <w:rsid w:val="00353BBD"/>
    <w:rsid w:val="00353E54"/>
    <w:rsid w:val="00353EB9"/>
    <w:rsid w:val="003548BA"/>
    <w:rsid w:val="00354917"/>
    <w:rsid w:val="003551F5"/>
    <w:rsid w:val="0035546E"/>
    <w:rsid w:val="00355CBD"/>
    <w:rsid w:val="00355CC0"/>
    <w:rsid w:val="0035626E"/>
    <w:rsid w:val="003566DE"/>
    <w:rsid w:val="00356DD5"/>
    <w:rsid w:val="0035732A"/>
    <w:rsid w:val="0035777A"/>
    <w:rsid w:val="00357884"/>
    <w:rsid w:val="00357D3B"/>
    <w:rsid w:val="00360747"/>
    <w:rsid w:val="0036096F"/>
    <w:rsid w:val="00361116"/>
    <w:rsid w:val="003612B0"/>
    <w:rsid w:val="00361DCD"/>
    <w:rsid w:val="00361FD0"/>
    <w:rsid w:val="003621BC"/>
    <w:rsid w:val="003621D7"/>
    <w:rsid w:val="0036244F"/>
    <w:rsid w:val="00362D8B"/>
    <w:rsid w:val="0036300F"/>
    <w:rsid w:val="003635E3"/>
    <w:rsid w:val="003636D1"/>
    <w:rsid w:val="003644C8"/>
    <w:rsid w:val="0036470A"/>
    <w:rsid w:val="0036476E"/>
    <w:rsid w:val="00364C8C"/>
    <w:rsid w:val="00364E40"/>
    <w:rsid w:val="00364EB0"/>
    <w:rsid w:val="00365318"/>
    <w:rsid w:val="00365521"/>
    <w:rsid w:val="0036570B"/>
    <w:rsid w:val="003661D7"/>
    <w:rsid w:val="0036639C"/>
    <w:rsid w:val="003667D4"/>
    <w:rsid w:val="00366D16"/>
    <w:rsid w:val="00366E2C"/>
    <w:rsid w:val="0036701E"/>
    <w:rsid w:val="00367667"/>
    <w:rsid w:val="003676A2"/>
    <w:rsid w:val="0036789E"/>
    <w:rsid w:val="00367C86"/>
    <w:rsid w:val="00370614"/>
    <w:rsid w:val="003706B8"/>
    <w:rsid w:val="00371251"/>
    <w:rsid w:val="003714B1"/>
    <w:rsid w:val="003715DF"/>
    <w:rsid w:val="003717E1"/>
    <w:rsid w:val="00371D5E"/>
    <w:rsid w:val="0037280F"/>
    <w:rsid w:val="00373342"/>
    <w:rsid w:val="00373560"/>
    <w:rsid w:val="003744F4"/>
    <w:rsid w:val="00374AEA"/>
    <w:rsid w:val="00375732"/>
    <w:rsid w:val="00375A42"/>
    <w:rsid w:val="00375A85"/>
    <w:rsid w:val="00375AD0"/>
    <w:rsid w:val="00376099"/>
    <w:rsid w:val="003765A7"/>
    <w:rsid w:val="00376883"/>
    <w:rsid w:val="00376913"/>
    <w:rsid w:val="00376989"/>
    <w:rsid w:val="003773E3"/>
    <w:rsid w:val="00377AD5"/>
    <w:rsid w:val="00377CC3"/>
    <w:rsid w:val="00377CF4"/>
    <w:rsid w:val="00380162"/>
    <w:rsid w:val="00380265"/>
    <w:rsid w:val="0038034C"/>
    <w:rsid w:val="00380DB5"/>
    <w:rsid w:val="00381387"/>
    <w:rsid w:val="003818BD"/>
    <w:rsid w:val="00381CFA"/>
    <w:rsid w:val="0038225A"/>
    <w:rsid w:val="00382362"/>
    <w:rsid w:val="00382879"/>
    <w:rsid w:val="0038293B"/>
    <w:rsid w:val="00382985"/>
    <w:rsid w:val="00382EF0"/>
    <w:rsid w:val="00383045"/>
    <w:rsid w:val="0038326C"/>
    <w:rsid w:val="0038353E"/>
    <w:rsid w:val="00383542"/>
    <w:rsid w:val="00383A62"/>
    <w:rsid w:val="00383E98"/>
    <w:rsid w:val="00383EC4"/>
    <w:rsid w:val="00384495"/>
    <w:rsid w:val="00384D1F"/>
    <w:rsid w:val="00385074"/>
    <w:rsid w:val="00385472"/>
    <w:rsid w:val="0038598F"/>
    <w:rsid w:val="00385B23"/>
    <w:rsid w:val="00385CA8"/>
    <w:rsid w:val="0038699C"/>
    <w:rsid w:val="003869FD"/>
    <w:rsid w:val="00387169"/>
    <w:rsid w:val="00387294"/>
    <w:rsid w:val="0038739A"/>
    <w:rsid w:val="003877A6"/>
    <w:rsid w:val="003905CE"/>
    <w:rsid w:val="0039134D"/>
    <w:rsid w:val="00391819"/>
    <w:rsid w:val="00391A7F"/>
    <w:rsid w:val="00391F27"/>
    <w:rsid w:val="00391F8C"/>
    <w:rsid w:val="003921C9"/>
    <w:rsid w:val="003930F3"/>
    <w:rsid w:val="00393785"/>
    <w:rsid w:val="003937C1"/>
    <w:rsid w:val="0039384D"/>
    <w:rsid w:val="003950C5"/>
    <w:rsid w:val="003953C7"/>
    <w:rsid w:val="00395A8B"/>
    <w:rsid w:val="00395B6A"/>
    <w:rsid w:val="00395DBD"/>
    <w:rsid w:val="00395FF5"/>
    <w:rsid w:val="0039621E"/>
    <w:rsid w:val="00396ED1"/>
    <w:rsid w:val="003A07B0"/>
    <w:rsid w:val="003A13F7"/>
    <w:rsid w:val="003A140E"/>
    <w:rsid w:val="003A16D6"/>
    <w:rsid w:val="003A1953"/>
    <w:rsid w:val="003A1B75"/>
    <w:rsid w:val="003A28FB"/>
    <w:rsid w:val="003A3231"/>
    <w:rsid w:val="003A3964"/>
    <w:rsid w:val="003A3CD5"/>
    <w:rsid w:val="003A3F08"/>
    <w:rsid w:val="003A4072"/>
    <w:rsid w:val="003A4434"/>
    <w:rsid w:val="003A47B8"/>
    <w:rsid w:val="003A504E"/>
    <w:rsid w:val="003A537D"/>
    <w:rsid w:val="003A549B"/>
    <w:rsid w:val="003A5AA8"/>
    <w:rsid w:val="003A5FC3"/>
    <w:rsid w:val="003A6D4F"/>
    <w:rsid w:val="003A6D74"/>
    <w:rsid w:val="003A6F05"/>
    <w:rsid w:val="003A70BD"/>
    <w:rsid w:val="003A74D0"/>
    <w:rsid w:val="003A7917"/>
    <w:rsid w:val="003B0231"/>
    <w:rsid w:val="003B039F"/>
    <w:rsid w:val="003B04CD"/>
    <w:rsid w:val="003B0C14"/>
    <w:rsid w:val="003B0CE8"/>
    <w:rsid w:val="003B0FD0"/>
    <w:rsid w:val="003B14DA"/>
    <w:rsid w:val="003B1A58"/>
    <w:rsid w:val="003B1CFF"/>
    <w:rsid w:val="003B1E92"/>
    <w:rsid w:val="003B2CB8"/>
    <w:rsid w:val="003B2D3A"/>
    <w:rsid w:val="003B3083"/>
    <w:rsid w:val="003B33DF"/>
    <w:rsid w:val="003B3CF3"/>
    <w:rsid w:val="003B3D35"/>
    <w:rsid w:val="003B3DC7"/>
    <w:rsid w:val="003B3EC6"/>
    <w:rsid w:val="003B41CE"/>
    <w:rsid w:val="003B448F"/>
    <w:rsid w:val="003B4886"/>
    <w:rsid w:val="003B53D3"/>
    <w:rsid w:val="003B54AD"/>
    <w:rsid w:val="003B5762"/>
    <w:rsid w:val="003B5922"/>
    <w:rsid w:val="003B62B5"/>
    <w:rsid w:val="003B6EC5"/>
    <w:rsid w:val="003B7461"/>
    <w:rsid w:val="003B75C9"/>
    <w:rsid w:val="003B79B9"/>
    <w:rsid w:val="003B7F42"/>
    <w:rsid w:val="003C0757"/>
    <w:rsid w:val="003C07ED"/>
    <w:rsid w:val="003C0966"/>
    <w:rsid w:val="003C0976"/>
    <w:rsid w:val="003C0D36"/>
    <w:rsid w:val="003C0D68"/>
    <w:rsid w:val="003C0E31"/>
    <w:rsid w:val="003C10CD"/>
    <w:rsid w:val="003C1653"/>
    <w:rsid w:val="003C16D6"/>
    <w:rsid w:val="003C1B67"/>
    <w:rsid w:val="003C241A"/>
    <w:rsid w:val="003C25D3"/>
    <w:rsid w:val="003C28E7"/>
    <w:rsid w:val="003C2CA2"/>
    <w:rsid w:val="003C2E0B"/>
    <w:rsid w:val="003C2EFB"/>
    <w:rsid w:val="003C3BCA"/>
    <w:rsid w:val="003C3D36"/>
    <w:rsid w:val="003C409C"/>
    <w:rsid w:val="003C4657"/>
    <w:rsid w:val="003C496F"/>
    <w:rsid w:val="003C4CB5"/>
    <w:rsid w:val="003C5582"/>
    <w:rsid w:val="003C5B59"/>
    <w:rsid w:val="003C5CDE"/>
    <w:rsid w:val="003C6145"/>
    <w:rsid w:val="003C6621"/>
    <w:rsid w:val="003C6670"/>
    <w:rsid w:val="003C69C9"/>
    <w:rsid w:val="003C6F57"/>
    <w:rsid w:val="003C7750"/>
    <w:rsid w:val="003C7E13"/>
    <w:rsid w:val="003D0A96"/>
    <w:rsid w:val="003D0AF5"/>
    <w:rsid w:val="003D0D9E"/>
    <w:rsid w:val="003D0FFF"/>
    <w:rsid w:val="003D1236"/>
    <w:rsid w:val="003D1586"/>
    <w:rsid w:val="003D1BA9"/>
    <w:rsid w:val="003D235E"/>
    <w:rsid w:val="003D2619"/>
    <w:rsid w:val="003D2AFD"/>
    <w:rsid w:val="003D31C1"/>
    <w:rsid w:val="003D35E9"/>
    <w:rsid w:val="003D3D8E"/>
    <w:rsid w:val="003D412F"/>
    <w:rsid w:val="003D4506"/>
    <w:rsid w:val="003D4521"/>
    <w:rsid w:val="003D47C7"/>
    <w:rsid w:val="003D47FF"/>
    <w:rsid w:val="003D4D82"/>
    <w:rsid w:val="003D4FF5"/>
    <w:rsid w:val="003D56CE"/>
    <w:rsid w:val="003D5B26"/>
    <w:rsid w:val="003D5C06"/>
    <w:rsid w:val="003D5F31"/>
    <w:rsid w:val="003D5F33"/>
    <w:rsid w:val="003D6E4A"/>
    <w:rsid w:val="003D729B"/>
    <w:rsid w:val="003D7343"/>
    <w:rsid w:val="003D75CA"/>
    <w:rsid w:val="003D7740"/>
    <w:rsid w:val="003E07A7"/>
    <w:rsid w:val="003E07C6"/>
    <w:rsid w:val="003E108D"/>
    <w:rsid w:val="003E1C53"/>
    <w:rsid w:val="003E1EE6"/>
    <w:rsid w:val="003E28BD"/>
    <w:rsid w:val="003E3192"/>
    <w:rsid w:val="003E3451"/>
    <w:rsid w:val="003E3B9E"/>
    <w:rsid w:val="003E3BD3"/>
    <w:rsid w:val="003E3E14"/>
    <w:rsid w:val="003E47C7"/>
    <w:rsid w:val="003E4A81"/>
    <w:rsid w:val="003E4F12"/>
    <w:rsid w:val="003E506B"/>
    <w:rsid w:val="003E51B9"/>
    <w:rsid w:val="003E55FD"/>
    <w:rsid w:val="003E5726"/>
    <w:rsid w:val="003E59CA"/>
    <w:rsid w:val="003E5EFA"/>
    <w:rsid w:val="003E60FB"/>
    <w:rsid w:val="003E6DB3"/>
    <w:rsid w:val="003E7281"/>
    <w:rsid w:val="003E75BC"/>
    <w:rsid w:val="003E7655"/>
    <w:rsid w:val="003E7C27"/>
    <w:rsid w:val="003E7EF1"/>
    <w:rsid w:val="003F035D"/>
    <w:rsid w:val="003F047D"/>
    <w:rsid w:val="003F0791"/>
    <w:rsid w:val="003F0FA2"/>
    <w:rsid w:val="003F114C"/>
    <w:rsid w:val="003F1524"/>
    <w:rsid w:val="003F1790"/>
    <w:rsid w:val="003F18DE"/>
    <w:rsid w:val="003F2552"/>
    <w:rsid w:val="003F2580"/>
    <w:rsid w:val="003F26D3"/>
    <w:rsid w:val="003F286F"/>
    <w:rsid w:val="003F28A4"/>
    <w:rsid w:val="003F2CEC"/>
    <w:rsid w:val="003F2E4F"/>
    <w:rsid w:val="003F353F"/>
    <w:rsid w:val="003F3F99"/>
    <w:rsid w:val="003F4310"/>
    <w:rsid w:val="003F4998"/>
    <w:rsid w:val="003F5091"/>
    <w:rsid w:val="003F51CC"/>
    <w:rsid w:val="003F51E8"/>
    <w:rsid w:val="003F5A3C"/>
    <w:rsid w:val="003F5DF9"/>
    <w:rsid w:val="003F654D"/>
    <w:rsid w:val="003F6A64"/>
    <w:rsid w:val="003F6EFB"/>
    <w:rsid w:val="003F757C"/>
    <w:rsid w:val="003F7DE5"/>
    <w:rsid w:val="00400096"/>
    <w:rsid w:val="004000E6"/>
    <w:rsid w:val="0040051E"/>
    <w:rsid w:val="00400640"/>
    <w:rsid w:val="00400889"/>
    <w:rsid w:val="00400913"/>
    <w:rsid w:val="00400BFE"/>
    <w:rsid w:val="00401162"/>
    <w:rsid w:val="004018EC"/>
    <w:rsid w:val="00401BFC"/>
    <w:rsid w:val="00401FAA"/>
    <w:rsid w:val="00401FC5"/>
    <w:rsid w:val="0040284C"/>
    <w:rsid w:val="00402C60"/>
    <w:rsid w:val="00403312"/>
    <w:rsid w:val="004036B3"/>
    <w:rsid w:val="00403B7A"/>
    <w:rsid w:val="00403D18"/>
    <w:rsid w:val="004042C6"/>
    <w:rsid w:val="0040467A"/>
    <w:rsid w:val="0040480F"/>
    <w:rsid w:val="0040498B"/>
    <w:rsid w:val="00404B06"/>
    <w:rsid w:val="00404D00"/>
    <w:rsid w:val="0040503C"/>
    <w:rsid w:val="0040539D"/>
    <w:rsid w:val="00406463"/>
    <w:rsid w:val="004068DC"/>
    <w:rsid w:val="00407734"/>
    <w:rsid w:val="00407B95"/>
    <w:rsid w:val="00407CAB"/>
    <w:rsid w:val="004100BA"/>
    <w:rsid w:val="004100DF"/>
    <w:rsid w:val="00410141"/>
    <w:rsid w:val="00410599"/>
    <w:rsid w:val="0041066F"/>
    <w:rsid w:val="00410803"/>
    <w:rsid w:val="00410832"/>
    <w:rsid w:val="00410A94"/>
    <w:rsid w:val="00411B5F"/>
    <w:rsid w:val="00413057"/>
    <w:rsid w:val="004137FA"/>
    <w:rsid w:val="00413B86"/>
    <w:rsid w:val="004144C1"/>
    <w:rsid w:val="004150B7"/>
    <w:rsid w:val="00415138"/>
    <w:rsid w:val="0041542F"/>
    <w:rsid w:val="0041562D"/>
    <w:rsid w:val="00415BAF"/>
    <w:rsid w:val="00415BC0"/>
    <w:rsid w:val="004160F1"/>
    <w:rsid w:val="00416326"/>
    <w:rsid w:val="004164C7"/>
    <w:rsid w:val="00416A48"/>
    <w:rsid w:val="00416B5F"/>
    <w:rsid w:val="00416D6C"/>
    <w:rsid w:val="00417091"/>
    <w:rsid w:val="00417223"/>
    <w:rsid w:val="00417A57"/>
    <w:rsid w:val="00417B6F"/>
    <w:rsid w:val="00417C7D"/>
    <w:rsid w:val="0042030E"/>
    <w:rsid w:val="00420D3D"/>
    <w:rsid w:val="004210C7"/>
    <w:rsid w:val="0042116B"/>
    <w:rsid w:val="00421346"/>
    <w:rsid w:val="00421372"/>
    <w:rsid w:val="00421409"/>
    <w:rsid w:val="0042172A"/>
    <w:rsid w:val="0042192B"/>
    <w:rsid w:val="00421D27"/>
    <w:rsid w:val="00421DCD"/>
    <w:rsid w:val="00422093"/>
    <w:rsid w:val="004221C1"/>
    <w:rsid w:val="00422745"/>
    <w:rsid w:val="00422C8E"/>
    <w:rsid w:val="00423115"/>
    <w:rsid w:val="0042356E"/>
    <w:rsid w:val="00423D78"/>
    <w:rsid w:val="00423D83"/>
    <w:rsid w:val="00423DAF"/>
    <w:rsid w:val="00424057"/>
    <w:rsid w:val="0042454D"/>
    <w:rsid w:val="00424580"/>
    <w:rsid w:val="00424646"/>
    <w:rsid w:val="00424865"/>
    <w:rsid w:val="00424A3D"/>
    <w:rsid w:val="00424C83"/>
    <w:rsid w:val="00425031"/>
    <w:rsid w:val="004254A4"/>
    <w:rsid w:val="00426734"/>
    <w:rsid w:val="004267DC"/>
    <w:rsid w:val="004267E3"/>
    <w:rsid w:val="00426C33"/>
    <w:rsid w:val="00427020"/>
    <w:rsid w:val="0042764B"/>
    <w:rsid w:val="0043044F"/>
    <w:rsid w:val="004304FC"/>
    <w:rsid w:val="00430632"/>
    <w:rsid w:val="004308D8"/>
    <w:rsid w:val="00430D34"/>
    <w:rsid w:val="00430F79"/>
    <w:rsid w:val="00430FDF"/>
    <w:rsid w:val="0043112A"/>
    <w:rsid w:val="0043119D"/>
    <w:rsid w:val="004311F6"/>
    <w:rsid w:val="00432187"/>
    <w:rsid w:val="00432886"/>
    <w:rsid w:val="00433266"/>
    <w:rsid w:val="004335CB"/>
    <w:rsid w:val="00433EA4"/>
    <w:rsid w:val="00433EC1"/>
    <w:rsid w:val="00433F52"/>
    <w:rsid w:val="0043473E"/>
    <w:rsid w:val="00434988"/>
    <w:rsid w:val="00434D64"/>
    <w:rsid w:val="00434DB8"/>
    <w:rsid w:val="00434F6D"/>
    <w:rsid w:val="00434FEF"/>
    <w:rsid w:val="0043528A"/>
    <w:rsid w:val="004354EF"/>
    <w:rsid w:val="00435670"/>
    <w:rsid w:val="004359B3"/>
    <w:rsid w:val="00435A4D"/>
    <w:rsid w:val="0043611A"/>
    <w:rsid w:val="004400B0"/>
    <w:rsid w:val="00440290"/>
    <w:rsid w:val="0044066C"/>
    <w:rsid w:val="00440944"/>
    <w:rsid w:val="004410B8"/>
    <w:rsid w:val="0044139D"/>
    <w:rsid w:val="00441518"/>
    <w:rsid w:val="004416B0"/>
    <w:rsid w:val="0044194B"/>
    <w:rsid w:val="00441A27"/>
    <w:rsid w:val="0044206B"/>
    <w:rsid w:val="00442594"/>
    <w:rsid w:val="00442ED5"/>
    <w:rsid w:val="00442F33"/>
    <w:rsid w:val="00443141"/>
    <w:rsid w:val="00443589"/>
    <w:rsid w:val="004435A3"/>
    <w:rsid w:val="0044388B"/>
    <w:rsid w:val="00443E85"/>
    <w:rsid w:val="00444149"/>
    <w:rsid w:val="004441CF"/>
    <w:rsid w:val="004441D4"/>
    <w:rsid w:val="00444259"/>
    <w:rsid w:val="00444917"/>
    <w:rsid w:val="004455CB"/>
    <w:rsid w:val="00445F7C"/>
    <w:rsid w:val="00446226"/>
    <w:rsid w:val="0044640B"/>
    <w:rsid w:val="004468FF"/>
    <w:rsid w:val="00446AF2"/>
    <w:rsid w:val="00446C92"/>
    <w:rsid w:val="00446E1C"/>
    <w:rsid w:val="00446F14"/>
    <w:rsid w:val="00447665"/>
    <w:rsid w:val="00447C8A"/>
    <w:rsid w:val="004502A3"/>
    <w:rsid w:val="004508EC"/>
    <w:rsid w:val="004509C6"/>
    <w:rsid w:val="00450AA5"/>
    <w:rsid w:val="00450AB0"/>
    <w:rsid w:val="00450D46"/>
    <w:rsid w:val="00450D54"/>
    <w:rsid w:val="00450D81"/>
    <w:rsid w:val="00451445"/>
    <w:rsid w:val="00452696"/>
    <w:rsid w:val="0045291F"/>
    <w:rsid w:val="00452B78"/>
    <w:rsid w:val="00453015"/>
    <w:rsid w:val="00453026"/>
    <w:rsid w:val="00453196"/>
    <w:rsid w:val="0045346B"/>
    <w:rsid w:val="0045353A"/>
    <w:rsid w:val="00453878"/>
    <w:rsid w:val="004538A4"/>
    <w:rsid w:val="0045471A"/>
    <w:rsid w:val="0045499B"/>
    <w:rsid w:val="00454B57"/>
    <w:rsid w:val="00454B9E"/>
    <w:rsid w:val="00454DB9"/>
    <w:rsid w:val="00454ED1"/>
    <w:rsid w:val="00455339"/>
    <w:rsid w:val="004554CC"/>
    <w:rsid w:val="004555A1"/>
    <w:rsid w:val="00455614"/>
    <w:rsid w:val="00455E48"/>
    <w:rsid w:val="00455FF6"/>
    <w:rsid w:val="00456247"/>
    <w:rsid w:val="00456427"/>
    <w:rsid w:val="00456BBD"/>
    <w:rsid w:val="0045714A"/>
    <w:rsid w:val="00457D4E"/>
    <w:rsid w:val="00457DB8"/>
    <w:rsid w:val="00460199"/>
    <w:rsid w:val="004602F7"/>
    <w:rsid w:val="004609AC"/>
    <w:rsid w:val="00460FEF"/>
    <w:rsid w:val="004610DD"/>
    <w:rsid w:val="00461180"/>
    <w:rsid w:val="004614AF"/>
    <w:rsid w:val="0046231F"/>
    <w:rsid w:val="00462631"/>
    <w:rsid w:val="00462B3D"/>
    <w:rsid w:val="00462BCE"/>
    <w:rsid w:val="00462D16"/>
    <w:rsid w:val="00462E57"/>
    <w:rsid w:val="00462EA1"/>
    <w:rsid w:val="00463510"/>
    <w:rsid w:val="004637A6"/>
    <w:rsid w:val="00463936"/>
    <w:rsid w:val="00463CFD"/>
    <w:rsid w:val="004647DD"/>
    <w:rsid w:val="0046494B"/>
    <w:rsid w:val="00464B98"/>
    <w:rsid w:val="0046579E"/>
    <w:rsid w:val="004657D9"/>
    <w:rsid w:val="00465820"/>
    <w:rsid w:val="0046584B"/>
    <w:rsid w:val="00465A67"/>
    <w:rsid w:val="00465C8C"/>
    <w:rsid w:val="0046618C"/>
    <w:rsid w:val="004664DE"/>
    <w:rsid w:val="0046660D"/>
    <w:rsid w:val="00467054"/>
    <w:rsid w:val="004673DB"/>
    <w:rsid w:val="0046772B"/>
    <w:rsid w:val="00467A57"/>
    <w:rsid w:val="0047003C"/>
    <w:rsid w:val="00470200"/>
    <w:rsid w:val="004704A8"/>
    <w:rsid w:val="00470A17"/>
    <w:rsid w:val="00471026"/>
    <w:rsid w:val="00471D6E"/>
    <w:rsid w:val="00471DAB"/>
    <w:rsid w:val="004722EB"/>
    <w:rsid w:val="004723A9"/>
    <w:rsid w:val="00472904"/>
    <w:rsid w:val="004729FE"/>
    <w:rsid w:val="00473505"/>
    <w:rsid w:val="004735DC"/>
    <w:rsid w:val="00473745"/>
    <w:rsid w:val="004739DE"/>
    <w:rsid w:val="00473F23"/>
    <w:rsid w:val="00474243"/>
    <w:rsid w:val="004743DF"/>
    <w:rsid w:val="004749D5"/>
    <w:rsid w:val="00474CC4"/>
    <w:rsid w:val="004753BD"/>
    <w:rsid w:val="004756DD"/>
    <w:rsid w:val="004757CF"/>
    <w:rsid w:val="00475C53"/>
    <w:rsid w:val="00475E6F"/>
    <w:rsid w:val="004760BF"/>
    <w:rsid w:val="00476342"/>
    <w:rsid w:val="004763D7"/>
    <w:rsid w:val="00476595"/>
    <w:rsid w:val="004765B2"/>
    <w:rsid w:val="004769F3"/>
    <w:rsid w:val="00476B9E"/>
    <w:rsid w:val="00476D17"/>
    <w:rsid w:val="00476DCA"/>
    <w:rsid w:val="004777B3"/>
    <w:rsid w:val="00477897"/>
    <w:rsid w:val="004809E4"/>
    <w:rsid w:val="00480B43"/>
    <w:rsid w:val="00480FE5"/>
    <w:rsid w:val="0048103F"/>
    <w:rsid w:val="00481218"/>
    <w:rsid w:val="004818BF"/>
    <w:rsid w:val="00481D7B"/>
    <w:rsid w:val="00481E8C"/>
    <w:rsid w:val="004820BA"/>
    <w:rsid w:val="004823FE"/>
    <w:rsid w:val="00482600"/>
    <w:rsid w:val="00482C5C"/>
    <w:rsid w:val="00482F1E"/>
    <w:rsid w:val="00483463"/>
    <w:rsid w:val="00483BC5"/>
    <w:rsid w:val="00483D09"/>
    <w:rsid w:val="00484094"/>
    <w:rsid w:val="0048476B"/>
    <w:rsid w:val="00484D52"/>
    <w:rsid w:val="00485797"/>
    <w:rsid w:val="00485FC4"/>
    <w:rsid w:val="004860F4"/>
    <w:rsid w:val="00486126"/>
    <w:rsid w:val="00486516"/>
    <w:rsid w:val="00486FA7"/>
    <w:rsid w:val="00487F06"/>
    <w:rsid w:val="00490734"/>
    <w:rsid w:val="00490A52"/>
    <w:rsid w:val="004912C9"/>
    <w:rsid w:val="004914E7"/>
    <w:rsid w:val="0049158E"/>
    <w:rsid w:val="00491B7F"/>
    <w:rsid w:val="00491BD3"/>
    <w:rsid w:val="004923CA"/>
    <w:rsid w:val="00492638"/>
    <w:rsid w:val="0049290F"/>
    <w:rsid w:val="00492B35"/>
    <w:rsid w:val="0049339E"/>
    <w:rsid w:val="00493F40"/>
    <w:rsid w:val="00494845"/>
    <w:rsid w:val="00494972"/>
    <w:rsid w:val="00494A05"/>
    <w:rsid w:val="00494C5C"/>
    <w:rsid w:val="00495387"/>
    <w:rsid w:val="004954EC"/>
    <w:rsid w:val="004956A6"/>
    <w:rsid w:val="004956FF"/>
    <w:rsid w:val="00495712"/>
    <w:rsid w:val="004959E9"/>
    <w:rsid w:val="00495A93"/>
    <w:rsid w:val="00496A99"/>
    <w:rsid w:val="00496B88"/>
    <w:rsid w:val="00496DF3"/>
    <w:rsid w:val="00496E68"/>
    <w:rsid w:val="0049734A"/>
    <w:rsid w:val="004973F8"/>
    <w:rsid w:val="0049782A"/>
    <w:rsid w:val="00497F2A"/>
    <w:rsid w:val="004A01E3"/>
    <w:rsid w:val="004A06DD"/>
    <w:rsid w:val="004A08BA"/>
    <w:rsid w:val="004A0930"/>
    <w:rsid w:val="004A12D2"/>
    <w:rsid w:val="004A15AF"/>
    <w:rsid w:val="004A1B55"/>
    <w:rsid w:val="004A1FC3"/>
    <w:rsid w:val="004A214F"/>
    <w:rsid w:val="004A28AC"/>
    <w:rsid w:val="004A2973"/>
    <w:rsid w:val="004A2BE4"/>
    <w:rsid w:val="004A2D0F"/>
    <w:rsid w:val="004A3452"/>
    <w:rsid w:val="004A34E3"/>
    <w:rsid w:val="004A37BF"/>
    <w:rsid w:val="004A38D0"/>
    <w:rsid w:val="004A3ACE"/>
    <w:rsid w:val="004A44F5"/>
    <w:rsid w:val="004A47F9"/>
    <w:rsid w:val="004A4C9C"/>
    <w:rsid w:val="004A4CA3"/>
    <w:rsid w:val="004A4DD9"/>
    <w:rsid w:val="004A51A7"/>
    <w:rsid w:val="004A5291"/>
    <w:rsid w:val="004A5456"/>
    <w:rsid w:val="004A5E75"/>
    <w:rsid w:val="004A620E"/>
    <w:rsid w:val="004A6337"/>
    <w:rsid w:val="004A633E"/>
    <w:rsid w:val="004A63DA"/>
    <w:rsid w:val="004A679E"/>
    <w:rsid w:val="004A6CCB"/>
    <w:rsid w:val="004A6D57"/>
    <w:rsid w:val="004A6F22"/>
    <w:rsid w:val="004A7643"/>
    <w:rsid w:val="004B038A"/>
    <w:rsid w:val="004B0C01"/>
    <w:rsid w:val="004B0C8E"/>
    <w:rsid w:val="004B1341"/>
    <w:rsid w:val="004B1A55"/>
    <w:rsid w:val="004B2007"/>
    <w:rsid w:val="004B230C"/>
    <w:rsid w:val="004B2433"/>
    <w:rsid w:val="004B2AA0"/>
    <w:rsid w:val="004B3313"/>
    <w:rsid w:val="004B3377"/>
    <w:rsid w:val="004B3614"/>
    <w:rsid w:val="004B3A0A"/>
    <w:rsid w:val="004B4ADA"/>
    <w:rsid w:val="004B4AE8"/>
    <w:rsid w:val="004B5A36"/>
    <w:rsid w:val="004B5AEB"/>
    <w:rsid w:val="004B5BCB"/>
    <w:rsid w:val="004B62B4"/>
    <w:rsid w:val="004B70EA"/>
    <w:rsid w:val="004B7552"/>
    <w:rsid w:val="004B7578"/>
    <w:rsid w:val="004B77B2"/>
    <w:rsid w:val="004B7F5E"/>
    <w:rsid w:val="004C065E"/>
    <w:rsid w:val="004C1B33"/>
    <w:rsid w:val="004C1CA5"/>
    <w:rsid w:val="004C251F"/>
    <w:rsid w:val="004C2669"/>
    <w:rsid w:val="004C2DFC"/>
    <w:rsid w:val="004C31BA"/>
    <w:rsid w:val="004C33CD"/>
    <w:rsid w:val="004C368D"/>
    <w:rsid w:val="004C39FD"/>
    <w:rsid w:val="004C3AAC"/>
    <w:rsid w:val="004C3B65"/>
    <w:rsid w:val="004C3F05"/>
    <w:rsid w:val="004C3FC3"/>
    <w:rsid w:val="004C42B0"/>
    <w:rsid w:val="004C434C"/>
    <w:rsid w:val="004C458B"/>
    <w:rsid w:val="004C46ED"/>
    <w:rsid w:val="004C4D5B"/>
    <w:rsid w:val="004C50B5"/>
    <w:rsid w:val="004C5142"/>
    <w:rsid w:val="004C55AB"/>
    <w:rsid w:val="004C57B5"/>
    <w:rsid w:val="004C5A55"/>
    <w:rsid w:val="004C6375"/>
    <w:rsid w:val="004C7581"/>
    <w:rsid w:val="004C75DB"/>
    <w:rsid w:val="004C765B"/>
    <w:rsid w:val="004C76C5"/>
    <w:rsid w:val="004C7808"/>
    <w:rsid w:val="004C7CAA"/>
    <w:rsid w:val="004D0756"/>
    <w:rsid w:val="004D0F36"/>
    <w:rsid w:val="004D1150"/>
    <w:rsid w:val="004D1380"/>
    <w:rsid w:val="004D14B2"/>
    <w:rsid w:val="004D1542"/>
    <w:rsid w:val="004D1551"/>
    <w:rsid w:val="004D1692"/>
    <w:rsid w:val="004D17EF"/>
    <w:rsid w:val="004D1997"/>
    <w:rsid w:val="004D21C6"/>
    <w:rsid w:val="004D21F5"/>
    <w:rsid w:val="004D23BC"/>
    <w:rsid w:val="004D2418"/>
    <w:rsid w:val="004D2811"/>
    <w:rsid w:val="004D2889"/>
    <w:rsid w:val="004D2A33"/>
    <w:rsid w:val="004D2E36"/>
    <w:rsid w:val="004D3292"/>
    <w:rsid w:val="004D38E5"/>
    <w:rsid w:val="004D4388"/>
    <w:rsid w:val="004D5398"/>
    <w:rsid w:val="004D54CB"/>
    <w:rsid w:val="004D565B"/>
    <w:rsid w:val="004D59F7"/>
    <w:rsid w:val="004D60C2"/>
    <w:rsid w:val="004D6678"/>
    <w:rsid w:val="004D6AAA"/>
    <w:rsid w:val="004D6D4B"/>
    <w:rsid w:val="004D7732"/>
    <w:rsid w:val="004D7A45"/>
    <w:rsid w:val="004D7AA5"/>
    <w:rsid w:val="004D7DC2"/>
    <w:rsid w:val="004D7FD4"/>
    <w:rsid w:val="004E016C"/>
    <w:rsid w:val="004E04D3"/>
    <w:rsid w:val="004E09A1"/>
    <w:rsid w:val="004E0A23"/>
    <w:rsid w:val="004E0CD2"/>
    <w:rsid w:val="004E0EAB"/>
    <w:rsid w:val="004E0FE8"/>
    <w:rsid w:val="004E1023"/>
    <w:rsid w:val="004E1060"/>
    <w:rsid w:val="004E119F"/>
    <w:rsid w:val="004E15C7"/>
    <w:rsid w:val="004E1D58"/>
    <w:rsid w:val="004E21DD"/>
    <w:rsid w:val="004E2228"/>
    <w:rsid w:val="004E23A6"/>
    <w:rsid w:val="004E282C"/>
    <w:rsid w:val="004E29B4"/>
    <w:rsid w:val="004E2B75"/>
    <w:rsid w:val="004E2C65"/>
    <w:rsid w:val="004E3158"/>
    <w:rsid w:val="004E3354"/>
    <w:rsid w:val="004E3B4C"/>
    <w:rsid w:val="004E4598"/>
    <w:rsid w:val="004E4AC7"/>
    <w:rsid w:val="004E4C3C"/>
    <w:rsid w:val="004E4C99"/>
    <w:rsid w:val="004E52B8"/>
    <w:rsid w:val="004E5854"/>
    <w:rsid w:val="004E621C"/>
    <w:rsid w:val="004E7B91"/>
    <w:rsid w:val="004E7DD9"/>
    <w:rsid w:val="004F03A9"/>
    <w:rsid w:val="004F046C"/>
    <w:rsid w:val="004F07C1"/>
    <w:rsid w:val="004F14C6"/>
    <w:rsid w:val="004F185D"/>
    <w:rsid w:val="004F192E"/>
    <w:rsid w:val="004F1DC9"/>
    <w:rsid w:val="004F2221"/>
    <w:rsid w:val="004F22A9"/>
    <w:rsid w:val="004F2987"/>
    <w:rsid w:val="004F34F1"/>
    <w:rsid w:val="004F362A"/>
    <w:rsid w:val="004F3663"/>
    <w:rsid w:val="004F38D1"/>
    <w:rsid w:val="004F3AD0"/>
    <w:rsid w:val="004F3B67"/>
    <w:rsid w:val="004F3BE1"/>
    <w:rsid w:val="004F3FB1"/>
    <w:rsid w:val="004F428F"/>
    <w:rsid w:val="004F4F34"/>
    <w:rsid w:val="004F52F8"/>
    <w:rsid w:val="004F541F"/>
    <w:rsid w:val="004F5B3A"/>
    <w:rsid w:val="004F5F54"/>
    <w:rsid w:val="004F5FB7"/>
    <w:rsid w:val="004F623A"/>
    <w:rsid w:val="004F6368"/>
    <w:rsid w:val="004F6917"/>
    <w:rsid w:val="004F69A7"/>
    <w:rsid w:val="004F6DC9"/>
    <w:rsid w:val="004F73F4"/>
    <w:rsid w:val="004F748B"/>
    <w:rsid w:val="004F75C3"/>
    <w:rsid w:val="004F7876"/>
    <w:rsid w:val="004F7DD7"/>
    <w:rsid w:val="005005E5"/>
    <w:rsid w:val="00500F35"/>
    <w:rsid w:val="00500F4D"/>
    <w:rsid w:val="00500FF7"/>
    <w:rsid w:val="0050172D"/>
    <w:rsid w:val="00501816"/>
    <w:rsid w:val="00501C62"/>
    <w:rsid w:val="005023AD"/>
    <w:rsid w:val="0050291A"/>
    <w:rsid w:val="00502ACA"/>
    <w:rsid w:val="00502B2A"/>
    <w:rsid w:val="00503065"/>
    <w:rsid w:val="005030B8"/>
    <w:rsid w:val="005031E6"/>
    <w:rsid w:val="005045E1"/>
    <w:rsid w:val="00504C76"/>
    <w:rsid w:val="005050DE"/>
    <w:rsid w:val="00505769"/>
    <w:rsid w:val="00505D06"/>
    <w:rsid w:val="00505EAD"/>
    <w:rsid w:val="005061C0"/>
    <w:rsid w:val="00506384"/>
    <w:rsid w:val="005067D0"/>
    <w:rsid w:val="00507E4A"/>
    <w:rsid w:val="005104BB"/>
    <w:rsid w:val="005106C7"/>
    <w:rsid w:val="00510FA8"/>
    <w:rsid w:val="00511095"/>
    <w:rsid w:val="005111C7"/>
    <w:rsid w:val="0051138A"/>
    <w:rsid w:val="00511557"/>
    <w:rsid w:val="005122B4"/>
    <w:rsid w:val="00513161"/>
    <w:rsid w:val="00513B5A"/>
    <w:rsid w:val="00513FA6"/>
    <w:rsid w:val="0051415A"/>
    <w:rsid w:val="00514848"/>
    <w:rsid w:val="00514B93"/>
    <w:rsid w:val="00514D5A"/>
    <w:rsid w:val="00515301"/>
    <w:rsid w:val="0051557D"/>
    <w:rsid w:val="00515A06"/>
    <w:rsid w:val="0051607C"/>
    <w:rsid w:val="005165B2"/>
    <w:rsid w:val="00516688"/>
    <w:rsid w:val="005168DE"/>
    <w:rsid w:val="00517435"/>
    <w:rsid w:val="00517574"/>
    <w:rsid w:val="005177AB"/>
    <w:rsid w:val="00517A71"/>
    <w:rsid w:val="00517CA6"/>
    <w:rsid w:val="00520011"/>
    <w:rsid w:val="005200A0"/>
    <w:rsid w:val="0052010C"/>
    <w:rsid w:val="005201C0"/>
    <w:rsid w:val="0052086A"/>
    <w:rsid w:val="005216E0"/>
    <w:rsid w:val="0052189D"/>
    <w:rsid w:val="005218CD"/>
    <w:rsid w:val="00521927"/>
    <w:rsid w:val="00521BAA"/>
    <w:rsid w:val="00522122"/>
    <w:rsid w:val="0052292F"/>
    <w:rsid w:val="005229F1"/>
    <w:rsid w:val="00522CAB"/>
    <w:rsid w:val="00522CF5"/>
    <w:rsid w:val="00523625"/>
    <w:rsid w:val="00523977"/>
    <w:rsid w:val="00523B04"/>
    <w:rsid w:val="00523E27"/>
    <w:rsid w:val="0052412F"/>
    <w:rsid w:val="0052474F"/>
    <w:rsid w:val="00524968"/>
    <w:rsid w:val="00524B5D"/>
    <w:rsid w:val="00524CF4"/>
    <w:rsid w:val="005252E9"/>
    <w:rsid w:val="00525C56"/>
    <w:rsid w:val="00525E5B"/>
    <w:rsid w:val="0052669B"/>
    <w:rsid w:val="005267A9"/>
    <w:rsid w:val="00527352"/>
    <w:rsid w:val="005302F7"/>
    <w:rsid w:val="00530529"/>
    <w:rsid w:val="005309A0"/>
    <w:rsid w:val="00530A72"/>
    <w:rsid w:val="00530A80"/>
    <w:rsid w:val="00530ACA"/>
    <w:rsid w:val="005311AB"/>
    <w:rsid w:val="0053128D"/>
    <w:rsid w:val="005316AD"/>
    <w:rsid w:val="00532041"/>
    <w:rsid w:val="005321F6"/>
    <w:rsid w:val="0053220B"/>
    <w:rsid w:val="00532464"/>
    <w:rsid w:val="00532707"/>
    <w:rsid w:val="00532AE1"/>
    <w:rsid w:val="00532BF7"/>
    <w:rsid w:val="00532CB2"/>
    <w:rsid w:val="00533D0B"/>
    <w:rsid w:val="0053436F"/>
    <w:rsid w:val="00534875"/>
    <w:rsid w:val="0053487A"/>
    <w:rsid w:val="00534963"/>
    <w:rsid w:val="00534BDA"/>
    <w:rsid w:val="00534C00"/>
    <w:rsid w:val="00534CB9"/>
    <w:rsid w:val="00534F4D"/>
    <w:rsid w:val="005350AD"/>
    <w:rsid w:val="00535111"/>
    <w:rsid w:val="00535529"/>
    <w:rsid w:val="005358EA"/>
    <w:rsid w:val="00535BF2"/>
    <w:rsid w:val="00535DBB"/>
    <w:rsid w:val="00535E84"/>
    <w:rsid w:val="00535EE9"/>
    <w:rsid w:val="0053618A"/>
    <w:rsid w:val="005361B4"/>
    <w:rsid w:val="00536573"/>
    <w:rsid w:val="0053696F"/>
    <w:rsid w:val="00537625"/>
    <w:rsid w:val="005378CC"/>
    <w:rsid w:val="00537AE0"/>
    <w:rsid w:val="00540AB5"/>
    <w:rsid w:val="0054101F"/>
    <w:rsid w:val="0054114A"/>
    <w:rsid w:val="0054127E"/>
    <w:rsid w:val="005417E1"/>
    <w:rsid w:val="00541E86"/>
    <w:rsid w:val="0054233A"/>
    <w:rsid w:val="00542659"/>
    <w:rsid w:val="005426E8"/>
    <w:rsid w:val="005428F7"/>
    <w:rsid w:val="00542F5D"/>
    <w:rsid w:val="00543454"/>
    <w:rsid w:val="00543542"/>
    <w:rsid w:val="00543642"/>
    <w:rsid w:val="00543C3B"/>
    <w:rsid w:val="00543EC8"/>
    <w:rsid w:val="005443AF"/>
    <w:rsid w:val="00544534"/>
    <w:rsid w:val="00544ECE"/>
    <w:rsid w:val="005454A4"/>
    <w:rsid w:val="00546D1B"/>
    <w:rsid w:val="00547951"/>
    <w:rsid w:val="00547BE4"/>
    <w:rsid w:val="00550175"/>
    <w:rsid w:val="0055092A"/>
    <w:rsid w:val="005512F1"/>
    <w:rsid w:val="005518E3"/>
    <w:rsid w:val="00552102"/>
    <w:rsid w:val="00552632"/>
    <w:rsid w:val="00552724"/>
    <w:rsid w:val="005527EE"/>
    <w:rsid w:val="0055280D"/>
    <w:rsid w:val="005529F7"/>
    <w:rsid w:val="00552C2C"/>
    <w:rsid w:val="0055329F"/>
    <w:rsid w:val="005532FF"/>
    <w:rsid w:val="00554393"/>
    <w:rsid w:val="005545C4"/>
    <w:rsid w:val="00554649"/>
    <w:rsid w:val="0055468D"/>
    <w:rsid w:val="00554AB9"/>
    <w:rsid w:val="00554C07"/>
    <w:rsid w:val="00555236"/>
    <w:rsid w:val="00555715"/>
    <w:rsid w:val="0055573B"/>
    <w:rsid w:val="00555CD3"/>
    <w:rsid w:val="005564BB"/>
    <w:rsid w:val="005564E6"/>
    <w:rsid w:val="00556591"/>
    <w:rsid w:val="00556629"/>
    <w:rsid w:val="00556726"/>
    <w:rsid w:val="005569FF"/>
    <w:rsid w:val="00556B22"/>
    <w:rsid w:val="0055761C"/>
    <w:rsid w:val="00557699"/>
    <w:rsid w:val="005578AC"/>
    <w:rsid w:val="00557D55"/>
    <w:rsid w:val="00557F2D"/>
    <w:rsid w:val="00560BE9"/>
    <w:rsid w:val="00560ED1"/>
    <w:rsid w:val="00560F6B"/>
    <w:rsid w:val="005614BB"/>
    <w:rsid w:val="00561980"/>
    <w:rsid w:val="00561E70"/>
    <w:rsid w:val="005620EE"/>
    <w:rsid w:val="0056278E"/>
    <w:rsid w:val="00562B24"/>
    <w:rsid w:val="00562B44"/>
    <w:rsid w:val="005630FB"/>
    <w:rsid w:val="0056327E"/>
    <w:rsid w:val="0056354B"/>
    <w:rsid w:val="005635E9"/>
    <w:rsid w:val="00563A93"/>
    <w:rsid w:val="0056402F"/>
    <w:rsid w:val="00564E97"/>
    <w:rsid w:val="00565216"/>
    <w:rsid w:val="00565650"/>
    <w:rsid w:val="00565BDC"/>
    <w:rsid w:val="00566542"/>
    <w:rsid w:val="0056667B"/>
    <w:rsid w:val="00566683"/>
    <w:rsid w:val="0056675E"/>
    <w:rsid w:val="0056686B"/>
    <w:rsid w:val="00566BE7"/>
    <w:rsid w:val="00566E99"/>
    <w:rsid w:val="005671C0"/>
    <w:rsid w:val="0056734D"/>
    <w:rsid w:val="005674E0"/>
    <w:rsid w:val="005678B7"/>
    <w:rsid w:val="00570551"/>
    <w:rsid w:val="00570B47"/>
    <w:rsid w:val="005710BF"/>
    <w:rsid w:val="0057153B"/>
    <w:rsid w:val="00571746"/>
    <w:rsid w:val="00571EAB"/>
    <w:rsid w:val="005729B0"/>
    <w:rsid w:val="00572BC5"/>
    <w:rsid w:val="00572D8B"/>
    <w:rsid w:val="00572DCD"/>
    <w:rsid w:val="005731A0"/>
    <w:rsid w:val="005731BF"/>
    <w:rsid w:val="005734F8"/>
    <w:rsid w:val="005736BB"/>
    <w:rsid w:val="00573868"/>
    <w:rsid w:val="00573FE0"/>
    <w:rsid w:val="00574BA1"/>
    <w:rsid w:val="00574FD6"/>
    <w:rsid w:val="005757D5"/>
    <w:rsid w:val="00575A36"/>
    <w:rsid w:val="00575BBA"/>
    <w:rsid w:val="005760F9"/>
    <w:rsid w:val="00576162"/>
    <w:rsid w:val="005764F8"/>
    <w:rsid w:val="00576750"/>
    <w:rsid w:val="00576E85"/>
    <w:rsid w:val="00576F79"/>
    <w:rsid w:val="00577526"/>
    <w:rsid w:val="00577805"/>
    <w:rsid w:val="00577B02"/>
    <w:rsid w:val="00577C1D"/>
    <w:rsid w:val="00577DE6"/>
    <w:rsid w:val="00580168"/>
    <w:rsid w:val="00580ADE"/>
    <w:rsid w:val="00581409"/>
    <w:rsid w:val="00581595"/>
    <w:rsid w:val="00581762"/>
    <w:rsid w:val="00581FE3"/>
    <w:rsid w:val="00582256"/>
    <w:rsid w:val="005824E9"/>
    <w:rsid w:val="00582769"/>
    <w:rsid w:val="00582A40"/>
    <w:rsid w:val="00582F8D"/>
    <w:rsid w:val="005836AB"/>
    <w:rsid w:val="00583DFC"/>
    <w:rsid w:val="0058447C"/>
    <w:rsid w:val="005847F1"/>
    <w:rsid w:val="005849C0"/>
    <w:rsid w:val="00584E11"/>
    <w:rsid w:val="0058519E"/>
    <w:rsid w:val="005853D2"/>
    <w:rsid w:val="005855CE"/>
    <w:rsid w:val="00585A24"/>
    <w:rsid w:val="00585B02"/>
    <w:rsid w:val="00585BDF"/>
    <w:rsid w:val="00585D5D"/>
    <w:rsid w:val="00586666"/>
    <w:rsid w:val="005867D1"/>
    <w:rsid w:val="00586804"/>
    <w:rsid w:val="00587117"/>
    <w:rsid w:val="005871C4"/>
    <w:rsid w:val="00587515"/>
    <w:rsid w:val="0058767C"/>
    <w:rsid w:val="005901DD"/>
    <w:rsid w:val="00590693"/>
    <w:rsid w:val="00590E1D"/>
    <w:rsid w:val="00591411"/>
    <w:rsid w:val="00591FF9"/>
    <w:rsid w:val="005920D2"/>
    <w:rsid w:val="0059228E"/>
    <w:rsid w:val="0059293F"/>
    <w:rsid w:val="005929F4"/>
    <w:rsid w:val="00592D6A"/>
    <w:rsid w:val="00593209"/>
    <w:rsid w:val="0059393C"/>
    <w:rsid w:val="005940F5"/>
    <w:rsid w:val="005946E0"/>
    <w:rsid w:val="00595051"/>
    <w:rsid w:val="00595B19"/>
    <w:rsid w:val="00596261"/>
    <w:rsid w:val="00596FFD"/>
    <w:rsid w:val="00597064"/>
    <w:rsid w:val="005973F0"/>
    <w:rsid w:val="00597D2B"/>
    <w:rsid w:val="00597DBC"/>
    <w:rsid w:val="005A0318"/>
    <w:rsid w:val="005A07C0"/>
    <w:rsid w:val="005A07D3"/>
    <w:rsid w:val="005A1609"/>
    <w:rsid w:val="005A18A7"/>
    <w:rsid w:val="005A1ED2"/>
    <w:rsid w:val="005A27D1"/>
    <w:rsid w:val="005A2855"/>
    <w:rsid w:val="005A2AEC"/>
    <w:rsid w:val="005A2C13"/>
    <w:rsid w:val="005A2E91"/>
    <w:rsid w:val="005A31D6"/>
    <w:rsid w:val="005A3709"/>
    <w:rsid w:val="005A3F05"/>
    <w:rsid w:val="005A49CF"/>
    <w:rsid w:val="005A4A0B"/>
    <w:rsid w:val="005A4A14"/>
    <w:rsid w:val="005A5D0F"/>
    <w:rsid w:val="005A5D9F"/>
    <w:rsid w:val="005A5E7E"/>
    <w:rsid w:val="005A6853"/>
    <w:rsid w:val="005A69E2"/>
    <w:rsid w:val="005A6ACF"/>
    <w:rsid w:val="005A6F29"/>
    <w:rsid w:val="005A7420"/>
    <w:rsid w:val="005A7815"/>
    <w:rsid w:val="005B01C4"/>
    <w:rsid w:val="005B054A"/>
    <w:rsid w:val="005B09CE"/>
    <w:rsid w:val="005B0E3F"/>
    <w:rsid w:val="005B101E"/>
    <w:rsid w:val="005B1030"/>
    <w:rsid w:val="005B14CE"/>
    <w:rsid w:val="005B15E4"/>
    <w:rsid w:val="005B1BD2"/>
    <w:rsid w:val="005B2A52"/>
    <w:rsid w:val="005B2CD6"/>
    <w:rsid w:val="005B31CF"/>
    <w:rsid w:val="005B3926"/>
    <w:rsid w:val="005B400D"/>
    <w:rsid w:val="005B41BE"/>
    <w:rsid w:val="005B42DF"/>
    <w:rsid w:val="005B4E10"/>
    <w:rsid w:val="005B50B5"/>
    <w:rsid w:val="005B5B20"/>
    <w:rsid w:val="005B5DE7"/>
    <w:rsid w:val="005B5F79"/>
    <w:rsid w:val="005B603D"/>
    <w:rsid w:val="005B619D"/>
    <w:rsid w:val="005B62E4"/>
    <w:rsid w:val="005B636F"/>
    <w:rsid w:val="005B646E"/>
    <w:rsid w:val="005B648E"/>
    <w:rsid w:val="005B6537"/>
    <w:rsid w:val="005B711A"/>
    <w:rsid w:val="005B731A"/>
    <w:rsid w:val="005B7E0F"/>
    <w:rsid w:val="005B7FBC"/>
    <w:rsid w:val="005C07E1"/>
    <w:rsid w:val="005C07FA"/>
    <w:rsid w:val="005C0CDA"/>
    <w:rsid w:val="005C102F"/>
    <w:rsid w:val="005C1149"/>
    <w:rsid w:val="005C149F"/>
    <w:rsid w:val="005C1812"/>
    <w:rsid w:val="005C1843"/>
    <w:rsid w:val="005C1F08"/>
    <w:rsid w:val="005C2203"/>
    <w:rsid w:val="005C257C"/>
    <w:rsid w:val="005C2CFF"/>
    <w:rsid w:val="005C2EEA"/>
    <w:rsid w:val="005C2F22"/>
    <w:rsid w:val="005C2F98"/>
    <w:rsid w:val="005C3719"/>
    <w:rsid w:val="005C3E72"/>
    <w:rsid w:val="005C3FF1"/>
    <w:rsid w:val="005C4A70"/>
    <w:rsid w:val="005C5436"/>
    <w:rsid w:val="005C583B"/>
    <w:rsid w:val="005C6031"/>
    <w:rsid w:val="005C6246"/>
    <w:rsid w:val="005C64A6"/>
    <w:rsid w:val="005C7305"/>
    <w:rsid w:val="005C77C8"/>
    <w:rsid w:val="005C78AC"/>
    <w:rsid w:val="005C7B05"/>
    <w:rsid w:val="005D04F7"/>
    <w:rsid w:val="005D1A8B"/>
    <w:rsid w:val="005D1B95"/>
    <w:rsid w:val="005D1FEB"/>
    <w:rsid w:val="005D27D9"/>
    <w:rsid w:val="005D283E"/>
    <w:rsid w:val="005D2A90"/>
    <w:rsid w:val="005D2AAF"/>
    <w:rsid w:val="005D2AB9"/>
    <w:rsid w:val="005D3280"/>
    <w:rsid w:val="005D333F"/>
    <w:rsid w:val="005D3560"/>
    <w:rsid w:val="005D35FB"/>
    <w:rsid w:val="005D377B"/>
    <w:rsid w:val="005D47E8"/>
    <w:rsid w:val="005D4926"/>
    <w:rsid w:val="005D512F"/>
    <w:rsid w:val="005D51D5"/>
    <w:rsid w:val="005D583C"/>
    <w:rsid w:val="005D5D49"/>
    <w:rsid w:val="005D772D"/>
    <w:rsid w:val="005D7A68"/>
    <w:rsid w:val="005D7C43"/>
    <w:rsid w:val="005D7E3E"/>
    <w:rsid w:val="005D7E8D"/>
    <w:rsid w:val="005E05E2"/>
    <w:rsid w:val="005E0612"/>
    <w:rsid w:val="005E0927"/>
    <w:rsid w:val="005E0E6E"/>
    <w:rsid w:val="005E0EDF"/>
    <w:rsid w:val="005E0FF2"/>
    <w:rsid w:val="005E1502"/>
    <w:rsid w:val="005E17F3"/>
    <w:rsid w:val="005E1C72"/>
    <w:rsid w:val="005E20A6"/>
    <w:rsid w:val="005E23F0"/>
    <w:rsid w:val="005E244D"/>
    <w:rsid w:val="005E2673"/>
    <w:rsid w:val="005E2D16"/>
    <w:rsid w:val="005E2D8F"/>
    <w:rsid w:val="005E4167"/>
    <w:rsid w:val="005E436B"/>
    <w:rsid w:val="005E448D"/>
    <w:rsid w:val="005E4C40"/>
    <w:rsid w:val="005E548C"/>
    <w:rsid w:val="005E600E"/>
    <w:rsid w:val="005E625F"/>
    <w:rsid w:val="005E64A5"/>
    <w:rsid w:val="005E64B8"/>
    <w:rsid w:val="005E6606"/>
    <w:rsid w:val="005E68BE"/>
    <w:rsid w:val="005E7491"/>
    <w:rsid w:val="005E795A"/>
    <w:rsid w:val="005F0364"/>
    <w:rsid w:val="005F04D6"/>
    <w:rsid w:val="005F08EA"/>
    <w:rsid w:val="005F09A6"/>
    <w:rsid w:val="005F1127"/>
    <w:rsid w:val="005F118C"/>
    <w:rsid w:val="005F1959"/>
    <w:rsid w:val="005F1BEC"/>
    <w:rsid w:val="005F1BF2"/>
    <w:rsid w:val="005F204E"/>
    <w:rsid w:val="005F209E"/>
    <w:rsid w:val="005F2228"/>
    <w:rsid w:val="005F24BA"/>
    <w:rsid w:val="005F2737"/>
    <w:rsid w:val="005F32A5"/>
    <w:rsid w:val="005F3582"/>
    <w:rsid w:val="005F3C5B"/>
    <w:rsid w:val="005F42B7"/>
    <w:rsid w:val="005F4492"/>
    <w:rsid w:val="005F4CF3"/>
    <w:rsid w:val="005F5058"/>
    <w:rsid w:val="005F52B8"/>
    <w:rsid w:val="005F578E"/>
    <w:rsid w:val="005F59B3"/>
    <w:rsid w:val="005F5AB9"/>
    <w:rsid w:val="005F68CE"/>
    <w:rsid w:val="005F6EAA"/>
    <w:rsid w:val="005F73CB"/>
    <w:rsid w:val="005F748E"/>
    <w:rsid w:val="005F74AF"/>
    <w:rsid w:val="005F7932"/>
    <w:rsid w:val="005F79AD"/>
    <w:rsid w:val="005F7C89"/>
    <w:rsid w:val="005F7CDD"/>
    <w:rsid w:val="005F7D11"/>
    <w:rsid w:val="005F7F4D"/>
    <w:rsid w:val="0060071C"/>
    <w:rsid w:val="00600D72"/>
    <w:rsid w:val="006016F1"/>
    <w:rsid w:val="006018A7"/>
    <w:rsid w:val="0060190A"/>
    <w:rsid w:val="00601AF9"/>
    <w:rsid w:val="00601B53"/>
    <w:rsid w:val="00601E71"/>
    <w:rsid w:val="0060222C"/>
    <w:rsid w:val="00602651"/>
    <w:rsid w:val="006028FA"/>
    <w:rsid w:val="00602D6E"/>
    <w:rsid w:val="006039C9"/>
    <w:rsid w:val="00604410"/>
    <w:rsid w:val="00605162"/>
    <w:rsid w:val="00605265"/>
    <w:rsid w:val="006055EF"/>
    <w:rsid w:val="00605B8F"/>
    <w:rsid w:val="00605D2E"/>
    <w:rsid w:val="00605DA9"/>
    <w:rsid w:val="00606BE6"/>
    <w:rsid w:val="00606C78"/>
    <w:rsid w:val="00606EC7"/>
    <w:rsid w:val="0060757F"/>
    <w:rsid w:val="00607596"/>
    <w:rsid w:val="0060773B"/>
    <w:rsid w:val="00607E5D"/>
    <w:rsid w:val="00610042"/>
    <w:rsid w:val="006103B0"/>
    <w:rsid w:val="00610C3D"/>
    <w:rsid w:val="00610D18"/>
    <w:rsid w:val="00610D8D"/>
    <w:rsid w:val="00610DDC"/>
    <w:rsid w:val="006110AE"/>
    <w:rsid w:val="006127F8"/>
    <w:rsid w:val="00612B43"/>
    <w:rsid w:val="00612D35"/>
    <w:rsid w:val="006130F7"/>
    <w:rsid w:val="006132A3"/>
    <w:rsid w:val="0061346A"/>
    <w:rsid w:val="0061354B"/>
    <w:rsid w:val="0061366C"/>
    <w:rsid w:val="00613CC3"/>
    <w:rsid w:val="0061460E"/>
    <w:rsid w:val="006147E4"/>
    <w:rsid w:val="0061480E"/>
    <w:rsid w:val="00614E3B"/>
    <w:rsid w:val="006150ED"/>
    <w:rsid w:val="00615162"/>
    <w:rsid w:val="006153FC"/>
    <w:rsid w:val="00615553"/>
    <w:rsid w:val="0061556E"/>
    <w:rsid w:val="006155C9"/>
    <w:rsid w:val="0061578F"/>
    <w:rsid w:val="00616257"/>
    <w:rsid w:val="00616978"/>
    <w:rsid w:val="00617BAC"/>
    <w:rsid w:val="006204FF"/>
    <w:rsid w:val="00620AF2"/>
    <w:rsid w:val="00620BC8"/>
    <w:rsid w:val="00621276"/>
    <w:rsid w:val="00621542"/>
    <w:rsid w:val="006215FD"/>
    <w:rsid w:val="00621C61"/>
    <w:rsid w:val="006220D8"/>
    <w:rsid w:val="0062214F"/>
    <w:rsid w:val="00622444"/>
    <w:rsid w:val="0062269E"/>
    <w:rsid w:val="0062294A"/>
    <w:rsid w:val="00622EE8"/>
    <w:rsid w:val="0062323B"/>
    <w:rsid w:val="00623447"/>
    <w:rsid w:val="006237E6"/>
    <w:rsid w:val="0062393B"/>
    <w:rsid w:val="00623A5F"/>
    <w:rsid w:val="00623E2D"/>
    <w:rsid w:val="00623F16"/>
    <w:rsid w:val="006241D3"/>
    <w:rsid w:val="006241DF"/>
    <w:rsid w:val="00624278"/>
    <w:rsid w:val="006247C6"/>
    <w:rsid w:val="00624FCC"/>
    <w:rsid w:val="00624FFB"/>
    <w:rsid w:val="0062509C"/>
    <w:rsid w:val="00625143"/>
    <w:rsid w:val="006251E2"/>
    <w:rsid w:val="00625253"/>
    <w:rsid w:val="0062580A"/>
    <w:rsid w:val="006263D0"/>
    <w:rsid w:val="00626CE9"/>
    <w:rsid w:val="0062748B"/>
    <w:rsid w:val="006277AC"/>
    <w:rsid w:val="006279A0"/>
    <w:rsid w:val="00627DD4"/>
    <w:rsid w:val="00627E33"/>
    <w:rsid w:val="00630315"/>
    <w:rsid w:val="0063069D"/>
    <w:rsid w:val="0063084A"/>
    <w:rsid w:val="00630F3D"/>
    <w:rsid w:val="00631070"/>
    <w:rsid w:val="006313CC"/>
    <w:rsid w:val="006320F0"/>
    <w:rsid w:val="0063261F"/>
    <w:rsid w:val="00632A17"/>
    <w:rsid w:val="00632D66"/>
    <w:rsid w:val="00632FC8"/>
    <w:rsid w:val="0063344E"/>
    <w:rsid w:val="006338E8"/>
    <w:rsid w:val="00634511"/>
    <w:rsid w:val="00634632"/>
    <w:rsid w:val="00634A1A"/>
    <w:rsid w:val="00635123"/>
    <w:rsid w:val="006354DF"/>
    <w:rsid w:val="0063557C"/>
    <w:rsid w:val="00635708"/>
    <w:rsid w:val="006357AB"/>
    <w:rsid w:val="006361ED"/>
    <w:rsid w:val="006364E8"/>
    <w:rsid w:val="006368A1"/>
    <w:rsid w:val="00636970"/>
    <w:rsid w:val="0063716B"/>
    <w:rsid w:val="00640656"/>
    <w:rsid w:val="006410B5"/>
    <w:rsid w:val="00641107"/>
    <w:rsid w:val="00641645"/>
    <w:rsid w:val="0064168A"/>
    <w:rsid w:val="006417A7"/>
    <w:rsid w:val="00641AE6"/>
    <w:rsid w:val="00641E7D"/>
    <w:rsid w:val="00641EB9"/>
    <w:rsid w:val="00642440"/>
    <w:rsid w:val="00642720"/>
    <w:rsid w:val="00643641"/>
    <w:rsid w:val="006438DA"/>
    <w:rsid w:val="00643C5D"/>
    <w:rsid w:val="00644551"/>
    <w:rsid w:val="00644951"/>
    <w:rsid w:val="0064593A"/>
    <w:rsid w:val="006459A4"/>
    <w:rsid w:val="006460BB"/>
    <w:rsid w:val="006461B2"/>
    <w:rsid w:val="00646214"/>
    <w:rsid w:val="006464E5"/>
    <w:rsid w:val="00646987"/>
    <w:rsid w:val="00646E64"/>
    <w:rsid w:val="0064760E"/>
    <w:rsid w:val="006477FA"/>
    <w:rsid w:val="00647B82"/>
    <w:rsid w:val="00647EF2"/>
    <w:rsid w:val="006507BC"/>
    <w:rsid w:val="00650C69"/>
    <w:rsid w:val="00651475"/>
    <w:rsid w:val="00651618"/>
    <w:rsid w:val="006523BD"/>
    <w:rsid w:val="00652883"/>
    <w:rsid w:val="00652BE2"/>
    <w:rsid w:val="00652D6E"/>
    <w:rsid w:val="00652FA4"/>
    <w:rsid w:val="00652FC4"/>
    <w:rsid w:val="0065353A"/>
    <w:rsid w:val="00653962"/>
    <w:rsid w:val="006539B8"/>
    <w:rsid w:val="00653A2B"/>
    <w:rsid w:val="00653B76"/>
    <w:rsid w:val="00653EA0"/>
    <w:rsid w:val="00653EBF"/>
    <w:rsid w:val="006543F4"/>
    <w:rsid w:val="00654405"/>
    <w:rsid w:val="00654B6E"/>
    <w:rsid w:val="006550BE"/>
    <w:rsid w:val="00655413"/>
    <w:rsid w:val="00655B3B"/>
    <w:rsid w:val="00656ACC"/>
    <w:rsid w:val="00656C99"/>
    <w:rsid w:val="00657164"/>
    <w:rsid w:val="0065735A"/>
    <w:rsid w:val="006575A3"/>
    <w:rsid w:val="00657B72"/>
    <w:rsid w:val="00657E48"/>
    <w:rsid w:val="00657EF9"/>
    <w:rsid w:val="00657F20"/>
    <w:rsid w:val="00660188"/>
    <w:rsid w:val="00660271"/>
    <w:rsid w:val="00660DB1"/>
    <w:rsid w:val="00661519"/>
    <w:rsid w:val="00662291"/>
    <w:rsid w:val="006628E9"/>
    <w:rsid w:val="00662B3B"/>
    <w:rsid w:val="00662E59"/>
    <w:rsid w:val="00662F2C"/>
    <w:rsid w:val="006635E0"/>
    <w:rsid w:val="006636E0"/>
    <w:rsid w:val="00663A53"/>
    <w:rsid w:val="00664924"/>
    <w:rsid w:val="00665390"/>
    <w:rsid w:val="00665D8B"/>
    <w:rsid w:val="00665DB3"/>
    <w:rsid w:val="00665E3F"/>
    <w:rsid w:val="00665E79"/>
    <w:rsid w:val="006664FF"/>
    <w:rsid w:val="00667059"/>
    <w:rsid w:val="00667222"/>
    <w:rsid w:val="0066768A"/>
    <w:rsid w:val="00667D92"/>
    <w:rsid w:val="006704C9"/>
    <w:rsid w:val="00670B89"/>
    <w:rsid w:val="00670E09"/>
    <w:rsid w:val="00670FBA"/>
    <w:rsid w:val="00671343"/>
    <w:rsid w:val="00671D87"/>
    <w:rsid w:val="00671F54"/>
    <w:rsid w:val="006723B2"/>
    <w:rsid w:val="006728E4"/>
    <w:rsid w:val="00672B5B"/>
    <w:rsid w:val="00672E36"/>
    <w:rsid w:val="00674595"/>
    <w:rsid w:val="00674CE0"/>
    <w:rsid w:val="00674D6A"/>
    <w:rsid w:val="0067549B"/>
    <w:rsid w:val="00675DB5"/>
    <w:rsid w:val="00676474"/>
    <w:rsid w:val="006766B0"/>
    <w:rsid w:val="006767F7"/>
    <w:rsid w:val="00676BED"/>
    <w:rsid w:val="00676DBB"/>
    <w:rsid w:val="00676DC4"/>
    <w:rsid w:val="00676F38"/>
    <w:rsid w:val="006775E6"/>
    <w:rsid w:val="006776BF"/>
    <w:rsid w:val="006777D7"/>
    <w:rsid w:val="00677909"/>
    <w:rsid w:val="0068042A"/>
    <w:rsid w:val="006809F6"/>
    <w:rsid w:val="00680A2B"/>
    <w:rsid w:val="00681075"/>
    <w:rsid w:val="00681C93"/>
    <w:rsid w:val="0068210E"/>
    <w:rsid w:val="0068255B"/>
    <w:rsid w:val="00682A26"/>
    <w:rsid w:val="00682D47"/>
    <w:rsid w:val="00682E8D"/>
    <w:rsid w:val="00683002"/>
    <w:rsid w:val="00683074"/>
    <w:rsid w:val="00683428"/>
    <w:rsid w:val="006838CA"/>
    <w:rsid w:val="0068406B"/>
    <w:rsid w:val="00684467"/>
    <w:rsid w:val="006849B8"/>
    <w:rsid w:val="00684AE1"/>
    <w:rsid w:val="00684E75"/>
    <w:rsid w:val="006850DB"/>
    <w:rsid w:val="00685361"/>
    <w:rsid w:val="00685B6B"/>
    <w:rsid w:val="00685E88"/>
    <w:rsid w:val="00685F40"/>
    <w:rsid w:val="0068625B"/>
    <w:rsid w:val="006862D3"/>
    <w:rsid w:val="006865A6"/>
    <w:rsid w:val="006868FE"/>
    <w:rsid w:val="00686E4D"/>
    <w:rsid w:val="00687029"/>
    <w:rsid w:val="006879AA"/>
    <w:rsid w:val="00687B65"/>
    <w:rsid w:val="00687D45"/>
    <w:rsid w:val="0069119A"/>
    <w:rsid w:val="00691875"/>
    <w:rsid w:val="006920E8"/>
    <w:rsid w:val="00692A91"/>
    <w:rsid w:val="00692B85"/>
    <w:rsid w:val="00693148"/>
    <w:rsid w:val="00693519"/>
    <w:rsid w:val="00693924"/>
    <w:rsid w:val="006944EB"/>
    <w:rsid w:val="00694B44"/>
    <w:rsid w:val="00694B55"/>
    <w:rsid w:val="00695124"/>
    <w:rsid w:val="00695359"/>
    <w:rsid w:val="00695A08"/>
    <w:rsid w:val="00695BFF"/>
    <w:rsid w:val="00695E18"/>
    <w:rsid w:val="00695EC4"/>
    <w:rsid w:val="00696590"/>
    <w:rsid w:val="00697033"/>
    <w:rsid w:val="0069703B"/>
    <w:rsid w:val="00697911"/>
    <w:rsid w:val="00697BB4"/>
    <w:rsid w:val="006A030D"/>
    <w:rsid w:val="006A0388"/>
    <w:rsid w:val="006A0418"/>
    <w:rsid w:val="006A04B2"/>
    <w:rsid w:val="006A0AA3"/>
    <w:rsid w:val="006A17EB"/>
    <w:rsid w:val="006A182E"/>
    <w:rsid w:val="006A1D1D"/>
    <w:rsid w:val="006A1DBD"/>
    <w:rsid w:val="006A2211"/>
    <w:rsid w:val="006A26CC"/>
    <w:rsid w:val="006A2853"/>
    <w:rsid w:val="006A32BE"/>
    <w:rsid w:val="006A3874"/>
    <w:rsid w:val="006A4154"/>
    <w:rsid w:val="006A43B1"/>
    <w:rsid w:val="006A475E"/>
    <w:rsid w:val="006A4B9B"/>
    <w:rsid w:val="006A4C8E"/>
    <w:rsid w:val="006A4EB2"/>
    <w:rsid w:val="006A50E8"/>
    <w:rsid w:val="006A5321"/>
    <w:rsid w:val="006A5B4A"/>
    <w:rsid w:val="006A62AF"/>
    <w:rsid w:val="006A6333"/>
    <w:rsid w:val="006A6E97"/>
    <w:rsid w:val="006A7A0E"/>
    <w:rsid w:val="006A7EF1"/>
    <w:rsid w:val="006A7FC1"/>
    <w:rsid w:val="006B0471"/>
    <w:rsid w:val="006B04FF"/>
    <w:rsid w:val="006B0611"/>
    <w:rsid w:val="006B07F9"/>
    <w:rsid w:val="006B0A3A"/>
    <w:rsid w:val="006B0BFC"/>
    <w:rsid w:val="006B0CF5"/>
    <w:rsid w:val="006B0F8D"/>
    <w:rsid w:val="006B1E94"/>
    <w:rsid w:val="006B221E"/>
    <w:rsid w:val="006B2583"/>
    <w:rsid w:val="006B25ED"/>
    <w:rsid w:val="006B2A6D"/>
    <w:rsid w:val="006B2B92"/>
    <w:rsid w:val="006B2EEE"/>
    <w:rsid w:val="006B2FA8"/>
    <w:rsid w:val="006B2FED"/>
    <w:rsid w:val="006B3476"/>
    <w:rsid w:val="006B3C89"/>
    <w:rsid w:val="006B41AD"/>
    <w:rsid w:val="006B4A82"/>
    <w:rsid w:val="006B4C25"/>
    <w:rsid w:val="006B50E5"/>
    <w:rsid w:val="006B582E"/>
    <w:rsid w:val="006B5A57"/>
    <w:rsid w:val="006B5F8C"/>
    <w:rsid w:val="006B650C"/>
    <w:rsid w:val="006B69B4"/>
    <w:rsid w:val="006B6C58"/>
    <w:rsid w:val="006B7808"/>
    <w:rsid w:val="006B7B57"/>
    <w:rsid w:val="006C0420"/>
    <w:rsid w:val="006C0738"/>
    <w:rsid w:val="006C14F6"/>
    <w:rsid w:val="006C1908"/>
    <w:rsid w:val="006C1E02"/>
    <w:rsid w:val="006C219F"/>
    <w:rsid w:val="006C2485"/>
    <w:rsid w:val="006C29A9"/>
    <w:rsid w:val="006C36EB"/>
    <w:rsid w:val="006C3872"/>
    <w:rsid w:val="006C3925"/>
    <w:rsid w:val="006C3CC6"/>
    <w:rsid w:val="006C3E9C"/>
    <w:rsid w:val="006C3FB1"/>
    <w:rsid w:val="006C4046"/>
    <w:rsid w:val="006C4622"/>
    <w:rsid w:val="006C5310"/>
    <w:rsid w:val="006C54C3"/>
    <w:rsid w:val="006C5834"/>
    <w:rsid w:val="006C5D5C"/>
    <w:rsid w:val="006C607C"/>
    <w:rsid w:val="006C6413"/>
    <w:rsid w:val="006C65F2"/>
    <w:rsid w:val="006C6FBD"/>
    <w:rsid w:val="006C736F"/>
    <w:rsid w:val="006C7388"/>
    <w:rsid w:val="006C75E7"/>
    <w:rsid w:val="006C7C30"/>
    <w:rsid w:val="006C7E94"/>
    <w:rsid w:val="006C7F30"/>
    <w:rsid w:val="006D00BB"/>
    <w:rsid w:val="006D02DF"/>
    <w:rsid w:val="006D1590"/>
    <w:rsid w:val="006D1591"/>
    <w:rsid w:val="006D161F"/>
    <w:rsid w:val="006D17AC"/>
    <w:rsid w:val="006D1DCD"/>
    <w:rsid w:val="006D2187"/>
    <w:rsid w:val="006D3565"/>
    <w:rsid w:val="006D35CB"/>
    <w:rsid w:val="006D37C9"/>
    <w:rsid w:val="006D3A3A"/>
    <w:rsid w:val="006D3C57"/>
    <w:rsid w:val="006D3FB0"/>
    <w:rsid w:val="006D43FD"/>
    <w:rsid w:val="006D4512"/>
    <w:rsid w:val="006D4640"/>
    <w:rsid w:val="006D4AAE"/>
    <w:rsid w:val="006D4AC1"/>
    <w:rsid w:val="006D5182"/>
    <w:rsid w:val="006D5256"/>
    <w:rsid w:val="006D5335"/>
    <w:rsid w:val="006D56BA"/>
    <w:rsid w:val="006D5711"/>
    <w:rsid w:val="006D5835"/>
    <w:rsid w:val="006D62F1"/>
    <w:rsid w:val="006D6ABB"/>
    <w:rsid w:val="006D6C77"/>
    <w:rsid w:val="006D6EA5"/>
    <w:rsid w:val="006D7A5E"/>
    <w:rsid w:val="006D7C84"/>
    <w:rsid w:val="006E0134"/>
    <w:rsid w:val="006E0289"/>
    <w:rsid w:val="006E0429"/>
    <w:rsid w:val="006E0547"/>
    <w:rsid w:val="006E0E78"/>
    <w:rsid w:val="006E1051"/>
    <w:rsid w:val="006E1460"/>
    <w:rsid w:val="006E189A"/>
    <w:rsid w:val="006E1A11"/>
    <w:rsid w:val="006E1A4B"/>
    <w:rsid w:val="006E1B59"/>
    <w:rsid w:val="006E1FED"/>
    <w:rsid w:val="006E254C"/>
    <w:rsid w:val="006E26F5"/>
    <w:rsid w:val="006E29EE"/>
    <w:rsid w:val="006E306D"/>
    <w:rsid w:val="006E3AD1"/>
    <w:rsid w:val="006E423E"/>
    <w:rsid w:val="006E4338"/>
    <w:rsid w:val="006E4ABA"/>
    <w:rsid w:val="006E4AE5"/>
    <w:rsid w:val="006E54DE"/>
    <w:rsid w:val="006E552C"/>
    <w:rsid w:val="006E566C"/>
    <w:rsid w:val="006E624E"/>
    <w:rsid w:val="006E69C6"/>
    <w:rsid w:val="006E69CF"/>
    <w:rsid w:val="006E6C91"/>
    <w:rsid w:val="006E75D4"/>
    <w:rsid w:val="006E79C0"/>
    <w:rsid w:val="006E7E23"/>
    <w:rsid w:val="006F004C"/>
    <w:rsid w:val="006F010D"/>
    <w:rsid w:val="006F01AA"/>
    <w:rsid w:val="006F03B4"/>
    <w:rsid w:val="006F06B4"/>
    <w:rsid w:val="006F0883"/>
    <w:rsid w:val="006F0989"/>
    <w:rsid w:val="006F0A40"/>
    <w:rsid w:val="006F0AE4"/>
    <w:rsid w:val="006F0C15"/>
    <w:rsid w:val="006F0E28"/>
    <w:rsid w:val="006F0EAC"/>
    <w:rsid w:val="006F1999"/>
    <w:rsid w:val="006F1CD0"/>
    <w:rsid w:val="006F22A9"/>
    <w:rsid w:val="006F290B"/>
    <w:rsid w:val="006F2C8A"/>
    <w:rsid w:val="006F2DA4"/>
    <w:rsid w:val="006F303F"/>
    <w:rsid w:val="006F3176"/>
    <w:rsid w:val="006F3BDB"/>
    <w:rsid w:val="006F424F"/>
    <w:rsid w:val="006F483E"/>
    <w:rsid w:val="006F49A5"/>
    <w:rsid w:val="006F53CE"/>
    <w:rsid w:val="006F595A"/>
    <w:rsid w:val="006F5B90"/>
    <w:rsid w:val="006F694C"/>
    <w:rsid w:val="006F6A44"/>
    <w:rsid w:val="006F6CF3"/>
    <w:rsid w:val="006F725C"/>
    <w:rsid w:val="006F77B7"/>
    <w:rsid w:val="006F78FB"/>
    <w:rsid w:val="006F7DFD"/>
    <w:rsid w:val="006F7EC1"/>
    <w:rsid w:val="006F7EF0"/>
    <w:rsid w:val="00700359"/>
    <w:rsid w:val="007007D5"/>
    <w:rsid w:val="00700AFF"/>
    <w:rsid w:val="00700BDB"/>
    <w:rsid w:val="0070123E"/>
    <w:rsid w:val="007016EF"/>
    <w:rsid w:val="00701A3B"/>
    <w:rsid w:val="00701AD6"/>
    <w:rsid w:val="00701B8B"/>
    <w:rsid w:val="00701EBE"/>
    <w:rsid w:val="007020E1"/>
    <w:rsid w:val="0070282D"/>
    <w:rsid w:val="0070298B"/>
    <w:rsid w:val="007029C5"/>
    <w:rsid w:val="00702AFB"/>
    <w:rsid w:val="00702E1E"/>
    <w:rsid w:val="007032A9"/>
    <w:rsid w:val="00703520"/>
    <w:rsid w:val="00703591"/>
    <w:rsid w:val="00703846"/>
    <w:rsid w:val="00703BEA"/>
    <w:rsid w:val="00704058"/>
    <w:rsid w:val="00704220"/>
    <w:rsid w:val="00704663"/>
    <w:rsid w:val="007046CF"/>
    <w:rsid w:val="007059A7"/>
    <w:rsid w:val="00705ADB"/>
    <w:rsid w:val="00705BDB"/>
    <w:rsid w:val="00705F6C"/>
    <w:rsid w:val="00706470"/>
    <w:rsid w:val="00706910"/>
    <w:rsid w:val="00706E8F"/>
    <w:rsid w:val="00706EFB"/>
    <w:rsid w:val="00707060"/>
    <w:rsid w:val="00707354"/>
    <w:rsid w:val="007073A3"/>
    <w:rsid w:val="00707629"/>
    <w:rsid w:val="00707D55"/>
    <w:rsid w:val="0071021F"/>
    <w:rsid w:val="007111CB"/>
    <w:rsid w:val="00711B04"/>
    <w:rsid w:val="00711FDB"/>
    <w:rsid w:val="00712666"/>
    <w:rsid w:val="007128C6"/>
    <w:rsid w:val="0071292F"/>
    <w:rsid w:val="00712981"/>
    <w:rsid w:val="00712BF5"/>
    <w:rsid w:val="00712CB0"/>
    <w:rsid w:val="00712CD0"/>
    <w:rsid w:val="00713045"/>
    <w:rsid w:val="007130B5"/>
    <w:rsid w:val="00713A15"/>
    <w:rsid w:val="00713DDC"/>
    <w:rsid w:val="00713DF5"/>
    <w:rsid w:val="00713E33"/>
    <w:rsid w:val="00714894"/>
    <w:rsid w:val="00714AD4"/>
    <w:rsid w:val="00714B27"/>
    <w:rsid w:val="00714B8E"/>
    <w:rsid w:val="00715335"/>
    <w:rsid w:val="00715503"/>
    <w:rsid w:val="00715616"/>
    <w:rsid w:val="007156D0"/>
    <w:rsid w:val="00715AC4"/>
    <w:rsid w:val="00715EB9"/>
    <w:rsid w:val="0071618A"/>
    <w:rsid w:val="0071641F"/>
    <w:rsid w:val="0071645F"/>
    <w:rsid w:val="00717661"/>
    <w:rsid w:val="00717F75"/>
    <w:rsid w:val="007204B4"/>
    <w:rsid w:val="00720E1F"/>
    <w:rsid w:val="00721334"/>
    <w:rsid w:val="00721868"/>
    <w:rsid w:val="0072255D"/>
    <w:rsid w:val="00722744"/>
    <w:rsid w:val="0072294D"/>
    <w:rsid w:val="00722984"/>
    <w:rsid w:val="00722B84"/>
    <w:rsid w:val="00722D69"/>
    <w:rsid w:val="00722DC7"/>
    <w:rsid w:val="00722F4B"/>
    <w:rsid w:val="00723487"/>
    <w:rsid w:val="007234EE"/>
    <w:rsid w:val="007238C5"/>
    <w:rsid w:val="00723BAB"/>
    <w:rsid w:val="00723CC5"/>
    <w:rsid w:val="00724DFD"/>
    <w:rsid w:val="00725312"/>
    <w:rsid w:val="00725561"/>
    <w:rsid w:val="0072577F"/>
    <w:rsid w:val="00726B9F"/>
    <w:rsid w:val="00726F6B"/>
    <w:rsid w:val="0072734F"/>
    <w:rsid w:val="007274BB"/>
    <w:rsid w:val="007278CC"/>
    <w:rsid w:val="00727EB6"/>
    <w:rsid w:val="00730088"/>
    <w:rsid w:val="007300F6"/>
    <w:rsid w:val="00730324"/>
    <w:rsid w:val="007303DF"/>
    <w:rsid w:val="007304E5"/>
    <w:rsid w:val="00730C1D"/>
    <w:rsid w:val="00731177"/>
    <w:rsid w:val="0073128C"/>
    <w:rsid w:val="007316A5"/>
    <w:rsid w:val="00731DB3"/>
    <w:rsid w:val="0073211E"/>
    <w:rsid w:val="00732230"/>
    <w:rsid w:val="0073290B"/>
    <w:rsid w:val="00732B8D"/>
    <w:rsid w:val="00732D94"/>
    <w:rsid w:val="00732F9D"/>
    <w:rsid w:val="00733188"/>
    <w:rsid w:val="00733543"/>
    <w:rsid w:val="00733780"/>
    <w:rsid w:val="00733C77"/>
    <w:rsid w:val="00734335"/>
    <w:rsid w:val="00734683"/>
    <w:rsid w:val="00734941"/>
    <w:rsid w:val="007349BE"/>
    <w:rsid w:val="00734E02"/>
    <w:rsid w:val="00735072"/>
    <w:rsid w:val="007358FE"/>
    <w:rsid w:val="00735A56"/>
    <w:rsid w:val="00735B0B"/>
    <w:rsid w:val="00736DD5"/>
    <w:rsid w:val="00736E46"/>
    <w:rsid w:val="0073741E"/>
    <w:rsid w:val="0073745E"/>
    <w:rsid w:val="0073751B"/>
    <w:rsid w:val="007375C0"/>
    <w:rsid w:val="0073770F"/>
    <w:rsid w:val="007377C4"/>
    <w:rsid w:val="00740343"/>
    <w:rsid w:val="0074058F"/>
    <w:rsid w:val="0074068D"/>
    <w:rsid w:val="007408F5"/>
    <w:rsid w:val="00740B4B"/>
    <w:rsid w:val="00741508"/>
    <w:rsid w:val="0074171B"/>
    <w:rsid w:val="007418A7"/>
    <w:rsid w:val="007419EB"/>
    <w:rsid w:val="00742D98"/>
    <w:rsid w:val="00742EE7"/>
    <w:rsid w:val="00742FD3"/>
    <w:rsid w:val="00743209"/>
    <w:rsid w:val="007433CB"/>
    <w:rsid w:val="0074347D"/>
    <w:rsid w:val="007438C8"/>
    <w:rsid w:val="00743C52"/>
    <w:rsid w:val="007441D1"/>
    <w:rsid w:val="0074431B"/>
    <w:rsid w:val="00744991"/>
    <w:rsid w:val="007449B5"/>
    <w:rsid w:val="00744AE7"/>
    <w:rsid w:val="00745C1C"/>
    <w:rsid w:val="0074652C"/>
    <w:rsid w:val="00746993"/>
    <w:rsid w:val="007475BF"/>
    <w:rsid w:val="007475E6"/>
    <w:rsid w:val="00747CC6"/>
    <w:rsid w:val="00747F96"/>
    <w:rsid w:val="00750114"/>
    <w:rsid w:val="0075036D"/>
    <w:rsid w:val="00750638"/>
    <w:rsid w:val="00750663"/>
    <w:rsid w:val="007506B7"/>
    <w:rsid w:val="00750768"/>
    <w:rsid w:val="0075087C"/>
    <w:rsid w:val="00750CF1"/>
    <w:rsid w:val="00750F4E"/>
    <w:rsid w:val="00751829"/>
    <w:rsid w:val="00751B06"/>
    <w:rsid w:val="00751DE8"/>
    <w:rsid w:val="00752223"/>
    <w:rsid w:val="0075291E"/>
    <w:rsid w:val="00752E15"/>
    <w:rsid w:val="00752F15"/>
    <w:rsid w:val="007531D6"/>
    <w:rsid w:val="00753396"/>
    <w:rsid w:val="00753900"/>
    <w:rsid w:val="00753CC4"/>
    <w:rsid w:val="00754C8C"/>
    <w:rsid w:val="00755213"/>
    <w:rsid w:val="007568BF"/>
    <w:rsid w:val="00757240"/>
    <w:rsid w:val="0075729D"/>
    <w:rsid w:val="007578E7"/>
    <w:rsid w:val="00757AF7"/>
    <w:rsid w:val="00757CD4"/>
    <w:rsid w:val="0076004D"/>
    <w:rsid w:val="0076091B"/>
    <w:rsid w:val="00761123"/>
    <w:rsid w:val="00761381"/>
    <w:rsid w:val="00761959"/>
    <w:rsid w:val="00761D8F"/>
    <w:rsid w:val="007626C6"/>
    <w:rsid w:val="0076287A"/>
    <w:rsid w:val="00762953"/>
    <w:rsid w:val="00762BF6"/>
    <w:rsid w:val="00763489"/>
    <w:rsid w:val="00763752"/>
    <w:rsid w:val="00764394"/>
    <w:rsid w:val="007643D1"/>
    <w:rsid w:val="00764757"/>
    <w:rsid w:val="00764D76"/>
    <w:rsid w:val="00764D86"/>
    <w:rsid w:val="00764E55"/>
    <w:rsid w:val="007658F0"/>
    <w:rsid w:val="00765A1D"/>
    <w:rsid w:val="00765AB8"/>
    <w:rsid w:val="00765F15"/>
    <w:rsid w:val="00765F33"/>
    <w:rsid w:val="00766263"/>
    <w:rsid w:val="007665D7"/>
    <w:rsid w:val="00766945"/>
    <w:rsid w:val="007670FE"/>
    <w:rsid w:val="00767702"/>
    <w:rsid w:val="00767B66"/>
    <w:rsid w:val="00767FD4"/>
    <w:rsid w:val="00770142"/>
    <w:rsid w:val="00770639"/>
    <w:rsid w:val="0077086E"/>
    <w:rsid w:val="007710CF"/>
    <w:rsid w:val="007711C2"/>
    <w:rsid w:val="007711D8"/>
    <w:rsid w:val="00771D10"/>
    <w:rsid w:val="0077292E"/>
    <w:rsid w:val="00772936"/>
    <w:rsid w:val="00772B2A"/>
    <w:rsid w:val="00772B53"/>
    <w:rsid w:val="00772CAE"/>
    <w:rsid w:val="00772E13"/>
    <w:rsid w:val="007735A0"/>
    <w:rsid w:val="0077388B"/>
    <w:rsid w:val="00773B05"/>
    <w:rsid w:val="00773ECD"/>
    <w:rsid w:val="00774EFD"/>
    <w:rsid w:val="007750AA"/>
    <w:rsid w:val="00775123"/>
    <w:rsid w:val="0077523C"/>
    <w:rsid w:val="00775E23"/>
    <w:rsid w:val="00776608"/>
    <w:rsid w:val="00776925"/>
    <w:rsid w:val="00777914"/>
    <w:rsid w:val="00777EE5"/>
    <w:rsid w:val="00780139"/>
    <w:rsid w:val="007802F9"/>
    <w:rsid w:val="00780B64"/>
    <w:rsid w:val="00780CD2"/>
    <w:rsid w:val="00780EC0"/>
    <w:rsid w:val="00781A4F"/>
    <w:rsid w:val="00781D27"/>
    <w:rsid w:val="007823AA"/>
    <w:rsid w:val="007825DA"/>
    <w:rsid w:val="00782689"/>
    <w:rsid w:val="00782AC8"/>
    <w:rsid w:val="00782F50"/>
    <w:rsid w:val="00783516"/>
    <w:rsid w:val="00783BC6"/>
    <w:rsid w:val="00784A2A"/>
    <w:rsid w:val="00784A64"/>
    <w:rsid w:val="00784A66"/>
    <w:rsid w:val="00784D99"/>
    <w:rsid w:val="0078533D"/>
    <w:rsid w:val="007853B0"/>
    <w:rsid w:val="007858B2"/>
    <w:rsid w:val="007859D1"/>
    <w:rsid w:val="00785D83"/>
    <w:rsid w:val="00785DC6"/>
    <w:rsid w:val="00785E1C"/>
    <w:rsid w:val="00785E62"/>
    <w:rsid w:val="007864BB"/>
    <w:rsid w:val="00786709"/>
    <w:rsid w:val="0078670B"/>
    <w:rsid w:val="00786D08"/>
    <w:rsid w:val="00786EF2"/>
    <w:rsid w:val="00787256"/>
    <w:rsid w:val="007874CB"/>
    <w:rsid w:val="007875B5"/>
    <w:rsid w:val="00787B70"/>
    <w:rsid w:val="00787B75"/>
    <w:rsid w:val="00787F99"/>
    <w:rsid w:val="0079000E"/>
    <w:rsid w:val="00790EB2"/>
    <w:rsid w:val="007918CA"/>
    <w:rsid w:val="00791A96"/>
    <w:rsid w:val="00791AB1"/>
    <w:rsid w:val="00791ADD"/>
    <w:rsid w:val="00791FE6"/>
    <w:rsid w:val="0079243A"/>
    <w:rsid w:val="007924A5"/>
    <w:rsid w:val="00792707"/>
    <w:rsid w:val="00792748"/>
    <w:rsid w:val="00792C6D"/>
    <w:rsid w:val="00793F1A"/>
    <w:rsid w:val="00794316"/>
    <w:rsid w:val="00794351"/>
    <w:rsid w:val="0079465F"/>
    <w:rsid w:val="0079485D"/>
    <w:rsid w:val="0079488A"/>
    <w:rsid w:val="00794BB3"/>
    <w:rsid w:val="00794F6F"/>
    <w:rsid w:val="007957A5"/>
    <w:rsid w:val="00795DCB"/>
    <w:rsid w:val="007968A7"/>
    <w:rsid w:val="00796B9D"/>
    <w:rsid w:val="00796BC7"/>
    <w:rsid w:val="00796C69"/>
    <w:rsid w:val="00796FF7"/>
    <w:rsid w:val="007974DB"/>
    <w:rsid w:val="007974EA"/>
    <w:rsid w:val="007977CD"/>
    <w:rsid w:val="0079785A"/>
    <w:rsid w:val="007A05D8"/>
    <w:rsid w:val="007A0837"/>
    <w:rsid w:val="007A0B29"/>
    <w:rsid w:val="007A1266"/>
    <w:rsid w:val="007A1557"/>
    <w:rsid w:val="007A1775"/>
    <w:rsid w:val="007A1AA5"/>
    <w:rsid w:val="007A1B3C"/>
    <w:rsid w:val="007A1C26"/>
    <w:rsid w:val="007A1D67"/>
    <w:rsid w:val="007A224E"/>
    <w:rsid w:val="007A2EF6"/>
    <w:rsid w:val="007A345A"/>
    <w:rsid w:val="007A35C8"/>
    <w:rsid w:val="007A372A"/>
    <w:rsid w:val="007A3A4E"/>
    <w:rsid w:val="007A3B2E"/>
    <w:rsid w:val="007A3E44"/>
    <w:rsid w:val="007A3E88"/>
    <w:rsid w:val="007A5143"/>
    <w:rsid w:val="007A53EC"/>
    <w:rsid w:val="007A56A6"/>
    <w:rsid w:val="007A5C3C"/>
    <w:rsid w:val="007A657A"/>
    <w:rsid w:val="007A65D3"/>
    <w:rsid w:val="007A66AC"/>
    <w:rsid w:val="007A6934"/>
    <w:rsid w:val="007A6A4F"/>
    <w:rsid w:val="007A6C2F"/>
    <w:rsid w:val="007A6C4D"/>
    <w:rsid w:val="007A71B6"/>
    <w:rsid w:val="007A71F8"/>
    <w:rsid w:val="007A7877"/>
    <w:rsid w:val="007A7A89"/>
    <w:rsid w:val="007A7CA5"/>
    <w:rsid w:val="007A7DA2"/>
    <w:rsid w:val="007B0082"/>
    <w:rsid w:val="007B0A1F"/>
    <w:rsid w:val="007B12DE"/>
    <w:rsid w:val="007B1B76"/>
    <w:rsid w:val="007B1C57"/>
    <w:rsid w:val="007B247C"/>
    <w:rsid w:val="007B2838"/>
    <w:rsid w:val="007B31F2"/>
    <w:rsid w:val="007B3557"/>
    <w:rsid w:val="007B3C71"/>
    <w:rsid w:val="007B3E52"/>
    <w:rsid w:val="007B4AB8"/>
    <w:rsid w:val="007B56C8"/>
    <w:rsid w:val="007B5A7A"/>
    <w:rsid w:val="007B5B84"/>
    <w:rsid w:val="007B609B"/>
    <w:rsid w:val="007B6323"/>
    <w:rsid w:val="007B6A05"/>
    <w:rsid w:val="007B6C13"/>
    <w:rsid w:val="007B6F86"/>
    <w:rsid w:val="007B724F"/>
    <w:rsid w:val="007B7272"/>
    <w:rsid w:val="007B73B2"/>
    <w:rsid w:val="007B75DF"/>
    <w:rsid w:val="007B78E6"/>
    <w:rsid w:val="007B7A59"/>
    <w:rsid w:val="007B7F4C"/>
    <w:rsid w:val="007C0168"/>
    <w:rsid w:val="007C01ED"/>
    <w:rsid w:val="007C027F"/>
    <w:rsid w:val="007C04CF"/>
    <w:rsid w:val="007C04D7"/>
    <w:rsid w:val="007C08C5"/>
    <w:rsid w:val="007C1071"/>
    <w:rsid w:val="007C222A"/>
    <w:rsid w:val="007C260A"/>
    <w:rsid w:val="007C2659"/>
    <w:rsid w:val="007C2DEC"/>
    <w:rsid w:val="007C303D"/>
    <w:rsid w:val="007C30A6"/>
    <w:rsid w:val="007C38B3"/>
    <w:rsid w:val="007C3D05"/>
    <w:rsid w:val="007C4B2B"/>
    <w:rsid w:val="007C4EAE"/>
    <w:rsid w:val="007C517D"/>
    <w:rsid w:val="007C54BF"/>
    <w:rsid w:val="007C5A4D"/>
    <w:rsid w:val="007C5D4A"/>
    <w:rsid w:val="007C5F6E"/>
    <w:rsid w:val="007C6189"/>
    <w:rsid w:val="007C63D1"/>
    <w:rsid w:val="007C6500"/>
    <w:rsid w:val="007C7358"/>
    <w:rsid w:val="007C7369"/>
    <w:rsid w:val="007C7526"/>
    <w:rsid w:val="007C781D"/>
    <w:rsid w:val="007C79E7"/>
    <w:rsid w:val="007C7FDD"/>
    <w:rsid w:val="007D0532"/>
    <w:rsid w:val="007D0659"/>
    <w:rsid w:val="007D0ADD"/>
    <w:rsid w:val="007D0BE8"/>
    <w:rsid w:val="007D0DF0"/>
    <w:rsid w:val="007D1C26"/>
    <w:rsid w:val="007D1DDC"/>
    <w:rsid w:val="007D2171"/>
    <w:rsid w:val="007D24AC"/>
    <w:rsid w:val="007D2740"/>
    <w:rsid w:val="007D29B6"/>
    <w:rsid w:val="007D31A0"/>
    <w:rsid w:val="007D36F6"/>
    <w:rsid w:val="007D38BD"/>
    <w:rsid w:val="007D4215"/>
    <w:rsid w:val="007D42AE"/>
    <w:rsid w:val="007D469B"/>
    <w:rsid w:val="007D4C0E"/>
    <w:rsid w:val="007D5269"/>
    <w:rsid w:val="007D5307"/>
    <w:rsid w:val="007D5A31"/>
    <w:rsid w:val="007D5BE6"/>
    <w:rsid w:val="007D67CD"/>
    <w:rsid w:val="007D67D7"/>
    <w:rsid w:val="007D69E6"/>
    <w:rsid w:val="007D6AD4"/>
    <w:rsid w:val="007D6E87"/>
    <w:rsid w:val="007D7968"/>
    <w:rsid w:val="007D7B74"/>
    <w:rsid w:val="007D7E80"/>
    <w:rsid w:val="007E02CF"/>
    <w:rsid w:val="007E03D8"/>
    <w:rsid w:val="007E05FC"/>
    <w:rsid w:val="007E0CB3"/>
    <w:rsid w:val="007E1104"/>
    <w:rsid w:val="007E14D4"/>
    <w:rsid w:val="007E163B"/>
    <w:rsid w:val="007E1A8B"/>
    <w:rsid w:val="007E1C63"/>
    <w:rsid w:val="007E1F26"/>
    <w:rsid w:val="007E2574"/>
    <w:rsid w:val="007E2B3C"/>
    <w:rsid w:val="007E3013"/>
    <w:rsid w:val="007E3051"/>
    <w:rsid w:val="007E306B"/>
    <w:rsid w:val="007E3814"/>
    <w:rsid w:val="007E3A4D"/>
    <w:rsid w:val="007E4BDA"/>
    <w:rsid w:val="007E5698"/>
    <w:rsid w:val="007E5F12"/>
    <w:rsid w:val="007E62B9"/>
    <w:rsid w:val="007E6559"/>
    <w:rsid w:val="007E71AB"/>
    <w:rsid w:val="007E7647"/>
    <w:rsid w:val="007E769F"/>
    <w:rsid w:val="007E7935"/>
    <w:rsid w:val="007E7ADD"/>
    <w:rsid w:val="007F057E"/>
    <w:rsid w:val="007F08C4"/>
    <w:rsid w:val="007F0ED8"/>
    <w:rsid w:val="007F0F9D"/>
    <w:rsid w:val="007F1273"/>
    <w:rsid w:val="007F1324"/>
    <w:rsid w:val="007F1658"/>
    <w:rsid w:val="007F22BC"/>
    <w:rsid w:val="007F24A4"/>
    <w:rsid w:val="007F2CEF"/>
    <w:rsid w:val="007F2D53"/>
    <w:rsid w:val="007F2E55"/>
    <w:rsid w:val="007F2F1B"/>
    <w:rsid w:val="007F3702"/>
    <w:rsid w:val="007F4584"/>
    <w:rsid w:val="007F4614"/>
    <w:rsid w:val="007F4772"/>
    <w:rsid w:val="007F50CF"/>
    <w:rsid w:val="007F5214"/>
    <w:rsid w:val="007F527E"/>
    <w:rsid w:val="007F5AE6"/>
    <w:rsid w:val="007F5C6E"/>
    <w:rsid w:val="007F6077"/>
    <w:rsid w:val="007F68C3"/>
    <w:rsid w:val="007F694E"/>
    <w:rsid w:val="007F771E"/>
    <w:rsid w:val="007F7948"/>
    <w:rsid w:val="00800327"/>
    <w:rsid w:val="008008A0"/>
    <w:rsid w:val="00800AAF"/>
    <w:rsid w:val="008011D5"/>
    <w:rsid w:val="00801582"/>
    <w:rsid w:val="00801792"/>
    <w:rsid w:val="00801AF2"/>
    <w:rsid w:val="00801DC1"/>
    <w:rsid w:val="00801EDE"/>
    <w:rsid w:val="00802E62"/>
    <w:rsid w:val="008031BB"/>
    <w:rsid w:val="00803A5D"/>
    <w:rsid w:val="00803B6F"/>
    <w:rsid w:val="00803BCA"/>
    <w:rsid w:val="008046F0"/>
    <w:rsid w:val="008048BE"/>
    <w:rsid w:val="008049C6"/>
    <w:rsid w:val="00804E01"/>
    <w:rsid w:val="00804FCF"/>
    <w:rsid w:val="0080536B"/>
    <w:rsid w:val="0080557C"/>
    <w:rsid w:val="00805611"/>
    <w:rsid w:val="008061CC"/>
    <w:rsid w:val="0080626D"/>
    <w:rsid w:val="00807BA3"/>
    <w:rsid w:val="00807BC5"/>
    <w:rsid w:val="00807DD5"/>
    <w:rsid w:val="00807EBA"/>
    <w:rsid w:val="00810A09"/>
    <w:rsid w:val="00810D06"/>
    <w:rsid w:val="0081117E"/>
    <w:rsid w:val="008113BD"/>
    <w:rsid w:val="008114BE"/>
    <w:rsid w:val="00811EF7"/>
    <w:rsid w:val="00812E87"/>
    <w:rsid w:val="00812F5D"/>
    <w:rsid w:val="00812FC8"/>
    <w:rsid w:val="00813346"/>
    <w:rsid w:val="008143E0"/>
    <w:rsid w:val="00814BBF"/>
    <w:rsid w:val="008151D7"/>
    <w:rsid w:val="00815617"/>
    <w:rsid w:val="008158CB"/>
    <w:rsid w:val="00815952"/>
    <w:rsid w:val="00815A31"/>
    <w:rsid w:val="00815B85"/>
    <w:rsid w:val="00815BF5"/>
    <w:rsid w:val="00816372"/>
    <w:rsid w:val="008168E8"/>
    <w:rsid w:val="00816A53"/>
    <w:rsid w:val="00816D34"/>
    <w:rsid w:val="0082117E"/>
    <w:rsid w:val="0082161A"/>
    <w:rsid w:val="0082177F"/>
    <w:rsid w:val="008217AE"/>
    <w:rsid w:val="008218D0"/>
    <w:rsid w:val="00821B83"/>
    <w:rsid w:val="00821E52"/>
    <w:rsid w:val="00822095"/>
    <w:rsid w:val="00822212"/>
    <w:rsid w:val="0082229E"/>
    <w:rsid w:val="00822942"/>
    <w:rsid w:val="00822B5F"/>
    <w:rsid w:val="0082316F"/>
    <w:rsid w:val="00823180"/>
    <w:rsid w:val="00823239"/>
    <w:rsid w:val="008233CA"/>
    <w:rsid w:val="00823509"/>
    <w:rsid w:val="00823590"/>
    <w:rsid w:val="008237A7"/>
    <w:rsid w:val="00823D3C"/>
    <w:rsid w:val="0082414D"/>
    <w:rsid w:val="008243F7"/>
    <w:rsid w:val="00824507"/>
    <w:rsid w:val="00824B08"/>
    <w:rsid w:val="00824BDB"/>
    <w:rsid w:val="00824E99"/>
    <w:rsid w:val="00825687"/>
    <w:rsid w:val="008256E5"/>
    <w:rsid w:val="00826177"/>
    <w:rsid w:val="008263F5"/>
    <w:rsid w:val="008267E8"/>
    <w:rsid w:val="00826915"/>
    <w:rsid w:val="00826B00"/>
    <w:rsid w:val="00826CFB"/>
    <w:rsid w:val="00827462"/>
    <w:rsid w:val="00827B22"/>
    <w:rsid w:val="00827C04"/>
    <w:rsid w:val="008306F1"/>
    <w:rsid w:val="00831007"/>
    <w:rsid w:val="00831046"/>
    <w:rsid w:val="00831A65"/>
    <w:rsid w:val="008320FA"/>
    <w:rsid w:val="0083272F"/>
    <w:rsid w:val="00832F84"/>
    <w:rsid w:val="0083302D"/>
    <w:rsid w:val="00833628"/>
    <w:rsid w:val="008338E9"/>
    <w:rsid w:val="00833DE5"/>
    <w:rsid w:val="00833E31"/>
    <w:rsid w:val="00834746"/>
    <w:rsid w:val="00834D48"/>
    <w:rsid w:val="00835712"/>
    <w:rsid w:val="00835D22"/>
    <w:rsid w:val="008363AD"/>
    <w:rsid w:val="0083649C"/>
    <w:rsid w:val="00836857"/>
    <w:rsid w:val="00836BB7"/>
    <w:rsid w:val="00836D98"/>
    <w:rsid w:val="00836E79"/>
    <w:rsid w:val="008370C7"/>
    <w:rsid w:val="008374B8"/>
    <w:rsid w:val="008400CC"/>
    <w:rsid w:val="008407DC"/>
    <w:rsid w:val="008408A8"/>
    <w:rsid w:val="00840DC4"/>
    <w:rsid w:val="00841239"/>
    <w:rsid w:val="00841537"/>
    <w:rsid w:val="008419BA"/>
    <w:rsid w:val="00841BF6"/>
    <w:rsid w:val="00842114"/>
    <w:rsid w:val="00842170"/>
    <w:rsid w:val="008424BE"/>
    <w:rsid w:val="00842780"/>
    <w:rsid w:val="00842835"/>
    <w:rsid w:val="0084332B"/>
    <w:rsid w:val="008434B2"/>
    <w:rsid w:val="008434E1"/>
    <w:rsid w:val="008438A1"/>
    <w:rsid w:val="00843CD1"/>
    <w:rsid w:val="00843F84"/>
    <w:rsid w:val="0084428B"/>
    <w:rsid w:val="0084457F"/>
    <w:rsid w:val="00844AC4"/>
    <w:rsid w:val="00844BBA"/>
    <w:rsid w:val="00844DA9"/>
    <w:rsid w:val="0084597B"/>
    <w:rsid w:val="00845DD1"/>
    <w:rsid w:val="00846341"/>
    <w:rsid w:val="008464FA"/>
    <w:rsid w:val="00846B52"/>
    <w:rsid w:val="0084740C"/>
    <w:rsid w:val="00847476"/>
    <w:rsid w:val="0084757D"/>
    <w:rsid w:val="00847AD5"/>
    <w:rsid w:val="00847BE7"/>
    <w:rsid w:val="00847F0A"/>
    <w:rsid w:val="00847FE8"/>
    <w:rsid w:val="00850467"/>
    <w:rsid w:val="00850516"/>
    <w:rsid w:val="00850975"/>
    <w:rsid w:val="00850D2B"/>
    <w:rsid w:val="00850DD5"/>
    <w:rsid w:val="00851083"/>
    <w:rsid w:val="008511D4"/>
    <w:rsid w:val="008515F1"/>
    <w:rsid w:val="00851D86"/>
    <w:rsid w:val="0085226E"/>
    <w:rsid w:val="008523E0"/>
    <w:rsid w:val="0085272C"/>
    <w:rsid w:val="00852A73"/>
    <w:rsid w:val="00852F4D"/>
    <w:rsid w:val="008530AD"/>
    <w:rsid w:val="00853462"/>
    <w:rsid w:val="00853509"/>
    <w:rsid w:val="00853F41"/>
    <w:rsid w:val="0085406D"/>
    <w:rsid w:val="0085453F"/>
    <w:rsid w:val="00855290"/>
    <w:rsid w:val="00855C5B"/>
    <w:rsid w:val="00855E87"/>
    <w:rsid w:val="00856194"/>
    <w:rsid w:val="00856491"/>
    <w:rsid w:val="008568DB"/>
    <w:rsid w:val="00857125"/>
    <w:rsid w:val="0086015E"/>
    <w:rsid w:val="00861224"/>
    <w:rsid w:val="00861926"/>
    <w:rsid w:val="00861ACA"/>
    <w:rsid w:val="00862267"/>
    <w:rsid w:val="0086244F"/>
    <w:rsid w:val="00862574"/>
    <w:rsid w:val="00862620"/>
    <w:rsid w:val="008626FE"/>
    <w:rsid w:val="0086286A"/>
    <w:rsid w:val="00862C01"/>
    <w:rsid w:val="00863534"/>
    <w:rsid w:val="0086385C"/>
    <w:rsid w:val="0086392D"/>
    <w:rsid w:val="00863A11"/>
    <w:rsid w:val="00863C2D"/>
    <w:rsid w:val="00863E62"/>
    <w:rsid w:val="00863EE4"/>
    <w:rsid w:val="008644B1"/>
    <w:rsid w:val="0086455A"/>
    <w:rsid w:val="0086485A"/>
    <w:rsid w:val="00864A46"/>
    <w:rsid w:val="00864AFF"/>
    <w:rsid w:val="00864B03"/>
    <w:rsid w:val="0086506D"/>
    <w:rsid w:val="00865D9E"/>
    <w:rsid w:val="008663B9"/>
    <w:rsid w:val="008663E1"/>
    <w:rsid w:val="00866657"/>
    <w:rsid w:val="008666FE"/>
    <w:rsid w:val="008668AA"/>
    <w:rsid w:val="008670AA"/>
    <w:rsid w:val="0086779C"/>
    <w:rsid w:val="00870056"/>
    <w:rsid w:val="0087006F"/>
    <w:rsid w:val="008706D0"/>
    <w:rsid w:val="0087076C"/>
    <w:rsid w:val="00870966"/>
    <w:rsid w:val="00870FF9"/>
    <w:rsid w:val="0087106E"/>
    <w:rsid w:val="008716C2"/>
    <w:rsid w:val="00871A2F"/>
    <w:rsid w:val="00872AA2"/>
    <w:rsid w:val="00874250"/>
    <w:rsid w:val="0087455F"/>
    <w:rsid w:val="00874B8E"/>
    <w:rsid w:val="008753D5"/>
    <w:rsid w:val="00875A8D"/>
    <w:rsid w:val="00875C7C"/>
    <w:rsid w:val="00875E67"/>
    <w:rsid w:val="00875E8F"/>
    <w:rsid w:val="00875F7A"/>
    <w:rsid w:val="00875FB8"/>
    <w:rsid w:val="00876406"/>
    <w:rsid w:val="0087667B"/>
    <w:rsid w:val="008772BF"/>
    <w:rsid w:val="008772D9"/>
    <w:rsid w:val="0087737F"/>
    <w:rsid w:val="00877F11"/>
    <w:rsid w:val="008801C8"/>
    <w:rsid w:val="00880533"/>
    <w:rsid w:val="008807E5"/>
    <w:rsid w:val="0088085E"/>
    <w:rsid w:val="008808F9"/>
    <w:rsid w:val="00880D5A"/>
    <w:rsid w:val="00881357"/>
    <w:rsid w:val="00881475"/>
    <w:rsid w:val="00881B5B"/>
    <w:rsid w:val="00881F71"/>
    <w:rsid w:val="008820E3"/>
    <w:rsid w:val="00882421"/>
    <w:rsid w:val="008825AE"/>
    <w:rsid w:val="00882673"/>
    <w:rsid w:val="00882700"/>
    <w:rsid w:val="008828F6"/>
    <w:rsid w:val="00882996"/>
    <w:rsid w:val="00882C1B"/>
    <w:rsid w:val="008833E1"/>
    <w:rsid w:val="008835AE"/>
    <w:rsid w:val="00883AE9"/>
    <w:rsid w:val="00883ECA"/>
    <w:rsid w:val="008842F2"/>
    <w:rsid w:val="00884738"/>
    <w:rsid w:val="00884EC4"/>
    <w:rsid w:val="0088506A"/>
    <w:rsid w:val="008859E3"/>
    <w:rsid w:val="00885C4C"/>
    <w:rsid w:val="00885F7C"/>
    <w:rsid w:val="00886063"/>
    <w:rsid w:val="008860E3"/>
    <w:rsid w:val="00886104"/>
    <w:rsid w:val="008868CB"/>
    <w:rsid w:val="00886D37"/>
    <w:rsid w:val="00887978"/>
    <w:rsid w:val="008879D3"/>
    <w:rsid w:val="00890294"/>
    <w:rsid w:val="008902E5"/>
    <w:rsid w:val="0089058C"/>
    <w:rsid w:val="0089094E"/>
    <w:rsid w:val="00890B03"/>
    <w:rsid w:val="00890C7F"/>
    <w:rsid w:val="00890F6A"/>
    <w:rsid w:val="00890FFE"/>
    <w:rsid w:val="00891919"/>
    <w:rsid w:val="00892353"/>
    <w:rsid w:val="008928A1"/>
    <w:rsid w:val="00892934"/>
    <w:rsid w:val="00892DED"/>
    <w:rsid w:val="00892EEF"/>
    <w:rsid w:val="008931CE"/>
    <w:rsid w:val="00893D6C"/>
    <w:rsid w:val="00893EE6"/>
    <w:rsid w:val="00893FAC"/>
    <w:rsid w:val="008942BA"/>
    <w:rsid w:val="0089436E"/>
    <w:rsid w:val="00894C99"/>
    <w:rsid w:val="00894CC4"/>
    <w:rsid w:val="0089502B"/>
    <w:rsid w:val="008952B6"/>
    <w:rsid w:val="0089551F"/>
    <w:rsid w:val="008959A8"/>
    <w:rsid w:val="00896127"/>
    <w:rsid w:val="00896428"/>
    <w:rsid w:val="0089652B"/>
    <w:rsid w:val="008979BC"/>
    <w:rsid w:val="00897AD7"/>
    <w:rsid w:val="00897FB7"/>
    <w:rsid w:val="008A0886"/>
    <w:rsid w:val="008A089F"/>
    <w:rsid w:val="008A0C38"/>
    <w:rsid w:val="008A0D3C"/>
    <w:rsid w:val="008A0F04"/>
    <w:rsid w:val="008A110C"/>
    <w:rsid w:val="008A15D3"/>
    <w:rsid w:val="008A15D7"/>
    <w:rsid w:val="008A1711"/>
    <w:rsid w:val="008A2033"/>
    <w:rsid w:val="008A237C"/>
    <w:rsid w:val="008A2593"/>
    <w:rsid w:val="008A29FF"/>
    <w:rsid w:val="008A2BDE"/>
    <w:rsid w:val="008A2BFB"/>
    <w:rsid w:val="008A436E"/>
    <w:rsid w:val="008A4A5E"/>
    <w:rsid w:val="008A4C07"/>
    <w:rsid w:val="008A4DBB"/>
    <w:rsid w:val="008A50EA"/>
    <w:rsid w:val="008A526C"/>
    <w:rsid w:val="008A5766"/>
    <w:rsid w:val="008A5CF2"/>
    <w:rsid w:val="008A5E92"/>
    <w:rsid w:val="008A6772"/>
    <w:rsid w:val="008A6A07"/>
    <w:rsid w:val="008A73D7"/>
    <w:rsid w:val="008A73F3"/>
    <w:rsid w:val="008A7758"/>
    <w:rsid w:val="008A789C"/>
    <w:rsid w:val="008B00F5"/>
    <w:rsid w:val="008B01F3"/>
    <w:rsid w:val="008B0622"/>
    <w:rsid w:val="008B11EE"/>
    <w:rsid w:val="008B125D"/>
    <w:rsid w:val="008B1531"/>
    <w:rsid w:val="008B1615"/>
    <w:rsid w:val="008B1638"/>
    <w:rsid w:val="008B1903"/>
    <w:rsid w:val="008B192F"/>
    <w:rsid w:val="008B1E38"/>
    <w:rsid w:val="008B25EB"/>
    <w:rsid w:val="008B2B7B"/>
    <w:rsid w:val="008B2CF3"/>
    <w:rsid w:val="008B2D66"/>
    <w:rsid w:val="008B30FD"/>
    <w:rsid w:val="008B31BA"/>
    <w:rsid w:val="008B3316"/>
    <w:rsid w:val="008B335C"/>
    <w:rsid w:val="008B342F"/>
    <w:rsid w:val="008B37F6"/>
    <w:rsid w:val="008B3B24"/>
    <w:rsid w:val="008B3B2A"/>
    <w:rsid w:val="008B3BBB"/>
    <w:rsid w:val="008B3BFC"/>
    <w:rsid w:val="008B4065"/>
    <w:rsid w:val="008B40AE"/>
    <w:rsid w:val="008B4584"/>
    <w:rsid w:val="008B4CC0"/>
    <w:rsid w:val="008B4D06"/>
    <w:rsid w:val="008B4F66"/>
    <w:rsid w:val="008B5929"/>
    <w:rsid w:val="008B6369"/>
    <w:rsid w:val="008B6491"/>
    <w:rsid w:val="008B67B3"/>
    <w:rsid w:val="008B7391"/>
    <w:rsid w:val="008C015A"/>
    <w:rsid w:val="008C044E"/>
    <w:rsid w:val="008C07DD"/>
    <w:rsid w:val="008C0B48"/>
    <w:rsid w:val="008C0E93"/>
    <w:rsid w:val="008C10AD"/>
    <w:rsid w:val="008C17DF"/>
    <w:rsid w:val="008C22DF"/>
    <w:rsid w:val="008C24F7"/>
    <w:rsid w:val="008C258C"/>
    <w:rsid w:val="008C2AD5"/>
    <w:rsid w:val="008C2BD8"/>
    <w:rsid w:val="008C2EB2"/>
    <w:rsid w:val="008C323E"/>
    <w:rsid w:val="008C3296"/>
    <w:rsid w:val="008C3AF9"/>
    <w:rsid w:val="008C3CA7"/>
    <w:rsid w:val="008C417A"/>
    <w:rsid w:val="008C4B4B"/>
    <w:rsid w:val="008C4E19"/>
    <w:rsid w:val="008C4F80"/>
    <w:rsid w:val="008C59F3"/>
    <w:rsid w:val="008C5C6B"/>
    <w:rsid w:val="008C7639"/>
    <w:rsid w:val="008D050E"/>
    <w:rsid w:val="008D0ED0"/>
    <w:rsid w:val="008D0F05"/>
    <w:rsid w:val="008D10EA"/>
    <w:rsid w:val="008D14FE"/>
    <w:rsid w:val="008D192D"/>
    <w:rsid w:val="008D28E6"/>
    <w:rsid w:val="008D2949"/>
    <w:rsid w:val="008D2BD8"/>
    <w:rsid w:val="008D396C"/>
    <w:rsid w:val="008D45FE"/>
    <w:rsid w:val="008D4733"/>
    <w:rsid w:val="008D4A32"/>
    <w:rsid w:val="008D5243"/>
    <w:rsid w:val="008D55B6"/>
    <w:rsid w:val="008D58D2"/>
    <w:rsid w:val="008D5F52"/>
    <w:rsid w:val="008D6B0E"/>
    <w:rsid w:val="008D6DD8"/>
    <w:rsid w:val="008D6F11"/>
    <w:rsid w:val="008D7126"/>
    <w:rsid w:val="008D747F"/>
    <w:rsid w:val="008D7839"/>
    <w:rsid w:val="008D7A7C"/>
    <w:rsid w:val="008D7C2C"/>
    <w:rsid w:val="008E0AE8"/>
    <w:rsid w:val="008E0CE3"/>
    <w:rsid w:val="008E1D3A"/>
    <w:rsid w:val="008E1E0E"/>
    <w:rsid w:val="008E24DE"/>
    <w:rsid w:val="008E2613"/>
    <w:rsid w:val="008E289C"/>
    <w:rsid w:val="008E2A2A"/>
    <w:rsid w:val="008E2A81"/>
    <w:rsid w:val="008E2C2A"/>
    <w:rsid w:val="008E3232"/>
    <w:rsid w:val="008E3364"/>
    <w:rsid w:val="008E35AC"/>
    <w:rsid w:val="008E3940"/>
    <w:rsid w:val="008E3D77"/>
    <w:rsid w:val="008E4544"/>
    <w:rsid w:val="008E4B35"/>
    <w:rsid w:val="008E4B74"/>
    <w:rsid w:val="008E4FDF"/>
    <w:rsid w:val="008E524E"/>
    <w:rsid w:val="008E52D5"/>
    <w:rsid w:val="008E5563"/>
    <w:rsid w:val="008E56EB"/>
    <w:rsid w:val="008E5FF9"/>
    <w:rsid w:val="008E63F2"/>
    <w:rsid w:val="008E670E"/>
    <w:rsid w:val="008E69A1"/>
    <w:rsid w:val="008E69C1"/>
    <w:rsid w:val="008E6F11"/>
    <w:rsid w:val="008E7289"/>
    <w:rsid w:val="008E73F0"/>
    <w:rsid w:val="008E7430"/>
    <w:rsid w:val="008E7AF3"/>
    <w:rsid w:val="008F0056"/>
    <w:rsid w:val="008F0415"/>
    <w:rsid w:val="008F060F"/>
    <w:rsid w:val="008F0C06"/>
    <w:rsid w:val="008F1222"/>
    <w:rsid w:val="008F14A7"/>
    <w:rsid w:val="008F16BD"/>
    <w:rsid w:val="008F19A3"/>
    <w:rsid w:val="008F19C0"/>
    <w:rsid w:val="008F1B6E"/>
    <w:rsid w:val="008F2027"/>
    <w:rsid w:val="008F222A"/>
    <w:rsid w:val="008F2D37"/>
    <w:rsid w:val="008F2E9C"/>
    <w:rsid w:val="008F3015"/>
    <w:rsid w:val="008F301D"/>
    <w:rsid w:val="008F3887"/>
    <w:rsid w:val="008F3FAC"/>
    <w:rsid w:val="008F404E"/>
    <w:rsid w:val="008F424D"/>
    <w:rsid w:val="008F4822"/>
    <w:rsid w:val="008F4A88"/>
    <w:rsid w:val="008F50B3"/>
    <w:rsid w:val="008F5479"/>
    <w:rsid w:val="008F5595"/>
    <w:rsid w:val="008F6001"/>
    <w:rsid w:val="008F6045"/>
    <w:rsid w:val="008F63C7"/>
    <w:rsid w:val="008F657A"/>
    <w:rsid w:val="008F7029"/>
    <w:rsid w:val="008F7083"/>
    <w:rsid w:val="008F75BE"/>
    <w:rsid w:val="008F75C1"/>
    <w:rsid w:val="008F7CEA"/>
    <w:rsid w:val="00900379"/>
    <w:rsid w:val="00900574"/>
    <w:rsid w:val="009005A4"/>
    <w:rsid w:val="0090159F"/>
    <w:rsid w:val="00901EC5"/>
    <w:rsid w:val="00901FD4"/>
    <w:rsid w:val="0090204D"/>
    <w:rsid w:val="009032E7"/>
    <w:rsid w:val="00903884"/>
    <w:rsid w:val="0090404A"/>
    <w:rsid w:val="0090428F"/>
    <w:rsid w:val="00904459"/>
    <w:rsid w:val="00904FE6"/>
    <w:rsid w:val="00905293"/>
    <w:rsid w:val="009059AF"/>
    <w:rsid w:val="00906059"/>
    <w:rsid w:val="00906577"/>
    <w:rsid w:val="00906AAE"/>
    <w:rsid w:val="00906D91"/>
    <w:rsid w:val="009071AF"/>
    <w:rsid w:val="0091047D"/>
    <w:rsid w:val="0091094F"/>
    <w:rsid w:val="00910B7B"/>
    <w:rsid w:val="009116EE"/>
    <w:rsid w:val="00912582"/>
    <w:rsid w:val="00912B63"/>
    <w:rsid w:val="00912E41"/>
    <w:rsid w:val="00912F59"/>
    <w:rsid w:val="0091335B"/>
    <w:rsid w:val="00913626"/>
    <w:rsid w:val="00914ABB"/>
    <w:rsid w:val="00914B44"/>
    <w:rsid w:val="00914E13"/>
    <w:rsid w:val="00915D09"/>
    <w:rsid w:val="00916154"/>
    <w:rsid w:val="009162AE"/>
    <w:rsid w:val="0091671E"/>
    <w:rsid w:val="0091697A"/>
    <w:rsid w:val="009174DD"/>
    <w:rsid w:val="009175B5"/>
    <w:rsid w:val="00917677"/>
    <w:rsid w:val="009177D1"/>
    <w:rsid w:val="00917976"/>
    <w:rsid w:val="00917984"/>
    <w:rsid w:val="009200B3"/>
    <w:rsid w:val="0092067B"/>
    <w:rsid w:val="00920716"/>
    <w:rsid w:val="00921789"/>
    <w:rsid w:val="00921BAE"/>
    <w:rsid w:val="00921BFE"/>
    <w:rsid w:val="00921C68"/>
    <w:rsid w:val="00921C6B"/>
    <w:rsid w:val="00921CBC"/>
    <w:rsid w:val="00921D2A"/>
    <w:rsid w:val="00921F2F"/>
    <w:rsid w:val="0092255F"/>
    <w:rsid w:val="00922593"/>
    <w:rsid w:val="0092329B"/>
    <w:rsid w:val="00923840"/>
    <w:rsid w:val="0092399E"/>
    <w:rsid w:val="009243D1"/>
    <w:rsid w:val="0092443F"/>
    <w:rsid w:val="00924571"/>
    <w:rsid w:val="009247FB"/>
    <w:rsid w:val="00924F53"/>
    <w:rsid w:val="009250C3"/>
    <w:rsid w:val="00925A87"/>
    <w:rsid w:val="00925ABE"/>
    <w:rsid w:val="00925DA8"/>
    <w:rsid w:val="00926165"/>
    <w:rsid w:val="009262DC"/>
    <w:rsid w:val="009271A8"/>
    <w:rsid w:val="009271CB"/>
    <w:rsid w:val="00927603"/>
    <w:rsid w:val="009276DD"/>
    <w:rsid w:val="00927824"/>
    <w:rsid w:val="00927881"/>
    <w:rsid w:val="00927A8D"/>
    <w:rsid w:val="00927AF7"/>
    <w:rsid w:val="00927CB1"/>
    <w:rsid w:val="00930656"/>
    <w:rsid w:val="009307FD"/>
    <w:rsid w:val="00930A02"/>
    <w:rsid w:val="00930CF0"/>
    <w:rsid w:val="0093150D"/>
    <w:rsid w:val="009317C4"/>
    <w:rsid w:val="00931E1C"/>
    <w:rsid w:val="009321AF"/>
    <w:rsid w:val="00932E64"/>
    <w:rsid w:val="00933073"/>
    <w:rsid w:val="009337B2"/>
    <w:rsid w:val="00933C8E"/>
    <w:rsid w:val="00933DD2"/>
    <w:rsid w:val="00933DF6"/>
    <w:rsid w:val="009341DB"/>
    <w:rsid w:val="009345C6"/>
    <w:rsid w:val="0093494A"/>
    <w:rsid w:val="00934C25"/>
    <w:rsid w:val="00935208"/>
    <w:rsid w:val="009357E0"/>
    <w:rsid w:val="00935BD9"/>
    <w:rsid w:val="00935CC9"/>
    <w:rsid w:val="00935F8A"/>
    <w:rsid w:val="0093601A"/>
    <w:rsid w:val="009365CC"/>
    <w:rsid w:val="00937141"/>
    <w:rsid w:val="0093783F"/>
    <w:rsid w:val="00937DEE"/>
    <w:rsid w:val="00940F2A"/>
    <w:rsid w:val="00941E03"/>
    <w:rsid w:val="00941E29"/>
    <w:rsid w:val="009423AC"/>
    <w:rsid w:val="00942A5E"/>
    <w:rsid w:val="00943047"/>
    <w:rsid w:val="0094377F"/>
    <w:rsid w:val="00943D58"/>
    <w:rsid w:val="00943DAD"/>
    <w:rsid w:val="00944257"/>
    <w:rsid w:val="00944318"/>
    <w:rsid w:val="009447B9"/>
    <w:rsid w:val="00944B4E"/>
    <w:rsid w:val="00944BC8"/>
    <w:rsid w:val="00944BE0"/>
    <w:rsid w:val="00944F36"/>
    <w:rsid w:val="009452C9"/>
    <w:rsid w:val="00945817"/>
    <w:rsid w:val="00946671"/>
    <w:rsid w:val="009467EF"/>
    <w:rsid w:val="009477EF"/>
    <w:rsid w:val="00947DBB"/>
    <w:rsid w:val="00947F46"/>
    <w:rsid w:val="009501E8"/>
    <w:rsid w:val="009504A7"/>
    <w:rsid w:val="00950BCF"/>
    <w:rsid w:val="00951009"/>
    <w:rsid w:val="0095151E"/>
    <w:rsid w:val="00951935"/>
    <w:rsid w:val="009524A0"/>
    <w:rsid w:val="00952B29"/>
    <w:rsid w:val="009531D9"/>
    <w:rsid w:val="0095377A"/>
    <w:rsid w:val="00953893"/>
    <w:rsid w:val="00953C55"/>
    <w:rsid w:val="00953EFB"/>
    <w:rsid w:val="00954C18"/>
    <w:rsid w:val="009550FD"/>
    <w:rsid w:val="009565FF"/>
    <w:rsid w:val="00956819"/>
    <w:rsid w:val="00956916"/>
    <w:rsid w:val="00956EAE"/>
    <w:rsid w:val="0095718F"/>
    <w:rsid w:val="009571A6"/>
    <w:rsid w:val="00957531"/>
    <w:rsid w:val="00957573"/>
    <w:rsid w:val="009575B5"/>
    <w:rsid w:val="009577D4"/>
    <w:rsid w:val="00957B49"/>
    <w:rsid w:val="0096020D"/>
    <w:rsid w:val="009607A9"/>
    <w:rsid w:val="00960E36"/>
    <w:rsid w:val="00960F89"/>
    <w:rsid w:val="009611FC"/>
    <w:rsid w:val="0096124B"/>
    <w:rsid w:val="00961A44"/>
    <w:rsid w:val="00961AA1"/>
    <w:rsid w:val="009625D7"/>
    <w:rsid w:val="00963058"/>
    <w:rsid w:val="0096312A"/>
    <w:rsid w:val="0096339B"/>
    <w:rsid w:val="0096402E"/>
    <w:rsid w:val="00964324"/>
    <w:rsid w:val="00964A5D"/>
    <w:rsid w:val="00964BA1"/>
    <w:rsid w:val="00965467"/>
    <w:rsid w:val="00965666"/>
    <w:rsid w:val="00965A55"/>
    <w:rsid w:val="00965E59"/>
    <w:rsid w:val="00966C8F"/>
    <w:rsid w:val="009670EB"/>
    <w:rsid w:val="00967F6D"/>
    <w:rsid w:val="009709FC"/>
    <w:rsid w:val="00970BEC"/>
    <w:rsid w:val="00970C5B"/>
    <w:rsid w:val="0097115A"/>
    <w:rsid w:val="00972667"/>
    <w:rsid w:val="00972ACB"/>
    <w:rsid w:val="00972D85"/>
    <w:rsid w:val="00972EF8"/>
    <w:rsid w:val="009730F6"/>
    <w:rsid w:val="0097312A"/>
    <w:rsid w:val="00973D23"/>
    <w:rsid w:val="00973DAE"/>
    <w:rsid w:val="009754E5"/>
    <w:rsid w:val="00976285"/>
    <w:rsid w:val="0097676B"/>
    <w:rsid w:val="00976952"/>
    <w:rsid w:val="00976B3E"/>
    <w:rsid w:val="00977047"/>
    <w:rsid w:val="00977780"/>
    <w:rsid w:val="00977B50"/>
    <w:rsid w:val="009800E5"/>
    <w:rsid w:val="0098059B"/>
    <w:rsid w:val="00980907"/>
    <w:rsid w:val="009810FB"/>
    <w:rsid w:val="00981590"/>
    <w:rsid w:val="0098172D"/>
    <w:rsid w:val="00981E99"/>
    <w:rsid w:val="009821B5"/>
    <w:rsid w:val="009828B9"/>
    <w:rsid w:val="00982B1B"/>
    <w:rsid w:val="00982D2D"/>
    <w:rsid w:val="009837DD"/>
    <w:rsid w:val="00984BED"/>
    <w:rsid w:val="00984DEA"/>
    <w:rsid w:val="00984FB4"/>
    <w:rsid w:val="0098531C"/>
    <w:rsid w:val="00985674"/>
    <w:rsid w:val="009856A6"/>
    <w:rsid w:val="009857B5"/>
    <w:rsid w:val="009864A2"/>
    <w:rsid w:val="00986520"/>
    <w:rsid w:val="009874B9"/>
    <w:rsid w:val="009905E2"/>
    <w:rsid w:val="00990AA6"/>
    <w:rsid w:val="00990B78"/>
    <w:rsid w:val="0099180B"/>
    <w:rsid w:val="00991942"/>
    <w:rsid w:val="00991C93"/>
    <w:rsid w:val="00991DD0"/>
    <w:rsid w:val="00992380"/>
    <w:rsid w:val="009932AC"/>
    <w:rsid w:val="00993706"/>
    <w:rsid w:val="00993B8F"/>
    <w:rsid w:val="00994015"/>
    <w:rsid w:val="0099406E"/>
    <w:rsid w:val="009943E8"/>
    <w:rsid w:val="009946FF"/>
    <w:rsid w:val="00995694"/>
    <w:rsid w:val="0099571C"/>
    <w:rsid w:val="009957F3"/>
    <w:rsid w:val="009960D7"/>
    <w:rsid w:val="0099662A"/>
    <w:rsid w:val="00996985"/>
    <w:rsid w:val="00996EF4"/>
    <w:rsid w:val="009970E5"/>
    <w:rsid w:val="0099751F"/>
    <w:rsid w:val="00997D2C"/>
    <w:rsid w:val="009A00CC"/>
    <w:rsid w:val="009A0BC6"/>
    <w:rsid w:val="009A0F54"/>
    <w:rsid w:val="009A12BD"/>
    <w:rsid w:val="009A1314"/>
    <w:rsid w:val="009A19B1"/>
    <w:rsid w:val="009A1D13"/>
    <w:rsid w:val="009A2854"/>
    <w:rsid w:val="009A2BE7"/>
    <w:rsid w:val="009A31A4"/>
    <w:rsid w:val="009A3202"/>
    <w:rsid w:val="009A395A"/>
    <w:rsid w:val="009A3AD6"/>
    <w:rsid w:val="009A3BD1"/>
    <w:rsid w:val="009A3F9D"/>
    <w:rsid w:val="009A4205"/>
    <w:rsid w:val="009A46A8"/>
    <w:rsid w:val="009A48BE"/>
    <w:rsid w:val="009A4AA7"/>
    <w:rsid w:val="009A4E15"/>
    <w:rsid w:val="009A5361"/>
    <w:rsid w:val="009A57A9"/>
    <w:rsid w:val="009A5B1E"/>
    <w:rsid w:val="009A5FDD"/>
    <w:rsid w:val="009A61E3"/>
    <w:rsid w:val="009A62C3"/>
    <w:rsid w:val="009A633D"/>
    <w:rsid w:val="009A6F60"/>
    <w:rsid w:val="009A7721"/>
    <w:rsid w:val="009A7C96"/>
    <w:rsid w:val="009A7E07"/>
    <w:rsid w:val="009B0016"/>
    <w:rsid w:val="009B0968"/>
    <w:rsid w:val="009B0F88"/>
    <w:rsid w:val="009B1B80"/>
    <w:rsid w:val="009B218F"/>
    <w:rsid w:val="009B25B1"/>
    <w:rsid w:val="009B277B"/>
    <w:rsid w:val="009B3140"/>
    <w:rsid w:val="009B3BFB"/>
    <w:rsid w:val="009B3E3F"/>
    <w:rsid w:val="009B5650"/>
    <w:rsid w:val="009B67DA"/>
    <w:rsid w:val="009B68AA"/>
    <w:rsid w:val="009B6C6A"/>
    <w:rsid w:val="009B6CFA"/>
    <w:rsid w:val="009B7046"/>
    <w:rsid w:val="009B71B6"/>
    <w:rsid w:val="009B7217"/>
    <w:rsid w:val="009B7570"/>
    <w:rsid w:val="009B7AF0"/>
    <w:rsid w:val="009C038F"/>
    <w:rsid w:val="009C09E7"/>
    <w:rsid w:val="009C0E08"/>
    <w:rsid w:val="009C1735"/>
    <w:rsid w:val="009C1978"/>
    <w:rsid w:val="009C1EEB"/>
    <w:rsid w:val="009C22E5"/>
    <w:rsid w:val="009C2367"/>
    <w:rsid w:val="009C2788"/>
    <w:rsid w:val="009C2957"/>
    <w:rsid w:val="009C2B27"/>
    <w:rsid w:val="009C2D29"/>
    <w:rsid w:val="009C3381"/>
    <w:rsid w:val="009C3398"/>
    <w:rsid w:val="009C33E6"/>
    <w:rsid w:val="009C3610"/>
    <w:rsid w:val="009C378E"/>
    <w:rsid w:val="009C39CA"/>
    <w:rsid w:val="009C3A6B"/>
    <w:rsid w:val="009C3C6A"/>
    <w:rsid w:val="009C3E2D"/>
    <w:rsid w:val="009C428A"/>
    <w:rsid w:val="009C4505"/>
    <w:rsid w:val="009C4B9C"/>
    <w:rsid w:val="009C5060"/>
    <w:rsid w:val="009C5209"/>
    <w:rsid w:val="009C5DA0"/>
    <w:rsid w:val="009C5FB0"/>
    <w:rsid w:val="009C6971"/>
    <w:rsid w:val="009C6A2D"/>
    <w:rsid w:val="009C6B62"/>
    <w:rsid w:val="009C6C41"/>
    <w:rsid w:val="009C6D25"/>
    <w:rsid w:val="009C6DDF"/>
    <w:rsid w:val="009C7635"/>
    <w:rsid w:val="009C7688"/>
    <w:rsid w:val="009D0542"/>
    <w:rsid w:val="009D0781"/>
    <w:rsid w:val="009D0797"/>
    <w:rsid w:val="009D079F"/>
    <w:rsid w:val="009D0D27"/>
    <w:rsid w:val="009D0EF5"/>
    <w:rsid w:val="009D1A65"/>
    <w:rsid w:val="009D1B69"/>
    <w:rsid w:val="009D1FE2"/>
    <w:rsid w:val="009D2726"/>
    <w:rsid w:val="009D2A5A"/>
    <w:rsid w:val="009D2FB1"/>
    <w:rsid w:val="009D3527"/>
    <w:rsid w:val="009D480C"/>
    <w:rsid w:val="009D4B7F"/>
    <w:rsid w:val="009D4BF9"/>
    <w:rsid w:val="009D539C"/>
    <w:rsid w:val="009D5447"/>
    <w:rsid w:val="009D54F4"/>
    <w:rsid w:val="009D5AB9"/>
    <w:rsid w:val="009D5B53"/>
    <w:rsid w:val="009D5DB3"/>
    <w:rsid w:val="009D6200"/>
    <w:rsid w:val="009D629C"/>
    <w:rsid w:val="009D660B"/>
    <w:rsid w:val="009D6769"/>
    <w:rsid w:val="009D75C3"/>
    <w:rsid w:val="009D765F"/>
    <w:rsid w:val="009D7B2C"/>
    <w:rsid w:val="009D7C13"/>
    <w:rsid w:val="009E00AC"/>
    <w:rsid w:val="009E079D"/>
    <w:rsid w:val="009E0E51"/>
    <w:rsid w:val="009E1259"/>
    <w:rsid w:val="009E1450"/>
    <w:rsid w:val="009E158B"/>
    <w:rsid w:val="009E15F7"/>
    <w:rsid w:val="009E1B68"/>
    <w:rsid w:val="009E1BAC"/>
    <w:rsid w:val="009E1D0F"/>
    <w:rsid w:val="009E1F33"/>
    <w:rsid w:val="009E2D09"/>
    <w:rsid w:val="009E3D38"/>
    <w:rsid w:val="009E47E0"/>
    <w:rsid w:val="009E49DB"/>
    <w:rsid w:val="009E51B6"/>
    <w:rsid w:val="009E548E"/>
    <w:rsid w:val="009E6C54"/>
    <w:rsid w:val="009E6C94"/>
    <w:rsid w:val="009E6F1E"/>
    <w:rsid w:val="009E728C"/>
    <w:rsid w:val="009E7321"/>
    <w:rsid w:val="009F0177"/>
    <w:rsid w:val="009F040E"/>
    <w:rsid w:val="009F09FA"/>
    <w:rsid w:val="009F0A5D"/>
    <w:rsid w:val="009F0FD1"/>
    <w:rsid w:val="009F1B99"/>
    <w:rsid w:val="009F2067"/>
    <w:rsid w:val="009F2D2D"/>
    <w:rsid w:val="009F3209"/>
    <w:rsid w:val="009F3293"/>
    <w:rsid w:val="009F32BA"/>
    <w:rsid w:val="009F3A38"/>
    <w:rsid w:val="009F447C"/>
    <w:rsid w:val="009F4694"/>
    <w:rsid w:val="009F4B3C"/>
    <w:rsid w:val="009F4D0A"/>
    <w:rsid w:val="009F5107"/>
    <w:rsid w:val="009F5150"/>
    <w:rsid w:val="009F5715"/>
    <w:rsid w:val="009F588F"/>
    <w:rsid w:val="009F5D67"/>
    <w:rsid w:val="009F5F16"/>
    <w:rsid w:val="009F6522"/>
    <w:rsid w:val="009F6C75"/>
    <w:rsid w:val="009F717D"/>
    <w:rsid w:val="009F764A"/>
    <w:rsid w:val="009F770A"/>
    <w:rsid w:val="009F79E9"/>
    <w:rsid w:val="00A0001A"/>
    <w:rsid w:val="00A00639"/>
    <w:rsid w:val="00A00709"/>
    <w:rsid w:val="00A0085B"/>
    <w:rsid w:val="00A00B28"/>
    <w:rsid w:val="00A01A40"/>
    <w:rsid w:val="00A01B1D"/>
    <w:rsid w:val="00A01C38"/>
    <w:rsid w:val="00A01E88"/>
    <w:rsid w:val="00A02323"/>
    <w:rsid w:val="00A02C6A"/>
    <w:rsid w:val="00A02EB7"/>
    <w:rsid w:val="00A0328B"/>
    <w:rsid w:val="00A0330B"/>
    <w:rsid w:val="00A033A2"/>
    <w:rsid w:val="00A03683"/>
    <w:rsid w:val="00A03C60"/>
    <w:rsid w:val="00A03C64"/>
    <w:rsid w:val="00A0456B"/>
    <w:rsid w:val="00A047D8"/>
    <w:rsid w:val="00A048BC"/>
    <w:rsid w:val="00A04A1A"/>
    <w:rsid w:val="00A04D35"/>
    <w:rsid w:val="00A04FEB"/>
    <w:rsid w:val="00A052E4"/>
    <w:rsid w:val="00A0546C"/>
    <w:rsid w:val="00A0579B"/>
    <w:rsid w:val="00A05961"/>
    <w:rsid w:val="00A05AE6"/>
    <w:rsid w:val="00A05E6A"/>
    <w:rsid w:val="00A06069"/>
    <w:rsid w:val="00A060A1"/>
    <w:rsid w:val="00A0649B"/>
    <w:rsid w:val="00A06CCE"/>
    <w:rsid w:val="00A06F2C"/>
    <w:rsid w:val="00A0715A"/>
    <w:rsid w:val="00A073B7"/>
    <w:rsid w:val="00A0744C"/>
    <w:rsid w:val="00A074E3"/>
    <w:rsid w:val="00A079AD"/>
    <w:rsid w:val="00A07A05"/>
    <w:rsid w:val="00A07F83"/>
    <w:rsid w:val="00A10255"/>
    <w:rsid w:val="00A1114C"/>
    <w:rsid w:val="00A112DB"/>
    <w:rsid w:val="00A1198C"/>
    <w:rsid w:val="00A1226E"/>
    <w:rsid w:val="00A12C50"/>
    <w:rsid w:val="00A12DC2"/>
    <w:rsid w:val="00A1305D"/>
    <w:rsid w:val="00A13613"/>
    <w:rsid w:val="00A13968"/>
    <w:rsid w:val="00A13F54"/>
    <w:rsid w:val="00A144B3"/>
    <w:rsid w:val="00A14637"/>
    <w:rsid w:val="00A14CB7"/>
    <w:rsid w:val="00A15717"/>
    <w:rsid w:val="00A15A98"/>
    <w:rsid w:val="00A15E63"/>
    <w:rsid w:val="00A16044"/>
    <w:rsid w:val="00A16898"/>
    <w:rsid w:val="00A16D80"/>
    <w:rsid w:val="00A16DB7"/>
    <w:rsid w:val="00A178E8"/>
    <w:rsid w:val="00A2017E"/>
    <w:rsid w:val="00A203EE"/>
    <w:rsid w:val="00A2057E"/>
    <w:rsid w:val="00A20621"/>
    <w:rsid w:val="00A20984"/>
    <w:rsid w:val="00A20A0D"/>
    <w:rsid w:val="00A212FA"/>
    <w:rsid w:val="00A2148C"/>
    <w:rsid w:val="00A21504"/>
    <w:rsid w:val="00A217C2"/>
    <w:rsid w:val="00A218A6"/>
    <w:rsid w:val="00A21B9D"/>
    <w:rsid w:val="00A21E70"/>
    <w:rsid w:val="00A22028"/>
    <w:rsid w:val="00A22937"/>
    <w:rsid w:val="00A22FF8"/>
    <w:rsid w:val="00A2396A"/>
    <w:rsid w:val="00A23A57"/>
    <w:rsid w:val="00A240BD"/>
    <w:rsid w:val="00A243E7"/>
    <w:rsid w:val="00A244AD"/>
    <w:rsid w:val="00A247A3"/>
    <w:rsid w:val="00A24984"/>
    <w:rsid w:val="00A24EFA"/>
    <w:rsid w:val="00A2530E"/>
    <w:rsid w:val="00A25460"/>
    <w:rsid w:val="00A25AF8"/>
    <w:rsid w:val="00A263F6"/>
    <w:rsid w:val="00A26A14"/>
    <w:rsid w:val="00A26AB5"/>
    <w:rsid w:val="00A26EB3"/>
    <w:rsid w:val="00A27404"/>
    <w:rsid w:val="00A276E2"/>
    <w:rsid w:val="00A30126"/>
    <w:rsid w:val="00A30197"/>
    <w:rsid w:val="00A30542"/>
    <w:rsid w:val="00A30754"/>
    <w:rsid w:val="00A308F5"/>
    <w:rsid w:val="00A30D1C"/>
    <w:rsid w:val="00A31B23"/>
    <w:rsid w:val="00A32281"/>
    <w:rsid w:val="00A328FC"/>
    <w:rsid w:val="00A32A73"/>
    <w:rsid w:val="00A335D3"/>
    <w:rsid w:val="00A33633"/>
    <w:rsid w:val="00A33855"/>
    <w:rsid w:val="00A34759"/>
    <w:rsid w:val="00A348E0"/>
    <w:rsid w:val="00A35D46"/>
    <w:rsid w:val="00A36459"/>
    <w:rsid w:val="00A36AA5"/>
    <w:rsid w:val="00A36ACF"/>
    <w:rsid w:val="00A376F3"/>
    <w:rsid w:val="00A37CCF"/>
    <w:rsid w:val="00A37EB4"/>
    <w:rsid w:val="00A40CD7"/>
    <w:rsid w:val="00A40D3B"/>
    <w:rsid w:val="00A418B4"/>
    <w:rsid w:val="00A41A18"/>
    <w:rsid w:val="00A41A27"/>
    <w:rsid w:val="00A41B59"/>
    <w:rsid w:val="00A420FB"/>
    <w:rsid w:val="00A4261C"/>
    <w:rsid w:val="00A426B3"/>
    <w:rsid w:val="00A42838"/>
    <w:rsid w:val="00A42CDF"/>
    <w:rsid w:val="00A4317A"/>
    <w:rsid w:val="00A433AD"/>
    <w:rsid w:val="00A43496"/>
    <w:rsid w:val="00A438C3"/>
    <w:rsid w:val="00A43C6B"/>
    <w:rsid w:val="00A44126"/>
    <w:rsid w:val="00A44539"/>
    <w:rsid w:val="00A44CB1"/>
    <w:rsid w:val="00A45D49"/>
    <w:rsid w:val="00A45DD5"/>
    <w:rsid w:val="00A46D8F"/>
    <w:rsid w:val="00A477B5"/>
    <w:rsid w:val="00A47ECA"/>
    <w:rsid w:val="00A50230"/>
    <w:rsid w:val="00A50500"/>
    <w:rsid w:val="00A50DD1"/>
    <w:rsid w:val="00A51675"/>
    <w:rsid w:val="00A51AEE"/>
    <w:rsid w:val="00A51BBE"/>
    <w:rsid w:val="00A51BE5"/>
    <w:rsid w:val="00A520DD"/>
    <w:rsid w:val="00A5344C"/>
    <w:rsid w:val="00A53598"/>
    <w:rsid w:val="00A53618"/>
    <w:rsid w:val="00A53908"/>
    <w:rsid w:val="00A53B60"/>
    <w:rsid w:val="00A53C0D"/>
    <w:rsid w:val="00A54291"/>
    <w:rsid w:val="00A54762"/>
    <w:rsid w:val="00A5484F"/>
    <w:rsid w:val="00A5497D"/>
    <w:rsid w:val="00A5531F"/>
    <w:rsid w:val="00A55A24"/>
    <w:rsid w:val="00A55E8D"/>
    <w:rsid w:val="00A56482"/>
    <w:rsid w:val="00A56878"/>
    <w:rsid w:val="00A56926"/>
    <w:rsid w:val="00A569BE"/>
    <w:rsid w:val="00A56A1B"/>
    <w:rsid w:val="00A571B2"/>
    <w:rsid w:val="00A57731"/>
    <w:rsid w:val="00A578FC"/>
    <w:rsid w:val="00A57C05"/>
    <w:rsid w:val="00A60710"/>
    <w:rsid w:val="00A60725"/>
    <w:rsid w:val="00A608EE"/>
    <w:rsid w:val="00A60977"/>
    <w:rsid w:val="00A60B30"/>
    <w:rsid w:val="00A60B63"/>
    <w:rsid w:val="00A617C1"/>
    <w:rsid w:val="00A61B15"/>
    <w:rsid w:val="00A62213"/>
    <w:rsid w:val="00A62E99"/>
    <w:rsid w:val="00A6327A"/>
    <w:rsid w:val="00A6327B"/>
    <w:rsid w:val="00A635DF"/>
    <w:rsid w:val="00A639F0"/>
    <w:rsid w:val="00A63B6F"/>
    <w:rsid w:val="00A6401C"/>
    <w:rsid w:val="00A6456A"/>
    <w:rsid w:val="00A645BA"/>
    <w:rsid w:val="00A648B1"/>
    <w:rsid w:val="00A64941"/>
    <w:rsid w:val="00A64AF8"/>
    <w:rsid w:val="00A64CCC"/>
    <w:rsid w:val="00A64FDB"/>
    <w:rsid w:val="00A65002"/>
    <w:rsid w:val="00A651A1"/>
    <w:rsid w:val="00A654E8"/>
    <w:rsid w:val="00A657E3"/>
    <w:rsid w:val="00A657EB"/>
    <w:rsid w:val="00A65C85"/>
    <w:rsid w:val="00A65F3B"/>
    <w:rsid w:val="00A6626F"/>
    <w:rsid w:val="00A66D91"/>
    <w:rsid w:val="00A66E57"/>
    <w:rsid w:val="00A671E9"/>
    <w:rsid w:val="00A67D46"/>
    <w:rsid w:val="00A703B7"/>
    <w:rsid w:val="00A70751"/>
    <w:rsid w:val="00A71007"/>
    <w:rsid w:val="00A71541"/>
    <w:rsid w:val="00A71D17"/>
    <w:rsid w:val="00A725FF"/>
    <w:rsid w:val="00A72630"/>
    <w:rsid w:val="00A734DE"/>
    <w:rsid w:val="00A739C7"/>
    <w:rsid w:val="00A73B0B"/>
    <w:rsid w:val="00A74065"/>
    <w:rsid w:val="00A7408B"/>
    <w:rsid w:val="00A744DF"/>
    <w:rsid w:val="00A745B1"/>
    <w:rsid w:val="00A74C94"/>
    <w:rsid w:val="00A74F5A"/>
    <w:rsid w:val="00A75315"/>
    <w:rsid w:val="00A75D85"/>
    <w:rsid w:val="00A7630E"/>
    <w:rsid w:val="00A77198"/>
    <w:rsid w:val="00A77BB5"/>
    <w:rsid w:val="00A77D5B"/>
    <w:rsid w:val="00A8053F"/>
    <w:rsid w:val="00A80587"/>
    <w:rsid w:val="00A80997"/>
    <w:rsid w:val="00A81143"/>
    <w:rsid w:val="00A811B4"/>
    <w:rsid w:val="00A8165B"/>
    <w:rsid w:val="00A8189A"/>
    <w:rsid w:val="00A822AB"/>
    <w:rsid w:val="00A8234A"/>
    <w:rsid w:val="00A8262B"/>
    <w:rsid w:val="00A82BE9"/>
    <w:rsid w:val="00A8328C"/>
    <w:rsid w:val="00A835CE"/>
    <w:rsid w:val="00A84022"/>
    <w:rsid w:val="00A84088"/>
    <w:rsid w:val="00A8489A"/>
    <w:rsid w:val="00A84FAF"/>
    <w:rsid w:val="00A8579C"/>
    <w:rsid w:val="00A857EF"/>
    <w:rsid w:val="00A858A3"/>
    <w:rsid w:val="00A85D00"/>
    <w:rsid w:val="00A861AF"/>
    <w:rsid w:val="00A8633D"/>
    <w:rsid w:val="00A8682A"/>
    <w:rsid w:val="00A8688A"/>
    <w:rsid w:val="00A871C3"/>
    <w:rsid w:val="00A87271"/>
    <w:rsid w:val="00A87995"/>
    <w:rsid w:val="00A87B54"/>
    <w:rsid w:val="00A87F9E"/>
    <w:rsid w:val="00A90795"/>
    <w:rsid w:val="00A90B10"/>
    <w:rsid w:val="00A90B11"/>
    <w:rsid w:val="00A90BBE"/>
    <w:rsid w:val="00A914A9"/>
    <w:rsid w:val="00A91CFD"/>
    <w:rsid w:val="00A922F5"/>
    <w:rsid w:val="00A923B5"/>
    <w:rsid w:val="00A92C7C"/>
    <w:rsid w:val="00A92DE1"/>
    <w:rsid w:val="00A92E45"/>
    <w:rsid w:val="00A9320F"/>
    <w:rsid w:val="00A935E6"/>
    <w:rsid w:val="00A93613"/>
    <w:rsid w:val="00A936E2"/>
    <w:rsid w:val="00A93AD5"/>
    <w:rsid w:val="00A93AD7"/>
    <w:rsid w:val="00A93C12"/>
    <w:rsid w:val="00A945C0"/>
    <w:rsid w:val="00A94E1B"/>
    <w:rsid w:val="00A952F9"/>
    <w:rsid w:val="00A9549F"/>
    <w:rsid w:val="00A95B8F"/>
    <w:rsid w:val="00A95EE6"/>
    <w:rsid w:val="00A962FB"/>
    <w:rsid w:val="00A9693B"/>
    <w:rsid w:val="00A972BC"/>
    <w:rsid w:val="00A97D9F"/>
    <w:rsid w:val="00AA027D"/>
    <w:rsid w:val="00AA04FD"/>
    <w:rsid w:val="00AA0578"/>
    <w:rsid w:val="00AA07E8"/>
    <w:rsid w:val="00AA0DBE"/>
    <w:rsid w:val="00AA11D9"/>
    <w:rsid w:val="00AA12BB"/>
    <w:rsid w:val="00AA1BB6"/>
    <w:rsid w:val="00AA207D"/>
    <w:rsid w:val="00AA22E7"/>
    <w:rsid w:val="00AA26AA"/>
    <w:rsid w:val="00AA2784"/>
    <w:rsid w:val="00AA2B79"/>
    <w:rsid w:val="00AA2EAE"/>
    <w:rsid w:val="00AA305F"/>
    <w:rsid w:val="00AA354B"/>
    <w:rsid w:val="00AA3813"/>
    <w:rsid w:val="00AA4017"/>
    <w:rsid w:val="00AA468E"/>
    <w:rsid w:val="00AA4E65"/>
    <w:rsid w:val="00AA514B"/>
    <w:rsid w:val="00AA55B3"/>
    <w:rsid w:val="00AA586E"/>
    <w:rsid w:val="00AA5A0A"/>
    <w:rsid w:val="00AA60F1"/>
    <w:rsid w:val="00AA6F07"/>
    <w:rsid w:val="00AA6F4A"/>
    <w:rsid w:val="00AA72AA"/>
    <w:rsid w:val="00AA7ABD"/>
    <w:rsid w:val="00AA7E8A"/>
    <w:rsid w:val="00AB0976"/>
    <w:rsid w:val="00AB09C4"/>
    <w:rsid w:val="00AB0AB5"/>
    <w:rsid w:val="00AB0D7D"/>
    <w:rsid w:val="00AB0E82"/>
    <w:rsid w:val="00AB15E2"/>
    <w:rsid w:val="00AB167D"/>
    <w:rsid w:val="00AB19D5"/>
    <w:rsid w:val="00AB1A80"/>
    <w:rsid w:val="00AB1BB4"/>
    <w:rsid w:val="00AB1F23"/>
    <w:rsid w:val="00AB20B4"/>
    <w:rsid w:val="00AB238C"/>
    <w:rsid w:val="00AB2560"/>
    <w:rsid w:val="00AB261F"/>
    <w:rsid w:val="00AB2933"/>
    <w:rsid w:val="00AB2C12"/>
    <w:rsid w:val="00AB2DCC"/>
    <w:rsid w:val="00AB3004"/>
    <w:rsid w:val="00AB35F3"/>
    <w:rsid w:val="00AB3E00"/>
    <w:rsid w:val="00AB41B0"/>
    <w:rsid w:val="00AB493E"/>
    <w:rsid w:val="00AB52B2"/>
    <w:rsid w:val="00AB5D69"/>
    <w:rsid w:val="00AB5FA4"/>
    <w:rsid w:val="00AB6269"/>
    <w:rsid w:val="00AB6EFB"/>
    <w:rsid w:val="00AB746D"/>
    <w:rsid w:val="00AB75C6"/>
    <w:rsid w:val="00AB78AE"/>
    <w:rsid w:val="00AB7E04"/>
    <w:rsid w:val="00AB7E40"/>
    <w:rsid w:val="00AC00FB"/>
    <w:rsid w:val="00AC02CA"/>
    <w:rsid w:val="00AC02FD"/>
    <w:rsid w:val="00AC0AB2"/>
    <w:rsid w:val="00AC0F99"/>
    <w:rsid w:val="00AC1D3B"/>
    <w:rsid w:val="00AC1EBE"/>
    <w:rsid w:val="00AC21EE"/>
    <w:rsid w:val="00AC22C9"/>
    <w:rsid w:val="00AC281D"/>
    <w:rsid w:val="00AC2A56"/>
    <w:rsid w:val="00AC2AF9"/>
    <w:rsid w:val="00AC2CCF"/>
    <w:rsid w:val="00AC2E81"/>
    <w:rsid w:val="00AC31BC"/>
    <w:rsid w:val="00AC34C7"/>
    <w:rsid w:val="00AC3899"/>
    <w:rsid w:val="00AC43F5"/>
    <w:rsid w:val="00AC4E1C"/>
    <w:rsid w:val="00AC5C10"/>
    <w:rsid w:val="00AC5FAB"/>
    <w:rsid w:val="00AC685F"/>
    <w:rsid w:val="00AC689B"/>
    <w:rsid w:val="00AC72E5"/>
    <w:rsid w:val="00AC747B"/>
    <w:rsid w:val="00AD0474"/>
    <w:rsid w:val="00AD0F61"/>
    <w:rsid w:val="00AD0FB0"/>
    <w:rsid w:val="00AD12EF"/>
    <w:rsid w:val="00AD1B93"/>
    <w:rsid w:val="00AD1D7D"/>
    <w:rsid w:val="00AD265F"/>
    <w:rsid w:val="00AD271E"/>
    <w:rsid w:val="00AD2EEC"/>
    <w:rsid w:val="00AD2FA1"/>
    <w:rsid w:val="00AD3C33"/>
    <w:rsid w:val="00AD3DEF"/>
    <w:rsid w:val="00AD4CE8"/>
    <w:rsid w:val="00AD5138"/>
    <w:rsid w:val="00AD5151"/>
    <w:rsid w:val="00AD5AD1"/>
    <w:rsid w:val="00AD6403"/>
    <w:rsid w:val="00AD6658"/>
    <w:rsid w:val="00AD6860"/>
    <w:rsid w:val="00AD688F"/>
    <w:rsid w:val="00AD68BB"/>
    <w:rsid w:val="00AD6CE3"/>
    <w:rsid w:val="00AD7228"/>
    <w:rsid w:val="00AD7382"/>
    <w:rsid w:val="00AD79FF"/>
    <w:rsid w:val="00AD7BB7"/>
    <w:rsid w:val="00AD7F7C"/>
    <w:rsid w:val="00AE007F"/>
    <w:rsid w:val="00AE00F7"/>
    <w:rsid w:val="00AE0407"/>
    <w:rsid w:val="00AE0862"/>
    <w:rsid w:val="00AE0B07"/>
    <w:rsid w:val="00AE0BAD"/>
    <w:rsid w:val="00AE1672"/>
    <w:rsid w:val="00AE173B"/>
    <w:rsid w:val="00AE1CCD"/>
    <w:rsid w:val="00AE1E41"/>
    <w:rsid w:val="00AE205C"/>
    <w:rsid w:val="00AE2061"/>
    <w:rsid w:val="00AE20B1"/>
    <w:rsid w:val="00AE2C16"/>
    <w:rsid w:val="00AE2E74"/>
    <w:rsid w:val="00AE3EFA"/>
    <w:rsid w:val="00AE4104"/>
    <w:rsid w:val="00AE4B7E"/>
    <w:rsid w:val="00AE529C"/>
    <w:rsid w:val="00AE54E8"/>
    <w:rsid w:val="00AE554A"/>
    <w:rsid w:val="00AE583E"/>
    <w:rsid w:val="00AE5AB7"/>
    <w:rsid w:val="00AE5C02"/>
    <w:rsid w:val="00AE5D87"/>
    <w:rsid w:val="00AE63A3"/>
    <w:rsid w:val="00AE6983"/>
    <w:rsid w:val="00AE69DA"/>
    <w:rsid w:val="00AE794D"/>
    <w:rsid w:val="00AE7974"/>
    <w:rsid w:val="00AE7DD3"/>
    <w:rsid w:val="00AF01A2"/>
    <w:rsid w:val="00AF0C54"/>
    <w:rsid w:val="00AF0C66"/>
    <w:rsid w:val="00AF116A"/>
    <w:rsid w:val="00AF12D0"/>
    <w:rsid w:val="00AF13D9"/>
    <w:rsid w:val="00AF1A75"/>
    <w:rsid w:val="00AF1E0D"/>
    <w:rsid w:val="00AF2842"/>
    <w:rsid w:val="00AF2A63"/>
    <w:rsid w:val="00AF3A4F"/>
    <w:rsid w:val="00AF40BF"/>
    <w:rsid w:val="00AF48D7"/>
    <w:rsid w:val="00AF4CAC"/>
    <w:rsid w:val="00AF4D12"/>
    <w:rsid w:val="00AF51CF"/>
    <w:rsid w:val="00AF55C0"/>
    <w:rsid w:val="00AF57A0"/>
    <w:rsid w:val="00AF68D8"/>
    <w:rsid w:val="00AF6C7A"/>
    <w:rsid w:val="00AF700B"/>
    <w:rsid w:val="00AF7625"/>
    <w:rsid w:val="00AF7E7F"/>
    <w:rsid w:val="00B00012"/>
    <w:rsid w:val="00B00387"/>
    <w:rsid w:val="00B0083B"/>
    <w:rsid w:val="00B00C84"/>
    <w:rsid w:val="00B00D45"/>
    <w:rsid w:val="00B00FFC"/>
    <w:rsid w:val="00B014E9"/>
    <w:rsid w:val="00B01C36"/>
    <w:rsid w:val="00B01E4B"/>
    <w:rsid w:val="00B027B4"/>
    <w:rsid w:val="00B02B01"/>
    <w:rsid w:val="00B02E8B"/>
    <w:rsid w:val="00B02F7A"/>
    <w:rsid w:val="00B03426"/>
    <w:rsid w:val="00B044E5"/>
    <w:rsid w:val="00B047D6"/>
    <w:rsid w:val="00B0496F"/>
    <w:rsid w:val="00B04EBA"/>
    <w:rsid w:val="00B051A0"/>
    <w:rsid w:val="00B059B1"/>
    <w:rsid w:val="00B05E9F"/>
    <w:rsid w:val="00B05FFD"/>
    <w:rsid w:val="00B0614A"/>
    <w:rsid w:val="00B063F4"/>
    <w:rsid w:val="00B06864"/>
    <w:rsid w:val="00B06917"/>
    <w:rsid w:val="00B07479"/>
    <w:rsid w:val="00B075C5"/>
    <w:rsid w:val="00B077A6"/>
    <w:rsid w:val="00B078AE"/>
    <w:rsid w:val="00B078D6"/>
    <w:rsid w:val="00B07FE2"/>
    <w:rsid w:val="00B107B6"/>
    <w:rsid w:val="00B11503"/>
    <w:rsid w:val="00B11584"/>
    <w:rsid w:val="00B11A67"/>
    <w:rsid w:val="00B127FD"/>
    <w:rsid w:val="00B12838"/>
    <w:rsid w:val="00B12B46"/>
    <w:rsid w:val="00B12CAA"/>
    <w:rsid w:val="00B12D93"/>
    <w:rsid w:val="00B12E3F"/>
    <w:rsid w:val="00B12EAD"/>
    <w:rsid w:val="00B13007"/>
    <w:rsid w:val="00B1363B"/>
    <w:rsid w:val="00B13926"/>
    <w:rsid w:val="00B13B20"/>
    <w:rsid w:val="00B13BE4"/>
    <w:rsid w:val="00B13EDC"/>
    <w:rsid w:val="00B13EFF"/>
    <w:rsid w:val="00B14768"/>
    <w:rsid w:val="00B153E6"/>
    <w:rsid w:val="00B1566C"/>
    <w:rsid w:val="00B15CD8"/>
    <w:rsid w:val="00B15F38"/>
    <w:rsid w:val="00B1601D"/>
    <w:rsid w:val="00B16D8D"/>
    <w:rsid w:val="00B17295"/>
    <w:rsid w:val="00B17DE6"/>
    <w:rsid w:val="00B17E36"/>
    <w:rsid w:val="00B20203"/>
    <w:rsid w:val="00B20225"/>
    <w:rsid w:val="00B20550"/>
    <w:rsid w:val="00B2120E"/>
    <w:rsid w:val="00B2295A"/>
    <w:rsid w:val="00B22BE4"/>
    <w:rsid w:val="00B23109"/>
    <w:rsid w:val="00B2334B"/>
    <w:rsid w:val="00B239A0"/>
    <w:rsid w:val="00B23DED"/>
    <w:rsid w:val="00B23F02"/>
    <w:rsid w:val="00B240C2"/>
    <w:rsid w:val="00B2431B"/>
    <w:rsid w:val="00B2438C"/>
    <w:rsid w:val="00B24BB0"/>
    <w:rsid w:val="00B24C8B"/>
    <w:rsid w:val="00B2509A"/>
    <w:rsid w:val="00B256CA"/>
    <w:rsid w:val="00B257BB"/>
    <w:rsid w:val="00B2592B"/>
    <w:rsid w:val="00B25B9D"/>
    <w:rsid w:val="00B25D17"/>
    <w:rsid w:val="00B26053"/>
    <w:rsid w:val="00B26100"/>
    <w:rsid w:val="00B26228"/>
    <w:rsid w:val="00B267C4"/>
    <w:rsid w:val="00B26B36"/>
    <w:rsid w:val="00B26C25"/>
    <w:rsid w:val="00B26EE5"/>
    <w:rsid w:val="00B27981"/>
    <w:rsid w:val="00B27DB1"/>
    <w:rsid w:val="00B27E4E"/>
    <w:rsid w:val="00B303AD"/>
    <w:rsid w:val="00B311AC"/>
    <w:rsid w:val="00B312B8"/>
    <w:rsid w:val="00B3150A"/>
    <w:rsid w:val="00B315B1"/>
    <w:rsid w:val="00B31791"/>
    <w:rsid w:val="00B319CC"/>
    <w:rsid w:val="00B3225D"/>
    <w:rsid w:val="00B323C0"/>
    <w:rsid w:val="00B32556"/>
    <w:rsid w:val="00B3318E"/>
    <w:rsid w:val="00B33AF4"/>
    <w:rsid w:val="00B33BCD"/>
    <w:rsid w:val="00B33C15"/>
    <w:rsid w:val="00B34A9C"/>
    <w:rsid w:val="00B34B62"/>
    <w:rsid w:val="00B34F8C"/>
    <w:rsid w:val="00B3565C"/>
    <w:rsid w:val="00B35EDB"/>
    <w:rsid w:val="00B36063"/>
    <w:rsid w:val="00B3607A"/>
    <w:rsid w:val="00B3607D"/>
    <w:rsid w:val="00B3653F"/>
    <w:rsid w:val="00B36B47"/>
    <w:rsid w:val="00B36F9A"/>
    <w:rsid w:val="00B371B4"/>
    <w:rsid w:val="00B3765B"/>
    <w:rsid w:val="00B376C4"/>
    <w:rsid w:val="00B37975"/>
    <w:rsid w:val="00B37E9D"/>
    <w:rsid w:val="00B4021B"/>
    <w:rsid w:val="00B402B3"/>
    <w:rsid w:val="00B402FE"/>
    <w:rsid w:val="00B4044D"/>
    <w:rsid w:val="00B406E1"/>
    <w:rsid w:val="00B41095"/>
    <w:rsid w:val="00B411A3"/>
    <w:rsid w:val="00B414E6"/>
    <w:rsid w:val="00B4164A"/>
    <w:rsid w:val="00B418E6"/>
    <w:rsid w:val="00B41F72"/>
    <w:rsid w:val="00B41FEA"/>
    <w:rsid w:val="00B42351"/>
    <w:rsid w:val="00B425D0"/>
    <w:rsid w:val="00B4279E"/>
    <w:rsid w:val="00B427EE"/>
    <w:rsid w:val="00B42BC0"/>
    <w:rsid w:val="00B42E4E"/>
    <w:rsid w:val="00B42EDB"/>
    <w:rsid w:val="00B430EB"/>
    <w:rsid w:val="00B43338"/>
    <w:rsid w:val="00B43551"/>
    <w:rsid w:val="00B436EB"/>
    <w:rsid w:val="00B4389D"/>
    <w:rsid w:val="00B44184"/>
    <w:rsid w:val="00B441FE"/>
    <w:rsid w:val="00B4472B"/>
    <w:rsid w:val="00B4493D"/>
    <w:rsid w:val="00B44D53"/>
    <w:rsid w:val="00B4507C"/>
    <w:rsid w:val="00B4563E"/>
    <w:rsid w:val="00B45A63"/>
    <w:rsid w:val="00B45D36"/>
    <w:rsid w:val="00B46335"/>
    <w:rsid w:val="00B46C58"/>
    <w:rsid w:val="00B46CB1"/>
    <w:rsid w:val="00B46E29"/>
    <w:rsid w:val="00B47642"/>
    <w:rsid w:val="00B47B41"/>
    <w:rsid w:val="00B504FA"/>
    <w:rsid w:val="00B514B2"/>
    <w:rsid w:val="00B51BBC"/>
    <w:rsid w:val="00B51F9E"/>
    <w:rsid w:val="00B52CAF"/>
    <w:rsid w:val="00B535BC"/>
    <w:rsid w:val="00B54B2F"/>
    <w:rsid w:val="00B553A1"/>
    <w:rsid w:val="00B55514"/>
    <w:rsid w:val="00B55A24"/>
    <w:rsid w:val="00B55D67"/>
    <w:rsid w:val="00B56A7D"/>
    <w:rsid w:val="00B56C8C"/>
    <w:rsid w:val="00B56D1D"/>
    <w:rsid w:val="00B57679"/>
    <w:rsid w:val="00B577CC"/>
    <w:rsid w:val="00B57D58"/>
    <w:rsid w:val="00B57E52"/>
    <w:rsid w:val="00B600BB"/>
    <w:rsid w:val="00B60475"/>
    <w:rsid w:val="00B60477"/>
    <w:rsid w:val="00B6095B"/>
    <w:rsid w:val="00B60EC7"/>
    <w:rsid w:val="00B613F9"/>
    <w:rsid w:val="00B62678"/>
    <w:rsid w:val="00B629F4"/>
    <w:rsid w:val="00B62BBD"/>
    <w:rsid w:val="00B62C97"/>
    <w:rsid w:val="00B634E3"/>
    <w:rsid w:val="00B63CC5"/>
    <w:rsid w:val="00B63CCB"/>
    <w:rsid w:val="00B64085"/>
    <w:rsid w:val="00B643EA"/>
    <w:rsid w:val="00B6459B"/>
    <w:rsid w:val="00B65470"/>
    <w:rsid w:val="00B65476"/>
    <w:rsid w:val="00B65AAE"/>
    <w:rsid w:val="00B65DCE"/>
    <w:rsid w:val="00B6614F"/>
    <w:rsid w:val="00B6622B"/>
    <w:rsid w:val="00B663CC"/>
    <w:rsid w:val="00B66608"/>
    <w:rsid w:val="00B66EC8"/>
    <w:rsid w:val="00B674EB"/>
    <w:rsid w:val="00B67597"/>
    <w:rsid w:val="00B6759B"/>
    <w:rsid w:val="00B67AC1"/>
    <w:rsid w:val="00B67E1F"/>
    <w:rsid w:val="00B70863"/>
    <w:rsid w:val="00B70BBE"/>
    <w:rsid w:val="00B70F49"/>
    <w:rsid w:val="00B7107F"/>
    <w:rsid w:val="00B7116F"/>
    <w:rsid w:val="00B711B2"/>
    <w:rsid w:val="00B71787"/>
    <w:rsid w:val="00B71E64"/>
    <w:rsid w:val="00B721E4"/>
    <w:rsid w:val="00B723BC"/>
    <w:rsid w:val="00B725FF"/>
    <w:rsid w:val="00B7431A"/>
    <w:rsid w:val="00B743A5"/>
    <w:rsid w:val="00B74566"/>
    <w:rsid w:val="00B746D9"/>
    <w:rsid w:val="00B74D6E"/>
    <w:rsid w:val="00B74FE5"/>
    <w:rsid w:val="00B75206"/>
    <w:rsid w:val="00B75228"/>
    <w:rsid w:val="00B75236"/>
    <w:rsid w:val="00B753A9"/>
    <w:rsid w:val="00B75770"/>
    <w:rsid w:val="00B75801"/>
    <w:rsid w:val="00B7604B"/>
    <w:rsid w:val="00B762DB"/>
    <w:rsid w:val="00B76618"/>
    <w:rsid w:val="00B76E6D"/>
    <w:rsid w:val="00B76F18"/>
    <w:rsid w:val="00B775E6"/>
    <w:rsid w:val="00B77681"/>
    <w:rsid w:val="00B7798C"/>
    <w:rsid w:val="00B77A14"/>
    <w:rsid w:val="00B77B04"/>
    <w:rsid w:val="00B800A9"/>
    <w:rsid w:val="00B80345"/>
    <w:rsid w:val="00B80DBC"/>
    <w:rsid w:val="00B8121A"/>
    <w:rsid w:val="00B8135A"/>
    <w:rsid w:val="00B81367"/>
    <w:rsid w:val="00B81432"/>
    <w:rsid w:val="00B81573"/>
    <w:rsid w:val="00B81A8E"/>
    <w:rsid w:val="00B81E04"/>
    <w:rsid w:val="00B82124"/>
    <w:rsid w:val="00B82346"/>
    <w:rsid w:val="00B82F92"/>
    <w:rsid w:val="00B82FDD"/>
    <w:rsid w:val="00B832B3"/>
    <w:rsid w:val="00B839DC"/>
    <w:rsid w:val="00B842E6"/>
    <w:rsid w:val="00B847F6"/>
    <w:rsid w:val="00B84B82"/>
    <w:rsid w:val="00B84CCA"/>
    <w:rsid w:val="00B84D5E"/>
    <w:rsid w:val="00B84DFF"/>
    <w:rsid w:val="00B8510A"/>
    <w:rsid w:val="00B85627"/>
    <w:rsid w:val="00B85B00"/>
    <w:rsid w:val="00B8652E"/>
    <w:rsid w:val="00B866DE"/>
    <w:rsid w:val="00B86B50"/>
    <w:rsid w:val="00B871C1"/>
    <w:rsid w:val="00B87280"/>
    <w:rsid w:val="00B876EB"/>
    <w:rsid w:val="00B87804"/>
    <w:rsid w:val="00B87E0B"/>
    <w:rsid w:val="00B9003E"/>
    <w:rsid w:val="00B9064B"/>
    <w:rsid w:val="00B90B10"/>
    <w:rsid w:val="00B90C3E"/>
    <w:rsid w:val="00B90D3F"/>
    <w:rsid w:val="00B9163E"/>
    <w:rsid w:val="00B91D04"/>
    <w:rsid w:val="00B91FDC"/>
    <w:rsid w:val="00B921B0"/>
    <w:rsid w:val="00B921CD"/>
    <w:rsid w:val="00B92708"/>
    <w:rsid w:val="00B92A32"/>
    <w:rsid w:val="00B93898"/>
    <w:rsid w:val="00B93DDD"/>
    <w:rsid w:val="00B93F0E"/>
    <w:rsid w:val="00B93F76"/>
    <w:rsid w:val="00B946E0"/>
    <w:rsid w:val="00B94D15"/>
    <w:rsid w:val="00B9545D"/>
    <w:rsid w:val="00B95819"/>
    <w:rsid w:val="00B959B5"/>
    <w:rsid w:val="00B95C68"/>
    <w:rsid w:val="00B95E4D"/>
    <w:rsid w:val="00B95E77"/>
    <w:rsid w:val="00B95EAA"/>
    <w:rsid w:val="00B9601C"/>
    <w:rsid w:val="00B960E4"/>
    <w:rsid w:val="00B96729"/>
    <w:rsid w:val="00B96BEF"/>
    <w:rsid w:val="00B97332"/>
    <w:rsid w:val="00B979AE"/>
    <w:rsid w:val="00B97EC0"/>
    <w:rsid w:val="00BA0426"/>
    <w:rsid w:val="00BA08FD"/>
    <w:rsid w:val="00BA0A45"/>
    <w:rsid w:val="00BA0AC4"/>
    <w:rsid w:val="00BA0BF7"/>
    <w:rsid w:val="00BA0F0A"/>
    <w:rsid w:val="00BA101D"/>
    <w:rsid w:val="00BA10C9"/>
    <w:rsid w:val="00BA11BE"/>
    <w:rsid w:val="00BA1DE2"/>
    <w:rsid w:val="00BA1F18"/>
    <w:rsid w:val="00BA23AA"/>
    <w:rsid w:val="00BA29BF"/>
    <w:rsid w:val="00BA2B03"/>
    <w:rsid w:val="00BA2CB9"/>
    <w:rsid w:val="00BA3487"/>
    <w:rsid w:val="00BA3517"/>
    <w:rsid w:val="00BA3EE6"/>
    <w:rsid w:val="00BA3F5A"/>
    <w:rsid w:val="00BA4548"/>
    <w:rsid w:val="00BA4621"/>
    <w:rsid w:val="00BA475F"/>
    <w:rsid w:val="00BA5089"/>
    <w:rsid w:val="00BA55DA"/>
    <w:rsid w:val="00BA571E"/>
    <w:rsid w:val="00BA57D8"/>
    <w:rsid w:val="00BA5816"/>
    <w:rsid w:val="00BA5AAA"/>
    <w:rsid w:val="00BA5B26"/>
    <w:rsid w:val="00BA5D8C"/>
    <w:rsid w:val="00BA5E38"/>
    <w:rsid w:val="00BA5F29"/>
    <w:rsid w:val="00BA6105"/>
    <w:rsid w:val="00BA6200"/>
    <w:rsid w:val="00BA6702"/>
    <w:rsid w:val="00BA6C55"/>
    <w:rsid w:val="00BA72BB"/>
    <w:rsid w:val="00BA736C"/>
    <w:rsid w:val="00BA73B5"/>
    <w:rsid w:val="00BA78CC"/>
    <w:rsid w:val="00BA7C48"/>
    <w:rsid w:val="00BB01DA"/>
    <w:rsid w:val="00BB0249"/>
    <w:rsid w:val="00BB02F3"/>
    <w:rsid w:val="00BB0BE7"/>
    <w:rsid w:val="00BB0F14"/>
    <w:rsid w:val="00BB1152"/>
    <w:rsid w:val="00BB14FA"/>
    <w:rsid w:val="00BB1760"/>
    <w:rsid w:val="00BB1824"/>
    <w:rsid w:val="00BB1D52"/>
    <w:rsid w:val="00BB1EAC"/>
    <w:rsid w:val="00BB20CB"/>
    <w:rsid w:val="00BB22EA"/>
    <w:rsid w:val="00BB2499"/>
    <w:rsid w:val="00BB2738"/>
    <w:rsid w:val="00BB2966"/>
    <w:rsid w:val="00BB2AE6"/>
    <w:rsid w:val="00BB3B10"/>
    <w:rsid w:val="00BB4369"/>
    <w:rsid w:val="00BB4FB3"/>
    <w:rsid w:val="00BB52E2"/>
    <w:rsid w:val="00BB5334"/>
    <w:rsid w:val="00BB550A"/>
    <w:rsid w:val="00BB57DD"/>
    <w:rsid w:val="00BB5839"/>
    <w:rsid w:val="00BB5B91"/>
    <w:rsid w:val="00BB642E"/>
    <w:rsid w:val="00BB6677"/>
    <w:rsid w:val="00BB6745"/>
    <w:rsid w:val="00BB6ECD"/>
    <w:rsid w:val="00BB7101"/>
    <w:rsid w:val="00BB75BE"/>
    <w:rsid w:val="00BB761B"/>
    <w:rsid w:val="00BB764C"/>
    <w:rsid w:val="00BB7CD6"/>
    <w:rsid w:val="00BC0122"/>
    <w:rsid w:val="00BC0571"/>
    <w:rsid w:val="00BC0F3C"/>
    <w:rsid w:val="00BC1355"/>
    <w:rsid w:val="00BC1368"/>
    <w:rsid w:val="00BC13F9"/>
    <w:rsid w:val="00BC1A55"/>
    <w:rsid w:val="00BC1B64"/>
    <w:rsid w:val="00BC1C06"/>
    <w:rsid w:val="00BC1EF4"/>
    <w:rsid w:val="00BC2737"/>
    <w:rsid w:val="00BC30A2"/>
    <w:rsid w:val="00BC3142"/>
    <w:rsid w:val="00BC3204"/>
    <w:rsid w:val="00BC3557"/>
    <w:rsid w:val="00BC39F3"/>
    <w:rsid w:val="00BC3D3B"/>
    <w:rsid w:val="00BC3DAE"/>
    <w:rsid w:val="00BC3FD6"/>
    <w:rsid w:val="00BC40C5"/>
    <w:rsid w:val="00BC4983"/>
    <w:rsid w:val="00BC4A64"/>
    <w:rsid w:val="00BC4DFF"/>
    <w:rsid w:val="00BC501D"/>
    <w:rsid w:val="00BC51ED"/>
    <w:rsid w:val="00BC51F4"/>
    <w:rsid w:val="00BC5215"/>
    <w:rsid w:val="00BC5842"/>
    <w:rsid w:val="00BC5AD3"/>
    <w:rsid w:val="00BC5B66"/>
    <w:rsid w:val="00BC5C86"/>
    <w:rsid w:val="00BC6463"/>
    <w:rsid w:val="00BC6762"/>
    <w:rsid w:val="00BC6F8D"/>
    <w:rsid w:val="00BC7169"/>
    <w:rsid w:val="00BC7480"/>
    <w:rsid w:val="00BC7693"/>
    <w:rsid w:val="00BC7E07"/>
    <w:rsid w:val="00BC7E8D"/>
    <w:rsid w:val="00BD0121"/>
    <w:rsid w:val="00BD0195"/>
    <w:rsid w:val="00BD022C"/>
    <w:rsid w:val="00BD0574"/>
    <w:rsid w:val="00BD0BB9"/>
    <w:rsid w:val="00BD17C0"/>
    <w:rsid w:val="00BD1A8C"/>
    <w:rsid w:val="00BD1BD6"/>
    <w:rsid w:val="00BD1CC9"/>
    <w:rsid w:val="00BD227D"/>
    <w:rsid w:val="00BD23FF"/>
    <w:rsid w:val="00BD261F"/>
    <w:rsid w:val="00BD2AD4"/>
    <w:rsid w:val="00BD2B76"/>
    <w:rsid w:val="00BD2BE9"/>
    <w:rsid w:val="00BD2D63"/>
    <w:rsid w:val="00BD30DF"/>
    <w:rsid w:val="00BD3385"/>
    <w:rsid w:val="00BD3768"/>
    <w:rsid w:val="00BD3F7D"/>
    <w:rsid w:val="00BD41F2"/>
    <w:rsid w:val="00BD447F"/>
    <w:rsid w:val="00BD4C1A"/>
    <w:rsid w:val="00BD5DA1"/>
    <w:rsid w:val="00BD5EF5"/>
    <w:rsid w:val="00BD6334"/>
    <w:rsid w:val="00BD65DE"/>
    <w:rsid w:val="00BD6886"/>
    <w:rsid w:val="00BD7B24"/>
    <w:rsid w:val="00BE0407"/>
    <w:rsid w:val="00BE0530"/>
    <w:rsid w:val="00BE0E07"/>
    <w:rsid w:val="00BE11AD"/>
    <w:rsid w:val="00BE1424"/>
    <w:rsid w:val="00BE1608"/>
    <w:rsid w:val="00BE19FA"/>
    <w:rsid w:val="00BE1D5D"/>
    <w:rsid w:val="00BE1DFB"/>
    <w:rsid w:val="00BE1E76"/>
    <w:rsid w:val="00BE2077"/>
    <w:rsid w:val="00BE26C3"/>
    <w:rsid w:val="00BE2858"/>
    <w:rsid w:val="00BE2F33"/>
    <w:rsid w:val="00BE3262"/>
    <w:rsid w:val="00BE3B74"/>
    <w:rsid w:val="00BE3DF9"/>
    <w:rsid w:val="00BE4191"/>
    <w:rsid w:val="00BE4389"/>
    <w:rsid w:val="00BE4E3E"/>
    <w:rsid w:val="00BE4EF6"/>
    <w:rsid w:val="00BE5202"/>
    <w:rsid w:val="00BE55F8"/>
    <w:rsid w:val="00BE57E0"/>
    <w:rsid w:val="00BE58A9"/>
    <w:rsid w:val="00BE5A14"/>
    <w:rsid w:val="00BE69FF"/>
    <w:rsid w:val="00BE6C7D"/>
    <w:rsid w:val="00BE6D3C"/>
    <w:rsid w:val="00BE7C46"/>
    <w:rsid w:val="00BF00C0"/>
    <w:rsid w:val="00BF07B8"/>
    <w:rsid w:val="00BF09B6"/>
    <w:rsid w:val="00BF0A05"/>
    <w:rsid w:val="00BF0B1C"/>
    <w:rsid w:val="00BF0F18"/>
    <w:rsid w:val="00BF15F6"/>
    <w:rsid w:val="00BF19FA"/>
    <w:rsid w:val="00BF1BC3"/>
    <w:rsid w:val="00BF2626"/>
    <w:rsid w:val="00BF2E21"/>
    <w:rsid w:val="00BF3471"/>
    <w:rsid w:val="00BF37C4"/>
    <w:rsid w:val="00BF3F2F"/>
    <w:rsid w:val="00BF40E4"/>
    <w:rsid w:val="00BF4651"/>
    <w:rsid w:val="00BF4DEF"/>
    <w:rsid w:val="00BF5587"/>
    <w:rsid w:val="00BF5761"/>
    <w:rsid w:val="00BF5A2B"/>
    <w:rsid w:val="00BF5AF9"/>
    <w:rsid w:val="00BF5BAC"/>
    <w:rsid w:val="00BF5BC0"/>
    <w:rsid w:val="00BF5CC6"/>
    <w:rsid w:val="00BF5CE5"/>
    <w:rsid w:val="00BF601F"/>
    <w:rsid w:val="00BF661F"/>
    <w:rsid w:val="00BF6C45"/>
    <w:rsid w:val="00BF6FAA"/>
    <w:rsid w:val="00BF756E"/>
    <w:rsid w:val="00BF784A"/>
    <w:rsid w:val="00BF7AEA"/>
    <w:rsid w:val="00BF7B7F"/>
    <w:rsid w:val="00BF7DDC"/>
    <w:rsid w:val="00C0068B"/>
    <w:rsid w:val="00C0090F"/>
    <w:rsid w:val="00C00CFC"/>
    <w:rsid w:val="00C00DC5"/>
    <w:rsid w:val="00C00E0A"/>
    <w:rsid w:val="00C013A6"/>
    <w:rsid w:val="00C016DB"/>
    <w:rsid w:val="00C0177B"/>
    <w:rsid w:val="00C019C4"/>
    <w:rsid w:val="00C01A42"/>
    <w:rsid w:val="00C01DFC"/>
    <w:rsid w:val="00C022F4"/>
    <w:rsid w:val="00C028BE"/>
    <w:rsid w:val="00C02C0B"/>
    <w:rsid w:val="00C02D38"/>
    <w:rsid w:val="00C03131"/>
    <w:rsid w:val="00C0318A"/>
    <w:rsid w:val="00C0388A"/>
    <w:rsid w:val="00C03BCA"/>
    <w:rsid w:val="00C03D37"/>
    <w:rsid w:val="00C03EEA"/>
    <w:rsid w:val="00C03F67"/>
    <w:rsid w:val="00C03F8C"/>
    <w:rsid w:val="00C0420D"/>
    <w:rsid w:val="00C04546"/>
    <w:rsid w:val="00C04F85"/>
    <w:rsid w:val="00C05050"/>
    <w:rsid w:val="00C052A5"/>
    <w:rsid w:val="00C05AFD"/>
    <w:rsid w:val="00C05DD1"/>
    <w:rsid w:val="00C05E6D"/>
    <w:rsid w:val="00C05FE8"/>
    <w:rsid w:val="00C06084"/>
    <w:rsid w:val="00C064ED"/>
    <w:rsid w:val="00C06A56"/>
    <w:rsid w:val="00C06A78"/>
    <w:rsid w:val="00C071EE"/>
    <w:rsid w:val="00C07232"/>
    <w:rsid w:val="00C07935"/>
    <w:rsid w:val="00C07FB2"/>
    <w:rsid w:val="00C10162"/>
    <w:rsid w:val="00C10256"/>
    <w:rsid w:val="00C1045F"/>
    <w:rsid w:val="00C10646"/>
    <w:rsid w:val="00C10878"/>
    <w:rsid w:val="00C10AC1"/>
    <w:rsid w:val="00C1100B"/>
    <w:rsid w:val="00C1111A"/>
    <w:rsid w:val="00C1121E"/>
    <w:rsid w:val="00C11CFD"/>
    <w:rsid w:val="00C12078"/>
    <w:rsid w:val="00C123D9"/>
    <w:rsid w:val="00C1262E"/>
    <w:rsid w:val="00C128AA"/>
    <w:rsid w:val="00C12919"/>
    <w:rsid w:val="00C12EA7"/>
    <w:rsid w:val="00C13196"/>
    <w:rsid w:val="00C131AC"/>
    <w:rsid w:val="00C1353F"/>
    <w:rsid w:val="00C13541"/>
    <w:rsid w:val="00C137BB"/>
    <w:rsid w:val="00C13A5D"/>
    <w:rsid w:val="00C13AD8"/>
    <w:rsid w:val="00C13FAD"/>
    <w:rsid w:val="00C141BE"/>
    <w:rsid w:val="00C147EA"/>
    <w:rsid w:val="00C14881"/>
    <w:rsid w:val="00C1492F"/>
    <w:rsid w:val="00C14C42"/>
    <w:rsid w:val="00C1558D"/>
    <w:rsid w:val="00C155D5"/>
    <w:rsid w:val="00C15BDC"/>
    <w:rsid w:val="00C15E67"/>
    <w:rsid w:val="00C15F92"/>
    <w:rsid w:val="00C16153"/>
    <w:rsid w:val="00C16273"/>
    <w:rsid w:val="00C16F2B"/>
    <w:rsid w:val="00C17137"/>
    <w:rsid w:val="00C20231"/>
    <w:rsid w:val="00C2036A"/>
    <w:rsid w:val="00C20819"/>
    <w:rsid w:val="00C20E57"/>
    <w:rsid w:val="00C21ECB"/>
    <w:rsid w:val="00C21F30"/>
    <w:rsid w:val="00C2212C"/>
    <w:rsid w:val="00C22264"/>
    <w:rsid w:val="00C223D7"/>
    <w:rsid w:val="00C2271B"/>
    <w:rsid w:val="00C228F1"/>
    <w:rsid w:val="00C22B8A"/>
    <w:rsid w:val="00C2306B"/>
    <w:rsid w:val="00C23927"/>
    <w:rsid w:val="00C23E9D"/>
    <w:rsid w:val="00C24A36"/>
    <w:rsid w:val="00C24DAE"/>
    <w:rsid w:val="00C25977"/>
    <w:rsid w:val="00C2663E"/>
    <w:rsid w:val="00C269AA"/>
    <w:rsid w:val="00C26BF5"/>
    <w:rsid w:val="00C26F54"/>
    <w:rsid w:val="00C277CF"/>
    <w:rsid w:val="00C27977"/>
    <w:rsid w:val="00C3086C"/>
    <w:rsid w:val="00C30C4F"/>
    <w:rsid w:val="00C30EF7"/>
    <w:rsid w:val="00C311BD"/>
    <w:rsid w:val="00C316FE"/>
    <w:rsid w:val="00C3177D"/>
    <w:rsid w:val="00C327DB"/>
    <w:rsid w:val="00C32D48"/>
    <w:rsid w:val="00C32DF1"/>
    <w:rsid w:val="00C33252"/>
    <w:rsid w:val="00C33450"/>
    <w:rsid w:val="00C33982"/>
    <w:rsid w:val="00C356A7"/>
    <w:rsid w:val="00C357B3"/>
    <w:rsid w:val="00C3584D"/>
    <w:rsid w:val="00C35D63"/>
    <w:rsid w:val="00C364B6"/>
    <w:rsid w:val="00C3680B"/>
    <w:rsid w:val="00C36A9D"/>
    <w:rsid w:val="00C37615"/>
    <w:rsid w:val="00C37A3D"/>
    <w:rsid w:val="00C408DA"/>
    <w:rsid w:val="00C40FF6"/>
    <w:rsid w:val="00C41624"/>
    <w:rsid w:val="00C4178E"/>
    <w:rsid w:val="00C42636"/>
    <w:rsid w:val="00C42922"/>
    <w:rsid w:val="00C429D5"/>
    <w:rsid w:val="00C42BB6"/>
    <w:rsid w:val="00C42D82"/>
    <w:rsid w:val="00C431A6"/>
    <w:rsid w:val="00C4358A"/>
    <w:rsid w:val="00C4361B"/>
    <w:rsid w:val="00C43F1F"/>
    <w:rsid w:val="00C447C0"/>
    <w:rsid w:val="00C45977"/>
    <w:rsid w:val="00C45B0A"/>
    <w:rsid w:val="00C46186"/>
    <w:rsid w:val="00C4621E"/>
    <w:rsid w:val="00C4650F"/>
    <w:rsid w:val="00C46612"/>
    <w:rsid w:val="00C46659"/>
    <w:rsid w:val="00C46FB0"/>
    <w:rsid w:val="00C472E5"/>
    <w:rsid w:val="00C474B1"/>
    <w:rsid w:val="00C4758A"/>
    <w:rsid w:val="00C47FA7"/>
    <w:rsid w:val="00C5092E"/>
    <w:rsid w:val="00C50AD1"/>
    <w:rsid w:val="00C50BAF"/>
    <w:rsid w:val="00C50C4C"/>
    <w:rsid w:val="00C50E0F"/>
    <w:rsid w:val="00C51652"/>
    <w:rsid w:val="00C51DDE"/>
    <w:rsid w:val="00C522B5"/>
    <w:rsid w:val="00C5249F"/>
    <w:rsid w:val="00C52636"/>
    <w:rsid w:val="00C52766"/>
    <w:rsid w:val="00C52A9B"/>
    <w:rsid w:val="00C5343E"/>
    <w:rsid w:val="00C535D9"/>
    <w:rsid w:val="00C53883"/>
    <w:rsid w:val="00C53F6F"/>
    <w:rsid w:val="00C53FC4"/>
    <w:rsid w:val="00C54116"/>
    <w:rsid w:val="00C54840"/>
    <w:rsid w:val="00C548BA"/>
    <w:rsid w:val="00C54C94"/>
    <w:rsid w:val="00C5514C"/>
    <w:rsid w:val="00C5518B"/>
    <w:rsid w:val="00C551D0"/>
    <w:rsid w:val="00C554AC"/>
    <w:rsid w:val="00C55AC5"/>
    <w:rsid w:val="00C56250"/>
    <w:rsid w:val="00C565A5"/>
    <w:rsid w:val="00C569F2"/>
    <w:rsid w:val="00C5752F"/>
    <w:rsid w:val="00C575B4"/>
    <w:rsid w:val="00C57D1B"/>
    <w:rsid w:val="00C57EBE"/>
    <w:rsid w:val="00C57F4F"/>
    <w:rsid w:val="00C60229"/>
    <w:rsid w:val="00C6026E"/>
    <w:rsid w:val="00C602B8"/>
    <w:rsid w:val="00C60432"/>
    <w:rsid w:val="00C606C8"/>
    <w:rsid w:val="00C62112"/>
    <w:rsid w:val="00C625EC"/>
    <w:rsid w:val="00C62B2A"/>
    <w:rsid w:val="00C6315D"/>
    <w:rsid w:val="00C637AF"/>
    <w:rsid w:val="00C63BA4"/>
    <w:rsid w:val="00C6454A"/>
    <w:rsid w:val="00C649E7"/>
    <w:rsid w:val="00C649FA"/>
    <w:rsid w:val="00C64FB8"/>
    <w:rsid w:val="00C65099"/>
    <w:rsid w:val="00C6540B"/>
    <w:rsid w:val="00C662B4"/>
    <w:rsid w:val="00C66367"/>
    <w:rsid w:val="00C6664A"/>
    <w:rsid w:val="00C6666C"/>
    <w:rsid w:val="00C667D5"/>
    <w:rsid w:val="00C6694F"/>
    <w:rsid w:val="00C66A77"/>
    <w:rsid w:val="00C67486"/>
    <w:rsid w:val="00C67639"/>
    <w:rsid w:val="00C67674"/>
    <w:rsid w:val="00C710AE"/>
    <w:rsid w:val="00C72119"/>
    <w:rsid w:val="00C72A4D"/>
    <w:rsid w:val="00C73380"/>
    <w:rsid w:val="00C733A9"/>
    <w:rsid w:val="00C73519"/>
    <w:rsid w:val="00C73B64"/>
    <w:rsid w:val="00C73C7E"/>
    <w:rsid w:val="00C74910"/>
    <w:rsid w:val="00C75136"/>
    <w:rsid w:val="00C75573"/>
    <w:rsid w:val="00C75710"/>
    <w:rsid w:val="00C75C22"/>
    <w:rsid w:val="00C75D2C"/>
    <w:rsid w:val="00C75DCC"/>
    <w:rsid w:val="00C75E0C"/>
    <w:rsid w:val="00C76088"/>
    <w:rsid w:val="00C760D6"/>
    <w:rsid w:val="00C7613F"/>
    <w:rsid w:val="00C766A8"/>
    <w:rsid w:val="00C767BC"/>
    <w:rsid w:val="00C768E2"/>
    <w:rsid w:val="00C76F9A"/>
    <w:rsid w:val="00C77162"/>
    <w:rsid w:val="00C7730C"/>
    <w:rsid w:val="00C7767B"/>
    <w:rsid w:val="00C77C1D"/>
    <w:rsid w:val="00C77C9C"/>
    <w:rsid w:val="00C8048D"/>
    <w:rsid w:val="00C809C6"/>
    <w:rsid w:val="00C81A8C"/>
    <w:rsid w:val="00C8291E"/>
    <w:rsid w:val="00C82BA6"/>
    <w:rsid w:val="00C835F8"/>
    <w:rsid w:val="00C840F5"/>
    <w:rsid w:val="00C846FB"/>
    <w:rsid w:val="00C84A8A"/>
    <w:rsid w:val="00C85A02"/>
    <w:rsid w:val="00C85BBF"/>
    <w:rsid w:val="00C85E39"/>
    <w:rsid w:val="00C85ED0"/>
    <w:rsid w:val="00C86A16"/>
    <w:rsid w:val="00C86AC0"/>
    <w:rsid w:val="00C86F2D"/>
    <w:rsid w:val="00C87378"/>
    <w:rsid w:val="00C875CD"/>
    <w:rsid w:val="00C87759"/>
    <w:rsid w:val="00C90119"/>
    <w:rsid w:val="00C9136C"/>
    <w:rsid w:val="00C91C3D"/>
    <w:rsid w:val="00C9246E"/>
    <w:rsid w:val="00C9257A"/>
    <w:rsid w:val="00C92943"/>
    <w:rsid w:val="00C9336F"/>
    <w:rsid w:val="00C93463"/>
    <w:rsid w:val="00C94048"/>
    <w:rsid w:val="00C945FB"/>
    <w:rsid w:val="00C94A8B"/>
    <w:rsid w:val="00C94B4F"/>
    <w:rsid w:val="00C9592E"/>
    <w:rsid w:val="00C95F00"/>
    <w:rsid w:val="00C96050"/>
    <w:rsid w:val="00C9627C"/>
    <w:rsid w:val="00C96532"/>
    <w:rsid w:val="00C9664B"/>
    <w:rsid w:val="00C968B6"/>
    <w:rsid w:val="00C96DAA"/>
    <w:rsid w:val="00C975F6"/>
    <w:rsid w:val="00C97889"/>
    <w:rsid w:val="00C979FF"/>
    <w:rsid w:val="00C97A03"/>
    <w:rsid w:val="00C97C82"/>
    <w:rsid w:val="00C97C8F"/>
    <w:rsid w:val="00CA0B9D"/>
    <w:rsid w:val="00CA17B6"/>
    <w:rsid w:val="00CA1B81"/>
    <w:rsid w:val="00CA1D60"/>
    <w:rsid w:val="00CA2296"/>
    <w:rsid w:val="00CA233E"/>
    <w:rsid w:val="00CA2D03"/>
    <w:rsid w:val="00CA321D"/>
    <w:rsid w:val="00CA33A0"/>
    <w:rsid w:val="00CA389B"/>
    <w:rsid w:val="00CA38EF"/>
    <w:rsid w:val="00CA3A67"/>
    <w:rsid w:val="00CA3BD6"/>
    <w:rsid w:val="00CA3EC5"/>
    <w:rsid w:val="00CA4A56"/>
    <w:rsid w:val="00CA5479"/>
    <w:rsid w:val="00CA55B2"/>
    <w:rsid w:val="00CA5ED4"/>
    <w:rsid w:val="00CA6290"/>
    <w:rsid w:val="00CA65D2"/>
    <w:rsid w:val="00CA6A8C"/>
    <w:rsid w:val="00CA6AB1"/>
    <w:rsid w:val="00CA7455"/>
    <w:rsid w:val="00CA746E"/>
    <w:rsid w:val="00CA7882"/>
    <w:rsid w:val="00CA7D88"/>
    <w:rsid w:val="00CB0392"/>
    <w:rsid w:val="00CB0E1D"/>
    <w:rsid w:val="00CB108E"/>
    <w:rsid w:val="00CB1123"/>
    <w:rsid w:val="00CB1430"/>
    <w:rsid w:val="00CB14DC"/>
    <w:rsid w:val="00CB2609"/>
    <w:rsid w:val="00CB3538"/>
    <w:rsid w:val="00CB3C7F"/>
    <w:rsid w:val="00CB4687"/>
    <w:rsid w:val="00CB4D52"/>
    <w:rsid w:val="00CB4F55"/>
    <w:rsid w:val="00CB509B"/>
    <w:rsid w:val="00CB573A"/>
    <w:rsid w:val="00CB5BEA"/>
    <w:rsid w:val="00CB5E69"/>
    <w:rsid w:val="00CB5FDA"/>
    <w:rsid w:val="00CB6436"/>
    <w:rsid w:val="00CB65F1"/>
    <w:rsid w:val="00CB6769"/>
    <w:rsid w:val="00CB6864"/>
    <w:rsid w:val="00CB6CB0"/>
    <w:rsid w:val="00CB6DD7"/>
    <w:rsid w:val="00CB6EAD"/>
    <w:rsid w:val="00CB6F3C"/>
    <w:rsid w:val="00CB6F46"/>
    <w:rsid w:val="00CB7D95"/>
    <w:rsid w:val="00CC0397"/>
    <w:rsid w:val="00CC0616"/>
    <w:rsid w:val="00CC0B32"/>
    <w:rsid w:val="00CC0BDD"/>
    <w:rsid w:val="00CC1A2D"/>
    <w:rsid w:val="00CC1A2F"/>
    <w:rsid w:val="00CC27B8"/>
    <w:rsid w:val="00CC2890"/>
    <w:rsid w:val="00CC290D"/>
    <w:rsid w:val="00CC2924"/>
    <w:rsid w:val="00CC2C4E"/>
    <w:rsid w:val="00CC3339"/>
    <w:rsid w:val="00CC3648"/>
    <w:rsid w:val="00CC36D2"/>
    <w:rsid w:val="00CC36ED"/>
    <w:rsid w:val="00CC3762"/>
    <w:rsid w:val="00CC3930"/>
    <w:rsid w:val="00CC3A11"/>
    <w:rsid w:val="00CC3C34"/>
    <w:rsid w:val="00CC40DE"/>
    <w:rsid w:val="00CC467A"/>
    <w:rsid w:val="00CC4697"/>
    <w:rsid w:val="00CC5012"/>
    <w:rsid w:val="00CC5292"/>
    <w:rsid w:val="00CC5B43"/>
    <w:rsid w:val="00CC6010"/>
    <w:rsid w:val="00CC62DF"/>
    <w:rsid w:val="00CC6458"/>
    <w:rsid w:val="00CC6EB8"/>
    <w:rsid w:val="00CC7194"/>
    <w:rsid w:val="00CC732C"/>
    <w:rsid w:val="00CC7538"/>
    <w:rsid w:val="00CC756A"/>
    <w:rsid w:val="00CC7D9F"/>
    <w:rsid w:val="00CD00A6"/>
    <w:rsid w:val="00CD018A"/>
    <w:rsid w:val="00CD04F8"/>
    <w:rsid w:val="00CD0C68"/>
    <w:rsid w:val="00CD1220"/>
    <w:rsid w:val="00CD22A9"/>
    <w:rsid w:val="00CD23E0"/>
    <w:rsid w:val="00CD29D6"/>
    <w:rsid w:val="00CD2CDF"/>
    <w:rsid w:val="00CD2CEB"/>
    <w:rsid w:val="00CD2FB6"/>
    <w:rsid w:val="00CD30C6"/>
    <w:rsid w:val="00CD30F1"/>
    <w:rsid w:val="00CD34A5"/>
    <w:rsid w:val="00CD36E4"/>
    <w:rsid w:val="00CD3830"/>
    <w:rsid w:val="00CD3883"/>
    <w:rsid w:val="00CD4500"/>
    <w:rsid w:val="00CD4E78"/>
    <w:rsid w:val="00CD5DED"/>
    <w:rsid w:val="00CD6263"/>
    <w:rsid w:val="00CD6290"/>
    <w:rsid w:val="00CD6662"/>
    <w:rsid w:val="00CD6F75"/>
    <w:rsid w:val="00CD7001"/>
    <w:rsid w:val="00CD72DB"/>
    <w:rsid w:val="00CD764F"/>
    <w:rsid w:val="00CD7A29"/>
    <w:rsid w:val="00CD7AB6"/>
    <w:rsid w:val="00CD7F80"/>
    <w:rsid w:val="00CD7F81"/>
    <w:rsid w:val="00CD7FD4"/>
    <w:rsid w:val="00CE00A3"/>
    <w:rsid w:val="00CE0376"/>
    <w:rsid w:val="00CE0DE5"/>
    <w:rsid w:val="00CE0F9E"/>
    <w:rsid w:val="00CE1857"/>
    <w:rsid w:val="00CE18BB"/>
    <w:rsid w:val="00CE199C"/>
    <w:rsid w:val="00CE1D52"/>
    <w:rsid w:val="00CE24DC"/>
    <w:rsid w:val="00CE2DBC"/>
    <w:rsid w:val="00CE37AC"/>
    <w:rsid w:val="00CE3B42"/>
    <w:rsid w:val="00CE3DF1"/>
    <w:rsid w:val="00CE3E7F"/>
    <w:rsid w:val="00CE3F0C"/>
    <w:rsid w:val="00CE4702"/>
    <w:rsid w:val="00CE4E32"/>
    <w:rsid w:val="00CE526A"/>
    <w:rsid w:val="00CE5967"/>
    <w:rsid w:val="00CE5DE2"/>
    <w:rsid w:val="00CE5DEB"/>
    <w:rsid w:val="00CE64A0"/>
    <w:rsid w:val="00CE65BD"/>
    <w:rsid w:val="00CE6635"/>
    <w:rsid w:val="00CE6CF8"/>
    <w:rsid w:val="00CE7251"/>
    <w:rsid w:val="00CE7B35"/>
    <w:rsid w:val="00CF004E"/>
    <w:rsid w:val="00CF02B9"/>
    <w:rsid w:val="00CF1372"/>
    <w:rsid w:val="00CF1AB1"/>
    <w:rsid w:val="00CF21B5"/>
    <w:rsid w:val="00CF2508"/>
    <w:rsid w:val="00CF2662"/>
    <w:rsid w:val="00CF3536"/>
    <w:rsid w:val="00CF4085"/>
    <w:rsid w:val="00CF416F"/>
    <w:rsid w:val="00CF43B3"/>
    <w:rsid w:val="00CF48A5"/>
    <w:rsid w:val="00CF48DB"/>
    <w:rsid w:val="00CF588B"/>
    <w:rsid w:val="00CF5E03"/>
    <w:rsid w:val="00CF62CA"/>
    <w:rsid w:val="00CF66B6"/>
    <w:rsid w:val="00CF6CB9"/>
    <w:rsid w:val="00CF7CDD"/>
    <w:rsid w:val="00D001B7"/>
    <w:rsid w:val="00D0045E"/>
    <w:rsid w:val="00D005EA"/>
    <w:rsid w:val="00D00780"/>
    <w:rsid w:val="00D00C21"/>
    <w:rsid w:val="00D00E13"/>
    <w:rsid w:val="00D01174"/>
    <w:rsid w:val="00D012A0"/>
    <w:rsid w:val="00D0145B"/>
    <w:rsid w:val="00D01577"/>
    <w:rsid w:val="00D01674"/>
    <w:rsid w:val="00D01C65"/>
    <w:rsid w:val="00D01C95"/>
    <w:rsid w:val="00D01D4B"/>
    <w:rsid w:val="00D02ED4"/>
    <w:rsid w:val="00D03092"/>
    <w:rsid w:val="00D03498"/>
    <w:rsid w:val="00D034EF"/>
    <w:rsid w:val="00D0380E"/>
    <w:rsid w:val="00D03D1C"/>
    <w:rsid w:val="00D041A5"/>
    <w:rsid w:val="00D049DA"/>
    <w:rsid w:val="00D04DFA"/>
    <w:rsid w:val="00D05515"/>
    <w:rsid w:val="00D055AC"/>
    <w:rsid w:val="00D05B20"/>
    <w:rsid w:val="00D06011"/>
    <w:rsid w:val="00D061F7"/>
    <w:rsid w:val="00D0682F"/>
    <w:rsid w:val="00D07570"/>
    <w:rsid w:val="00D075CF"/>
    <w:rsid w:val="00D079BA"/>
    <w:rsid w:val="00D079C7"/>
    <w:rsid w:val="00D10225"/>
    <w:rsid w:val="00D102DC"/>
    <w:rsid w:val="00D10A5B"/>
    <w:rsid w:val="00D10F0E"/>
    <w:rsid w:val="00D11204"/>
    <w:rsid w:val="00D1133C"/>
    <w:rsid w:val="00D1172A"/>
    <w:rsid w:val="00D121CF"/>
    <w:rsid w:val="00D12BFA"/>
    <w:rsid w:val="00D12DEA"/>
    <w:rsid w:val="00D13590"/>
    <w:rsid w:val="00D136E2"/>
    <w:rsid w:val="00D137A0"/>
    <w:rsid w:val="00D137F9"/>
    <w:rsid w:val="00D13860"/>
    <w:rsid w:val="00D14A51"/>
    <w:rsid w:val="00D14BC4"/>
    <w:rsid w:val="00D14EB6"/>
    <w:rsid w:val="00D14F1E"/>
    <w:rsid w:val="00D14F34"/>
    <w:rsid w:val="00D15647"/>
    <w:rsid w:val="00D15888"/>
    <w:rsid w:val="00D15F70"/>
    <w:rsid w:val="00D16665"/>
    <w:rsid w:val="00D16732"/>
    <w:rsid w:val="00D168CC"/>
    <w:rsid w:val="00D16C1D"/>
    <w:rsid w:val="00D16C9F"/>
    <w:rsid w:val="00D16F3A"/>
    <w:rsid w:val="00D17073"/>
    <w:rsid w:val="00D17B5A"/>
    <w:rsid w:val="00D17BAF"/>
    <w:rsid w:val="00D17FEC"/>
    <w:rsid w:val="00D202FC"/>
    <w:rsid w:val="00D213E5"/>
    <w:rsid w:val="00D21860"/>
    <w:rsid w:val="00D21D4B"/>
    <w:rsid w:val="00D22314"/>
    <w:rsid w:val="00D223C4"/>
    <w:rsid w:val="00D224A3"/>
    <w:rsid w:val="00D225F0"/>
    <w:rsid w:val="00D22926"/>
    <w:rsid w:val="00D22C74"/>
    <w:rsid w:val="00D22F57"/>
    <w:rsid w:val="00D232FC"/>
    <w:rsid w:val="00D23A26"/>
    <w:rsid w:val="00D23B18"/>
    <w:rsid w:val="00D24387"/>
    <w:rsid w:val="00D243DD"/>
    <w:rsid w:val="00D24C5C"/>
    <w:rsid w:val="00D25315"/>
    <w:rsid w:val="00D2538A"/>
    <w:rsid w:val="00D253FF"/>
    <w:rsid w:val="00D255DE"/>
    <w:rsid w:val="00D25A4C"/>
    <w:rsid w:val="00D25A70"/>
    <w:rsid w:val="00D26079"/>
    <w:rsid w:val="00D269B2"/>
    <w:rsid w:val="00D26A3F"/>
    <w:rsid w:val="00D2709E"/>
    <w:rsid w:val="00D271CE"/>
    <w:rsid w:val="00D27EE1"/>
    <w:rsid w:val="00D3015E"/>
    <w:rsid w:val="00D30D54"/>
    <w:rsid w:val="00D316F1"/>
    <w:rsid w:val="00D31814"/>
    <w:rsid w:val="00D3188B"/>
    <w:rsid w:val="00D319AE"/>
    <w:rsid w:val="00D31FA3"/>
    <w:rsid w:val="00D32651"/>
    <w:rsid w:val="00D332B1"/>
    <w:rsid w:val="00D33B82"/>
    <w:rsid w:val="00D34064"/>
    <w:rsid w:val="00D3424E"/>
    <w:rsid w:val="00D343DF"/>
    <w:rsid w:val="00D345F9"/>
    <w:rsid w:val="00D35243"/>
    <w:rsid w:val="00D358A7"/>
    <w:rsid w:val="00D35961"/>
    <w:rsid w:val="00D3596F"/>
    <w:rsid w:val="00D36172"/>
    <w:rsid w:val="00D3620F"/>
    <w:rsid w:val="00D374DB"/>
    <w:rsid w:val="00D379F5"/>
    <w:rsid w:val="00D37E9F"/>
    <w:rsid w:val="00D4008C"/>
    <w:rsid w:val="00D400B7"/>
    <w:rsid w:val="00D4040D"/>
    <w:rsid w:val="00D407BF"/>
    <w:rsid w:val="00D40830"/>
    <w:rsid w:val="00D40C3D"/>
    <w:rsid w:val="00D415EB"/>
    <w:rsid w:val="00D415FC"/>
    <w:rsid w:val="00D42251"/>
    <w:rsid w:val="00D423FB"/>
    <w:rsid w:val="00D425CC"/>
    <w:rsid w:val="00D42D91"/>
    <w:rsid w:val="00D42DD4"/>
    <w:rsid w:val="00D42E23"/>
    <w:rsid w:val="00D44776"/>
    <w:rsid w:val="00D447D1"/>
    <w:rsid w:val="00D44B5A"/>
    <w:rsid w:val="00D44F35"/>
    <w:rsid w:val="00D45036"/>
    <w:rsid w:val="00D454DE"/>
    <w:rsid w:val="00D45663"/>
    <w:rsid w:val="00D457BA"/>
    <w:rsid w:val="00D45D65"/>
    <w:rsid w:val="00D4614F"/>
    <w:rsid w:val="00D4646E"/>
    <w:rsid w:val="00D4689E"/>
    <w:rsid w:val="00D468D7"/>
    <w:rsid w:val="00D46A3C"/>
    <w:rsid w:val="00D46B9B"/>
    <w:rsid w:val="00D4745E"/>
    <w:rsid w:val="00D476C9"/>
    <w:rsid w:val="00D477CC"/>
    <w:rsid w:val="00D47A79"/>
    <w:rsid w:val="00D47D0C"/>
    <w:rsid w:val="00D50AEF"/>
    <w:rsid w:val="00D50E8E"/>
    <w:rsid w:val="00D510EE"/>
    <w:rsid w:val="00D512D2"/>
    <w:rsid w:val="00D519FB"/>
    <w:rsid w:val="00D51BB9"/>
    <w:rsid w:val="00D51EA7"/>
    <w:rsid w:val="00D523A5"/>
    <w:rsid w:val="00D529AA"/>
    <w:rsid w:val="00D52A07"/>
    <w:rsid w:val="00D52AC3"/>
    <w:rsid w:val="00D53067"/>
    <w:rsid w:val="00D53198"/>
    <w:rsid w:val="00D53737"/>
    <w:rsid w:val="00D53F6E"/>
    <w:rsid w:val="00D54100"/>
    <w:rsid w:val="00D543C1"/>
    <w:rsid w:val="00D544B9"/>
    <w:rsid w:val="00D54600"/>
    <w:rsid w:val="00D5499F"/>
    <w:rsid w:val="00D55286"/>
    <w:rsid w:val="00D55480"/>
    <w:rsid w:val="00D55930"/>
    <w:rsid w:val="00D559F6"/>
    <w:rsid w:val="00D55B06"/>
    <w:rsid w:val="00D564A7"/>
    <w:rsid w:val="00D569BF"/>
    <w:rsid w:val="00D56A02"/>
    <w:rsid w:val="00D56B00"/>
    <w:rsid w:val="00D56E70"/>
    <w:rsid w:val="00D570F2"/>
    <w:rsid w:val="00D572D3"/>
    <w:rsid w:val="00D57532"/>
    <w:rsid w:val="00D577E3"/>
    <w:rsid w:val="00D57A76"/>
    <w:rsid w:val="00D57DF3"/>
    <w:rsid w:val="00D60D25"/>
    <w:rsid w:val="00D611C2"/>
    <w:rsid w:val="00D61411"/>
    <w:rsid w:val="00D6145F"/>
    <w:rsid w:val="00D61994"/>
    <w:rsid w:val="00D61CB6"/>
    <w:rsid w:val="00D61CF2"/>
    <w:rsid w:val="00D620A4"/>
    <w:rsid w:val="00D62A45"/>
    <w:rsid w:val="00D62F41"/>
    <w:rsid w:val="00D630BF"/>
    <w:rsid w:val="00D633EF"/>
    <w:rsid w:val="00D63700"/>
    <w:rsid w:val="00D638C1"/>
    <w:rsid w:val="00D63FBB"/>
    <w:rsid w:val="00D64D66"/>
    <w:rsid w:val="00D654CD"/>
    <w:rsid w:val="00D655DC"/>
    <w:rsid w:val="00D6569E"/>
    <w:rsid w:val="00D65AD7"/>
    <w:rsid w:val="00D65EEC"/>
    <w:rsid w:val="00D660B4"/>
    <w:rsid w:val="00D66171"/>
    <w:rsid w:val="00D66AA3"/>
    <w:rsid w:val="00D66E5A"/>
    <w:rsid w:val="00D67171"/>
    <w:rsid w:val="00D704F9"/>
    <w:rsid w:val="00D70536"/>
    <w:rsid w:val="00D70557"/>
    <w:rsid w:val="00D70842"/>
    <w:rsid w:val="00D70CEF"/>
    <w:rsid w:val="00D70F16"/>
    <w:rsid w:val="00D710D1"/>
    <w:rsid w:val="00D712D5"/>
    <w:rsid w:val="00D712F6"/>
    <w:rsid w:val="00D720F2"/>
    <w:rsid w:val="00D7382D"/>
    <w:rsid w:val="00D738AB"/>
    <w:rsid w:val="00D74513"/>
    <w:rsid w:val="00D74C75"/>
    <w:rsid w:val="00D7551E"/>
    <w:rsid w:val="00D757F0"/>
    <w:rsid w:val="00D75C3D"/>
    <w:rsid w:val="00D75D24"/>
    <w:rsid w:val="00D76406"/>
    <w:rsid w:val="00D766B8"/>
    <w:rsid w:val="00D76702"/>
    <w:rsid w:val="00D774BE"/>
    <w:rsid w:val="00D779AE"/>
    <w:rsid w:val="00D77C8B"/>
    <w:rsid w:val="00D8058D"/>
    <w:rsid w:val="00D82EA6"/>
    <w:rsid w:val="00D8309D"/>
    <w:rsid w:val="00D836AB"/>
    <w:rsid w:val="00D83F6A"/>
    <w:rsid w:val="00D84537"/>
    <w:rsid w:val="00D84EE6"/>
    <w:rsid w:val="00D8503E"/>
    <w:rsid w:val="00D85168"/>
    <w:rsid w:val="00D85215"/>
    <w:rsid w:val="00D85E28"/>
    <w:rsid w:val="00D85F00"/>
    <w:rsid w:val="00D86421"/>
    <w:rsid w:val="00D86724"/>
    <w:rsid w:val="00D86BFE"/>
    <w:rsid w:val="00D86DFE"/>
    <w:rsid w:val="00D86F81"/>
    <w:rsid w:val="00D86FCC"/>
    <w:rsid w:val="00D87086"/>
    <w:rsid w:val="00D8747C"/>
    <w:rsid w:val="00D87588"/>
    <w:rsid w:val="00D878FC"/>
    <w:rsid w:val="00D87BB8"/>
    <w:rsid w:val="00D87DB3"/>
    <w:rsid w:val="00D87FF8"/>
    <w:rsid w:val="00D9067B"/>
    <w:rsid w:val="00D911AE"/>
    <w:rsid w:val="00D912E0"/>
    <w:rsid w:val="00D91A90"/>
    <w:rsid w:val="00D91C9D"/>
    <w:rsid w:val="00D92387"/>
    <w:rsid w:val="00D92993"/>
    <w:rsid w:val="00D92E33"/>
    <w:rsid w:val="00D92EA5"/>
    <w:rsid w:val="00D932F6"/>
    <w:rsid w:val="00D9347A"/>
    <w:rsid w:val="00D935A2"/>
    <w:rsid w:val="00D9377B"/>
    <w:rsid w:val="00D93A8D"/>
    <w:rsid w:val="00D93AAB"/>
    <w:rsid w:val="00D93ABC"/>
    <w:rsid w:val="00D93E33"/>
    <w:rsid w:val="00D94010"/>
    <w:rsid w:val="00D948E8"/>
    <w:rsid w:val="00D94C56"/>
    <w:rsid w:val="00D953A8"/>
    <w:rsid w:val="00D95799"/>
    <w:rsid w:val="00D959E8"/>
    <w:rsid w:val="00D964F2"/>
    <w:rsid w:val="00D96976"/>
    <w:rsid w:val="00D96A95"/>
    <w:rsid w:val="00D970DB"/>
    <w:rsid w:val="00D9734C"/>
    <w:rsid w:val="00D97CBD"/>
    <w:rsid w:val="00DA024E"/>
    <w:rsid w:val="00DA0EE7"/>
    <w:rsid w:val="00DA1055"/>
    <w:rsid w:val="00DA1065"/>
    <w:rsid w:val="00DA158F"/>
    <w:rsid w:val="00DA16C1"/>
    <w:rsid w:val="00DA19A4"/>
    <w:rsid w:val="00DA1AA8"/>
    <w:rsid w:val="00DA1BD0"/>
    <w:rsid w:val="00DA1DCC"/>
    <w:rsid w:val="00DA2074"/>
    <w:rsid w:val="00DA2D6A"/>
    <w:rsid w:val="00DA3529"/>
    <w:rsid w:val="00DA3D03"/>
    <w:rsid w:val="00DA3ECF"/>
    <w:rsid w:val="00DA413C"/>
    <w:rsid w:val="00DA4E33"/>
    <w:rsid w:val="00DA541C"/>
    <w:rsid w:val="00DA60DF"/>
    <w:rsid w:val="00DA6242"/>
    <w:rsid w:val="00DA642F"/>
    <w:rsid w:val="00DA6467"/>
    <w:rsid w:val="00DA6624"/>
    <w:rsid w:val="00DA7351"/>
    <w:rsid w:val="00DA7858"/>
    <w:rsid w:val="00DA7E0F"/>
    <w:rsid w:val="00DB03AB"/>
    <w:rsid w:val="00DB0897"/>
    <w:rsid w:val="00DB095F"/>
    <w:rsid w:val="00DB0B4A"/>
    <w:rsid w:val="00DB0CE6"/>
    <w:rsid w:val="00DB1071"/>
    <w:rsid w:val="00DB1BE8"/>
    <w:rsid w:val="00DB1BEE"/>
    <w:rsid w:val="00DB1D59"/>
    <w:rsid w:val="00DB1F63"/>
    <w:rsid w:val="00DB2079"/>
    <w:rsid w:val="00DB23C9"/>
    <w:rsid w:val="00DB23E8"/>
    <w:rsid w:val="00DB250C"/>
    <w:rsid w:val="00DB2526"/>
    <w:rsid w:val="00DB27EB"/>
    <w:rsid w:val="00DB3005"/>
    <w:rsid w:val="00DB322F"/>
    <w:rsid w:val="00DB356E"/>
    <w:rsid w:val="00DB4082"/>
    <w:rsid w:val="00DB44A5"/>
    <w:rsid w:val="00DB458A"/>
    <w:rsid w:val="00DB493D"/>
    <w:rsid w:val="00DB4A0F"/>
    <w:rsid w:val="00DB4B2A"/>
    <w:rsid w:val="00DB549C"/>
    <w:rsid w:val="00DB59D5"/>
    <w:rsid w:val="00DB5A2D"/>
    <w:rsid w:val="00DB5D63"/>
    <w:rsid w:val="00DB5D6D"/>
    <w:rsid w:val="00DB60C8"/>
    <w:rsid w:val="00DB63C3"/>
    <w:rsid w:val="00DB67CA"/>
    <w:rsid w:val="00DB6B9F"/>
    <w:rsid w:val="00DB6F66"/>
    <w:rsid w:val="00DB71B2"/>
    <w:rsid w:val="00DB724A"/>
    <w:rsid w:val="00DB77F6"/>
    <w:rsid w:val="00DB784A"/>
    <w:rsid w:val="00DB7B0E"/>
    <w:rsid w:val="00DB7CD0"/>
    <w:rsid w:val="00DC03D6"/>
    <w:rsid w:val="00DC06BB"/>
    <w:rsid w:val="00DC0833"/>
    <w:rsid w:val="00DC0957"/>
    <w:rsid w:val="00DC0B01"/>
    <w:rsid w:val="00DC0D4C"/>
    <w:rsid w:val="00DC1D2F"/>
    <w:rsid w:val="00DC2CDC"/>
    <w:rsid w:val="00DC2D9D"/>
    <w:rsid w:val="00DC2F23"/>
    <w:rsid w:val="00DC2FA2"/>
    <w:rsid w:val="00DC3199"/>
    <w:rsid w:val="00DC32AB"/>
    <w:rsid w:val="00DC3A0A"/>
    <w:rsid w:val="00DC3A77"/>
    <w:rsid w:val="00DC3E02"/>
    <w:rsid w:val="00DC4988"/>
    <w:rsid w:val="00DC4C4F"/>
    <w:rsid w:val="00DC66C5"/>
    <w:rsid w:val="00DC69A6"/>
    <w:rsid w:val="00DC71BB"/>
    <w:rsid w:val="00DC7357"/>
    <w:rsid w:val="00DC7358"/>
    <w:rsid w:val="00DC7523"/>
    <w:rsid w:val="00DC78D2"/>
    <w:rsid w:val="00DC79CF"/>
    <w:rsid w:val="00DC7A20"/>
    <w:rsid w:val="00DC7C19"/>
    <w:rsid w:val="00DC7C79"/>
    <w:rsid w:val="00DD0478"/>
    <w:rsid w:val="00DD0775"/>
    <w:rsid w:val="00DD096E"/>
    <w:rsid w:val="00DD0B8F"/>
    <w:rsid w:val="00DD0BA2"/>
    <w:rsid w:val="00DD0C27"/>
    <w:rsid w:val="00DD0E22"/>
    <w:rsid w:val="00DD136A"/>
    <w:rsid w:val="00DD1426"/>
    <w:rsid w:val="00DD1BE0"/>
    <w:rsid w:val="00DD1EC2"/>
    <w:rsid w:val="00DD2340"/>
    <w:rsid w:val="00DD234C"/>
    <w:rsid w:val="00DD2434"/>
    <w:rsid w:val="00DD2582"/>
    <w:rsid w:val="00DD2B8B"/>
    <w:rsid w:val="00DD2DB4"/>
    <w:rsid w:val="00DD3931"/>
    <w:rsid w:val="00DD3BE2"/>
    <w:rsid w:val="00DD416E"/>
    <w:rsid w:val="00DD46F4"/>
    <w:rsid w:val="00DD46F7"/>
    <w:rsid w:val="00DD5339"/>
    <w:rsid w:val="00DD536A"/>
    <w:rsid w:val="00DD5B7B"/>
    <w:rsid w:val="00DD5C49"/>
    <w:rsid w:val="00DD5D9F"/>
    <w:rsid w:val="00DD63B5"/>
    <w:rsid w:val="00DD6693"/>
    <w:rsid w:val="00DD6A18"/>
    <w:rsid w:val="00DD6D7E"/>
    <w:rsid w:val="00DD7497"/>
    <w:rsid w:val="00DE0402"/>
    <w:rsid w:val="00DE1466"/>
    <w:rsid w:val="00DE18E3"/>
    <w:rsid w:val="00DE191C"/>
    <w:rsid w:val="00DE2344"/>
    <w:rsid w:val="00DE249A"/>
    <w:rsid w:val="00DE2BDD"/>
    <w:rsid w:val="00DE2D96"/>
    <w:rsid w:val="00DE2E2C"/>
    <w:rsid w:val="00DE2E9F"/>
    <w:rsid w:val="00DE2F30"/>
    <w:rsid w:val="00DE3134"/>
    <w:rsid w:val="00DE3447"/>
    <w:rsid w:val="00DE3713"/>
    <w:rsid w:val="00DE3CD8"/>
    <w:rsid w:val="00DE3F23"/>
    <w:rsid w:val="00DE482F"/>
    <w:rsid w:val="00DE49D2"/>
    <w:rsid w:val="00DE4DC4"/>
    <w:rsid w:val="00DE4F1E"/>
    <w:rsid w:val="00DE547A"/>
    <w:rsid w:val="00DE5970"/>
    <w:rsid w:val="00DE5C7A"/>
    <w:rsid w:val="00DE6107"/>
    <w:rsid w:val="00DE6893"/>
    <w:rsid w:val="00DE69DC"/>
    <w:rsid w:val="00DE6E46"/>
    <w:rsid w:val="00DE7CA1"/>
    <w:rsid w:val="00DF00C4"/>
    <w:rsid w:val="00DF1C0E"/>
    <w:rsid w:val="00DF1FC6"/>
    <w:rsid w:val="00DF2269"/>
    <w:rsid w:val="00DF2411"/>
    <w:rsid w:val="00DF26B2"/>
    <w:rsid w:val="00DF2CC1"/>
    <w:rsid w:val="00DF2D65"/>
    <w:rsid w:val="00DF2E33"/>
    <w:rsid w:val="00DF36D5"/>
    <w:rsid w:val="00DF38E1"/>
    <w:rsid w:val="00DF3A7B"/>
    <w:rsid w:val="00DF3B92"/>
    <w:rsid w:val="00DF3D64"/>
    <w:rsid w:val="00DF4091"/>
    <w:rsid w:val="00DF4950"/>
    <w:rsid w:val="00DF4DED"/>
    <w:rsid w:val="00DF4DF3"/>
    <w:rsid w:val="00DF56AD"/>
    <w:rsid w:val="00DF5875"/>
    <w:rsid w:val="00DF599A"/>
    <w:rsid w:val="00DF5D21"/>
    <w:rsid w:val="00DF5DA3"/>
    <w:rsid w:val="00DF5DE4"/>
    <w:rsid w:val="00DF6066"/>
    <w:rsid w:val="00DF6079"/>
    <w:rsid w:val="00DF6446"/>
    <w:rsid w:val="00DF6F2F"/>
    <w:rsid w:val="00DF726B"/>
    <w:rsid w:val="00DF761E"/>
    <w:rsid w:val="00DF77CD"/>
    <w:rsid w:val="00DF7C9B"/>
    <w:rsid w:val="00DF7F1F"/>
    <w:rsid w:val="00E00426"/>
    <w:rsid w:val="00E00526"/>
    <w:rsid w:val="00E00912"/>
    <w:rsid w:val="00E01F52"/>
    <w:rsid w:val="00E0202F"/>
    <w:rsid w:val="00E021F1"/>
    <w:rsid w:val="00E0299B"/>
    <w:rsid w:val="00E02D1E"/>
    <w:rsid w:val="00E0347E"/>
    <w:rsid w:val="00E03B5B"/>
    <w:rsid w:val="00E0429D"/>
    <w:rsid w:val="00E044D1"/>
    <w:rsid w:val="00E047BD"/>
    <w:rsid w:val="00E04C6A"/>
    <w:rsid w:val="00E04D20"/>
    <w:rsid w:val="00E05896"/>
    <w:rsid w:val="00E05B0C"/>
    <w:rsid w:val="00E05C0D"/>
    <w:rsid w:val="00E05CC1"/>
    <w:rsid w:val="00E05DC1"/>
    <w:rsid w:val="00E06090"/>
    <w:rsid w:val="00E06163"/>
    <w:rsid w:val="00E06818"/>
    <w:rsid w:val="00E068E6"/>
    <w:rsid w:val="00E06A70"/>
    <w:rsid w:val="00E06DB7"/>
    <w:rsid w:val="00E06DE0"/>
    <w:rsid w:val="00E0704A"/>
    <w:rsid w:val="00E07814"/>
    <w:rsid w:val="00E07BE8"/>
    <w:rsid w:val="00E1033A"/>
    <w:rsid w:val="00E10874"/>
    <w:rsid w:val="00E10B3A"/>
    <w:rsid w:val="00E10E78"/>
    <w:rsid w:val="00E1152C"/>
    <w:rsid w:val="00E120A0"/>
    <w:rsid w:val="00E120BC"/>
    <w:rsid w:val="00E123BD"/>
    <w:rsid w:val="00E12BF4"/>
    <w:rsid w:val="00E12C40"/>
    <w:rsid w:val="00E13550"/>
    <w:rsid w:val="00E135F9"/>
    <w:rsid w:val="00E139C6"/>
    <w:rsid w:val="00E144E3"/>
    <w:rsid w:val="00E147E3"/>
    <w:rsid w:val="00E14A23"/>
    <w:rsid w:val="00E15167"/>
    <w:rsid w:val="00E15505"/>
    <w:rsid w:val="00E156B4"/>
    <w:rsid w:val="00E157E4"/>
    <w:rsid w:val="00E15EAD"/>
    <w:rsid w:val="00E160B1"/>
    <w:rsid w:val="00E162B3"/>
    <w:rsid w:val="00E164B3"/>
    <w:rsid w:val="00E16687"/>
    <w:rsid w:val="00E16CE5"/>
    <w:rsid w:val="00E16E52"/>
    <w:rsid w:val="00E16F5C"/>
    <w:rsid w:val="00E16FE7"/>
    <w:rsid w:val="00E1759D"/>
    <w:rsid w:val="00E17797"/>
    <w:rsid w:val="00E2079F"/>
    <w:rsid w:val="00E20C27"/>
    <w:rsid w:val="00E20D8B"/>
    <w:rsid w:val="00E21275"/>
    <w:rsid w:val="00E214CE"/>
    <w:rsid w:val="00E21CE4"/>
    <w:rsid w:val="00E22408"/>
    <w:rsid w:val="00E22A7C"/>
    <w:rsid w:val="00E22E3B"/>
    <w:rsid w:val="00E22E40"/>
    <w:rsid w:val="00E22F14"/>
    <w:rsid w:val="00E235BE"/>
    <w:rsid w:val="00E2373A"/>
    <w:rsid w:val="00E238BA"/>
    <w:rsid w:val="00E23BB3"/>
    <w:rsid w:val="00E23ED5"/>
    <w:rsid w:val="00E240BF"/>
    <w:rsid w:val="00E247F5"/>
    <w:rsid w:val="00E24A1E"/>
    <w:rsid w:val="00E24B81"/>
    <w:rsid w:val="00E24C9E"/>
    <w:rsid w:val="00E252B8"/>
    <w:rsid w:val="00E256DD"/>
    <w:rsid w:val="00E25723"/>
    <w:rsid w:val="00E25D52"/>
    <w:rsid w:val="00E26371"/>
    <w:rsid w:val="00E26877"/>
    <w:rsid w:val="00E2692C"/>
    <w:rsid w:val="00E26DCD"/>
    <w:rsid w:val="00E27055"/>
    <w:rsid w:val="00E27A22"/>
    <w:rsid w:val="00E27AF8"/>
    <w:rsid w:val="00E27C45"/>
    <w:rsid w:val="00E30483"/>
    <w:rsid w:val="00E3082F"/>
    <w:rsid w:val="00E30FC2"/>
    <w:rsid w:val="00E31267"/>
    <w:rsid w:val="00E31323"/>
    <w:rsid w:val="00E31492"/>
    <w:rsid w:val="00E3176C"/>
    <w:rsid w:val="00E3183F"/>
    <w:rsid w:val="00E31BBB"/>
    <w:rsid w:val="00E32444"/>
    <w:rsid w:val="00E3258F"/>
    <w:rsid w:val="00E32D69"/>
    <w:rsid w:val="00E32F39"/>
    <w:rsid w:val="00E32FCD"/>
    <w:rsid w:val="00E33348"/>
    <w:rsid w:val="00E33978"/>
    <w:rsid w:val="00E33F43"/>
    <w:rsid w:val="00E34209"/>
    <w:rsid w:val="00E348E3"/>
    <w:rsid w:val="00E35363"/>
    <w:rsid w:val="00E35442"/>
    <w:rsid w:val="00E356B5"/>
    <w:rsid w:val="00E35851"/>
    <w:rsid w:val="00E35E4C"/>
    <w:rsid w:val="00E36EF7"/>
    <w:rsid w:val="00E370FC"/>
    <w:rsid w:val="00E3742F"/>
    <w:rsid w:val="00E37719"/>
    <w:rsid w:val="00E379C4"/>
    <w:rsid w:val="00E37D41"/>
    <w:rsid w:val="00E37F77"/>
    <w:rsid w:val="00E40613"/>
    <w:rsid w:val="00E40871"/>
    <w:rsid w:val="00E40AFE"/>
    <w:rsid w:val="00E40BD6"/>
    <w:rsid w:val="00E40CF4"/>
    <w:rsid w:val="00E41028"/>
    <w:rsid w:val="00E4156F"/>
    <w:rsid w:val="00E415DF"/>
    <w:rsid w:val="00E41CD0"/>
    <w:rsid w:val="00E41D1F"/>
    <w:rsid w:val="00E42112"/>
    <w:rsid w:val="00E42EC1"/>
    <w:rsid w:val="00E432C8"/>
    <w:rsid w:val="00E433D2"/>
    <w:rsid w:val="00E43B4E"/>
    <w:rsid w:val="00E44532"/>
    <w:rsid w:val="00E4461C"/>
    <w:rsid w:val="00E4477E"/>
    <w:rsid w:val="00E44994"/>
    <w:rsid w:val="00E45273"/>
    <w:rsid w:val="00E452DD"/>
    <w:rsid w:val="00E45443"/>
    <w:rsid w:val="00E45B6B"/>
    <w:rsid w:val="00E45BD2"/>
    <w:rsid w:val="00E46072"/>
    <w:rsid w:val="00E468B0"/>
    <w:rsid w:val="00E46AC8"/>
    <w:rsid w:val="00E46C74"/>
    <w:rsid w:val="00E46CDA"/>
    <w:rsid w:val="00E46D81"/>
    <w:rsid w:val="00E4796B"/>
    <w:rsid w:val="00E479A0"/>
    <w:rsid w:val="00E47B3F"/>
    <w:rsid w:val="00E47D07"/>
    <w:rsid w:val="00E500AF"/>
    <w:rsid w:val="00E5031A"/>
    <w:rsid w:val="00E50351"/>
    <w:rsid w:val="00E50744"/>
    <w:rsid w:val="00E50F2C"/>
    <w:rsid w:val="00E514E2"/>
    <w:rsid w:val="00E517F4"/>
    <w:rsid w:val="00E5190A"/>
    <w:rsid w:val="00E52051"/>
    <w:rsid w:val="00E522C7"/>
    <w:rsid w:val="00E52443"/>
    <w:rsid w:val="00E52720"/>
    <w:rsid w:val="00E52D80"/>
    <w:rsid w:val="00E52E0F"/>
    <w:rsid w:val="00E534CA"/>
    <w:rsid w:val="00E5396D"/>
    <w:rsid w:val="00E542D5"/>
    <w:rsid w:val="00E54459"/>
    <w:rsid w:val="00E54869"/>
    <w:rsid w:val="00E548C8"/>
    <w:rsid w:val="00E54AA8"/>
    <w:rsid w:val="00E55217"/>
    <w:rsid w:val="00E553EB"/>
    <w:rsid w:val="00E554A7"/>
    <w:rsid w:val="00E554CB"/>
    <w:rsid w:val="00E55BC8"/>
    <w:rsid w:val="00E55FEE"/>
    <w:rsid w:val="00E5635B"/>
    <w:rsid w:val="00E5695D"/>
    <w:rsid w:val="00E570CD"/>
    <w:rsid w:val="00E57163"/>
    <w:rsid w:val="00E57273"/>
    <w:rsid w:val="00E57300"/>
    <w:rsid w:val="00E57936"/>
    <w:rsid w:val="00E57E4A"/>
    <w:rsid w:val="00E60160"/>
    <w:rsid w:val="00E602D6"/>
    <w:rsid w:val="00E605BA"/>
    <w:rsid w:val="00E605E2"/>
    <w:rsid w:val="00E60B41"/>
    <w:rsid w:val="00E60E04"/>
    <w:rsid w:val="00E60FC3"/>
    <w:rsid w:val="00E6106D"/>
    <w:rsid w:val="00E610CD"/>
    <w:rsid w:val="00E61291"/>
    <w:rsid w:val="00E6148B"/>
    <w:rsid w:val="00E6157E"/>
    <w:rsid w:val="00E61605"/>
    <w:rsid w:val="00E61D8F"/>
    <w:rsid w:val="00E624DE"/>
    <w:rsid w:val="00E6255F"/>
    <w:rsid w:val="00E628CD"/>
    <w:rsid w:val="00E62BDF"/>
    <w:rsid w:val="00E63043"/>
    <w:rsid w:val="00E632AB"/>
    <w:rsid w:val="00E63896"/>
    <w:rsid w:val="00E6424B"/>
    <w:rsid w:val="00E642B6"/>
    <w:rsid w:val="00E64C03"/>
    <w:rsid w:val="00E65080"/>
    <w:rsid w:val="00E65161"/>
    <w:rsid w:val="00E65458"/>
    <w:rsid w:val="00E65468"/>
    <w:rsid w:val="00E654B1"/>
    <w:rsid w:val="00E6552D"/>
    <w:rsid w:val="00E656F8"/>
    <w:rsid w:val="00E6579F"/>
    <w:rsid w:val="00E659B8"/>
    <w:rsid w:val="00E65C68"/>
    <w:rsid w:val="00E666E5"/>
    <w:rsid w:val="00E66C24"/>
    <w:rsid w:val="00E67000"/>
    <w:rsid w:val="00E67056"/>
    <w:rsid w:val="00E67CFD"/>
    <w:rsid w:val="00E70480"/>
    <w:rsid w:val="00E707D8"/>
    <w:rsid w:val="00E70CFB"/>
    <w:rsid w:val="00E70F52"/>
    <w:rsid w:val="00E718EB"/>
    <w:rsid w:val="00E71E97"/>
    <w:rsid w:val="00E72015"/>
    <w:rsid w:val="00E72551"/>
    <w:rsid w:val="00E73C5C"/>
    <w:rsid w:val="00E740DE"/>
    <w:rsid w:val="00E74272"/>
    <w:rsid w:val="00E74D58"/>
    <w:rsid w:val="00E74E08"/>
    <w:rsid w:val="00E74F1B"/>
    <w:rsid w:val="00E757A2"/>
    <w:rsid w:val="00E75E12"/>
    <w:rsid w:val="00E76B36"/>
    <w:rsid w:val="00E76C45"/>
    <w:rsid w:val="00E7732D"/>
    <w:rsid w:val="00E778C8"/>
    <w:rsid w:val="00E77EED"/>
    <w:rsid w:val="00E80082"/>
    <w:rsid w:val="00E8038D"/>
    <w:rsid w:val="00E80763"/>
    <w:rsid w:val="00E80983"/>
    <w:rsid w:val="00E8104C"/>
    <w:rsid w:val="00E81E64"/>
    <w:rsid w:val="00E82492"/>
    <w:rsid w:val="00E824D8"/>
    <w:rsid w:val="00E826B6"/>
    <w:rsid w:val="00E8279B"/>
    <w:rsid w:val="00E82F2A"/>
    <w:rsid w:val="00E83131"/>
    <w:rsid w:val="00E83317"/>
    <w:rsid w:val="00E837CE"/>
    <w:rsid w:val="00E83D45"/>
    <w:rsid w:val="00E8427E"/>
    <w:rsid w:val="00E84412"/>
    <w:rsid w:val="00E848D3"/>
    <w:rsid w:val="00E84B3D"/>
    <w:rsid w:val="00E84B6E"/>
    <w:rsid w:val="00E84CDB"/>
    <w:rsid w:val="00E85600"/>
    <w:rsid w:val="00E85D1B"/>
    <w:rsid w:val="00E85E0F"/>
    <w:rsid w:val="00E85FC3"/>
    <w:rsid w:val="00E860C7"/>
    <w:rsid w:val="00E86208"/>
    <w:rsid w:val="00E862EA"/>
    <w:rsid w:val="00E865FA"/>
    <w:rsid w:val="00E86C88"/>
    <w:rsid w:val="00E8740B"/>
    <w:rsid w:val="00E87A7A"/>
    <w:rsid w:val="00E87D6F"/>
    <w:rsid w:val="00E87F30"/>
    <w:rsid w:val="00E90628"/>
    <w:rsid w:val="00E90846"/>
    <w:rsid w:val="00E910A7"/>
    <w:rsid w:val="00E910E5"/>
    <w:rsid w:val="00E9114A"/>
    <w:rsid w:val="00E9137A"/>
    <w:rsid w:val="00E915E2"/>
    <w:rsid w:val="00E91CF6"/>
    <w:rsid w:val="00E91D2B"/>
    <w:rsid w:val="00E92006"/>
    <w:rsid w:val="00E92613"/>
    <w:rsid w:val="00E92E19"/>
    <w:rsid w:val="00E9357D"/>
    <w:rsid w:val="00E94740"/>
    <w:rsid w:val="00E948A1"/>
    <w:rsid w:val="00E94A24"/>
    <w:rsid w:val="00E95528"/>
    <w:rsid w:val="00E95AF0"/>
    <w:rsid w:val="00E95E45"/>
    <w:rsid w:val="00E9649A"/>
    <w:rsid w:val="00E97B6B"/>
    <w:rsid w:val="00EA00D8"/>
    <w:rsid w:val="00EA04C6"/>
    <w:rsid w:val="00EA0600"/>
    <w:rsid w:val="00EA0798"/>
    <w:rsid w:val="00EA0F5C"/>
    <w:rsid w:val="00EA111D"/>
    <w:rsid w:val="00EA11DA"/>
    <w:rsid w:val="00EA1620"/>
    <w:rsid w:val="00EA1F13"/>
    <w:rsid w:val="00EA2616"/>
    <w:rsid w:val="00EA269B"/>
    <w:rsid w:val="00EA2E37"/>
    <w:rsid w:val="00EA32DB"/>
    <w:rsid w:val="00EA3311"/>
    <w:rsid w:val="00EA3356"/>
    <w:rsid w:val="00EA377F"/>
    <w:rsid w:val="00EA37BD"/>
    <w:rsid w:val="00EA4099"/>
    <w:rsid w:val="00EA41F3"/>
    <w:rsid w:val="00EA4687"/>
    <w:rsid w:val="00EA4F24"/>
    <w:rsid w:val="00EA5182"/>
    <w:rsid w:val="00EA5790"/>
    <w:rsid w:val="00EA6D02"/>
    <w:rsid w:val="00EA7781"/>
    <w:rsid w:val="00EA7EC5"/>
    <w:rsid w:val="00EB07F1"/>
    <w:rsid w:val="00EB0A7E"/>
    <w:rsid w:val="00EB10F9"/>
    <w:rsid w:val="00EB131C"/>
    <w:rsid w:val="00EB185F"/>
    <w:rsid w:val="00EB2551"/>
    <w:rsid w:val="00EB259E"/>
    <w:rsid w:val="00EB3111"/>
    <w:rsid w:val="00EB341B"/>
    <w:rsid w:val="00EB3FB9"/>
    <w:rsid w:val="00EB4199"/>
    <w:rsid w:val="00EB4218"/>
    <w:rsid w:val="00EB44FB"/>
    <w:rsid w:val="00EB45AB"/>
    <w:rsid w:val="00EB4AE9"/>
    <w:rsid w:val="00EB4F20"/>
    <w:rsid w:val="00EB58BD"/>
    <w:rsid w:val="00EB5F16"/>
    <w:rsid w:val="00EB61B8"/>
    <w:rsid w:val="00EB6289"/>
    <w:rsid w:val="00EB69E9"/>
    <w:rsid w:val="00EB6A56"/>
    <w:rsid w:val="00EB6D62"/>
    <w:rsid w:val="00EB6FB2"/>
    <w:rsid w:val="00EB6FCB"/>
    <w:rsid w:val="00EB761F"/>
    <w:rsid w:val="00EB7C89"/>
    <w:rsid w:val="00EC007F"/>
    <w:rsid w:val="00EC04B5"/>
    <w:rsid w:val="00EC0FF0"/>
    <w:rsid w:val="00EC134F"/>
    <w:rsid w:val="00EC1AA0"/>
    <w:rsid w:val="00EC1B38"/>
    <w:rsid w:val="00EC1FBB"/>
    <w:rsid w:val="00EC203C"/>
    <w:rsid w:val="00EC229B"/>
    <w:rsid w:val="00EC2448"/>
    <w:rsid w:val="00EC24C6"/>
    <w:rsid w:val="00EC255E"/>
    <w:rsid w:val="00EC2ABB"/>
    <w:rsid w:val="00EC2E77"/>
    <w:rsid w:val="00EC31D3"/>
    <w:rsid w:val="00EC3B4C"/>
    <w:rsid w:val="00EC3CA9"/>
    <w:rsid w:val="00EC3DC2"/>
    <w:rsid w:val="00EC41A4"/>
    <w:rsid w:val="00EC45C8"/>
    <w:rsid w:val="00EC48E2"/>
    <w:rsid w:val="00EC4C5C"/>
    <w:rsid w:val="00EC6013"/>
    <w:rsid w:val="00EC631F"/>
    <w:rsid w:val="00EC6703"/>
    <w:rsid w:val="00EC752E"/>
    <w:rsid w:val="00EC79E5"/>
    <w:rsid w:val="00EC7A21"/>
    <w:rsid w:val="00EC7DE6"/>
    <w:rsid w:val="00EC7F32"/>
    <w:rsid w:val="00ED09E7"/>
    <w:rsid w:val="00ED0B36"/>
    <w:rsid w:val="00ED1429"/>
    <w:rsid w:val="00ED1EDF"/>
    <w:rsid w:val="00ED247F"/>
    <w:rsid w:val="00ED3008"/>
    <w:rsid w:val="00ED3239"/>
    <w:rsid w:val="00ED3511"/>
    <w:rsid w:val="00ED3623"/>
    <w:rsid w:val="00ED36B0"/>
    <w:rsid w:val="00ED3867"/>
    <w:rsid w:val="00ED3AC9"/>
    <w:rsid w:val="00ED3B0F"/>
    <w:rsid w:val="00ED3E3E"/>
    <w:rsid w:val="00ED432C"/>
    <w:rsid w:val="00ED44ED"/>
    <w:rsid w:val="00ED451C"/>
    <w:rsid w:val="00ED4B6B"/>
    <w:rsid w:val="00ED4D4F"/>
    <w:rsid w:val="00ED5404"/>
    <w:rsid w:val="00ED54F5"/>
    <w:rsid w:val="00ED5546"/>
    <w:rsid w:val="00ED59DD"/>
    <w:rsid w:val="00ED5AD3"/>
    <w:rsid w:val="00ED5F40"/>
    <w:rsid w:val="00ED71B1"/>
    <w:rsid w:val="00ED7EE0"/>
    <w:rsid w:val="00ED7FD1"/>
    <w:rsid w:val="00EE071C"/>
    <w:rsid w:val="00EE0AD2"/>
    <w:rsid w:val="00EE0AE2"/>
    <w:rsid w:val="00EE0DB3"/>
    <w:rsid w:val="00EE18D5"/>
    <w:rsid w:val="00EE1C3D"/>
    <w:rsid w:val="00EE1DF2"/>
    <w:rsid w:val="00EE25AE"/>
    <w:rsid w:val="00EE260E"/>
    <w:rsid w:val="00EE305D"/>
    <w:rsid w:val="00EE37D5"/>
    <w:rsid w:val="00EE3ED0"/>
    <w:rsid w:val="00EE4394"/>
    <w:rsid w:val="00EE4B4E"/>
    <w:rsid w:val="00EE4E8E"/>
    <w:rsid w:val="00EE5086"/>
    <w:rsid w:val="00EE51B6"/>
    <w:rsid w:val="00EE51EE"/>
    <w:rsid w:val="00EE5441"/>
    <w:rsid w:val="00EE6092"/>
    <w:rsid w:val="00EE67EC"/>
    <w:rsid w:val="00EE7788"/>
    <w:rsid w:val="00EE78D8"/>
    <w:rsid w:val="00EE7982"/>
    <w:rsid w:val="00EE7D34"/>
    <w:rsid w:val="00EF0359"/>
    <w:rsid w:val="00EF08E1"/>
    <w:rsid w:val="00EF0E14"/>
    <w:rsid w:val="00EF1824"/>
    <w:rsid w:val="00EF32F5"/>
    <w:rsid w:val="00EF3D4D"/>
    <w:rsid w:val="00EF3E0C"/>
    <w:rsid w:val="00EF5023"/>
    <w:rsid w:val="00EF52C8"/>
    <w:rsid w:val="00EF5415"/>
    <w:rsid w:val="00EF5871"/>
    <w:rsid w:val="00EF5B0C"/>
    <w:rsid w:val="00EF5D61"/>
    <w:rsid w:val="00EF5E46"/>
    <w:rsid w:val="00EF5F6D"/>
    <w:rsid w:val="00EF623B"/>
    <w:rsid w:val="00EF62BF"/>
    <w:rsid w:val="00EF68B8"/>
    <w:rsid w:val="00EF6A93"/>
    <w:rsid w:val="00EF73CE"/>
    <w:rsid w:val="00EF7AD0"/>
    <w:rsid w:val="00F00B10"/>
    <w:rsid w:val="00F00B26"/>
    <w:rsid w:val="00F00F37"/>
    <w:rsid w:val="00F01559"/>
    <w:rsid w:val="00F016E4"/>
    <w:rsid w:val="00F01AE6"/>
    <w:rsid w:val="00F01C2F"/>
    <w:rsid w:val="00F01FAF"/>
    <w:rsid w:val="00F023AB"/>
    <w:rsid w:val="00F028F7"/>
    <w:rsid w:val="00F02976"/>
    <w:rsid w:val="00F02A73"/>
    <w:rsid w:val="00F02CA8"/>
    <w:rsid w:val="00F03804"/>
    <w:rsid w:val="00F03B6E"/>
    <w:rsid w:val="00F03E6E"/>
    <w:rsid w:val="00F03F9A"/>
    <w:rsid w:val="00F044DF"/>
    <w:rsid w:val="00F04C7E"/>
    <w:rsid w:val="00F0501E"/>
    <w:rsid w:val="00F0541B"/>
    <w:rsid w:val="00F05663"/>
    <w:rsid w:val="00F05848"/>
    <w:rsid w:val="00F06665"/>
    <w:rsid w:val="00F067E5"/>
    <w:rsid w:val="00F06AE7"/>
    <w:rsid w:val="00F06D81"/>
    <w:rsid w:val="00F0748E"/>
    <w:rsid w:val="00F0774E"/>
    <w:rsid w:val="00F07CA6"/>
    <w:rsid w:val="00F07DD5"/>
    <w:rsid w:val="00F07E28"/>
    <w:rsid w:val="00F07E91"/>
    <w:rsid w:val="00F07F82"/>
    <w:rsid w:val="00F106D0"/>
    <w:rsid w:val="00F10889"/>
    <w:rsid w:val="00F11369"/>
    <w:rsid w:val="00F11608"/>
    <w:rsid w:val="00F118A9"/>
    <w:rsid w:val="00F11CBC"/>
    <w:rsid w:val="00F13392"/>
    <w:rsid w:val="00F138B2"/>
    <w:rsid w:val="00F13DF2"/>
    <w:rsid w:val="00F140EA"/>
    <w:rsid w:val="00F14497"/>
    <w:rsid w:val="00F14ED3"/>
    <w:rsid w:val="00F15185"/>
    <w:rsid w:val="00F1528F"/>
    <w:rsid w:val="00F15746"/>
    <w:rsid w:val="00F15CDB"/>
    <w:rsid w:val="00F162A9"/>
    <w:rsid w:val="00F16AB2"/>
    <w:rsid w:val="00F17456"/>
    <w:rsid w:val="00F17BEB"/>
    <w:rsid w:val="00F17E28"/>
    <w:rsid w:val="00F17EAF"/>
    <w:rsid w:val="00F200A5"/>
    <w:rsid w:val="00F204BF"/>
    <w:rsid w:val="00F2079E"/>
    <w:rsid w:val="00F20E3A"/>
    <w:rsid w:val="00F21617"/>
    <w:rsid w:val="00F21E80"/>
    <w:rsid w:val="00F2270F"/>
    <w:rsid w:val="00F22F60"/>
    <w:rsid w:val="00F23355"/>
    <w:rsid w:val="00F23891"/>
    <w:rsid w:val="00F23C75"/>
    <w:rsid w:val="00F23F4A"/>
    <w:rsid w:val="00F240DD"/>
    <w:rsid w:val="00F241F7"/>
    <w:rsid w:val="00F242CF"/>
    <w:rsid w:val="00F242F1"/>
    <w:rsid w:val="00F24496"/>
    <w:rsid w:val="00F246AC"/>
    <w:rsid w:val="00F24937"/>
    <w:rsid w:val="00F24AA9"/>
    <w:rsid w:val="00F24F26"/>
    <w:rsid w:val="00F252F7"/>
    <w:rsid w:val="00F25601"/>
    <w:rsid w:val="00F257A9"/>
    <w:rsid w:val="00F25E2C"/>
    <w:rsid w:val="00F2624A"/>
    <w:rsid w:val="00F26449"/>
    <w:rsid w:val="00F26E08"/>
    <w:rsid w:val="00F271A6"/>
    <w:rsid w:val="00F2742E"/>
    <w:rsid w:val="00F27432"/>
    <w:rsid w:val="00F27A43"/>
    <w:rsid w:val="00F27B97"/>
    <w:rsid w:val="00F27FE3"/>
    <w:rsid w:val="00F31654"/>
    <w:rsid w:val="00F316A9"/>
    <w:rsid w:val="00F319C7"/>
    <w:rsid w:val="00F31A76"/>
    <w:rsid w:val="00F31AC0"/>
    <w:rsid w:val="00F31FAB"/>
    <w:rsid w:val="00F32323"/>
    <w:rsid w:val="00F326E7"/>
    <w:rsid w:val="00F3304B"/>
    <w:rsid w:val="00F33261"/>
    <w:rsid w:val="00F33658"/>
    <w:rsid w:val="00F336D2"/>
    <w:rsid w:val="00F3415C"/>
    <w:rsid w:val="00F34339"/>
    <w:rsid w:val="00F344B0"/>
    <w:rsid w:val="00F3456B"/>
    <w:rsid w:val="00F34A8E"/>
    <w:rsid w:val="00F350A9"/>
    <w:rsid w:val="00F352B1"/>
    <w:rsid w:val="00F35313"/>
    <w:rsid w:val="00F3549E"/>
    <w:rsid w:val="00F356CC"/>
    <w:rsid w:val="00F3576B"/>
    <w:rsid w:val="00F35FCF"/>
    <w:rsid w:val="00F36126"/>
    <w:rsid w:val="00F36220"/>
    <w:rsid w:val="00F36795"/>
    <w:rsid w:val="00F368FA"/>
    <w:rsid w:val="00F36C05"/>
    <w:rsid w:val="00F3713E"/>
    <w:rsid w:val="00F3746A"/>
    <w:rsid w:val="00F3755D"/>
    <w:rsid w:val="00F40093"/>
    <w:rsid w:val="00F405F0"/>
    <w:rsid w:val="00F4078F"/>
    <w:rsid w:val="00F4079A"/>
    <w:rsid w:val="00F40D5B"/>
    <w:rsid w:val="00F40ECB"/>
    <w:rsid w:val="00F413FC"/>
    <w:rsid w:val="00F41464"/>
    <w:rsid w:val="00F41884"/>
    <w:rsid w:val="00F41B01"/>
    <w:rsid w:val="00F41F3A"/>
    <w:rsid w:val="00F41F6F"/>
    <w:rsid w:val="00F424CF"/>
    <w:rsid w:val="00F42DA2"/>
    <w:rsid w:val="00F436A5"/>
    <w:rsid w:val="00F43E5B"/>
    <w:rsid w:val="00F43F73"/>
    <w:rsid w:val="00F43F97"/>
    <w:rsid w:val="00F4412E"/>
    <w:rsid w:val="00F44254"/>
    <w:rsid w:val="00F443A5"/>
    <w:rsid w:val="00F443B8"/>
    <w:rsid w:val="00F44B42"/>
    <w:rsid w:val="00F44BFA"/>
    <w:rsid w:val="00F45533"/>
    <w:rsid w:val="00F45557"/>
    <w:rsid w:val="00F455EF"/>
    <w:rsid w:val="00F4561E"/>
    <w:rsid w:val="00F45B9D"/>
    <w:rsid w:val="00F45DCA"/>
    <w:rsid w:val="00F4614F"/>
    <w:rsid w:val="00F463E2"/>
    <w:rsid w:val="00F46663"/>
    <w:rsid w:val="00F4674A"/>
    <w:rsid w:val="00F47073"/>
    <w:rsid w:val="00F474CA"/>
    <w:rsid w:val="00F47B2F"/>
    <w:rsid w:val="00F50623"/>
    <w:rsid w:val="00F5074A"/>
    <w:rsid w:val="00F50B5D"/>
    <w:rsid w:val="00F50CC7"/>
    <w:rsid w:val="00F50CEC"/>
    <w:rsid w:val="00F51055"/>
    <w:rsid w:val="00F51298"/>
    <w:rsid w:val="00F51514"/>
    <w:rsid w:val="00F51830"/>
    <w:rsid w:val="00F51C26"/>
    <w:rsid w:val="00F51DFD"/>
    <w:rsid w:val="00F5283A"/>
    <w:rsid w:val="00F52ABE"/>
    <w:rsid w:val="00F52B5C"/>
    <w:rsid w:val="00F52C18"/>
    <w:rsid w:val="00F52EE2"/>
    <w:rsid w:val="00F5374F"/>
    <w:rsid w:val="00F53764"/>
    <w:rsid w:val="00F53D3C"/>
    <w:rsid w:val="00F542AD"/>
    <w:rsid w:val="00F55098"/>
    <w:rsid w:val="00F5551E"/>
    <w:rsid w:val="00F5560A"/>
    <w:rsid w:val="00F56DEB"/>
    <w:rsid w:val="00F56E38"/>
    <w:rsid w:val="00F5751E"/>
    <w:rsid w:val="00F57614"/>
    <w:rsid w:val="00F57D00"/>
    <w:rsid w:val="00F6006E"/>
    <w:rsid w:val="00F604A9"/>
    <w:rsid w:val="00F60615"/>
    <w:rsid w:val="00F60BBF"/>
    <w:rsid w:val="00F60EB1"/>
    <w:rsid w:val="00F60FB7"/>
    <w:rsid w:val="00F61665"/>
    <w:rsid w:val="00F6201B"/>
    <w:rsid w:val="00F62075"/>
    <w:rsid w:val="00F62138"/>
    <w:rsid w:val="00F621D9"/>
    <w:rsid w:val="00F625D8"/>
    <w:rsid w:val="00F62A98"/>
    <w:rsid w:val="00F632DC"/>
    <w:rsid w:val="00F63CB8"/>
    <w:rsid w:val="00F64431"/>
    <w:rsid w:val="00F6460A"/>
    <w:rsid w:val="00F65627"/>
    <w:rsid w:val="00F65C49"/>
    <w:rsid w:val="00F6665F"/>
    <w:rsid w:val="00F66D88"/>
    <w:rsid w:val="00F66F9F"/>
    <w:rsid w:val="00F67365"/>
    <w:rsid w:val="00F6759F"/>
    <w:rsid w:val="00F67844"/>
    <w:rsid w:val="00F6794C"/>
    <w:rsid w:val="00F67EFD"/>
    <w:rsid w:val="00F67FB0"/>
    <w:rsid w:val="00F7011C"/>
    <w:rsid w:val="00F7033F"/>
    <w:rsid w:val="00F70A95"/>
    <w:rsid w:val="00F71AF6"/>
    <w:rsid w:val="00F71B2A"/>
    <w:rsid w:val="00F7214D"/>
    <w:rsid w:val="00F72261"/>
    <w:rsid w:val="00F7281B"/>
    <w:rsid w:val="00F72C96"/>
    <w:rsid w:val="00F7350B"/>
    <w:rsid w:val="00F73E76"/>
    <w:rsid w:val="00F73EC6"/>
    <w:rsid w:val="00F73F9B"/>
    <w:rsid w:val="00F7444F"/>
    <w:rsid w:val="00F74BFA"/>
    <w:rsid w:val="00F7612C"/>
    <w:rsid w:val="00F76541"/>
    <w:rsid w:val="00F76B98"/>
    <w:rsid w:val="00F76F82"/>
    <w:rsid w:val="00F7779D"/>
    <w:rsid w:val="00F777A6"/>
    <w:rsid w:val="00F777E1"/>
    <w:rsid w:val="00F77A80"/>
    <w:rsid w:val="00F77ADC"/>
    <w:rsid w:val="00F77D7C"/>
    <w:rsid w:val="00F77ED1"/>
    <w:rsid w:val="00F800EE"/>
    <w:rsid w:val="00F80A16"/>
    <w:rsid w:val="00F80BFC"/>
    <w:rsid w:val="00F80FBA"/>
    <w:rsid w:val="00F81519"/>
    <w:rsid w:val="00F8160A"/>
    <w:rsid w:val="00F8181B"/>
    <w:rsid w:val="00F81863"/>
    <w:rsid w:val="00F81DB6"/>
    <w:rsid w:val="00F821F0"/>
    <w:rsid w:val="00F82530"/>
    <w:rsid w:val="00F828FA"/>
    <w:rsid w:val="00F8291B"/>
    <w:rsid w:val="00F82BBD"/>
    <w:rsid w:val="00F8327B"/>
    <w:rsid w:val="00F832B4"/>
    <w:rsid w:val="00F83AEC"/>
    <w:rsid w:val="00F84372"/>
    <w:rsid w:val="00F84391"/>
    <w:rsid w:val="00F84765"/>
    <w:rsid w:val="00F84E28"/>
    <w:rsid w:val="00F84E6A"/>
    <w:rsid w:val="00F84E6C"/>
    <w:rsid w:val="00F85D30"/>
    <w:rsid w:val="00F86189"/>
    <w:rsid w:val="00F868FD"/>
    <w:rsid w:val="00F86EE7"/>
    <w:rsid w:val="00F87045"/>
    <w:rsid w:val="00F87B57"/>
    <w:rsid w:val="00F87F52"/>
    <w:rsid w:val="00F9021F"/>
    <w:rsid w:val="00F90C62"/>
    <w:rsid w:val="00F90CC6"/>
    <w:rsid w:val="00F90F20"/>
    <w:rsid w:val="00F91072"/>
    <w:rsid w:val="00F91367"/>
    <w:rsid w:val="00F9150A"/>
    <w:rsid w:val="00F918CC"/>
    <w:rsid w:val="00F91C86"/>
    <w:rsid w:val="00F91E92"/>
    <w:rsid w:val="00F91F4E"/>
    <w:rsid w:val="00F92175"/>
    <w:rsid w:val="00F92360"/>
    <w:rsid w:val="00F9272D"/>
    <w:rsid w:val="00F92C35"/>
    <w:rsid w:val="00F92D60"/>
    <w:rsid w:val="00F93111"/>
    <w:rsid w:val="00F938A3"/>
    <w:rsid w:val="00F93942"/>
    <w:rsid w:val="00F93D2E"/>
    <w:rsid w:val="00F946A1"/>
    <w:rsid w:val="00F94860"/>
    <w:rsid w:val="00F9493C"/>
    <w:rsid w:val="00F94A3E"/>
    <w:rsid w:val="00F9524E"/>
    <w:rsid w:val="00F9594D"/>
    <w:rsid w:val="00F95A31"/>
    <w:rsid w:val="00F95A53"/>
    <w:rsid w:val="00F95AA3"/>
    <w:rsid w:val="00F95B3B"/>
    <w:rsid w:val="00F95F4F"/>
    <w:rsid w:val="00F966BE"/>
    <w:rsid w:val="00F966DD"/>
    <w:rsid w:val="00F9685E"/>
    <w:rsid w:val="00F968E6"/>
    <w:rsid w:val="00F969C5"/>
    <w:rsid w:val="00F96A86"/>
    <w:rsid w:val="00F96DC0"/>
    <w:rsid w:val="00F976E9"/>
    <w:rsid w:val="00F978FB"/>
    <w:rsid w:val="00F97AF0"/>
    <w:rsid w:val="00F97BCC"/>
    <w:rsid w:val="00F97C0B"/>
    <w:rsid w:val="00FA0151"/>
    <w:rsid w:val="00FA0E57"/>
    <w:rsid w:val="00FA12DB"/>
    <w:rsid w:val="00FA13BB"/>
    <w:rsid w:val="00FA1909"/>
    <w:rsid w:val="00FA2144"/>
    <w:rsid w:val="00FA2851"/>
    <w:rsid w:val="00FA2CE7"/>
    <w:rsid w:val="00FA3010"/>
    <w:rsid w:val="00FA30AC"/>
    <w:rsid w:val="00FA347A"/>
    <w:rsid w:val="00FA38B1"/>
    <w:rsid w:val="00FA3A96"/>
    <w:rsid w:val="00FA3C47"/>
    <w:rsid w:val="00FA3ECE"/>
    <w:rsid w:val="00FA4897"/>
    <w:rsid w:val="00FA4B3E"/>
    <w:rsid w:val="00FA543B"/>
    <w:rsid w:val="00FA58D6"/>
    <w:rsid w:val="00FA634A"/>
    <w:rsid w:val="00FA67BB"/>
    <w:rsid w:val="00FA7390"/>
    <w:rsid w:val="00FA79D6"/>
    <w:rsid w:val="00FA7A38"/>
    <w:rsid w:val="00FA7FE0"/>
    <w:rsid w:val="00FB0421"/>
    <w:rsid w:val="00FB0423"/>
    <w:rsid w:val="00FB08AA"/>
    <w:rsid w:val="00FB0F9B"/>
    <w:rsid w:val="00FB0FB2"/>
    <w:rsid w:val="00FB1811"/>
    <w:rsid w:val="00FB1B5F"/>
    <w:rsid w:val="00FB2740"/>
    <w:rsid w:val="00FB27F7"/>
    <w:rsid w:val="00FB2EDE"/>
    <w:rsid w:val="00FB31E0"/>
    <w:rsid w:val="00FB39ED"/>
    <w:rsid w:val="00FB3E13"/>
    <w:rsid w:val="00FB3EB0"/>
    <w:rsid w:val="00FB47A4"/>
    <w:rsid w:val="00FB4AB9"/>
    <w:rsid w:val="00FB4B20"/>
    <w:rsid w:val="00FB4F86"/>
    <w:rsid w:val="00FB515B"/>
    <w:rsid w:val="00FB5279"/>
    <w:rsid w:val="00FB52AB"/>
    <w:rsid w:val="00FB549C"/>
    <w:rsid w:val="00FB61EB"/>
    <w:rsid w:val="00FB6225"/>
    <w:rsid w:val="00FB6249"/>
    <w:rsid w:val="00FB65F1"/>
    <w:rsid w:val="00FB6B3E"/>
    <w:rsid w:val="00FB706B"/>
    <w:rsid w:val="00FB7120"/>
    <w:rsid w:val="00FB7417"/>
    <w:rsid w:val="00FB7B7C"/>
    <w:rsid w:val="00FB7EC0"/>
    <w:rsid w:val="00FC0194"/>
    <w:rsid w:val="00FC0430"/>
    <w:rsid w:val="00FC11F6"/>
    <w:rsid w:val="00FC1246"/>
    <w:rsid w:val="00FC152D"/>
    <w:rsid w:val="00FC1782"/>
    <w:rsid w:val="00FC1848"/>
    <w:rsid w:val="00FC19D2"/>
    <w:rsid w:val="00FC1C63"/>
    <w:rsid w:val="00FC24D8"/>
    <w:rsid w:val="00FC256A"/>
    <w:rsid w:val="00FC26C0"/>
    <w:rsid w:val="00FC270E"/>
    <w:rsid w:val="00FC2B22"/>
    <w:rsid w:val="00FC3A2B"/>
    <w:rsid w:val="00FC3F5D"/>
    <w:rsid w:val="00FC4712"/>
    <w:rsid w:val="00FC4A28"/>
    <w:rsid w:val="00FC5170"/>
    <w:rsid w:val="00FC5250"/>
    <w:rsid w:val="00FC53FA"/>
    <w:rsid w:val="00FC5450"/>
    <w:rsid w:val="00FC5465"/>
    <w:rsid w:val="00FC552B"/>
    <w:rsid w:val="00FC553E"/>
    <w:rsid w:val="00FC64A2"/>
    <w:rsid w:val="00FC653D"/>
    <w:rsid w:val="00FC6DCF"/>
    <w:rsid w:val="00FC6ECB"/>
    <w:rsid w:val="00FC71AF"/>
    <w:rsid w:val="00FC739B"/>
    <w:rsid w:val="00FC75B6"/>
    <w:rsid w:val="00FC7B73"/>
    <w:rsid w:val="00FC7D8F"/>
    <w:rsid w:val="00FD078B"/>
    <w:rsid w:val="00FD09AA"/>
    <w:rsid w:val="00FD127B"/>
    <w:rsid w:val="00FD146D"/>
    <w:rsid w:val="00FD15B1"/>
    <w:rsid w:val="00FD1701"/>
    <w:rsid w:val="00FD1A5F"/>
    <w:rsid w:val="00FD1B9C"/>
    <w:rsid w:val="00FD1DFB"/>
    <w:rsid w:val="00FD21A8"/>
    <w:rsid w:val="00FD240C"/>
    <w:rsid w:val="00FD242E"/>
    <w:rsid w:val="00FD2954"/>
    <w:rsid w:val="00FD29AA"/>
    <w:rsid w:val="00FD2BE3"/>
    <w:rsid w:val="00FD2C86"/>
    <w:rsid w:val="00FD3108"/>
    <w:rsid w:val="00FD317C"/>
    <w:rsid w:val="00FD3360"/>
    <w:rsid w:val="00FD33A4"/>
    <w:rsid w:val="00FD33FB"/>
    <w:rsid w:val="00FD3461"/>
    <w:rsid w:val="00FD349C"/>
    <w:rsid w:val="00FD3512"/>
    <w:rsid w:val="00FD383E"/>
    <w:rsid w:val="00FD3C7A"/>
    <w:rsid w:val="00FD4B6F"/>
    <w:rsid w:val="00FD56F0"/>
    <w:rsid w:val="00FD58D0"/>
    <w:rsid w:val="00FD6FEF"/>
    <w:rsid w:val="00FD7217"/>
    <w:rsid w:val="00FD7CFF"/>
    <w:rsid w:val="00FD7E1C"/>
    <w:rsid w:val="00FE0285"/>
    <w:rsid w:val="00FE091F"/>
    <w:rsid w:val="00FE0B0D"/>
    <w:rsid w:val="00FE0C36"/>
    <w:rsid w:val="00FE140B"/>
    <w:rsid w:val="00FE1440"/>
    <w:rsid w:val="00FE1D7A"/>
    <w:rsid w:val="00FE208E"/>
    <w:rsid w:val="00FE24F5"/>
    <w:rsid w:val="00FE25F0"/>
    <w:rsid w:val="00FE2CAA"/>
    <w:rsid w:val="00FE2DC2"/>
    <w:rsid w:val="00FE38D1"/>
    <w:rsid w:val="00FE3985"/>
    <w:rsid w:val="00FE3A2C"/>
    <w:rsid w:val="00FE413C"/>
    <w:rsid w:val="00FE4363"/>
    <w:rsid w:val="00FE5163"/>
    <w:rsid w:val="00FE52DF"/>
    <w:rsid w:val="00FE5E6F"/>
    <w:rsid w:val="00FE6386"/>
    <w:rsid w:val="00FE65D8"/>
    <w:rsid w:val="00FE6A61"/>
    <w:rsid w:val="00FE7AFE"/>
    <w:rsid w:val="00FF04DD"/>
    <w:rsid w:val="00FF059E"/>
    <w:rsid w:val="00FF0847"/>
    <w:rsid w:val="00FF1398"/>
    <w:rsid w:val="00FF170C"/>
    <w:rsid w:val="00FF1D96"/>
    <w:rsid w:val="00FF22C4"/>
    <w:rsid w:val="00FF2566"/>
    <w:rsid w:val="00FF2B5F"/>
    <w:rsid w:val="00FF43C1"/>
    <w:rsid w:val="00FF451A"/>
    <w:rsid w:val="00FF4954"/>
    <w:rsid w:val="00FF498A"/>
    <w:rsid w:val="00FF4A7B"/>
    <w:rsid w:val="00FF5072"/>
    <w:rsid w:val="00FF50AC"/>
    <w:rsid w:val="00FF51AC"/>
    <w:rsid w:val="00FF54B6"/>
    <w:rsid w:val="00FF559C"/>
    <w:rsid w:val="00FF63F5"/>
    <w:rsid w:val="00FF688E"/>
    <w:rsid w:val="00FF6D3D"/>
    <w:rsid w:val="00FF6DFC"/>
    <w:rsid w:val="00FF73C8"/>
    <w:rsid w:val="00FF753C"/>
    <w:rsid w:val="00FF7725"/>
    <w:rsid w:val="00FF796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86DFE"/>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199704799">
      <w:marLeft w:val="0"/>
      <w:marRight w:val="0"/>
      <w:marTop w:val="0"/>
      <w:marBottom w:val="0"/>
      <w:divBdr>
        <w:top w:val="none" w:sz="0" w:space="0" w:color="auto"/>
        <w:left w:val="none" w:sz="0" w:space="0" w:color="auto"/>
        <w:bottom w:val="none" w:sz="0" w:space="0" w:color="auto"/>
        <w:right w:val="none" w:sz="0" w:space="0" w:color="auto"/>
      </w:divBdr>
      <w:divsChild>
        <w:div w:id="1199704833">
          <w:marLeft w:val="0"/>
          <w:marRight w:val="0"/>
          <w:marTop w:val="0"/>
          <w:marBottom w:val="0"/>
          <w:divBdr>
            <w:top w:val="none" w:sz="0" w:space="0" w:color="auto"/>
            <w:left w:val="none" w:sz="0" w:space="0" w:color="auto"/>
            <w:bottom w:val="none" w:sz="0" w:space="0" w:color="auto"/>
            <w:right w:val="none" w:sz="0" w:space="0" w:color="auto"/>
          </w:divBdr>
          <w:divsChild>
            <w:div w:id="1199704789">
              <w:marLeft w:val="0"/>
              <w:marRight w:val="0"/>
              <w:marTop w:val="0"/>
              <w:marBottom w:val="0"/>
              <w:divBdr>
                <w:top w:val="none" w:sz="0" w:space="0" w:color="auto"/>
                <w:left w:val="none" w:sz="0" w:space="0" w:color="auto"/>
                <w:bottom w:val="none" w:sz="0" w:space="0" w:color="auto"/>
                <w:right w:val="none" w:sz="0" w:space="0" w:color="auto"/>
              </w:divBdr>
              <w:divsChild>
                <w:div w:id="1199704778">
                  <w:marLeft w:val="0"/>
                  <w:marRight w:val="0"/>
                  <w:marTop w:val="0"/>
                  <w:marBottom w:val="0"/>
                  <w:divBdr>
                    <w:top w:val="none" w:sz="0" w:space="0" w:color="auto"/>
                    <w:left w:val="none" w:sz="0" w:space="0" w:color="auto"/>
                    <w:bottom w:val="none" w:sz="0" w:space="0" w:color="auto"/>
                    <w:right w:val="none" w:sz="0" w:space="0" w:color="auto"/>
                  </w:divBdr>
                </w:div>
                <w:div w:id="1199704854">
                  <w:marLeft w:val="0"/>
                  <w:marRight w:val="0"/>
                  <w:marTop w:val="0"/>
                  <w:marBottom w:val="0"/>
                  <w:divBdr>
                    <w:top w:val="none" w:sz="0" w:space="0" w:color="auto"/>
                    <w:left w:val="none" w:sz="0" w:space="0" w:color="auto"/>
                    <w:bottom w:val="none" w:sz="0" w:space="0" w:color="auto"/>
                    <w:right w:val="none" w:sz="0" w:space="0" w:color="auto"/>
                  </w:divBdr>
                  <w:divsChild>
                    <w:div w:id="1199704836">
                      <w:marLeft w:val="0"/>
                      <w:marRight w:val="0"/>
                      <w:marTop w:val="0"/>
                      <w:marBottom w:val="0"/>
                      <w:divBdr>
                        <w:top w:val="none" w:sz="0" w:space="0" w:color="auto"/>
                        <w:left w:val="none" w:sz="0" w:space="0" w:color="auto"/>
                        <w:bottom w:val="none" w:sz="0" w:space="0" w:color="auto"/>
                        <w:right w:val="none" w:sz="0" w:space="0" w:color="auto"/>
                      </w:divBdr>
                      <w:divsChild>
                        <w:div w:id="1199704835">
                          <w:marLeft w:val="0"/>
                          <w:marRight w:val="0"/>
                          <w:marTop w:val="0"/>
                          <w:marBottom w:val="0"/>
                          <w:divBdr>
                            <w:top w:val="none" w:sz="0" w:space="0" w:color="auto"/>
                            <w:left w:val="none" w:sz="0" w:space="0" w:color="auto"/>
                            <w:bottom w:val="none" w:sz="0" w:space="0" w:color="auto"/>
                            <w:right w:val="none" w:sz="0" w:space="0" w:color="auto"/>
                          </w:divBdr>
                          <w:divsChild>
                            <w:div w:id="1199704803">
                              <w:marLeft w:val="0"/>
                              <w:marRight w:val="0"/>
                              <w:marTop w:val="0"/>
                              <w:marBottom w:val="0"/>
                              <w:divBdr>
                                <w:top w:val="none" w:sz="0" w:space="0" w:color="auto"/>
                                <w:left w:val="none" w:sz="0" w:space="0" w:color="auto"/>
                                <w:bottom w:val="none" w:sz="0" w:space="0" w:color="auto"/>
                                <w:right w:val="none" w:sz="0" w:space="0" w:color="auto"/>
                              </w:divBdr>
                            </w:div>
                            <w:div w:id="1199704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9704798">
              <w:marLeft w:val="0"/>
              <w:marRight w:val="0"/>
              <w:marTop w:val="0"/>
              <w:marBottom w:val="0"/>
              <w:divBdr>
                <w:top w:val="none" w:sz="0" w:space="0" w:color="auto"/>
                <w:left w:val="none" w:sz="0" w:space="0" w:color="auto"/>
                <w:bottom w:val="none" w:sz="0" w:space="0" w:color="auto"/>
                <w:right w:val="none" w:sz="0" w:space="0" w:color="auto"/>
              </w:divBdr>
              <w:divsChild>
                <w:div w:id="1199704888">
                  <w:marLeft w:val="0"/>
                  <w:marRight w:val="0"/>
                  <w:marTop w:val="0"/>
                  <w:marBottom w:val="0"/>
                  <w:divBdr>
                    <w:top w:val="none" w:sz="0" w:space="0" w:color="auto"/>
                    <w:left w:val="none" w:sz="0" w:space="0" w:color="auto"/>
                    <w:bottom w:val="none" w:sz="0" w:space="0" w:color="auto"/>
                    <w:right w:val="none" w:sz="0" w:space="0" w:color="auto"/>
                  </w:divBdr>
                  <w:divsChild>
                    <w:div w:id="1199704855">
                      <w:marLeft w:val="0"/>
                      <w:marRight w:val="0"/>
                      <w:marTop w:val="0"/>
                      <w:marBottom w:val="0"/>
                      <w:divBdr>
                        <w:top w:val="none" w:sz="0" w:space="0" w:color="auto"/>
                        <w:left w:val="none" w:sz="0" w:space="0" w:color="auto"/>
                        <w:bottom w:val="none" w:sz="0" w:space="0" w:color="auto"/>
                        <w:right w:val="none" w:sz="0" w:space="0" w:color="auto"/>
                      </w:divBdr>
                      <w:divsChild>
                        <w:div w:id="1199704853">
                          <w:marLeft w:val="0"/>
                          <w:marRight w:val="0"/>
                          <w:marTop w:val="0"/>
                          <w:marBottom w:val="0"/>
                          <w:divBdr>
                            <w:top w:val="none" w:sz="0" w:space="0" w:color="auto"/>
                            <w:left w:val="none" w:sz="0" w:space="0" w:color="auto"/>
                            <w:bottom w:val="none" w:sz="0" w:space="0" w:color="auto"/>
                            <w:right w:val="none" w:sz="0" w:space="0" w:color="auto"/>
                          </w:divBdr>
                          <w:divsChild>
                            <w:div w:id="1199704827">
                              <w:marLeft w:val="0"/>
                              <w:marRight w:val="0"/>
                              <w:marTop w:val="0"/>
                              <w:marBottom w:val="0"/>
                              <w:divBdr>
                                <w:top w:val="none" w:sz="0" w:space="0" w:color="auto"/>
                                <w:left w:val="none" w:sz="0" w:space="0" w:color="auto"/>
                                <w:bottom w:val="none" w:sz="0" w:space="0" w:color="auto"/>
                                <w:right w:val="none" w:sz="0" w:space="0" w:color="auto"/>
                              </w:divBdr>
                              <w:divsChild>
                                <w:div w:id="1199704860">
                                  <w:marLeft w:val="0"/>
                                  <w:marRight w:val="0"/>
                                  <w:marTop w:val="0"/>
                                  <w:marBottom w:val="0"/>
                                  <w:divBdr>
                                    <w:top w:val="none" w:sz="0" w:space="0" w:color="auto"/>
                                    <w:left w:val="none" w:sz="0" w:space="0" w:color="auto"/>
                                    <w:bottom w:val="none" w:sz="0" w:space="0" w:color="auto"/>
                                    <w:right w:val="none" w:sz="0" w:space="0" w:color="auto"/>
                                  </w:divBdr>
                                  <w:divsChild>
                                    <w:div w:id="1199704755">
                                      <w:marLeft w:val="0"/>
                                      <w:marRight w:val="0"/>
                                      <w:marTop w:val="0"/>
                                      <w:marBottom w:val="0"/>
                                      <w:divBdr>
                                        <w:top w:val="none" w:sz="0" w:space="0" w:color="auto"/>
                                        <w:left w:val="none" w:sz="0" w:space="0" w:color="auto"/>
                                        <w:bottom w:val="none" w:sz="0" w:space="0" w:color="auto"/>
                                        <w:right w:val="none" w:sz="0" w:space="0" w:color="auto"/>
                                      </w:divBdr>
                                    </w:div>
                                    <w:div w:id="1199704756">
                                      <w:marLeft w:val="0"/>
                                      <w:marRight w:val="0"/>
                                      <w:marTop w:val="0"/>
                                      <w:marBottom w:val="0"/>
                                      <w:divBdr>
                                        <w:top w:val="none" w:sz="0" w:space="0" w:color="auto"/>
                                        <w:left w:val="none" w:sz="0" w:space="0" w:color="auto"/>
                                        <w:bottom w:val="none" w:sz="0" w:space="0" w:color="auto"/>
                                        <w:right w:val="none" w:sz="0" w:space="0" w:color="auto"/>
                                      </w:divBdr>
                                    </w:div>
                                    <w:div w:id="1199704757">
                                      <w:marLeft w:val="0"/>
                                      <w:marRight w:val="0"/>
                                      <w:marTop w:val="0"/>
                                      <w:marBottom w:val="0"/>
                                      <w:divBdr>
                                        <w:top w:val="none" w:sz="0" w:space="0" w:color="auto"/>
                                        <w:left w:val="none" w:sz="0" w:space="0" w:color="auto"/>
                                        <w:bottom w:val="none" w:sz="0" w:space="0" w:color="auto"/>
                                        <w:right w:val="none" w:sz="0" w:space="0" w:color="auto"/>
                                      </w:divBdr>
                                    </w:div>
                                    <w:div w:id="1199704758">
                                      <w:marLeft w:val="0"/>
                                      <w:marRight w:val="0"/>
                                      <w:marTop w:val="0"/>
                                      <w:marBottom w:val="0"/>
                                      <w:divBdr>
                                        <w:top w:val="none" w:sz="0" w:space="0" w:color="auto"/>
                                        <w:left w:val="none" w:sz="0" w:space="0" w:color="auto"/>
                                        <w:bottom w:val="none" w:sz="0" w:space="0" w:color="auto"/>
                                        <w:right w:val="none" w:sz="0" w:space="0" w:color="auto"/>
                                      </w:divBdr>
                                    </w:div>
                                    <w:div w:id="1199704759">
                                      <w:marLeft w:val="0"/>
                                      <w:marRight w:val="0"/>
                                      <w:marTop w:val="0"/>
                                      <w:marBottom w:val="0"/>
                                      <w:divBdr>
                                        <w:top w:val="none" w:sz="0" w:space="0" w:color="auto"/>
                                        <w:left w:val="none" w:sz="0" w:space="0" w:color="auto"/>
                                        <w:bottom w:val="none" w:sz="0" w:space="0" w:color="auto"/>
                                        <w:right w:val="none" w:sz="0" w:space="0" w:color="auto"/>
                                      </w:divBdr>
                                    </w:div>
                                    <w:div w:id="1199704760">
                                      <w:marLeft w:val="0"/>
                                      <w:marRight w:val="0"/>
                                      <w:marTop w:val="0"/>
                                      <w:marBottom w:val="0"/>
                                      <w:divBdr>
                                        <w:top w:val="none" w:sz="0" w:space="0" w:color="auto"/>
                                        <w:left w:val="none" w:sz="0" w:space="0" w:color="auto"/>
                                        <w:bottom w:val="none" w:sz="0" w:space="0" w:color="auto"/>
                                        <w:right w:val="none" w:sz="0" w:space="0" w:color="auto"/>
                                      </w:divBdr>
                                    </w:div>
                                    <w:div w:id="1199704761">
                                      <w:marLeft w:val="0"/>
                                      <w:marRight w:val="0"/>
                                      <w:marTop w:val="0"/>
                                      <w:marBottom w:val="0"/>
                                      <w:divBdr>
                                        <w:top w:val="none" w:sz="0" w:space="0" w:color="auto"/>
                                        <w:left w:val="none" w:sz="0" w:space="0" w:color="auto"/>
                                        <w:bottom w:val="none" w:sz="0" w:space="0" w:color="auto"/>
                                        <w:right w:val="none" w:sz="0" w:space="0" w:color="auto"/>
                                      </w:divBdr>
                                    </w:div>
                                    <w:div w:id="1199704762">
                                      <w:marLeft w:val="0"/>
                                      <w:marRight w:val="0"/>
                                      <w:marTop w:val="0"/>
                                      <w:marBottom w:val="0"/>
                                      <w:divBdr>
                                        <w:top w:val="none" w:sz="0" w:space="0" w:color="auto"/>
                                        <w:left w:val="none" w:sz="0" w:space="0" w:color="auto"/>
                                        <w:bottom w:val="none" w:sz="0" w:space="0" w:color="auto"/>
                                        <w:right w:val="none" w:sz="0" w:space="0" w:color="auto"/>
                                      </w:divBdr>
                                    </w:div>
                                    <w:div w:id="1199704763">
                                      <w:marLeft w:val="0"/>
                                      <w:marRight w:val="0"/>
                                      <w:marTop w:val="0"/>
                                      <w:marBottom w:val="0"/>
                                      <w:divBdr>
                                        <w:top w:val="none" w:sz="0" w:space="0" w:color="auto"/>
                                        <w:left w:val="none" w:sz="0" w:space="0" w:color="auto"/>
                                        <w:bottom w:val="none" w:sz="0" w:space="0" w:color="auto"/>
                                        <w:right w:val="none" w:sz="0" w:space="0" w:color="auto"/>
                                      </w:divBdr>
                                    </w:div>
                                    <w:div w:id="1199704764">
                                      <w:marLeft w:val="0"/>
                                      <w:marRight w:val="0"/>
                                      <w:marTop w:val="0"/>
                                      <w:marBottom w:val="0"/>
                                      <w:divBdr>
                                        <w:top w:val="none" w:sz="0" w:space="0" w:color="auto"/>
                                        <w:left w:val="none" w:sz="0" w:space="0" w:color="auto"/>
                                        <w:bottom w:val="none" w:sz="0" w:space="0" w:color="auto"/>
                                        <w:right w:val="none" w:sz="0" w:space="0" w:color="auto"/>
                                      </w:divBdr>
                                    </w:div>
                                    <w:div w:id="1199704765">
                                      <w:marLeft w:val="0"/>
                                      <w:marRight w:val="0"/>
                                      <w:marTop w:val="0"/>
                                      <w:marBottom w:val="0"/>
                                      <w:divBdr>
                                        <w:top w:val="none" w:sz="0" w:space="0" w:color="auto"/>
                                        <w:left w:val="none" w:sz="0" w:space="0" w:color="auto"/>
                                        <w:bottom w:val="none" w:sz="0" w:space="0" w:color="auto"/>
                                        <w:right w:val="none" w:sz="0" w:space="0" w:color="auto"/>
                                      </w:divBdr>
                                    </w:div>
                                    <w:div w:id="1199704766">
                                      <w:marLeft w:val="0"/>
                                      <w:marRight w:val="0"/>
                                      <w:marTop w:val="0"/>
                                      <w:marBottom w:val="0"/>
                                      <w:divBdr>
                                        <w:top w:val="none" w:sz="0" w:space="0" w:color="auto"/>
                                        <w:left w:val="none" w:sz="0" w:space="0" w:color="auto"/>
                                        <w:bottom w:val="none" w:sz="0" w:space="0" w:color="auto"/>
                                        <w:right w:val="none" w:sz="0" w:space="0" w:color="auto"/>
                                      </w:divBdr>
                                    </w:div>
                                    <w:div w:id="1199704767">
                                      <w:marLeft w:val="0"/>
                                      <w:marRight w:val="0"/>
                                      <w:marTop w:val="0"/>
                                      <w:marBottom w:val="0"/>
                                      <w:divBdr>
                                        <w:top w:val="none" w:sz="0" w:space="0" w:color="auto"/>
                                        <w:left w:val="none" w:sz="0" w:space="0" w:color="auto"/>
                                        <w:bottom w:val="none" w:sz="0" w:space="0" w:color="auto"/>
                                        <w:right w:val="none" w:sz="0" w:space="0" w:color="auto"/>
                                      </w:divBdr>
                                    </w:div>
                                    <w:div w:id="1199704768">
                                      <w:marLeft w:val="0"/>
                                      <w:marRight w:val="0"/>
                                      <w:marTop w:val="0"/>
                                      <w:marBottom w:val="0"/>
                                      <w:divBdr>
                                        <w:top w:val="none" w:sz="0" w:space="0" w:color="auto"/>
                                        <w:left w:val="none" w:sz="0" w:space="0" w:color="auto"/>
                                        <w:bottom w:val="none" w:sz="0" w:space="0" w:color="auto"/>
                                        <w:right w:val="none" w:sz="0" w:space="0" w:color="auto"/>
                                      </w:divBdr>
                                    </w:div>
                                    <w:div w:id="1199704769">
                                      <w:marLeft w:val="0"/>
                                      <w:marRight w:val="0"/>
                                      <w:marTop w:val="0"/>
                                      <w:marBottom w:val="0"/>
                                      <w:divBdr>
                                        <w:top w:val="none" w:sz="0" w:space="0" w:color="auto"/>
                                        <w:left w:val="none" w:sz="0" w:space="0" w:color="auto"/>
                                        <w:bottom w:val="none" w:sz="0" w:space="0" w:color="auto"/>
                                        <w:right w:val="none" w:sz="0" w:space="0" w:color="auto"/>
                                      </w:divBdr>
                                    </w:div>
                                    <w:div w:id="1199704770">
                                      <w:marLeft w:val="0"/>
                                      <w:marRight w:val="0"/>
                                      <w:marTop w:val="0"/>
                                      <w:marBottom w:val="0"/>
                                      <w:divBdr>
                                        <w:top w:val="none" w:sz="0" w:space="0" w:color="auto"/>
                                        <w:left w:val="none" w:sz="0" w:space="0" w:color="auto"/>
                                        <w:bottom w:val="none" w:sz="0" w:space="0" w:color="auto"/>
                                        <w:right w:val="none" w:sz="0" w:space="0" w:color="auto"/>
                                      </w:divBdr>
                                    </w:div>
                                    <w:div w:id="1199704771">
                                      <w:marLeft w:val="0"/>
                                      <w:marRight w:val="0"/>
                                      <w:marTop w:val="0"/>
                                      <w:marBottom w:val="0"/>
                                      <w:divBdr>
                                        <w:top w:val="none" w:sz="0" w:space="0" w:color="auto"/>
                                        <w:left w:val="none" w:sz="0" w:space="0" w:color="auto"/>
                                        <w:bottom w:val="none" w:sz="0" w:space="0" w:color="auto"/>
                                        <w:right w:val="none" w:sz="0" w:space="0" w:color="auto"/>
                                      </w:divBdr>
                                    </w:div>
                                    <w:div w:id="1199704772">
                                      <w:marLeft w:val="0"/>
                                      <w:marRight w:val="0"/>
                                      <w:marTop w:val="0"/>
                                      <w:marBottom w:val="0"/>
                                      <w:divBdr>
                                        <w:top w:val="none" w:sz="0" w:space="0" w:color="auto"/>
                                        <w:left w:val="none" w:sz="0" w:space="0" w:color="auto"/>
                                        <w:bottom w:val="none" w:sz="0" w:space="0" w:color="auto"/>
                                        <w:right w:val="none" w:sz="0" w:space="0" w:color="auto"/>
                                      </w:divBdr>
                                    </w:div>
                                    <w:div w:id="1199704773">
                                      <w:marLeft w:val="0"/>
                                      <w:marRight w:val="0"/>
                                      <w:marTop w:val="0"/>
                                      <w:marBottom w:val="0"/>
                                      <w:divBdr>
                                        <w:top w:val="none" w:sz="0" w:space="0" w:color="auto"/>
                                        <w:left w:val="none" w:sz="0" w:space="0" w:color="auto"/>
                                        <w:bottom w:val="none" w:sz="0" w:space="0" w:color="auto"/>
                                        <w:right w:val="none" w:sz="0" w:space="0" w:color="auto"/>
                                      </w:divBdr>
                                    </w:div>
                                    <w:div w:id="1199704774">
                                      <w:marLeft w:val="0"/>
                                      <w:marRight w:val="0"/>
                                      <w:marTop w:val="0"/>
                                      <w:marBottom w:val="0"/>
                                      <w:divBdr>
                                        <w:top w:val="none" w:sz="0" w:space="0" w:color="auto"/>
                                        <w:left w:val="none" w:sz="0" w:space="0" w:color="auto"/>
                                        <w:bottom w:val="none" w:sz="0" w:space="0" w:color="auto"/>
                                        <w:right w:val="none" w:sz="0" w:space="0" w:color="auto"/>
                                      </w:divBdr>
                                    </w:div>
                                    <w:div w:id="1199704775">
                                      <w:marLeft w:val="0"/>
                                      <w:marRight w:val="0"/>
                                      <w:marTop w:val="0"/>
                                      <w:marBottom w:val="0"/>
                                      <w:divBdr>
                                        <w:top w:val="none" w:sz="0" w:space="0" w:color="auto"/>
                                        <w:left w:val="none" w:sz="0" w:space="0" w:color="auto"/>
                                        <w:bottom w:val="none" w:sz="0" w:space="0" w:color="auto"/>
                                        <w:right w:val="none" w:sz="0" w:space="0" w:color="auto"/>
                                      </w:divBdr>
                                    </w:div>
                                    <w:div w:id="1199704776">
                                      <w:marLeft w:val="0"/>
                                      <w:marRight w:val="0"/>
                                      <w:marTop w:val="0"/>
                                      <w:marBottom w:val="0"/>
                                      <w:divBdr>
                                        <w:top w:val="none" w:sz="0" w:space="0" w:color="auto"/>
                                        <w:left w:val="none" w:sz="0" w:space="0" w:color="auto"/>
                                        <w:bottom w:val="none" w:sz="0" w:space="0" w:color="auto"/>
                                        <w:right w:val="none" w:sz="0" w:space="0" w:color="auto"/>
                                      </w:divBdr>
                                    </w:div>
                                    <w:div w:id="1199704777">
                                      <w:marLeft w:val="0"/>
                                      <w:marRight w:val="0"/>
                                      <w:marTop w:val="0"/>
                                      <w:marBottom w:val="0"/>
                                      <w:divBdr>
                                        <w:top w:val="none" w:sz="0" w:space="0" w:color="auto"/>
                                        <w:left w:val="none" w:sz="0" w:space="0" w:color="auto"/>
                                        <w:bottom w:val="none" w:sz="0" w:space="0" w:color="auto"/>
                                        <w:right w:val="none" w:sz="0" w:space="0" w:color="auto"/>
                                      </w:divBdr>
                                    </w:div>
                                    <w:div w:id="1199704779">
                                      <w:marLeft w:val="0"/>
                                      <w:marRight w:val="0"/>
                                      <w:marTop w:val="0"/>
                                      <w:marBottom w:val="0"/>
                                      <w:divBdr>
                                        <w:top w:val="none" w:sz="0" w:space="0" w:color="auto"/>
                                        <w:left w:val="none" w:sz="0" w:space="0" w:color="auto"/>
                                        <w:bottom w:val="none" w:sz="0" w:space="0" w:color="auto"/>
                                        <w:right w:val="none" w:sz="0" w:space="0" w:color="auto"/>
                                      </w:divBdr>
                                    </w:div>
                                    <w:div w:id="1199704780">
                                      <w:marLeft w:val="0"/>
                                      <w:marRight w:val="0"/>
                                      <w:marTop w:val="0"/>
                                      <w:marBottom w:val="0"/>
                                      <w:divBdr>
                                        <w:top w:val="none" w:sz="0" w:space="0" w:color="auto"/>
                                        <w:left w:val="none" w:sz="0" w:space="0" w:color="auto"/>
                                        <w:bottom w:val="none" w:sz="0" w:space="0" w:color="auto"/>
                                        <w:right w:val="none" w:sz="0" w:space="0" w:color="auto"/>
                                      </w:divBdr>
                                    </w:div>
                                    <w:div w:id="1199704781">
                                      <w:marLeft w:val="0"/>
                                      <w:marRight w:val="0"/>
                                      <w:marTop w:val="0"/>
                                      <w:marBottom w:val="0"/>
                                      <w:divBdr>
                                        <w:top w:val="none" w:sz="0" w:space="0" w:color="auto"/>
                                        <w:left w:val="none" w:sz="0" w:space="0" w:color="auto"/>
                                        <w:bottom w:val="none" w:sz="0" w:space="0" w:color="auto"/>
                                        <w:right w:val="none" w:sz="0" w:space="0" w:color="auto"/>
                                      </w:divBdr>
                                    </w:div>
                                    <w:div w:id="1199704782">
                                      <w:marLeft w:val="0"/>
                                      <w:marRight w:val="0"/>
                                      <w:marTop w:val="0"/>
                                      <w:marBottom w:val="0"/>
                                      <w:divBdr>
                                        <w:top w:val="none" w:sz="0" w:space="0" w:color="auto"/>
                                        <w:left w:val="none" w:sz="0" w:space="0" w:color="auto"/>
                                        <w:bottom w:val="none" w:sz="0" w:space="0" w:color="auto"/>
                                        <w:right w:val="none" w:sz="0" w:space="0" w:color="auto"/>
                                      </w:divBdr>
                                    </w:div>
                                    <w:div w:id="1199704783">
                                      <w:marLeft w:val="0"/>
                                      <w:marRight w:val="0"/>
                                      <w:marTop w:val="0"/>
                                      <w:marBottom w:val="0"/>
                                      <w:divBdr>
                                        <w:top w:val="none" w:sz="0" w:space="0" w:color="auto"/>
                                        <w:left w:val="none" w:sz="0" w:space="0" w:color="auto"/>
                                        <w:bottom w:val="none" w:sz="0" w:space="0" w:color="auto"/>
                                        <w:right w:val="none" w:sz="0" w:space="0" w:color="auto"/>
                                      </w:divBdr>
                                    </w:div>
                                    <w:div w:id="1199704784">
                                      <w:marLeft w:val="0"/>
                                      <w:marRight w:val="0"/>
                                      <w:marTop w:val="0"/>
                                      <w:marBottom w:val="0"/>
                                      <w:divBdr>
                                        <w:top w:val="none" w:sz="0" w:space="0" w:color="auto"/>
                                        <w:left w:val="none" w:sz="0" w:space="0" w:color="auto"/>
                                        <w:bottom w:val="none" w:sz="0" w:space="0" w:color="auto"/>
                                        <w:right w:val="none" w:sz="0" w:space="0" w:color="auto"/>
                                      </w:divBdr>
                                    </w:div>
                                    <w:div w:id="1199704785">
                                      <w:marLeft w:val="0"/>
                                      <w:marRight w:val="0"/>
                                      <w:marTop w:val="0"/>
                                      <w:marBottom w:val="0"/>
                                      <w:divBdr>
                                        <w:top w:val="none" w:sz="0" w:space="0" w:color="auto"/>
                                        <w:left w:val="none" w:sz="0" w:space="0" w:color="auto"/>
                                        <w:bottom w:val="none" w:sz="0" w:space="0" w:color="auto"/>
                                        <w:right w:val="none" w:sz="0" w:space="0" w:color="auto"/>
                                      </w:divBdr>
                                    </w:div>
                                    <w:div w:id="1199704786">
                                      <w:marLeft w:val="0"/>
                                      <w:marRight w:val="0"/>
                                      <w:marTop w:val="0"/>
                                      <w:marBottom w:val="0"/>
                                      <w:divBdr>
                                        <w:top w:val="none" w:sz="0" w:space="0" w:color="auto"/>
                                        <w:left w:val="none" w:sz="0" w:space="0" w:color="auto"/>
                                        <w:bottom w:val="none" w:sz="0" w:space="0" w:color="auto"/>
                                        <w:right w:val="none" w:sz="0" w:space="0" w:color="auto"/>
                                      </w:divBdr>
                                    </w:div>
                                    <w:div w:id="1199704787">
                                      <w:marLeft w:val="0"/>
                                      <w:marRight w:val="0"/>
                                      <w:marTop w:val="0"/>
                                      <w:marBottom w:val="0"/>
                                      <w:divBdr>
                                        <w:top w:val="none" w:sz="0" w:space="0" w:color="auto"/>
                                        <w:left w:val="none" w:sz="0" w:space="0" w:color="auto"/>
                                        <w:bottom w:val="none" w:sz="0" w:space="0" w:color="auto"/>
                                        <w:right w:val="none" w:sz="0" w:space="0" w:color="auto"/>
                                      </w:divBdr>
                                    </w:div>
                                    <w:div w:id="1199704788">
                                      <w:marLeft w:val="0"/>
                                      <w:marRight w:val="0"/>
                                      <w:marTop w:val="0"/>
                                      <w:marBottom w:val="0"/>
                                      <w:divBdr>
                                        <w:top w:val="none" w:sz="0" w:space="0" w:color="auto"/>
                                        <w:left w:val="none" w:sz="0" w:space="0" w:color="auto"/>
                                        <w:bottom w:val="none" w:sz="0" w:space="0" w:color="auto"/>
                                        <w:right w:val="none" w:sz="0" w:space="0" w:color="auto"/>
                                      </w:divBdr>
                                    </w:div>
                                    <w:div w:id="1199704790">
                                      <w:marLeft w:val="0"/>
                                      <w:marRight w:val="0"/>
                                      <w:marTop w:val="0"/>
                                      <w:marBottom w:val="0"/>
                                      <w:divBdr>
                                        <w:top w:val="none" w:sz="0" w:space="0" w:color="auto"/>
                                        <w:left w:val="none" w:sz="0" w:space="0" w:color="auto"/>
                                        <w:bottom w:val="none" w:sz="0" w:space="0" w:color="auto"/>
                                        <w:right w:val="none" w:sz="0" w:space="0" w:color="auto"/>
                                      </w:divBdr>
                                    </w:div>
                                    <w:div w:id="1199704791">
                                      <w:marLeft w:val="0"/>
                                      <w:marRight w:val="0"/>
                                      <w:marTop w:val="0"/>
                                      <w:marBottom w:val="0"/>
                                      <w:divBdr>
                                        <w:top w:val="none" w:sz="0" w:space="0" w:color="auto"/>
                                        <w:left w:val="none" w:sz="0" w:space="0" w:color="auto"/>
                                        <w:bottom w:val="none" w:sz="0" w:space="0" w:color="auto"/>
                                        <w:right w:val="none" w:sz="0" w:space="0" w:color="auto"/>
                                      </w:divBdr>
                                    </w:div>
                                    <w:div w:id="1199704792">
                                      <w:marLeft w:val="0"/>
                                      <w:marRight w:val="0"/>
                                      <w:marTop w:val="0"/>
                                      <w:marBottom w:val="0"/>
                                      <w:divBdr>
                                        <w:top w:val="none" w:sz="0" w:space="0" w:color="auto"/>
                                        <w:left w:val="none" w:sz="0" w:space="0" w:color="auto"/>
                                        <w:bottom w:val="none" w:sz="0" w:space="0" w:color="auto"/>
                                        <w:right w:val="none" w:sz="0" w:space="0" w:color="auto"/>
                                      </w:divBdr>
                                    </w:div>
                                    <w:div w:id="1199704793">
                                      <w:marLeft w:val="0"/>
                                      <w:marRight w:val="0"/>
                                      <w:marTop w:val="0"/>
                                      <w:marBottom w:val="0"/>
                                      <w:divBdr>
                                        <w:top w:val="none" w:sz="0" w:space="0" w:color="auto"/>
                                        <w:left w:val="none" w:sz="0" w:space="0" w:color="auto"/>
                                        <w:bottom w:val="none" w:sz="0" w:space="0" w:color="auto"/>
                                        <w:right w:val="none" w:sz="0" w:space="0" w:color="auto"/>
                                      </w:divBdr>
                                    </w:div>
                                    <w:div w:id="1199704794">
                                      <w:marLeft w:val="0"/>
                                      <w:marRight w:val="0"/>
                                      <w:marTop w:val="0"/>
                                      <w:marBottom w:val="0"/>
                                      <w:divBdr>
                                        <w:top w:val="none" w:sz="0" w:space="0" w:color="auto"/>
                                        <w:left w:val="none" w:sz="0" w:space="0" w:color="auto"/>
                                        <w:bottom w:val="none" w:sz="0" w:space="0" w:color="auto"/>
                                        <w:right w:val="none" w:sz="0" w:space="0" w:color="auto"/>
                                      </w:divBdr>
                                    </w:div>
                                    <w:div w:id="1199704795">
                                      <w:marLeft w:val="0"/>
                                      <w:marRight w:val="0"/>
                                      <w:marTop w:val="0"/>
                                      <w:marBottom w:val="0"/>
                                      <w:divBdr>
                                        <w:top w:val="none" w:sz="0" w:space="0" w:color="auto"/>
                                        <w:left w:val="none" w:sz="0" w:space="0" w:color="auto"/>
                                        <w:bottom w:val="none" w:sz="0" w:space="0" w:color="auto"/>
                                        <w:right w:val="none" w:sz="0" w:space="0" w:color="auto"/>
                                      </w:divBdr>
                                    </w:div>
                                    <w:div w:id="1199704796">
                                      <w:marLeft w:val="0"/>
                                      <w:marRight w:val="0"/>
                                      <w:marTop w:val="0"/>
                                      <w:marBottom w:val="0"/>
                                      <w:divBdr>
                                        <w:top w:val="none" w:sz="0" w:space="0" w:color="auto"/>
                                        <w:left w:val="none" w:sz="0" w:space="0" w:color="auto"/>
                                        <w:bottom w:val="none" w:sz="0" w:space="0" w:color="auto"/>
                                        <w:right w:val="none" w:sz="0" w:space="0" w:color="auto"/>
                                      </w:divBdr>
                                    </w:div>
                                    <w:div w:id="1199704797">
                                      <w:marLeft w:val="0"/>
                                      <w:marRight w:val="0"/>
                                      <w:marTop w:val="0"/>
                                      <w:marBottom w:val="0"/>
                                      <w:divBdr>
                                        <w:top w:val="none" w:sz="0" w:space="0" w:color="auto"/>
                                        <w:left w:val="none" w:sz="0" w:space="0" w:color="auto"/>
                                        <w:bottom w:val="none" w:sz="0" w:space="0" w:color="auto"/>
                                        <w:right w:val="none" w:sz="0" w:space="0" w:color="auto"/>
                                      </w:divBdr>
                                    </w:div>
                                    <w:div w:id="1199704800">
                                      <w:marLeft w:val="0"/>
                                      <w:marRight w:val="0"/>
                                      <w:marTop w:val="0"/>
                                      <w:marBottom w:val="0"/>
                                      <w:divBdr>
                                        <w:top w:val="none" w:sz="0" w:space="0" w:color="auto"/>
                                        <w:left w:val="none" w:sz="0" w:space="0" w:color="auto"/>
                                        <w:bottom w:val="none" w:sz="0" w:space="0" w:color="auto"/>
                                        <w:right w:val="none" w:sz="0" w:space="0" w:color="auto"/>
                                      </w:divBdr>
                                    </w:div>
                                    <w:div w:id="1199704801">
                                      <w:marLeft w:val="0"/>
                                      <w:marRight w:val="0"/>
                                      <w:marTop w:val="0"/>
                                      <w:marBottom w:val="0"/>
                                      <w:divBdr>
                                        <w:top w:val="none" w:sz="0" w:space="0" w:color="auto"/>
                                        <w:left w:val="none" w:sz="0" w:space="0" w:color="auto"/>
                                        <w:bottom w:val="none" w:sz="0" w:space="0" w:color="auto"/>
                                        <w:right w:val="none" w:sz="0" w:space="0" w:color="auto"/>
                                      </w:divBdr>
                                    </w:div>
                                    <w:div w:id="1199704802">
                                      <w:marLeft w:val="0"/>
                                      <w:marRight w:val="0"/>
                                      <w:marTop w:val="0"/>
                                      <w:marBottom w:val="0"/>
                                      <w:divBdr>
                                        <w:top w:val="none" w:sz="0" w:space="0" w:color="auto"/>
                                        <w:left w:val="none" w:sz="0" w:space="0" w:color="auto"/>
                                        <w:bottom w:val="none" w:sz="0" w:space="0" w:color="auto"/>
                                        <w:right w:val="none" w:sz="0" w:space="0" w:color="auto"/>
                                      </w:divBdr>
                                    </w:div>
                                    <w:div w:id="1199704804">
                                      <w:marLeft w:val="0"/>
                                      <w:marRight w:val="0"/>
                                      <w:marTop w:val="0"/>
                                      <w:marBottom w:val="0"/>
                                      <w:divBdr>
                                        <w:top w:val="none" w:sz="0" w:space="0" w:color="auto"/>
                                        <w:left w:val="none" w:sz="0" w:space="0" w:color="auto"/>
                                        <w:bottom w:val="none" w:sz="0" w:space="0" w:color="auto"/>
                                        <w:right w:val="none" w:sz="0" w:space="0" w:color="auto"/>
                                      </w:divBdr>
                                    </w:div>
                                    <w:div w:id="1199704805">
                                      <w:marLeft w:val="0"/>
                                      <w:marRight w:val="0"/>
                                      <w:marTop w:val="0"/>
                                      <w:marBottom w:val="0"/>
                                      <w:divBdr>
                                        <w:top w:val="none" w:sz="0" w:space="0" w:color="auto"/>
                                        <w:left w:val="none" w:sz="0" w:space="0" w:color="auto"/>
                                        <w:bottom w:val="none" w:sz="0" w:space="0" w:color="auto"/>
                                        <w:right w:val="none" w:sz="0" w:space="0" w:color="auto"/>
                                      </w:divBdr>
                                    </w:div>
                                    <w:div w:id="1199704806">
                                      <w:marLeft w:val="0"/>
                                      <w:marRight w:val="0"/>
                                      <w:marTop w:val="0"/>
                                      <w:marBottom w:val="0"/>
                                      <w:divBdr>
                                        <w:top w:val="none" w:sz="0" w:space="0" w:color="auto"/>
                                        <w:left w:val="none" w:sz="0" w:space="0" w:color="auto"/>
                                        <w:bottom w:val="none" w:sz="0" w:space="0" w:color="auto"/>
                                        <w:right w:val="none" w:sz="0" w:space="0" w:color="auto"/>
                                      </w:divBdr>
                                    </w:div>
                                    <w:div w:id="1199704807">
                                      <w:marLeft w:val="0"/>
                                      <w:marRight w:val="0"/>
                                      <w:marTop w:val="0"/>
                                      <w:marBottom w:val="0"/>
                                      <w:divBdr>
                                        <w:top w:val="none" w:sz="0" w:space="0" w:color="auto"/>
                                        <w:left w:val="none" w:sz="0" w:space="0" w:color="auto"/>
                                        <w:bottom w:val="none" w:sz="0" w:space="0" w:color="auto"/>
                                        <w:right w:val="none" w:sz="0" w:space="0" w:color="auto"/>
                                      </w:divBdr>
                                    </w:div>
                                    <w:div w:id="1199704808">
                                      <w:marLeft w:val="0"/>
                                      <w:marRight w:val="0"/>
                                      <w:marTop w:val="0"/>
                                      <w:marBottom w:val="0"/>
                                      <w:divBdr>
                                        <w:top w:val="none" w:sz="0" w:space="0" w:color="auto"/>
                                        <w:left w:val="none" w:sz="0" w:space="0" w:color="auto"/>
                                        <w:bottom w:val="none" w:sz="0" w:space="0" w:color="auto"/>
                                        <w:right w:val="none" w:sz="0" w:space="0" w:color="auto"/>
                                      </w:divBdr>
                                    </w:div>
                                    <w:div w:id="1199704809">
                                      <w:marLeft w:val="0"/>
                                      <w:marRight w:val="0"/>
                                      <w:marTop w:val="0"/>
                                      <w:marBottom w:val="0"/>
                                      <w:divBdr>
                                        <w:top w:val="none" w:sz="0" w:space="0" w:color="auto"/>
                                        <w:left w:val="none" w:sz="0" w:space="0" w:color="auto"/>
                                        <w:bottom w:val="none" w:sz="0" w:space="0" w:color="auto"/>
                                        <w:right w:val="none" w:sz="0" w:space="0" w:color="auto"/>
                                      </w:divBdr>
                                    </w:div>
                                    <w:div w:id="1199704810">
                                      <w:marLeft w:val="0"/>
                                      <w:marRight w:val="0"/>
                                      <w:marTop w:val="0"/>
                                      <w:marBottom w:val="0"/>
                                      <w:divBdr>
                                        <w:top w:val="none" w:sz="0" w:space="0" w:color="auto"/>
                                        <w:left w:val="none" w:sz="0" w:space="0" w:color="auto"/>
                                        <w:bottom w:val="none" w:sz="0" w:space="0" w:color="auto"/>
                                        <w:right w:val="none" w:sz="0" w:space="0" w:color="auto"/>
                                      </w:divBdr>
                                    </w:div>
                                    <w:div w:id="1199704811">
                                      <w:marLeft w:val="0"/>
                                      <w:marRight w:val="0"/>
                                      <w:marTop w:val="0"/>
                                      <w:marBottom w:val="0"/>
                                      <w:divBdr>
                                        <w:top w:val="none" w:sz="0" w:space="0" w:color="auto"/>
                                        <w:left w:val="none" w:sz="0" w:space="0" w:color="auto"/>
                                        <w:bottom w:val="none" w:sz="0" w:space="0" w:color="auto"/>
                                        <w:right w:val="none" w:sz="0" w:space="0" w:color="auto"/>
                                      </w:divBdr>
                                    </w:div>
                                    <w:div w:id="1199704812">
                                      <w:marLeft w:val="0"/>
                                      <w:marRight w:val="0"/>
                                      <w:marTop w:val="0"/>
                                      <w:marBottom w:val="0"/>
                                      <w:divBdr>
                                        <w:top w:val="none" w:sz="0" w:space="0" w:color="auto"/>
                                        <w:left w:val="none" w:sz="0" w:space="0" w:color="auto"/>
                                        <w:bottom w:val="none" w:sz="0" w:space="0" w:color="auto"/>
                                        <w:right w:val="none" w:sz="0" w:space="0" w:color="auto"/>
                                      </w:divBdr>
                                    </w:div>
                                    <w:div w:id="1199704813">
                                      <w:marLeft w:val="0"/>
                                      <w:marRight w:val="0"/>
                                      <w:marTop w:val="0"/>
                                      <w:marBottom w:val="0"/>
                                      <w:divBdr>
                                        <w:top w:val="none" w:sz="0" w:space="0" w:color="auto"/>
                                        <w:left w:val="none" w:sz="0" w:space="0" w:color="auto"/>
                                        <w:bottom w:val="none" w:sz="0" w:space="0" w:color="auto"/>
                                        <w:right w:val="none" w:sz="0" w:space="0" w:color="auto"/>
                                      </w:divBdr>
                                    </w:div>
                                    <w:div w:id="1199704814">
                                      <w:marLeft w:val="0"/>
                                      <w:marRight w:val="0"/>
                                      <w:marTop w:val="0"/>
                                      <w:marBottom w:val="0"/>
                                      <w:divBdr>
                                        <w:top w:val="none" w:sz="0" w:space="0" w:color="auto"/>
                                        <w:left w:val="none" w:sz="0" w:space="0" w:color="auto"/>
                                        <w:bottom w:val="none" w:sz="0" w:space="0" w:color="auto"/>
                                        <w:right w:val="none" w:sz="0" w:space="0" w:color="auto"/>
                                      </w:divBdr>
                                    </w:div>
                                    <w:div w:id="1199704815">
                                      <w:marLeft w:val="0"/>
                                      <w:marRight w:val="0"/>
                                      <w:marTop w:val="0"/>
                                      <w:marBottom w:val="0"/>
                                      <w:divBdr>
                                        <w:top w:val="none" w:sz="0" w:space="0" w:color="auto"/>
                                        <w:left w:val="none" w:sz="0" w:space="0" w:color="auto"/>
                                        <w:bottom w:val="none" w:sz="0" w:space="0" w:color="auto"/>
                                        <w:right w:val="none" w:sz="0" w:space="0" w:color="auto"/>
                                      </w:divBdr>
                                    </w:div>
                                    <w:div w:id="1199704816">
                                      <w:marLeft w:val="0"/>
                                      <w:marRight w:val="0"/>
                                      <w:marTop w:val="0"/>
                                      <w:marBottom w:val="0"/>
                                      <w:divBdr>
                                        <w:top w:val="none" w:sz="0" w:space="0" w:color="auto"/>
                                        <w:left w:val="none" w:sz="0" w:space="0" w:color="auto"/>
                                        <w:bottom w:val="none" w:sz="0" w:space="0" w:color="auto"/>
                                        <w:right w:val="none" w:sz="0" w:space="0" w:color="auto"/>
                                      </w:divBdr>
                                    </w:div>
                                    <w:div w:id="1199704817">
                                      <w:marLeft w:val="0"/>
                                      <w:marRight w:val="0"/>
                                      <w:marTop w:val="0"/>
                                      <w:marBottom w:val="0"/>
                                      <w:divBdr>
                                        <w:top w:val="none" w:sz="0" w:space="0" w:color="auto"/>
                                        <w:left w:val="none" w:sz="0" w:space="0" w:color="auto"/>
                                        <w:bottom w:val="none" w:sz="0" w:space="0" w:color="auto"/>
                                        <w:right w:val="none" w:sz="0" w:space="0" w:color="auto"/>
                                      </w:divBdr>
                                    </w:div>
                                    <w:div w:id="1199704818">
                                      <w:marLeft w:val="0"/>
                                      <w:marRight w:val="0"/>
                                      <w:marTop w:val="0"/>
                                      <w:marBottom w:val="0"/>
                                      <w:divBdr>
                                        <w:top w:val="none" w:sz="0" w:space="0" w:color="auto"/>
                                        <w:left w:val="none" w:sz="0" w:space="0" w:color="auto"/>
                                        <w:bottom w:val="none" w:sz="0" w:space="0" w:color="auto"/>
                                        <w:right w:val="none" w:sz="0" w:space="0" w:color="auto"/>
                                      </w:divBdr>
                                    </w:div>
                                    <w:div w:id="1199704819">
                                      <w:marLeft w:val="0"/>
                                      <w:marRight w:val="0"/>
                                      <w:marTop w:val="0"/>
                                      <w:marBottom w:val="0"/>
                                      <w:divBdr>
                                        <w:top w:val="none" w:sz="0" w:space="0" w:color="auto"/>
                                        <w:left w:val="none" w:sz="0" w:space="0" w:color="auto"/>
                                        <w:bottom w:val="none" w:sz="0" w:space="0" w:color="auto"/>
                                        <w:right w:val="none" w:sz="0" w:space="0" w:color="auto"/>
                                      </w:divBdr>
                                    </w:div>
                                    <w:div w:id="1199704820">
                                      <w:marLeft w:val="0"/>
                                      <w:marRight w:val="0"/>
                                      <w:marTop w:val="0"/>
                                      <w:marBottom w:val="0"/>
                                      <w:divBdr>
                                        <w:top w:val="none" w:sz="0" w:space="0" w:color="auto"/>
                                        <w:left w:val="none" w:sz="0" w:space="0" w:color="auto"/>
                                        <w:bottom w:val="none" w:sz="0" w:space="0" w:color="auto"/>
                                        <w:right w:val="none" w:sz="0" w:space="0" w:color="auto"/>
                                      </w:divBdr>
                                    </w:div>
                                    <w:div w:id="1199704821">
                                      <w:marLeft w:val="0"/>
                                      <w:marRight w:val="0"/>
                                      <w:marTop w:val="0"/>
                                      <w:marBottom w:val="0"/>
                                      <w:divBdr>
                                        <w:top w:val="none" w:sz="0" w:space="0" w:color="auto"/>
                                        <w:left w:val="none" w:sz="0" w:space="0" w:color="auto"/>
                                        <w:bottom w:val="none" w:sz="0" w:space="0" w:color="auto"/>
                                        <w:right w:val="none" w:sz="0" w:space="0" w:color="auto"/>
                                      </w:divBdr>
                                    </w:div>
                                    <w:div w:id="1199704822">
                                      <w:marLeft w:val="0"/>
                                      <w:marRight w:val="0"/>
                                      <w:marTop w:val="0"/>
                                      <w:marBottom w:val="0"/>
                                      <w:divBdr>
                                        <w:top w:val="none" w:sz="0" w:space="0" w:color="auto"/>
                                        <w:left w:val="none" w:sz="0" w:space="0" w:color="auto"/>
                                        <w:bottom w:val="none" w:sz="0" w:space="0" w:color="auto"/>
                                        <w:right w:val="none" w:sz="0" w:space="0" w:color="auto"/>
                                      </w:divBdr>
                                    </w:div>
                                    <w:div w:id="1199704823">
                                      <w:marLeft w:val="0"/>
                                      <w:marRight w:val="0"/>
                                      <w:marTop w:val="0"/>
                                      <w:marBottom w:val="0"/>
                                      <w:divBdr>
                                        <w:top w:val="none" w:sz="0" w:space="0" w:color="auto"/>
                                        <w:left w:val="none" w:sz="0" w:space="0" w:color="auto"/>
                                        <w:bottom w:val="none" w:sz="0" w:space="0" w:color="auto"/>
                                        <w:right w:val="none" w:sz="0" w:space="0" w:color="auto"/>
                                      </w:divBdr>
                                    </w:div>
                                    <w:div w:id="1199704824">
                                      <w:marLeft w:val="0"/>
                                      <w:marRight w:val="0"/>
                                      <w:marTop w:val="0"/>
                                      <w:marBottom w:val="0"/>
                                      <w:divBdr>
                                        <w:top w:val="none" w:sz="0" w:space="0" w:color="auto"/>
                                        <w:left w:val="none" w:sz="0" w:space="0" w:color="auto"/>
                                        <w:bottom w:val="none" w:sz="0" w:space="0" w:color="auto"/>
                                        <w:right w:val="none" w:sz="0" w:space="0" w:color="auto"/>
                                      </w:divBdr>
                                    </w:div>
                                    <w:div w:id="1199704825">
                                      <w:marLeft w:val="0"/>
                                      <w:marRight w:val="0"/>
                                      <w:marTop w:val="0"/>
                                      <w:marBottom w:val="0"/>
                                      <w:divBdr>
                                        <w:top w:val="none" w:sz="0" w:space="0" w:color="auto"/>
                                        <w:left w:val="none" w:sz="0" w:space="0" w:color="auto"/>
                                        <w:bottom w:val="none" w:sz="0" w:space="0" w:color="auto"/>
                                        <w:right w:val="none" w:sz="0" w:space="0" w:color="auto"/>
                                      </w:divBdr>
                                    </w:div>
                                    <w:div w:id="1199704826">
                                      <w:marLeft w:val="0"/>
                                      <w:marRight w:val="0"/>
                                      <w:marTop w:val="0"/>
                                      <w:marBottom w:val="0"/>
                                      <w:divBdr>
                                        <w:top w:val="none" w:sz="0" w:space="0" w:color="auto"/>
                                        <w:left w:val="none" w:sz="0" w:space="0" w:color="auto"/>
                                        <w:bottom w:val="none" w:sz="0" w:space="0" w:color="auto"/>
                                        <w:right w:val="none" w:sz="0" w:space="0" w:color="auto"/>
                                      </w:divBdr>
                                    </w:div>
                                    <w:div w:id="1199704828">
                                      <w:marLeft w:val="0"/>
                                      <w:marRight w:val="0"/>
                                      <w:marTop w:val="0"/>
                                      <w:marBottom w:val="0"/>
                                      <w:divBdr>
                                        <w:top w:val="none" w:sz="0" w:space="0" w:color="auto"/>
                                        <w:left w:val="none" w:sz="0" w:space="0" w:color="auto"/>
                                        <w:bottom w:val="none" w:sz="0" w:space="0" w:color="auto"/>
                                        <w:right w:val="none" w:sz="0" w:space="0" w:color="auto"/>
                                      </w:divBdr>
                                    </w:div>
                                    <w:div w:id="1199704829">
                                      <w:marLeft w:val="0"/>
                                      <w:marRight w:val="0"/>
                                      <w:marTop w:val="0"/>
                                      <w:marBottom w:val="0"/>
                                      <w:divBdr>
                                        <w:top w:val="none" w:sz="0" w:space="0" w:color="auto"/>
                                        <w:left w:val="none" w:sz="0" w:space="0" w:color="auto"/>
                                        <w:bottom w:val="none" w:sz="0" w:space="0" w:color="auto"/>
                                        <w:right w:val="none" w:sz="0" w:space="0" w:color="auto"/>
                                      </w:divBdr>
                                    </w:div>
                                    <w:div w:id="1199704830">
                                      <w:marLeft w:val="0"/>
                                      <w:marRight w:val="0"/>
                                      <w:marTop w:val="0"/>
                                      <w:marBottom w:val="0"/>
                                      <w:divBdr>
                                        <w:top w:val="none" w:sz="0" w:space="0" w:color="auto"/>
                                        <w:left w:val="none" w:sz="0" w:space="0" w:color="auto"/>
                                        <w:bottom w:val="none" w:sz="0" w:space="0" w:color="auto"/>
                                        <w:right w:val="none" w:sz="0" w:space="0" w:color="auto"/>
                                      </w:divBdr>
                                    </w:div>
                                    <w:div w:id="1199704831">
                                      <w:marLeft w:val="0"/>
                                      <w:marRight w:val="0"/>
                                      <w:marTop w:val="0"/>
                                      <w:marBottom w:val="0"/>
                                      <w:divBdr>
                                        <w:top w:val="none" w:sz="0" w:space="0" w:color="auto"/>
                                        <w:left w:val="none" w:sz="0" w:space="0" w:color="auto"/>
                                        <w:bottom w:val="none" w:sz="0" w:space="0" w:color="auto"/>
                                        <w:right w:val="none" w:sz="0" w:space="0" w:color="auto"/>
                                      </w:divBdr>
                                    </w:div>
                                    <w:div w:id="1199704832">
                                      <w:marLeft w:val="0"/>
                                      <w:marRight w:val="0"/>
                                      <w:marTop w:val="0"/>
                                      <w:marBottom w:val="0"/>
                                      <w:divBdr>
                                        <w:top w:val="none" w:sz="0" w:space="0" w:color="auto"/>
                                        <w:left w:val="none" w:sz="0" w:space="0" w:color="auto"/>
                                        <w:bottom w:val="none" w:sz="0" w:space="0" w:color="auto"/>
                                        <w:right w:val="none" w:sz="0" w:space="0" w:color="auto"/>
                                      </w:divBdr>
                                    </w:div>
                                    <w:div w:id="1199704834">
                                      <w:marLeft w:val="0"/>
                                      <w:marRight w:val="0"/>
                                      <w:marTop w:val="0"/>
                                      <w:marBottom w:val="0"/>
                                      <w:divBdr>
                                        <w:top w:val="none" w:sz="0" w:space="0" w:color="auto"/>
                                        <w:left w:val="none" w:sz="0" w:space="0" w:color="auto"/>
                                        <w:bottom w:val="none" w:sz="0" w:space="0" w:color="auto"/>
                                        <w:right w:val="none" w:sz="0" w:space="0" w:color="auto"/>
                                      </w:divBdr>
                                    </w:div>
                                    <w:div w:id="1199704837">
                                      <w:marLeft w:val="0"/>
                                      <w:marRight w:val="0"/>
                                      <w:marTop w:val="0"/>
                                      <w:marBottom w:val="0"/>
                                      <w:divBdr>
                                        <w:top w:val="none" w:sz="0" w:space="0" w:color="auto"/>
                                        <w:left w:val="none" w:sz="0" w:space="0" w:color="auto"/>
                                        <w:bottom w:val="none" w:sz="0" w:space="0" w:color="auto"/>
                                        <w:right w:val="none" w:sz="0" w:space="0" w:color="auto"/>
                                      </w:divBdr>
                                    </w:div>
                                    <w:div w:id="1199704838">
                                      <w:marLeft w:val="0"/>
                                      <w:marRight w:val="0"/>
                                      <w:marTop w:val="0"/>
                                      <w:marBottom w:val="0"/>
                                      <w:divBdr>
                                        <w:top w:val="none" w:sz="0" w:space="0" w:color="auto"/>
                                        <w:left w:val="none" w:sz="0" w:space="0" w:color="auto"/>
                                        <w:bottom w:val="none" w:sz="0" w:space="0" w:color="auto"/>
                                        <w:right w:val="none" w:sz="0" w:space="0" w:color="auto"/>
                                      </w:divBdr>
                                    </w:div>
                                    <w:div w:id="1199704839">
                                      <w:marLeft w:val="0"/>
                                      <w:marRight w:val="0"/>
                                      <w:marTop w:val="0"/>
                                      <w:marBottom w:val="0"/>
                                      <w:divBdr>
                                        <w:top w:val="none" w:sz="0" w:space="0" w:color="auto"/>
                                        <w:left w:val="none" w:sz="0" w:space="0" w:color="auto"/>
                                        <w:bottom w:val="none" w:sz="0" w:space="0" w:color="auto"/>
                                        <w:right w:val="none" w:sz="0" w:space="0" w:color="auto"/>
                                      </w:divBdr>
                                    </w:div>
                                    <w:div w:id="1199704840">
                                      <w:marLeft w:val="0"/>
                                      <w:marRight w:val="0"/>
                                      <w:marTop w:val="0"/>
                                      <w:marBottom w:val="0"/>
                                      <w:divBdr>
                                        <w:top w:val="none" w:sz="0" w:space="0" w:color="auto"/>
                                        <w:left w:val="none" w:sz="0" w:space="0" w:color="auto"/>
                                        <w:bottom w:val="none" w:sz="0" w:space="0" w:color="auto"/>
                                        <w:right w:val="none" w:sz="0" w:space="0" w:color="auto"/>
                                      </w:divBdr>
                                    </w:div>
                                    <w:div w:id="1199704841">
                                      <w:marLeft w:val="0"/>
                                      <w:marRight w:val="0"/>
                                      <w:marTop w:val="0"/>
                                      <w:marBottom w:val="0"/>
                                      <w:divBdr>
                                        <w:top w:val="none" w:sz="0" w:space="0" w:color="auto"/>
                                        <w:left w:val="none" w:sz="0" w:space="0" w:color="auto"/>
                                        <w:bottom w:val="none" w:sz="0" w:space="0" w:color="auto"/>
                                        <w:right w:val="none" w:sz="0" w:space="0" w:color="auto"/>
                                      </w:divBdr>
                                    </w:div>
                                    <w:div w:id="1199704842">
                                      <w:marLeft w:val="0"/>
                                      <w:marRight w:val="0"/>
                                      <w:marTop w:val="0"/>
                                      <w:marBottom w:val="0"/>
                                      <w:divBdr>
                                        <w:top w:val="none" w:sz="0" w:space="0" w:color="auto"/>
                                        <w:left w:val="none" w:sz="0" w:space="0" w:color="auto"/>
                                        <w:bottom w:val="none" w:sz="0" w:space="0" w:color="auto"/>
                                        <w:right w:val="none" w:sz="0" w:space="0" w:color="auto"/>
                                      </w:divBdr>
                                    </w:div>
                                    <w:div w:id="1199704843">
                                      <w:marLeft w:val="0"/>
                                      <w:marRight w:val="0"/>
                                      <w:marTop w:val="0"/>
                                      <w:marBottom w:val="0"/>
                                      <w:divBdr>
                                        <w:top w:val="none" w:sz="0" w:space="0" w:color="auto"/>
                                        <w:left w:val="none" w:sz="0" w:space="0" w:color="auto"/>
                                        <w:bottom w:val="none" w:sz="0" w:space="0" w:color="auto"/>
                                        <w:right w:val="none" w:sz="0" w:space="0" w:color="auto"/>
                                      </w:divBdr>
                                    </w:div>
                                    <w:div w:id="1199704844">
                                      <w:marLeft w:val="0"/>
                                      <w:marRight w:val="0"/>
                                      <w:marTop w:val="0"/>
                                      <w:marBottom w:val="0"/>
                                      <w:divBdr>
                                        <w:top w:val="none" w:sz="0" w:space="0" w:color="auto"/>
                                        <w:left w:val="none" w:sz="0" w:space="0" w:color="auto"/>
                                        <w:bottom w:val="none" w:sz="0" w:space="0" w:color="auto"/>
                                        <w:right w:val="none" w:sz="0" w:space="0" w:color="auto"/>
                                      </w:divBdr>
                                    </w:div>
                                    <w:div w:id="1199704845">
                                      <w:marLeft w:val="0"/>
                                      <w:marRight w:val="0"/>
                                      <w:marTop w:val="0"/>
                                      <w:marBottom w:val="0"/>
                                      <w:divBdr>
                                        <w:top w:val="none" w:sz="0" w:space="0" w:color="auto"/>
                                        <w:left w:val="none" w:sz="0" w:space="0" w:color="auto"/>
                                        <w:bottom w:val="none" w:sz="0" w:space="0" w:color="auto"/>
                                        <w:right w:val="none" w:sz="0" w:space="0" w:color="auto"/>
                                      </w:divBdr>
                                    </w:div>
                                    <w:div w:id="1199704846">
                                      <w:marLeft w:val="0"/>
                                      <w:marRight w:val="0"/>
                                      <w:marTop w:val="0"/>
                                      <w:marBottom w:val="0"/>
                                      <w:divBdr>
                                        <w:top w:val="none" w:sz="0" w:space="0" w:color="auto"/>
                                        <w:left w:val="none" w:sz="0" w:space="0" w:color="auto"/>
                                        <w:bottom w:val="none" w:sz="0" w:space="0" w:color="auto"/>
                                        <w:right w:val="none" w:sz="0" w:space="0" w:color="auto"/>
                                      </w:divBdr>
                                    </w:div>
                                    <w:div w:id="1199704848">
                                      <w:marLeft w:val="0"/>
                                      <w:marRight w:val="0"/>
                                      <w:marTop w:val="0"/>
                                      <w:marBottom w:val="0"/>
                                      <w:divBdr>
                                        <w:top w:val="none" w:sz="0" w:space="0" w:color="auto"/>
                                        <w:left w:val="none" w:sz="0" w:space="0" w:color="auto"/>
                                        <w:bottom w:val="none" w:sz="0" w:space="0" w:color="auto"/>
                                        <w:right w:val="none" w:sz="0" w:space="0" w:color="auto"/>
                                      </w:divBdr>
                                    </w:div>
                                    <w:div w:id="1199704849">
                                      <w:marLeft w:val="0"/>
                                      <w:marRight w:val="0"/>
                                      <w:marTop w:val="0"/>
                                      <w:marBottom w:val="0"/>
                                      <w:divBdr>
                                        <w:top w:val="none" w:sz="0" w:space="0" w:color="auto"/>
                                        <w:left w:val="none" w:sz="0" w:space="0" w:color="auto"/>
                                        <w:bottom w:val="none" w:sz="0" w:space="0" w:color="auto"/>
                                        <w:right w:val="none" w:sz="0" w:space="0" w:color="auto"/>
                                      </w:divBdr>
                                    </w:div>
                                    <w:div w:id="1199704850">
                                      <w:marLeft w:val="0"/>
                                      <w:marRight w:val="0"/>
                                      <w:marTop w:val="0"/>
                                      <w:marBottom w:val="0"/>
                                      <w:divBdr>
                                        <w:top w:val="none" w:sz="0" w:space="0" w:color="auto"/>
                                        <w:left w:val="none" w:sz="0" w:space="0" w:color="auto"/>
                                        <w:bottom w:val="none" w:sz="0" w:space="0" w:color="auto"/>
                                        <w:right w:val="none" w:sz="0" w:space="0" w:color="auto"/>
                                      </w:divBdr>
                                    </w:div>
                                    <w:div w:id="1199704851">
                                      <w:marLeft w:val="0"/>
                                      <w:marRight w:val="0"/>
                                      <w:marTop w:val="0"/>
                                      <w:marBottom w:val="0"/>
                                      <w:divBdr>
                                        <w:top w:val="none" w:sz="0" w:space="0" w:color="auto"/>
                                        <w:left w:val="none" w:sz="0" w:space="0" w:color="auto"/>
                                        <w:bottom w:val="none" w:sz="0" w:space="0" w:color="auto"/>
                                        <w:right w:val="none" w:sz="0" w:space="0" w:color="auto"/>
                                      </w:divBdr>
                                    </w:div>
                                    <w:div w:id="1199704852">
                                      <w:marLeft w:val="0"/>
                                      <w:marRight w:val="0"/>
                                      <w:marTop w:val="0"/>
                                      <w:marBottom w:val="0"/>
                                      <w:divBdr>
                                        <w:top w:val="none" w:sz="0" w:space="0" w:color="auto"/>
                                        <w:left w:val="none" w:sz="0" w:space="0" w:color="auto"/>
                                        <w:bottom w:val="none" w:sz="0" w:space="0" w:color="auto"/>
                                        <w:right w:val="none" w:sz="0" w:space="0" w:color="auto"/>
                                      </w:divBdr>
                                    </w:div>
                                    <w:div w:id="1199704856">
                                      <w:marLeft w:val="0"/>
                                      <w:marRight w:val="0"/>
                                      <w:marTop w:val="0"/>
                                      <w:marBottom w:val="0"/>
                                      <w:divBdr>
                                        <w:top w:val="none" w:sz="0" w:space="0" w:color="auto"/>
                                        <w:left w:val="none" w:sz="0" w:space="0" w:color="auto"/>
                                        <w:bottom w:val="none" w:sz="0" w:space="0" w:color="auto"/>
                                        <w:right w:val="none" w:sz="0" w:space="0" w:color="auto"/>
                                      </w:divBdr>
                                    </w:div>
                                    <w:div w:id="1199704857">
                                      <w:marLeft w:val="0"/>
                                      <w:marRight w:val="0"/>
                                      <w:marTop w:val="0"/>
                                      <w:marBottom w:val="0"/>
                                      <w:divBdr>
                                        <w:top w:val="none" w:sz="0" w:space="0" w:color="auto"/>
                                        <w:left w:val="none" w:sz="0" w:space="0" w:color="auto"/>
                                        <w:bottom w:val="none" w:sz="0" w:space="0" w:color="auto"/>
                                        <w:right w:val="none" w:sz="0" w:space="0" w:color="auto"/>
                                      </w:divBdr>
                                    </w:div>
                                    <w:div w:id="1199704858">
                                      <w:marLeft w:val="0"/>
                                      <w:marRight w:val="0"/>
                                      <w:marTop w:val="0"/>
                                      <w:marBottom w:val="0"/>
                                      <w:divBdr>
                                        <w:top w:val="none" w:sz="0" w:space="0" w:color="auto"/>
                                        <w:left w:val="none" w:sz="0" w:space="0" w:color="auto"/>
                                        <w:bottom w:val="none" w:sz="0" w:space="0" w:color="auto"/>
                                        <w:right w:val="none" w:sz="0" w:space="0" w:color="auto"/>
                                      </w:divBdr>
                                    </w:div>
                                    <w:div w:id="1199704859">
                                      <w:marLeft w:val="0"/>
                                      <w:marRight w:val="0"/>
                                      <w:marTop w:val="0"/>
                                      <w:marBottom w:val="0"/>
                                      <w:divBdr>
                                        <w:top w:val="none" w:sz="0" w:space="0" w:color="auto"/>
                                        <w:left w:val="none" w:sz="0" w:space="0" w:color="auto"/>
                                        <w:bottom w:val="none" w:sz="0" w:space="0" w:color="auto"/>
                                        <w:right w:val="none" w:sz="0" w:space="0" w:color="auto"/>
                                      </w:divBdr>
                                    </w:div>
                                    <w:div w:id="1199704861">
                                      <w:marLeft w:val="0"/>
                                      <w:marRight w:val="0"/>
                                      <w:marTop w:val="0"/>
                                      <w:marBottom w:val="0"/>
                                      <w:divBdr>
                                        <w:top w:val="none" w:sz="0" w:space="0" w:color="auto"/>
                                        <w:left w:val="none" w:sz="0" w:space="0" w:color="auto"/>
                                        <w:bottom w:val="none" w:sz="0" w:space="0" w:color="auto"/>
                                        <w:right w:val="none" w:sz="0" w:space="0" w:color="auto"/>
                                      </w:divBdr>
                                    </w:div>
                                    <w:div w:id="1199704862">
                                      <w:marLeft w:val="0"/>
                                      <w:marRight w:val="0"/>
                                      <w:marTop w:val="0"/>
                                      <w:marBottom w:val="0"/>
                                      <w:divBdr>
                                        <w:top w:val="none" w:sz="0" w:space="0" w:color="auto"/>
                                        <w:left w:val="none" w:sz="0" w:space="0" w:color="auto"/>
                                        <w:bottom w:val="none" w:sz="0" w:space="0" w:color="auto"/>
                                        <w:right w:val="none" w:sz="0" w:space="0" w:color="auto"/>
                                      </w:divBdr>
                                    </w:div>
                                    <w:div w:id="1199704863">
                                      <w:marLeft w:val="0"/>
                                      <w:marRight w:val="0"/>
                                      <w:marTop w:val="0"/>
                                      <w:marBottom w:val="0"/>
                                      <w:divBdr>
                                        <w:top w:val="none" w:sz="0" w:space="0" w:color="auto"/>
                                        <w:left w:val="none" w:sz="0" w:space="0" w:color="auto"/>
                                        <w:bottom w:val="none" w:sz="0" w:space="0" w:color="auto"/>
                                        <w:right w:val="none" w:sz="0" w:space="0" w:color="auto"/>
                                      </w:divBdr>
                                    </w:div>
                                    <w:div w:id="1199704864">
                                      <w:marLeft w:val="0"/>
                                      <w:marRight w:val="0"/>
                                      <w:marTop w:val="0"/>
                                      <w:marBottom w:val="0"/>
                                      <w:divBdr>
                                        <w:top w:val="none" w:sz="0" w:space="0" w:color="auto"/>
                                        <w:left w:val="none" w:sz="0" w:space="0" w:color="auto"/>
                                        <w:bottom w:val="none" w:sz="0" w:space="0" w:color="auto"/>
                                        <w:right w:val="none" w:sz="0" w:space="0" w:color="auto"/>
                                      </w:divBdr>
                                    </w:div>
                                    <w:div w:id="1199704865">
                                      <w:marLeft w:val="0"/>
                                      <w:marRight w:val="0"/>
                                      <w:marTop w:val="0"/>
                                      <w:marBottom w:val="0"/>
                                      <w:divBdr>
                                        <w:top w:val="none" w:sz="0" w:space="0" w:color="auto"/>
                                        <w:left w:val="none" w:sz="0" w:space="0" w:color="auto"/>
                                        <w:bottom w:val="none" w:sz="0" w:space="0" w:color="auto"/>
                                        <w:right w:val="none" w:sz="0" w:space="0" w:color="auto"/>
                                      </w:divBdr>
                                    </w:div>
                                    <w:div w:id="1199704866">
                                      <w:marLeft w:val="0"/>
                                      <w:marRight w:val="0"/>
                                      <w:marTop w:val="0"/>
                                      <w:marBottom w:val="0"/>
                                      <w:divBdr>
                                        <w:top w:val="none" w:sz="0" w:space="0" w:color="auto"/>
                                        <w:left w:val="none" w:sz="0" w:space="0" w:color="auto"/>
                                        <w:bottom w:val="none" w:sz="0" w:space="0" w:color="auto"/>
                                        <w:right w:val="none" w:sz="0" w:space="0" w:color="auto"/>
                                      </w:divBdr>
                                    </w:div>
                                    <w:div w:id="1199704867">
                                      <w:marLeft w:val="0"/>
                                      <w:marRight w:val="0"/>
                                      <w:marTop w:val="0"/>
                                      <w:marBottom w:val="0"/>
                                      <w:divBdr>
                                        <w:top w:val="none" w:sz="0" w:space="0" w:color="auto"/>
                                        <w:left w:val="none" w:sz="0" w:space="0" w:color="auto"/>
                                        <w:bottom w:val="none" w:sz="0" w:space="0" w:color="auto"/>
                                        <w:right w:val="none" w:sz="0" w:space="0" w:color="auto"/>
                                      </w:divBdr>
                                    </w:div>
                                    <w:div w:id="1199704868">
                                      <w:marLeft w:val="0"/>
                                      <w:marRight w:val="0"/>
                                      <w:marTop w:val="0"/>
                                      <w:marBottom w:val="0"/>
                                      <w:divBdr>
                                        <w:top w:val="none" w:sz="0" w:space="0" w:color="auto"/>
                                        <w:left w:val="none" w:sz="0" w:space="0" w:color="auto"/>
                                        <w:bottom w:val="none" w:sz="0" w:space="0" w:color="auto"/>
                                        <w:right w:val="none" w:sz="0" w:space="0" w:color="auto"/>
                                      </w:divBdr>
                                    </w:div>
                                    <w:div w:id="1199704869">
                                      <w:marLeft w:val="0"/>
                                      <w:marRight w:val="0"/>
                                      <w:marTop w:val="0"/>
                                      <w:marBottom w:val="0"/>
                                      <w:divBdr>
                                        <w:top w:val="none" w:sz="0" w:space="0" w:color="auto"/>
                                        <w:left w:val="none" w:sz="0" w:space="0" w:color="auto"/>
                                        <w:bottom w:val="none" w:sz="0" w:space="0" w:color="auto"/>
                                        <w:right w:val="none" w:sz="0" w:space="0" w:color="auto"/>
                                      </w:divBdr>
                                    </w:div>
                                    <w:div w:id="1199704870">
                                      <w:marLeft w:val="0"/>
                                      <w:marRight w:val="0"/>
                                      <w:marTop w:val="0"/>
                                      <w:marBottom w:val="0"/>
                                      <w:divBdr>
                                        <w:top w:val="none" w:sz="0" w:space="0" w:color="auto"/>
                                        <w:left w:val="none" w:sz="0" w:space="0" w:color="auto"/>
                                        <w:bottom w:val="none" w:sz="0" w:space="0" w:color="auto"/>
                                        <w:right w:val="none" w:sz="0" w:space="0" w:color="auto"/>
                                      </w:divBdr>
                                    </w:div>
                                    <w:div w:id="1199704871">
                                      <w:marLeft w:val="0"/>
                                      <w:marRight w:val="0"/>
                                      <w:marTop w:val="0"/>
                                      <w:marBottom w:val="0"/>
                                      <w:divBdr>
                                        <w:top w:val="none" w:sz="0" w:space="0" w:color="auto"/>
                                        <w:left w:val="none" w:sz="0" w:space="0" w:color="auto"/>
                                        <w:bottom w:val="none" w:sz="0" w:space="0" w:color="auto"/>
                                        <w:right w:val="none" w:sz="0" w:space="0" w:color="auto"/>
                                      </w:divBdr>
                                    </w:div>
                                    <w:div w:id="1199704872">
                                      <w:marLeft w:val="0"/>
                                      <w:marRight w:val="0"/>
                                      <w:marTop w:val="0"/>
                                      <w:marBottom w:val="0"/>
                                      <w:divBdr>
                                        <w:top w:val="none" w:sz="0" w:space="0" w:color="auto"/>
                                        <w:left w:val="none" w:sz="0" w:space="0" w:color="auto"/>
                                        <w:bottom w:val="none" w:sz="0" w:space="0" w:color="auto"/>
                                        <w:right w:val="none" w:sz="0" w:space="0" w:color="auto"/>
                                      </w:divBdr>
                                    </w:div>
                                    <w:div w:id="1199704873">
                                      <w:marLeft w:val="0"/>
                                      <w:marRight w:val="0"/>
                                      <w:marTop w:val="0"/>
                                      <w:marBottom w:val="0"/>
                                      <w:divBdr>
                                        <w:top w:val="none" w:sz="0" w:space="0" w:color="auto"/>
                                        <w:left w:val="none" w:sz="0" w:space="0" w:color="auto"/>
                                        <w:bottom w:val="none" w:sz="0" w:space="0" w:color="auto"/>
                                        <w:right w:val="none" w:sz="0" w:space="0" w:color="auto"/>
                                      </w:divBdr>
                                    </w:div>
                                    <w:div w:id="1199704874">
                                      <w:marLeft w:val="0"/>
                                      <w:marRight w:val="0"/>
                                      <w:marTop w:val="0"/>
                                      <w:marBottom w:val="0"/>
                                      <w:divBdr>
                                        <w:top w:val="none" w:sz="0" w:space="0" w:color="auto"/>
                                        <w:left w:val="none" w:sz="0" w:space="0" w:color="auto"/>
                                        <w:bottom w:val="none" w:sz="0" w:space="0" w:color="auto"/>
                                        <w:right w:val="none" w:sz="0" w:space="0" w:color="auto"/>
                                      </w:divBdr>
                                    </w:div>
                                    <w:div w:id="1199704875">
                                      <w:marLeft w:val="0"/>
                                      <w:marRight w:val="0"/>
                                      <w:marTop w:val="0"/>
                                      <w:marBottom w:val="0"/>
                                      <w:divBdr>
                                        <w:top w:val="none" w:sz="0" w:space="0" w:color="auto"/>
                                        <w:left w:val="none" w:sz="0" w:space="0" w:color="auto"/>
                                        <w:bottom w:val="none" w:sz="0" w:space="0" w:color="auto"/>
                                        <w:right w:val="none" w:sz="0" w:space="0" w:color="auto"/>
                                      </w:divBdr>
                                    </w:div>
                                    <w:div w:id="1199704876">
                                      <w:marLeft w:val="0"/>
                                      <w:marRight w:val="0"/>
                                      <w:marTop w:val="0"/>
                                      <w:marBottom w:val="0"/>
                                      <w:divBdr>
                                        <w:top w:val="none" w:sz="0" w:space="0" w:color="auto"/>
                                        <w:left w:val="none" w:sz="0" w:space="0" w:color="auto"/>
                                        <w:bottom w:val="none" w:sz="0" w:space="0" w:color="auto"/>
                                        <w:right w:val="none" w:sz="0" w:space="0" w:color="auto"/>
                                      </w:divBdr>
                                    </w:div>
                                    <w:div w:id="1199704877">
                                      <w:marLeft w:val="0"/>
                                      <w:marRight w:val="0"/>
                                      <w:marTop w:val="0"/>
                                      <w:marBottom w:val="0"/>
                                      <w:divBdr>
                                        <w:top w:val="none" w:sz="0" w:space="0" w:color="auto"/>
                                        <w:left w:val="none" w:sz="0" w:space="0" w:color="auto"/>
                                        <w:bottom w:val="none" w:sz="0" w:space="0" w:color="auto"/>
                                        <w:right w:val="none" w:sz="0" w:space="0" w:color="auto"/>
                                      </w:divBdr>
                                    </w:div>
                                    <w:div w:id="1199704878">
                                      <w:marLeft w:val="0"/>
                                      <w:marRight w:val="0"/>
                                      <w:marTop w:val="0"/>
                                      <w:marBottom w:val="0"/>
                                      <w:divBdr>
                                        <w:top w:val="none" w:sz="0" w:space="0" w:color="auto"/>
                                        <w:left w:val="none" w:sz="0" w:space="0" w:color="auto"/>
                                        <w:bottom w:val="none" w:sz="0" w:space="0" w:color="auto"/>
                                        <w:right w:val="none" w:sz="0" w:space="0" w:color="auto"/>
                                      </w:divBdr>
                                    </w:div>
                                    <w:div w:id="1199704879">
                                      <w:marLeft w:val="0"/>
                                      <w:marRight w:val="0"/>
                                      <w:marTop w:val="0"/>
                                      <w:marBottom w:val="0"/>
                                      <w:divBdr>
                                        <w:top w:val="none" w:sz="0" w:space="0" w:color="auto"/>
                                        <w:left w:val="none" w:sz="0" w:space="0" w:color="auto"/>
                                        <w:bottom w:val="none" w:sz="0" w:space="0" w:color="auto"/>
                                        <w:right w:val="none" w:sz="0" w:space="0" w:color="auto"/>
                                      </w:divBdr>
                                    </w:div>
                                    <w:div w:id="1199704880">
                                      <w:marLeft w:val="0"/>
                                      <w:marRight w:val="0"/>
                                      <w:marTop w:val="0"/>
                                      <w:marBottom w:val="0"/>
                                      <w:divBdr>
                                        <w:top w:val="none" w:sz="0" w:space="0" w:color="auto"/>
                                        <w:left w:val="none" w:sz="0" w:space="0" w:color="auto"/>
                                        <w:bottom w:val="none" w:sz="0" w:space="0" w:color="auto"/>
                                        <w:right w:val="none" w:sz="0" w:space="0" w:color="auto"/>
                                      </w:divBdr>
                                    </w:div>
                                    <w:div w:id="1199704881">
                                      <w:marLeft w:val="0"/>
                                      <w:marRight w:val="0"/>
                                      <w:marTop w:val="0"/>
                                      <w:marBottom w:val="0"/>
                                      <w:divBdr>
                                        <w:top w:val="none" w:sz="0" w:space="0" w:color="auto"/>
                                        <w:left w:val="none" w:sz="0" w:space="0" w:color="auto"/>
                                        <w:bottom w:val="none" w:sz="0" w:space="0" w:color="auto"/>
                                        <w:right w:val="none" w:sz="0" w:space="0" w:color="auto"/>
                                      </w:divBdr>
                                    </w:div>
                                    <w:div w:id="1199704882">
                                      <w:marLeft w:val="0"/>
                                      <w:marRight w:val="0"/>
                                      <w:marTop w:val="0"/>
                                      <w:marBottom w:val="0"/>
                                      <w:divBdr>
                                        <w:top w:val="none" w:sz="0" w:space="0" w:color="auto"/>
                                        <w:left w:val="none" w:sz="0" w:space="0" w:color="auto"/>
                                        <w:bottom w:val="none" w:sz="0" w:space="0" w:color="auto"/>
                                        <w:right w:val="none" w:sz="0" w:space="0" w:color="auto"/>
                                      </w:divBdr>
                                    </w:div>
                                    <w:div w:id="1199704883">
                                      <w:marLeft w:val="0"/>
                                      <w:marRight w:val="0"/>
                                      <w:marTop w:val="0"/>
                                      <w:marBottom w:val="0"/>
                                      <w:divBdr>
                                        <w:top w:val="none" w:sz="0" w:space="0" w:color="auto"/>
                                        <w:left w:val="none" w:sz="0" w:space="0" w:color="auto"/>
                                        <w:bottom w:val="none" w:sz="0" w:space="0" w:color="auto"/>
                                        <w:right w:val="none" w:sz="0" w:space="0" w:color="auto"/>
                                      </w:divBdr>
                                    </w:div>
                                    <w:div w:id="1199704884">
                                      <w:marLeft w:val="0"/>
                                      <w:marRight w:val="0"/>
                                      <w:marTop w:val="0"/>
                                      <w:marBottom w:val="0"/>
                                      <w:divBdr>
                                        <w:top w:val="none" w:sz="0" w:space="0" w:color="auto"/>
                                        <w:left w:val="none" w:sz="0" w:space="0" w:color="auto"/>
                                        <w:bottom w:val="none" w:sz="0" w:space="0" w:color="auto"/>
                                        <w:right w:val="none" w:sz="0" w:space="0" w:color="auto"/>
                                      </w:divBdr>
                                    </w:div>
                                    <w:div w:id="1199704885">
                                      <w:marLeft w:val="0"/>
                                      <w:marRight w:val="0"/>
                                      <w:marTop w:val="0"/>
                                      <w:marBottom w:val="0"/>
                                      <w:divBdr>
                                        <w:top w:val="none" w:sz="0" w:space="0" w:color="auto"/>
                                        <w:left w:val="none" w:sz="0" w:space="0" w:color="auto"/>
                                        <w:bottom w:val="none" w:sz="0" w:space="0" w:color="auto"/>
                                        <w:right w:val="none" w:sz="0" w:space="0" w:color="auto"/>
                                      </w:divBdr>
                                    </w:div>
                                    <w:div w:id="1199704886">
                                      <w:marLeft w:val="0"/>
                                      <w:marRight w:val="0"/>
                                      <w:marTop w:val="0"/>
                                      <w:marBottom w:val="0"/>
                                      <w:divBdr>
                                        <w:top w:val="none" w:sz="0" w:space="0" w:color="auto"/>
                                        <w:left w:val="none" w:sz="0" w:space="0" w:color="auto"/>
                                        <w:bottom w:val="none" w:sz="0" w:space="0" w:color="auto"/>
                                        <w:right w:val="none" w:sz="0" w:space="0" w:color="auto"/>
                                      </w:divBdr>
                                    </w:div>
                                    <w:div w:id="1199704887">
                                      <w:marLeft w:val="0"/>
                                      <w:marRight w:val="0"/>
                                      <w:marTop w:val="0"/>
                                      <w:marBottom w:val="0"/>
                                      <w:divBdr>
                                        <w:top w:val="none" w:sz="0" w:space="0" w:color="auto"/>
                                        <w:left w:val="none" w:sz="0" w:space="0" w:color="auto"/>
                                        <w:bottom w:val="none" w:sz="0" w:space="0" w:color="auto"/>
                                        <w:right w:val="none" w:sz="0" w:space="0" w:color="auto"/>
                                      </w:divBdr>
                                    </w:div>
                                    <w:div w:id="1199704889">
                                      <w:marLeft w:val="0"/>
                                      <w:marRight w:val="0"/>
                                      <w:marTop w:val="0"/>
                                      <w:marBottom w:val="0"/>
                                      <w:divBdr>
                                        <w:top w:val="none" w:sz="0" w:space="0" w:color="auto"/>
                                        <w:left w:val="none" w:sz="0" w:space="0" w:color="auto"/>
                                        <w:bottom w:val="none" w:sz="0" w:space="0" w:color="auto"/>
                                        <w:right w:val="none" w:sz="0" w:space="0" w:color="auto"/>
                                      </w:divBdr>
                                    </w:div>
                                    <w:div w:id="1199704890">
                                      <w:marLeft w:val="0"/>
                                      <w:marRight w:val="0"/>
                                      <w:marTop w:val="0"/>
                                      <w:marBottom w:val="0"/>
                                      <w:divBdr>
                                        <w:top w:val="none" w:sz="0" w:space="0" w:color="auto"/>
                                        <w:left w:val="none" w:sz="0" w:space="0" w:color="auto"/>
                                        <w:bottom w:val="none" w:sz="0" w:space="0" w:color="auto"/>
                                        <w:right w:val="none" w:sz="0" w:space="0" w:color="auto"/>
                                      </w:divBdr>
                                    </w:div>
                                    <w:div w:id="1199704891">
                                      <w:marLeft w:val="0"/>
                                      <w:marRight w:val="0"/>
                                      <w:marTop w:val="0"/>
                                      <w:marBottom w:val="0"/>
                                      <w:divBdr>
                                        <w:top w:val="none" w:sz="0" w:space="0" w:color="auto"/>
                                        <w:left w:val="none" w:sz="0" w:space="0" w:color="auto"/>
                                        <w:bottom w:val="none" w:sz="0" w:space="0" w:color="auto"/>
                                        <w:right w:val="none" w:sz="0" w:space="0" w:color="auto"/>
                                      </w:divBdr>
                                    </w:div>
                                    <w:div w:id="1199704892">
                                      <w:marLeft w:val="0"/>
                                      <w:marRight w:val="0"/>
                                      <w:marTop w:val="0"/>
                                      <w:marBottom w:val="0"/>
                                      <w:divBdr>
                                        <w:top w:val="none" w:sz="0" w:space="0" w:color="auto"/>
                                        <w:left w:val="none" w:sz="0" w:space="0" w:color="auto"/>
                                        <w:bottom w:val="none" w:sz="0" w:space="0" w:color="auto"/>
                                        <w:right w:val="none" w:sz="0" w:space="0" w:color="auto"/>
                                      </w:divBdr>
                                    </w:div>
                                    <w:div w:id="1199704893">
                                      <w:marLeft w:val="0"/>
                                      <w:marRight w:val="0"/>
                                      <w:marTop w:val="0"/>
                                      <w:marBottom w:val="0"/>
                                      <w:divBdr>
                                        <w:top w:val="none" w:sz="0" w:space="0" w:color="auto"/>
                                        <w:left w:val="none" w:sz="0" w:space="0" w:color="auto"/>
                                        <w:bottom w:val="none" w:sz="0" w:space="0" w:color="auto"/>
                                        <w:right w:val="none" w:sz="0" w:space="0" w:color="auto"/>
                                      </w:divBdr>
                                    </w:div>
                                    <w:div w:id="1199704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spavo.org/" TargetMode="External"/><Relationship Id="rId3" Type="http://schemas.openxmlformats.org/officeDocument/2006/relationships/webSettings" Target="webSettings.xml"/><Relationship Id="rId7" Type="http://schemas.openxmlformats.org/officeDocument/2006/relationships/hyperlink" Target="http://trabajadoresdeluz.info/"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spavo.org/espavo-tv-global-news-and-events/" TargetMode="External"/><Relationship Id="rId5" Type="http://schemas.openxmlformats.org/officeDocument/2006/relationships/image" Target="cid:3c95ecc4-b4bc-6325-3a3c-db7b9129e5c5@yahoo.com" TargetMode="External"/><Relationship Id="rId10" Type="http://schemas.openxmlformats.org/officeDocument/2006/relationships/theme" Target="theme/theme1.xml"/><Relationship Id="rId4" Type="http://schemas.openxmlformats.org/officeDocument/2006/relationships/image" Target="media/image1.wmf"/><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9</Pages>
  <Words>5154</Words>
  <Characters>28348</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Graciela</dc:creator>
  <cp:keywords/>
  <dc:description/>
  <cp:lastModifiedBy>Graciela</cp:lastModifiedBy>
  <cp:revision>1</cp:revision>
  <dcterms:created xsi:type="dcterms:W3CDTF">2017-01-19T17:30:00Z</dcterms:created>
  <dcterms:modified xsi:type="dcterms:W3CDTF">2017-01-19T17:35:00Z</dcterms:modified>
</cp:coreProperties>
</file>