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ABE" w:rsidRPr="004B56CC" w:rsidRDefault="00E01ABE" w:rsidP="004B56CC">
      <w:pPr>
        <w:jc w:val="center"/>
        <w:rPr>
          <w:rFonts w:ascii="Trebuchet MS" w:hAnsi="Trebuchet MS" w:cs="Arial"/>
          <w:b/>
          <w:bCs/>
          <w:smallCaps/>
          <w:shadow/>
          <w:kern w:val="32"/>
          <w:sz w:val="36"/>
          <w:szCs w:val="36"/>
          <w:lang w:val="en-US" w:eastAsia="es-ES"/>
        </w:rPr>
      </w:pPr>
      <w:r w:rsidRPr="004B56CC">
        <w:rPr>
          <w:rFonts w:ascii="Trebuchet MS" w:hAnsi="Trebuchet MS" w:cs="Arial"/>
          <w:b/>
          <w:bCs/>
          <w:smallCaps/>
          <w:shadow/>
          <w:kern w:val="32"/>
          <w:sz w:val="36"/>
          <w:szCs w:val="36"/>
          <w:lang w:val="en-US" w:eastAsia="es-ES"/>
        </w:rPr>
        <w:t>Vender valor y comprar amor</w:t>
      </w:r>
      <w:r w:rsidRPr="004B56CC">
        <w:rPr>
          <w:rFonts w:ascii="Trebuchet MS" w:hAnsi="Trebuchet MS" w:cs="Arial"/>
          <w:b/>
          <w:bCs/>
          <w:smallCaps/>
          <w:shadow/>
          <w:kern w:val="32"/>
          <w:sz w:val="36"/>
          <w:szCs w:val="36"/>
          <w:lang w:val="en-US" w:eastAsia="es-ES"/>
        </w:rPr>
        <w:br/>
      </w:r>
      <w:r w:rsidRPr="00016D32">
        <w:rPr>
          <w:kern w:val="36"/>
        </w:rPr>
        <w:t>Por Jennifer Hoffman</w:t>
      </w:r>
      <w:r w:rsidRPr="00016D32">
        <w:rPr>
          <w:kern w:val="36"/>
          <w:sz w:val="20"/>
          <w:szCs w:val="20"/>
        </w:rPr>
        <w:br/>
      </w:r>
      <w:hyperlink r:id="rId4" w:history="1">
        <w:r w:rsidRPr="00933A67">
          <w:rPr>
            <w:rStyle w:val="Hyperlink"/>
            <w:sz w:val="20"/>
            <w:szCs w:val="20"/>
          </w:rPr>
          <w:t>http://enlighteninglife.com</w:t>
        </w:r>
      </w:hyperlink>
      <w:r>
        <w:rPr>
          <w:rFonts w:ascii="Trebuchet MS" w:hAnsi="Trebuchet MS" w:cs="Arial"/>
          <w:b/>
          <w:bCs/>
          <w:smallCaps/>
          <w:shadow/>
          <w:kern w:val="32"/>
          <w:sz w:val="36"/>
          <w:szCs w:val="36"/>
          <w:lang w:val="en-US" w:eastAsia="es-ES"/>
        </w:rPr>
        <w:br/>
      </w:r>
      <w:r>
        <w:rPr>
          <w:rFonts w:ascii="Arial" w:hAnsi="Arial" w:cs="Arial"/>
          <w:kern w:val="36"/>
          <w:sz w:val="20"/>
          <w:szCs w:val="20"/>
        </w:rPr>
        <w:t>14 de Febrero 2017</w:t>
      </w:r>
    </w:p>
    <w:p w:rsidR="00E01ABE" w:rsidRPr="0052644C" w:rsidRDefault="00E01ABE" w:rsidP="00016D32">
      <w:pPr>
        <w:rPr>
          <w:rFonts w:ascii="Arial" w:hAnsi="Arial" w:cs="Arial"/>
          <w:kern w:val="36"/>
          <w:sz w:val="20"/>
          <w:szCs w:val="20"/>
        </w:rPr>
      </w:pPr>
      <w:r>
        <w:rPr>
          <w:rFonts w:ascii="Arial" w:hAnsi="Arial" w:cs="Arial"/>
          <w:b/>
          <w:kern w:val="36"/>
          <w:sz w:val="20"/>
          <w:szCs w:val="20"/>
        </w:rPr>
        <w:t>Traducción: Gisela Díaz M</w:t>
      </w:r>
      <w:r w:rsidRPr="007621EF">
        <w:rPr>
          <w:rFonts w:ascii="Arial" w:hAnsi="Arial" w:cs="Arial"/>
          <w:b/>
          <w:kern w:val="3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Difusión</w:t>
      </w:r>
      <w:r w:rsidRPr="0052644C">
        <w:rPr>
          <w:rFonts w:ascii="Arial" w:hAnsi="Arial" w:cs="Arial"/>
          <w:sz w:val="20"/>
          <w:szCs w:val="20"/>
        </w:rPr>
        <w:t>: El Manantial del Caduceo</w:t>
      </w:r>
      <w:r>
        <w:rPr>
          <w:rFonts w:ascii="Arial" w:hAnsi="Arial" w:cs="Arial"/>
          <w:sz w:val="20"/>
          <w:szCs w:val="20"/>
        </w:rPr>
        <w:t xml:space="preserve"> en la Era del Ahora</w:t>
      </w:r>
      <w:r w:rsidRPr="0052644C">
        <w:rPr>
          <w:rFonts w:ascii="Arial" w:hAnsi="Arial" w:cs="Arial"/>
          <w:sz w:val="20"/>
          <w:szCs w:val="20"/>
        </w:rPr>
        <w:br/>
      </w:r>
      <w:hyperlink r:id="rId5" w:tgtFrame="_blank" w:history="1">
        <w:r w:rsidRPr="0052644C">
          <w:rPr>
            <w:rStyle w:val="Hyperlink"/>
            <w:rFonts w:ascii="Arial" w:hAnsi="Arial" w:cs="Arial"/>
            <w:sz w:val="20"/>
            <w:szCs w:val="20"/>
          </w:rPr>
          <w:t>http://www.manantialcaduceo.com.ar/libros.htm</w:t>
        </w:r>
      </w:hyperlink>
      <w:r w:rsidRPr="0052644C">
        <w:rPr>
          <w:sz w:val="20"/>
          <w:szCs w:val="20"/>
        </w:rPr>
        <w:br/>
      </w:r>
      <w:hyperlink r:id="rId6" w:history="1">
        <w:r w:rsidRPr="0052644C">
          <w:rPr>
            <w:rStyle w:val="Hyperlink"/>
            <w:rFonts w:ascii="Arial" w:hAnsi="Arial" w:cs="Arial"/>
            <w:sz w:val="20"/>
            <w:szCs w:val="20"/>
          </w:rPr>
          <w:t>https://www.facebook.com/ManantialCaduceo</w:t>
        </w:r>
      </w:hyperlink>
      <w:r>
        <w:t xml:space="preserve"> </w:t>
      </w:r>
    </w:p>
    <w:p w:rsidR="00E01ABE" w:rsidRDefault="00E01ABE" w:rsidP="00016D32"/>
    <w:p w:rsidR="00E01ABE" w:rsidRDefault="00E01ABE" w:rsidP="00016D32">
      <w:r>
        <w:t>¿Por qué a menudo sentimos que tenemos que vendernos a los demás, y convencerlos de que somos "lo suficientemente buenos" para ellos, cuando todo lo que tenemos que hacer es ser lo suficientemente buenos para nosotros mismos y dejar que los demás hagan sus propias elecciones? Nos involucramos en relaciones creyendo que debemos probar nuestro valor para poder obtener el amor que queremos. Y lo hacemos generalmente con personas que no nos valoran. ¿Podemos estar tan claros y seguros de nuestro propio valor que no tratemos de “vendernos” a personas que no nos valoran (porque no pueden), y en su lugar, crear conexiones de amor con personas que nos aman y que fluyen sin esfuerzo en nuestras vidas porque reflejan nuestro propio valor?</w:t>
      </w:r>
    </w:p>
    <w:p w:rsidR="00E01ABE" w:rsidRDefault="00E01ABE" w:rsidP="00016D32">
      <w:r>
        <w:t>Estaba ayudando a un cliente a prepararse para una importante reunión de negocios cuando me dijo: "Me siento preparado, ahora solo tengo que venderme." Eso trajo a colación otra discusión sobre por qué él sentía que tenía que convencerlos de su valor y dignidad, y venderles lo que él tenía para ofrecer. ¿Por qué no podía simplemente hacer lo mejor que pudiera y dejar que ese fuera el punto decisivo? Si se vende demasiado, se arriesga a sobrevenderse, haciendo promesas que después  le puede costar mantener, o puede entrar en esa importante reunión con la sensación de que va a perder, creando una profecía autocumplida.</w:t>
      </w:r>
    </w:p>
    <w:p w:rsidR="00E01ABE" w:rsidRDefault="00E01ABE" w:rsidP="00016D32">
      <w:r>
        <w:t>Finalmente, mi cliente estaba cómodo con sus preparativos para la reunión, los cuales incluían una lista de ofertas y, más importante aún, un recordatorio de cosas que él no iba a aceptar. De esta manera, no se extendería demasiado y no haría promesas que en su deseo de ser valorado,  luego no podría mantener.</w:t>
      </w:r>
    </w:p>
    <w:p w:rsidR="00E01ABE" w:rsidRDefault="00E01ABE" w:rsidP="00016D32">
      <w:r>
        <w:t>¿No hacemos esto todos cuando tratamos de conectar con otros, especialmente en situaciones en las que realmente queremos ser valorados o queremos crear esa conexión, o simplemente en situaciones que pensamos que son importantes? Nos sobrevendemos nosotros mismos, nos desvivimos creyendo que tenemos que convencer a los demás de que somos lo suficientemente valiosos, para que ellos nos amen, y entonces ¿qué pasa? Acordamos cosas que después no podemos o no queremos cumplir,  o nos encontramos  metidos en una situación que no nos conviene. Pero hemos invertido tanto en esa situación, que creemos que no podemos salirnos de ella o que queremos ser valorados, no importa el precio, y estamos dispuestos a  hacer cualquier cosa con tal de conseguirlo.</w:t>
      </w:r>
    </w:p>
    <w:p w:rsidR="00E01ABE" w:rsidRDefault="00E01ABE" w:rsidP="00016D32">
      <w:r>
        <w:t>Nuestro deseo de ser “suficiente” para los demás nos hace pensar que tenemos que “vendernos”, convencer a otros de que nos quieran y nos valoren, de que quieren pasar tiempo con nosotros, estar con nosotros o estar conectados. Sobre todo, queremos que nos amen. Tenemos miedo de ser rechazados, pasados ​​por alto o ignorados y pensamos que esas son señales de que no somos lo suficientemente buenos.</w:t>
      </w:r>
    </w:p>
    <w:p w:rsidR="00E01ABE" w:rsidRDefault="00E01ABE" w:rsidP="00016D32">
      <w:r>
        <w:t>Sin embargo, en realidad, la persona que nos rechaza no lo está haciendo por lo que somos, sino por lo que ella tiene que ser para estar con nosotros.</w:t>
      </w:r>
    </w:p>
    <w:p w:rsidR="00E01ABE" w:rsidRDefault="00E01ABE" w:rsidP="00016D32">
      <w:r>
        <w:t>Tienen que estar en nuestra misma frecuencia y nivel energético, para crear una conexión significativa y valiosa con nosotros, y puede que eso sea demasiado para ellos. Cuando lo vemos desde esa perspectiva, nos damos cuenta de que no nos podemos vender lo suficiente, a alguien que sabe que el precio que debe pagar por esa conexión es demasiado alto.</w:t>
      </w:r>
    </w:p>
    <w:p w:rsidR="00E01ABE" w:rsidRDefault="00E01ABE" w:rsidP="00016D32">
      <w:r>
        <w:t>Lo mejor y lo único que podemos hacer es ser nosotros mismos, en todo sentido; ser lo mejor que podamos ser y hacer brillar al máximo nuestra luz. Cuando estamos alineados internamente, podemos alinearnos con otros que nos son afines. No tenemos que “vendernos” a estas personas; ellos ya saben quiénes somos. No tenemos que convencerlos de nuestro valor; ellos pueden verlo por sí mismos.</w:t>
      </w:r>
    </w:p>
    <w:p w:rsidR="00E01ABE" w:rsidRDefault="00E01ABE" w:rsidP="00016D32">
      <w:r>
        <w:t>Con aquellos que están alineados con nuestro amor y nuestra valía, reflejamos el valor que ellos tienen y ellos nos reflejan nuestro propio valor. Las personas que pueden alinearse con nosotros, que ven y reconocen nuestro valor, no esperan ni quieren que hagamos promesas extravagantes ni piensan que no somos suficientes; saben que somos iguales a ellos, perfectos, íntegros, completos, en todos los sentidos. Y si tenemos que vendernos mucho para encontrar el amor y el valor que queremos, estamos hablando con la gente equivocada.</w:t>
      </w:r>
    </w:p>
    <w:p w:rsidR="00E01ABE" w:rsidRDefault="00E01ABE" w:rsidP="00016D32"/>
    <w:p w:rsidR="00E01ABE" w:rsidRDefault="00E01ABE" w:rsidP="00774FE6">
      <w:pPr>
        <w:shd w:val="clear" w:color="auto" w:fill="FAFFF8"/>
        <w:jc w:val="both"/>
        <w:rPr>
          <w:rFonts w:ascii="Arial" w:hAnsi="Arial" w:cs="Arial"/>
          <w:sz w:val="20"/>
          <w:szCs w:val="20"/>
        </w:rPr>
      </w:pPr>
      <w:r w:rsidRPr="00650901">
        <w:rPr>
          <w:rFonts w:ascii="Arial" w:hAnsi="Arial" w:cs="Arial"/>
          <w:sz w:val="20"/>
          <w:szCs w:val="20"/>
        </w:rPr>
        <w:t>Der</w:t>
      </w:r>
      <w:r>
        <w:rPr>
          <w:rFonts w:ascii="Arial" w:hAnsi="Arial" w:cs="Arial"/>
          <w:sz w:val="20"/>
          <w:szCs w:val="20"/>
        </w:rPr>
        <w:t>echos de autor reservados © 2017</w:t>
      </w:r>
      <w:r w:rsidRPr="00650901">
        <w:rPr>
          <w:rFonts w:ascii="Arial" w:hAnsi="Arial" w:cs="Arial"/>
          <w:sz w:val="20"/>
          <w:szCs w:val="20"/>
        </w:rPr>
        <w:t xml:space="preserve"> por Jennifer Hoffman. Pueden citar, traducir, reimprimir o referirse a este mensaje si mencionan el nombre de la autora e incluyen un vínculo de trabajo a: </w:t>
      </w:r>
      <w:hyperlink r:id="rId7" w:history="1">
        <w:r w:rsidRPr="005D681C">
          <w:rPr>
            <w:rStyle w:val="Hyperlink"/>
            <w:rFonts w:ascii="Arial" w:hAnsi="Arial" w:cs="Arial"/>
            <w:sz w:val="20"/>
            <w:szCs w:val="20"/>
          </w:rPr>
          <w:t>http://enlighteninglife.com</w:t>
        </w:r>
      </w:hyperlink>
    </w:p>
    <w:p w:rsidR="00E01ABE" w:rsidRPr="00890A16" w:rsidRDefault="00E01ABE" w:rsidP="00774FE6">
      <w:pPr>
        <w:pStyle w:val="msonospacing0"/>
        <w:shd w:val="clear" w:color="auto" w:fill="FFFFFF"/>
        <w:spacing w:after="320" w:afterAutospacing="0"/>
        <w:jc w:val="center"/>
        <w:rPr>
          <w:rFonts w:ascii="Calibri" w:hAnsi="Calibri"/>
          <w:b/>
          <w:bCs/>
          <w:sz w:val="20"/>
          <w:szCs w:val="20"/>
        </w:rPr>
      </w:pPr>
      <w:r w:rsidRPr="009F3F2D">
        <w:rPr>
          <w:rFonts w:ascii="Calibri" w:hAnsi="Calibri"/>
        </w:rPr>
        <w:t>Las tra</w:t>
      </w:r>
      <w:r>
        <w:rPr>
          <w:rFonts w:ascii="Calibri" w:hAnsi="Calibri"/>
        </w:rPr>
        <w:t>ducciones del material de Jennifer</w:t>
      </w:r>
      <w:r w:rsidRPr="009F3F2D">
        <w:rPr>
          <w:rFonts w:ascii="Calibri" w:hAnsi="Calibri"/>
        </w:rPr>
        <w:t xml:space="preserve"> Hoffman pueden ser descargados en archivo Word desde el sitio creado para ella en</w:t>
      </w:r>
      <w:r w:rsidRPr="009F3F2D">
        <w:rPr>
          <w:rFonts w:ascii="Calibri" w:hAnsi="Calibri"/>
          <w:color w:val="006699"/>
        </w:rPr>
        <w:t xml:space="preserve"> </w:t>
      </w:r>
      <w:hyperlink r:id="rId8" w:tgtFrame="_blank" w:history="1">
        <w:r w:rsidRPr="009F3F2D">
          <w:rPr>
            <w:rStyle w:val="Hyperlink"/>
            <w:rFonts w:ascii="Calibri" w:hAnsi="Calibri"/>
            <w:b/>
            <w:bCs/>
            <w:color w:val="006699"/>
          </w:rPr>
          <w:t>http://www.manantialcaduceo.com.ar/libros.htm</w:t>
        </w:r>
      </w:hyperlink>
      <w:r w:rsidRPr="009F3F2D">
        <w:rPr>
          <w:rStyle w:val="Strong"/>
          <w:rFonts w:ascii="Calibri" w:hAnsi="Calibri"/>
        </w:rPr>
        <w:br/>
      </w:r>
      <w:hyperlink r:id="rId9" w:history="1">
        <w:r w:rsidRPr="00890A16">
          <w:rPr>
            <w:rStyle w:val="Hyperlink"/>
            <w:rFonts w:ascii="Calibri" w:hAnsi="Calibri" w:cs="Arial"/>
            <w:b/>
            <w:color w:val="336699"/>
            <w:sz w:val="20"/>
            <w:szCs w:val="20"/>
            <w:shd w:val="clear" w:color="auto" w:fill="FFFFFF"/>
          </w:rPr>
          <w:t>https://www.facebook.com/ManantialCaduceo</w:t>
        </w:r>
      </w:hyperlink>
    </w:p>
    <w:p w:rsidR="00E01ABE" w:rsidRPr="00413A75" w:rsidRDefault="00E01ABE" w:rsidP="00774FE6">
      <w:pPr>
        <w:pStyle w:val="NormalWeb"/>
        <w:jc w:val="center"/>
        <w:rPr>
          <w:rStyle w:val="Strong"/>
          <w:rFonts w:ascii="Arial" w:hAnsi="Arial" w:cs="Arial"/>
          <w:b w:val="0"/>
          <w:color w:val="336699"/>
          <w:sz w:val="22"/>
          <w:szCs w:val="22"/>
        </w:rPr>
      </w:pPr>
      <w:r w:rsidRPr="00653343">
        <w:rPr>
          <w:rFonts w:ascii="Arial" w:hAnsi="Arial" w:cs="Arial"/>
          <w:b/>
          <w:bCs/>
          <w:color w:val="333333"/>
          <w:sz w:val="20"/>
          <w:szCs w:val="20"/>
        </w:rPr>
        <w:t xml:space="preserve">Para recibir los mensajes en tu bandeja de correo suscríbete en </w:t>
      </w:r>
      <w:hyperlink r:id="rId10" w:history="1">
        <w:r w:rsidRPr="00413A75">
          <w:rPr>
            <w:rStyle w:val="Hyperlink"/>
            <w:rFonts w:ascii="Calibri" w:hAnsi="Calibri"/>
            <w:b/>
            <w:sz w:val="22"/>
            <w:szCs w:val="22"/>
          </w:rPr>
          <w:t>http://www.egrupos.net/grupo/laeradelahora/alta</w:t>
        </w:r>
      </w:hyperlink>
      <w:r w:rsidRPr="00413A75">
        <w:rPr>
          <w:rStyle w:val="Strong"/>
          <w:rFonts w:ascii="Calibri" w:hAnsi="Calibri"/>
          <w:sz w:val="22"/>
          <w:szCs w:val="22"/>
        </w:rPr>
        <w:t xml:space="preserve"> </w:t>
      </w:r>
    </w:p>
    <w:p w:rsidR="00E01ABE" w:rsidRPr="00A02CEE" w:rsidRDefault="00E01ABE" w:rsidP="00774FE6">
      <w:pPr>
        <w:pStyle w:val="Heading2"/>
        <w:shd w:val="clear" w:color="auto" w:fill="FFFFFF"/>
        <w:spacing w:before="0" w:line="420" w:lineRule="atLeast"/>
        <w:jc w:val="center"/>
        <w:rPr>
          <w:rFonts w:ascii="Calibri" w:hAnsi="Calibri"/>
          <w:b w:val="0"/>
          <w:sz w:val="24"/>
          <w:szCs w:val="24"/>
        </w:rPr>
      </w:pPr>
      <w:r w:rsidRPr="00A02CEE">
        <w:rPr>
          <w:rStyle w:val="Strong"/>
          <w:rFonts w:ascii="Calibri" w:hAnsi="Calibri"/>
          <w:sz w:val="24"/>
          <w:szCs w:val="24"/>
        </w:rPr>
        <w:t>El Manantial del Caduceo en la Era del Ahora</w:t>
      </w:r>
    </w:p>
    <w:p w:rsidR="00E01ABE" w:rsidRDefault="00E01ABE" w:rsidP="00774FE6">
      <w:pPr>
        <w:shd w:val="clear" w:color="auto" w:fill="FFFFFF"/>
        <w:spacing w:before="100" w:beforeAutospacing="1" w:after="100" w:afterAutospacing="1"/>
        <w:jc w:val="both"/>
      </w:pPr>
      <w:r>
        <w:rPr>
          <w:rStyle w:val="Emphasis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E01ABE" w:rsidRDefault="00E01ABE" w:rsidP="00E84CAF">
      <w:pPr>
        <w:shd w:val="clear" w:color="auto" w:fill="FFFFFF"/>
        <w:spacing w:before="100" w:beforeAutospacing="1" w:after="324"/>
        <w:jc w:val="both"/>
      </w:pPr>
      <w:r>
        <w:rPr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E01ABE" w:rsidRDefault="00E01ABE" w:rsidP="00016D32"/>
    <w:sectPr w:rsidR="00E01ABE" w:rsidSect="004B56CC">
      <w:pgSz w:w="12240" w:h="15840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D32"/>
    <w:rsid w:val="00016D32"/>
    <w:rsid w:val="000D10C6"/>
    <w:rsid w:val="00413A75"/>
    <w:rsid w:val="004B56CC"/>
    <w:rsid w:val="004B739C"/>
    <w:rsid w:val="004D2437"/>
    <w:rsid w:val="0052644C"/>
    <w:rsid w:val="005D681C"/>
    <w:rsid w:val="00650901"/>
    <w:rsid w:val="00653343"/>
    <w:rsid w:val="007621EF"/>
    <w:rsid w:val="00774FE6"/>
    <w:rsid w:val="00890A16"/>
    <w:rsid w:val="00933A67"/>
    <w:rsid w:val="009F3F2D"/>
    <w:rsid w:val="00A02CEE"/>
    <w:rsid w:val="00C47FE9"/>
    <w:rsid w:val="00D13F4C"/>
    <w:rsid w:val="00E01ABE"/>
    <w:rsid w:val="00E84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9C"/>
    <w:pPr>
      <w:spacing w:after="200" w:line="276" w:lineRule="auto"/>
    </w:pPr>
    <w:rPr>
      <w:lang w:val="es-VE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6D3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4FE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D32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74FE6"/>
    <w:rPr>
      <w:rFonts w:ascii="Cambria" w:hAnsi="Cambria" w:cs="Times New Roman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rsid w:val="00016D32"/>
    <w:rPr>
      <w:rFonts w:cs="Times New Roman"/>
      <w:color w:val="396FA9"/>
      <w:u w:val="none"/>
      <w:effect w:val="none"/>
    </w:rPr>
  </w:style>
  <w:style w:type="paragraph" w:styleId="NormalWeb">
    <w:name w:val="Normal (Web)"/>
    <w:basedOn w:val="Normal"/>
    <w:uiPriority w:val="99"/>
    <w:rsid w:val="00774FE6"/>
    <w:pPr>
      <w:spacing w:before="144" w:after="288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Emphasis">
    <w:name w:val="Emphasis"/>
    <w:basedOn w:val="DefaultParagraphFont"/>
    <w:uiPriority w:val="99"/>
    <w:qFormat/>
    <w:rsid w:val="00774FE6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774FE6"/>
    <w:rPr>
      <w:rFonts w:cs="Times New Roman"/>
      <w:b/>
      <w:bCs/>
    </w:rPr>
  </w:style>
  <w:style w:type="paragraph" w:customStyle="1" w:styleId="msonospacing0">
    <w:name w:val="msonospacing"/>
    <w:basedOn w:val="Normal"/>
    <w:uiPriority w:val="99"/>
    <w:rsid w:val="00774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NoSpacing">
    <w:name w:val="No Spacing"/>
    <w:uiPriority w:val="99"/>
    <w:qFormat/>
    <w:rsid w:val="004B56CC"/>
    <w:rPr>
      <w:lang w:val="en-US" w:eastAsia="en-US"/>
    </w:rPr>
  </w:style>
  <w:style w:type="character" w:styleId="FollowedHyperlink">
    <w:name w:val="FollowedHyperlink"/>
    <w:basedOn w:val="DefaultParagraphFont"/>
    <w:uiPriority w:val="99"/>
    <w:rsid w:val="004B56CC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antialcaduceo.com.ar/libro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lighteninglife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anantialCaduceo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anantialcaduceo.com.ar/libros.htm" TargetMode="External"/><Relationship Id="rId10" Type="http://schemas.openxmlformats.org/officeDocument/2006/relationships/hyperlink" Target="http://www.egrupos.net/grupo/laeradelahora/alta" TargetMode="External"/><Relationship Id="rId4" Type="http://schemas.openxmlformats.org/officeDocument/2006/relationships/hyperlink" Target="http://enlighteninglife.com" TargetMode="External"/><Relationship Id="rId9" Type="http://schemas.openxmlformats.org/officeDocument/2006/relationships/hyperlink" Target="https://www.facebook.com/ManantialCaduc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1001</Words>
  <Characters>5507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VENDER VALOR Y COMPRAR AMOR</dc:title>
  <dc:subject/>
  <dc:creator>Graciela</dc:creator>
  <cp:keywords/>
  <dc:description/>
  <cp:lastModifiedBy>Graciela</cp:lastModifiedBy>
  <cp:revision>2</cp:revision>
  <dcterms:created xsi:type="dcterms:W3CDTF">2017-02-17T03:47:00Z</dcterms:created>
  <dcterms:modified xsi:type="dcterms:W3CDTF">2017-02-17T22:01:00Z</dcterms:modified>
</cp:coreProperties>
</file>