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61843" w:rsidRPr="00A95581" w:rsidRDefault="00461843">
      <w:pPr>
        <w:pStyle w:val="normal0"/>
        <w:keepNext/>
        <w:spacing w:before="240" w:after="60"/>
        <w:jc w:val="center"/>
        <w:rPr>
          <w:rFonts w:ascii="Trebuchet MS" w:hAnsi="Trebuchet MS"/>
          <w:sz w:val="36"/>
          <w:szCs w:val="36"/>
        </w:rPr>
      </w:pPr>
      <w:r w:rsidRPr="00A95581">
        <w:rPr>
          <w:rFonts w:ascii="Trebuchet MS" w:hAnsi="Trebuchet MS" w:cs="Arial"/>
          <w:b/>
          <w:smallCaps/>
          <w:color w:val="171717"/>
          <w:sz w:val="36"/>
          <w:szCs w:val="36"/>
        </w:rPr>
        <w:t>Más Allá De La Dualidad - ¡No Más Secretos!</w:t>
      </w:r>
    </w:p>
    <w:p w:rsidR="00461843" w:rsidRDefault="00461843">
      <w:pPr>
        <w:pStyle w:val="normal0"/>
        <w:jc w:val="center"/>
      </w:pPr>
      <w:r>
        <w:rPr>
          <w:b/>
        </w:rPr>
        <w:t>by Jonette Crowley</w:t>
      </w:r>
      <w:r>
        <w:rPr>
          <w:b/>
        </w:rPr>
        <w:br/>
        <w:t>Centro de Creación Consciente</w:t>
      </w:r>
      <w:r>
        <w:rPr>
          <w:b/>
        </w:rPr>
        <w:br/>
      </w:r>
      <w:hyperlink r:id="rId4">
        <w:r>
          <w:rPr>
            <w:b/>
            <w:color w:val="0000FF"/>
            <w:u w:val="single"/>
          </w:rPr>
          <w:t>https://jonettecrowley.wordpress.com</w:t>
        </w:r>
      </w:hyperlink>
      <w:r>
        <w:rPr>
          <w:b/>
        </w:rPr>
        <w:t xml:space="preserve"> </w:t>
      </w:r>
      <w:r>
        <w:rPr>
          <w:b/>
        </w:rPr>
        <w:br/>
      </w:r>
      <w:r w:rsidRPr="00A95581">
        <w:t>Junio 24, 2015</w:t>
      </w:r>
    </w:p>
    <w:p w:rsidR="00461843" w:rsidRDefault="00461843">
      <w:pPr>
        <w:pStyle w:val="normal0"/>
        <w:spacing w:before="144" w:after="288"/>
      </w:pPr>
      <w:r>
        <w:rPr>
          <w:rFonts w:ascii="Arial" w:hAnsi="Arial" w:cs="Arial"/>
          <w:sz w:val="20"/>
          <w:szCs w:val="20"/>
          <w:shd w:val="clear" w:color="auto" w:fill="FAFFF8"/>
        </w:rPr>
        <w:t>Traducción: Marcela Borean</w:t>
      </w:r>
      <w:r>
        <w:rPr>
          <w:rFonts w:ascii="Arial" w:hAnsi="Arial" w:cs="Arial"/>
          <w:sz w:val="20"/>
          <w:szCs w:val="20"/>
          <w:shd w:val="clear" w:color="auto" w:fill="FAFFF8"/>
        </w:rPr>
        <w:br/>
        <w:t>Difusión: El Manantial del Caduceo</w:t>
      </w:r>
      <w:r>
        <w:rPr>
          <w:rFonts w:ascii="Arial" w:hAnsi="Arial" w:cs="Arial"/>
          <w:sz w:val="20"/>
          <w:szCs w:val="20"/>
          <w:shd w:val="clear" w:color="auto" w:fill="FAFFF8"/>
        </w:rPr>
        <w:br/>
      </w:r>
      <w:hyperlink r:id="rId5">
        <w:r>
          <w:rPr>
            <w:rFonts w:ascii="Arial" w:hAnsi="Arial" w:cs="Arial"/>
            <w:color w:val="003366"/>
            <w:sz w:val="20"/>
            <w:szCs w:val="20"/>
            <w:u w:val="single"/>
            <w:shd w:val="clear" w:color="auto" w:fill="FAFFF8"/>
          </w:rPr>
          <w:t>http://www.manantialcaduceo.com.ar/libros.htm</w:t>
        </w:r>
      </w:hyperlink>
      <w:r>
        <w:rPr>
          <w:shd w:val="clear" w:color="auto" w:fill="FAFFF8"/>
        </w:rPr>
        <w:br/>
      </w:r>
      <w:hyperlink r:id="rId6">
        <w:r>
          <w:rPr>
            <w:rFonts w:ascii="Arial" w:hAnsi="Arial" w:cs="Arial"/>
            <w:color w:val="003366"/>
            <w:sz w:val="20"/>
            <w:szCs w:val="20"/>
            <w:u w:val="single"/>
            <w:shd w:val="clear" w:color="auto" w:fill="FAFFF8"/>
          </w:rPr>
          <w:t>https://www.facebook.com/ManantialCaduceo</w:t>
        </w:r>
      </w:hyperlink>
      <w:r>
        <w:t xml:space="preserve"> </w:t>
      </w:r>
    </w:p>
    <w:p w:rsidR="00461843" w:rsidRPr="00A95581" w:rsidRDefault="00461843">
      <w:pPr>
        <w:pStyle w:val="normal0"/>
        <w:spacing w:before="144" w:after="288"/>
        <w:jc w:val="center"/>
        <w:rPr>
          <w:color w:val="auto"/>
        </w:rPr>
      </w:pPr>
      <w:r w:rsidRPr="00A95581">
        <w:rPr>
          <w:rFonts w:ascii="Arial" w:hAnsi="Arial" w:cs="Arial"/>
          <w:b/>
          <w:color w:val="auto"/>
        </w:rPr>
        <w:t>Una Postura de Poder en esta Nueva Era</w:t>
      </w:r>
    </w:p>
    <w:p w:rsidR="00461843" w:rsidRPr="00A95581" w:rsidRDefault="00461843">
      <w:pPr>
        <w:pStyle w:val="normal0"/>
        <w:spacing w:before="144" w:after="288"/>
        <w:jc w:val="center"/>
        <w:rPr>
          <w:color w:val="auto"/>
        </w:rPr>
      </w:pPr>
      <w:r w:rsidRPr="00A95581">
        <w:rPr>
          <w:rFonts w:ascii="Arial" w:hAnsi="Arial" w:cs="Arial"/>
          <w:b/>
          <w:color w:val="auto"/>
          <w:sz w:val="20"/>
          <w:szCs w:val="20"/>
        </w:rPr>
        <w:t xml:space="preserve"> “MARK” Canalizado por Jonette Crowley</w:t>
      </w:r>
    </w:p>
    <w:p w:rsidR="00461843" w:rsidRPr="00A95581" w:rsidRDefault="00461843">
      <w:pPr>
        <w:pStyle w:val="normal0"/>
        <w:spacing w:before="144" w:after="288"/>
        <w:rPr>
          <w:color w:val="auto"/>
        </w:rPr>
      </w:pPr>
      <w:r w:rsidRPr="00A95581">
        <w:rPr>
          <w:rFonts w:ascii="Arial" w:hAnsi="Arial" w:cs="Arial"/>
          <w:color w:val="auto"/>
          <w:sz w:val="20"/>
          <w:szCs w:val="20"/>
        </w:rPr>
        <w:t>Bienvenidos. Este es Mark.</w:t>
      </w:r>
    </w:p>
    <w:p w:rsidR="00461843" w:rsidRPr="00A95581" w:rsidRDefault="00461843">
      <w:pPr>
        <w:pStyle w:val="normal0"/>
        <w:spacing w:before="144" w:after="288"/>
        <w:rPr>
          <w:color w:val="auto"/>
        </w:rPr>
      </w:pPr>
      <w:r w:rsidRPr="00A95581">
        <w:rPr>
          <w:rFonts w:ascii="Arial" w:hAnsi="Arial" w:cs="Arial"/>
          <w:color w:val="auto"/>
          <w:sz w:val="20"/>
          <w:szCs w:val="20"/>
        </w:rPr>
        <w:t xml:space="preserve">Alrededor de este planeta hay doce nodos mayores. Jonette los ha llamado “discos solares”. Son nodos. Estos nodos están despertando - despertando una nueva rejilla- una rejilla que es cristalina, una rejilla que es multidimensional y que ya no funciona como rejilla en absoluto.  </w:t>
      </w:r>
    </w:p>
    <w:p w:rsidR="00461843" w:rsidRPr="00A95581" w:rsidRDefault="00461843">
      <w:pPr>
        <w:pStyle w:val="normal0"/>
        <w:spacing w:before="144" w:after="288"/>
        <w:rPr>
          <w:color w:val="auto"/>
        </w:rPr>
      </w:pPr>
      <w:r w:rsidRPr="00A95581">
        <w:rPr>
          <w:rFonts w:ascii="Arial" w:hAnsi="Arial" w:cs="Arial"/>
          <w:b/>
          <w:color w:val="auto"/>
        </w:rPr>
        <w:t>Estén Anclados en Uds. Mismos, Sin Distracciones.</w:t>
      </w:r>
    </w:p>
    <w:p w:rsidR="00461843" w:rsidRPr="00A95581" w:rsidRDefault="00461843" w:rsidP="00A95581">
      <w:pPr>
        <w:pStyle w:val="normal0"/>
        <w:spacing w:before="144" w:after="288"/>
        <w:jc w:val="center"/>
        <w:rPr>
          <w:rFonts w:ascii="Arial" w:hAnsi="Arial" w:cs="Arial"/>
          <w:color w:val="auto"/>
          <w:sz w:val="20"/>
          <w:szCs w:val="20"/>
        </w:rPr>
      </w:pPr>
      <w:r w:rsidRPr="00A95581">
        <w:rPr>
          <w:noProof/>
          <w:color w:val="aut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02.jpg" o:spid="_x0000_i1025" type="#_x0000_t75" alt="balance2" style="width:72.75pt;height:148.5pt;visibility:visible">
            <v:imagedata r:id="rId7" o:title=""/>
          </v:shape>
        </w:pict>
      </w:r>
    </w:p>
    <w:p w:rsidR="00461843" w:rsidRPr="00A95581" w:rsidRDefault="00461843" w:rsidP="00A95581">
      <w:pPr>
        <w:pStyle w:val="normal0"/>
        <w:spacing w:before="144" w:after="288"/>
        <w:jc w:val="both"/>
        <w:rPr>
          <w:color w:val="auto"/>
        </w:rPr>
      </w:pPr>
      <w:r w:rsidRPr="00A95581">
        <w:rPr>
          <w:rFonts w:ascii="Arial" w:hAnsi="Arial" w:cs="Arial"/>
          <w:color w:val="auto"/>
          <w:sz w:val="20"/>
          <w:szCs w:val="20"/>
        </w:rPr>
        <w:t xml:space="preserve"> Es como si la humanidad estuviera mudando de los cables telegráficos a la banda ancha multidimensional. Tanta comunicación, tanta interconexión. </w:t>
      </w:r>
      <w:r w:rsidRPr="00A95581">
        <w:rPr>
          <w:rFonts w:ascii="Arial" w:hAnsi="Arial" w:cs="Arial"/>
          <w:b/>
          <w:color w:val="auto"/>
          <w:sz w:val="20"/>
          <w:szCs w:val="20"/>
        </w:rPr>
        <w:t>Es muy importante que estés enraizado en ti mismo, que realmente te ames a ti mismo y te ocupes de ti mismo porque con todas las conexiones multidimensionales e interconexiones, hay una oportunidad para demasiadas distracciones.</w:t>
      </w:r>
      <w:r w:rsidRPr="00A95581">
        <w:rPr>
          <w:rFonts w:ascii="Arial" w:hAnsi="Arial" w:cs="Arial"/>
          <w:color w:val="auto"/>
          <w:sz w:val="20"/>
          <w:szCs w:val="20"/>
        </w:rPr>
        <w:t xml:space="preserve"> Elije con lo que quieras distraerte. Elije cuidadosamente la televisión que miras. Elije cuidadosamente las conversaciones en las que te enganchas y los libros que lees. Las distracciones no disminuirán. Continúa volviendo a tu verdad esencial y a lo que te busca desde el entorno. Cuando te posicionas claramente en tu verdad central, eso que necesitas y eso que te busca, te encuentra. Eso es lo que ustedes llaman magia. Requiere que seas magnéticamente tu, poderosamente magnéticamente tu. Eso que pretende complementar a tu magnetismo y a tu divinidad te encontrará independientemente de la cantidad de aros a través de los cuales tenga que saltar.</w:t>
      </w:r>
    </w:p>
    <w:p w:rsidR="00461843" w:rsidRPr="00A95581" w:rsidRDefault="00461843" w:rsidP="00A95581">
      <w:pPr>
        <w:pStyle w:val="normal0"/>
        <w:spacing w:before="144" w:after="288"/>
        <w:jc w:val="both"/>
        <w:rPr>
          <w:color w:val="auto"/>
        </w:rPr>
      </w:pPr>
      <w:r w:rsidRPr="00A95581">
        <w:rPr>
          <w:rFonts w:ascii="Arial" w:hAnsi="Arial" w:cs="Arial"/>
          <w:color w:val="auto"/>
          <w:sz w:val="20"/>
          <w:szCs w:val="20"/>
        </w:rPr>
        <w:t xml:space="preserve">Tu mundo está hecho de distracciones. También has sido distraído por tu enfoque hacia el crecimiento espiritual. Tu mundo se ha basado en un modelo de "encuentra los defectos y corrígelos." Tu crecimiento espiritual también ha seguido ese patrón. Has buscado las áreas donde estás bloqueado. Has buscado donde tus vidas pasadas están sin resolver. Tu buscas para poder encontrarlos y arreglarlos. Te recordamos que esta es la última distracción. </w:t>
      </w:r>
      <w:r w:rsidRPr="00A95581">
        <w:rPr>
          <w:rFonts w:ascii="Arial" w:hAnsi="Arial" w:cs="Arial"/>
          <w:b/>
          <w:color w:val="auto"/>
          <w:sz w:val="20"/>
          <w:szCs w:val="20"/>
        </w:rPr>
        <w:t>Sostén en cambio la verdad magnética de tu alma, independientemente del dolor pasado, independientemente de las pobres decisiones del pasado y de las vidas perdidas o despilfarradas. Sostén sólo la verdad de tu infinita, innegable, inalienable belleza.</w:t>
      </w:r>
      <w:r w:rsidRPr="00A95581">
        <w:rPr>
          <w:rFonts w:ascii="Arial" w:hAnsi="Arial" w:cs="Arial"/>
          <w:color w:val="auto"/>
          <w:sz w:val="20"/>
          <w:szCs w:val="20"/>
        </w:rPr>
        <w:t xml:space="preserve"> Cuando lo haces, la belleza se siembra a sí misma como fractales de más y más belleza tuya.</w:t>
      </w:r>
    </w:p>
    <w:p w:rsidR="00461843" w:rsidRPr="00A95581" w:rsidRDefault="00461843" w:rsidP="00A95581">
      <w:pPr>
        <w:pStyle w:val="normal0"/>
        <w:spacing w:before="144" w:after="288"/>
        <w:jc w:val="both"/>
        <w:rPr>
          <w:color w:val="auto"/>
        </w:rPr>
      </w:pPr>
      <w:r w:rsidRPr="00A95581">
        <w:rPr>
          <w:rFonts w:ascii="Arial" w:hAnsi="Arial" w:cs="Arial"/>
          <w:b/>
          <w:color w:val="auto"/>
          <w:sz w:val="20"/>
          <w:szCs w:val="20"/>
        </w:rPr>
        <w:t>En el pasado les hemos pedido que no tengan miedo, pero no tener miedo requiere de una creencia en el miedo. Les pedimos ahora que sean divinamente hermosos, hermosamente neutrales no reconociendo al miedo ni a la intrepidez - sean poderosamente, compasivamente neutrales.</w:t>
      </w:r>
      <w:r w:rsidRPr="00A95581">
        <w:rPr>
          <w:rFonts w:ascii="Arial" w:hAnsi="Arial" w:cs="Arial"/>
          <w:color w:val="auto"/>
          <w:sz w:val="20"/>
          <w:szCs w:val="20"/>
        </w:rPr>
        <w:t xml:space="preserve"> Hemos mencionado antes acerca de lo correcto e incorrecto, bueno y malo- muévanse más allá de estos. Muévanse también más allá de la necesidad de ganar y perder, de tener o no tener. Observen que la dualidad de su mundo deja muy poco margen de maniobra. Reclamen esta neutralidad primero en sus pensamientos y en cómo se sostienen a si mismos. </w:t>
      </w:r>
      <w:r w:rsidRPr="00A95581">
        <w:rPr>
          <w:rFonts w:ascii="Arial" w:hAnsi="Arial" w:cs="Arial"/>
          <w:b/>
          <w:color w:val="auto"/>
          <w:sz w:val="20"/>
          <w:szCs w:val="20"/>
        </w:rPr>
        <w:t>Se darán cuenta que la dualidad colapsa por su propio peso. Más allá de la dualidad hay una inclusividad de la Nueva Tierra que está más viva de lo se pueden imaginar, más interconectada de maneras milagrosas</w:t>
      </w:r>
      <w:r w:rsidRPr="00A95581">
        <w:rPr>
          <w:rFonts w:ascii="Arial" w:hAnsi="Arial" w:cs="Arial"/>
          <w:color w:val="auto"/>
          <w:sz w:val="20"/>
          <w:szCs w:val="20"/>
        </w:rPr>
        <w:t xml:space="preserve">. Algunos de estos cambios que ustedes piden no puedes realmente ser cortejados, pero ellos te cortejan a ti. </w:t>
      </w:r>
      <w:r w:rsidRPr="00A95581">
        <w:rPr>
          <w:rFonts w:ascii="Arial" w:hAnsi="Arial" w:cs="Arial"/>
          <w:b/>
          <w:color w:val="auto"/>
          <w:sz w:val="20"/>
          <w:szCs w:val="20"/>
        </w:rPr>
        <w:t>La actitud de permitirlo es una de las posturas más poderosas que puedan tomar.</w:t>
      </w:r>
    </w:p>
    <w:p w:rsidR="00461843" w:rsidRPr="00A95581" w:rsidRDefault="00461843" w:rsidP="00A95581">
      <w:pPr>
        <w:pStyle w:val="normal0"/>
        <w:spacing w:before="144" w:after="288"/>
        <w:jc w:val="both"/>
        <w:rPr>
          <w:color w:val="auto"/>
        </w:rPr>
      </w:pPr>
      <w:r w:rsidRPr="00A95581">
        <w:rPr>
          <w:rFonts w:ascii="Arial" w:hAnsi="Arial" w:cs="Arial"/>
          <w:b/>
          <w:color w:val="auto"/>
        </w:rPr>
        <w:t xml:space="preserve"> “¡No más secretos!”</w:t>
      </w:r>
    </w:p>
    <w:p w:rsidR="00461843" w:rsidRPr="00A95581" w:rsidRDefault="00461843" w:rsidP="00A95581">
      <w:pPr>
        <w:pStyle w:val="normal0"/>
        <w:spacing w:before="144" w:after="288"/>
        <w:jc w:val="both"/>
        <w:rPr>
          <w:color w:val="auto"/>
        </w:rPr>
      </w:pPr>
      <w:r w:rsidRPr="00A95581">
        <w:rPr>
          <w:rFonts w:ascii="Arial" w:hAnsi="Arial" w:cs="Arial"/>
          <w:color w:val="auto"/>
          <w:sz w:val="20"/>
          <w:szCs w:val="20"/>
        </w:rPr>
        <w:t xml:space="preserve">Hemos hablado sobre la transparencia,  y sobre no más secretos. Esto va a ser difícil de aceptar en vuestro mundo. </w:t>
      </w:r>
      <w:r w:rsidRPr="00A95581">
        <w:rPr>
          <w:rFonts w:ascii="Arial" w:hAnsi="Arial" w:cs="Arial"/>
          <w:b/>
          <w:color w:val="auto"/>
          <w:sz w:val="20"/>
          <w:szCs w:val="20"/>
        </w:rPr>
        <w:t>Sigan pidiendo por un mundo sin secretos sin importar el trastorno que cause saber la verdad. Cuando eres fuerte puedes demandar “¡No más secretos!”</w:t>
      </w:r>
      <w:r w:rsidRPr="00A95581">
        <w:rPr>
          <w:rFonts w:ascii="Arial" w:hAnsi="Arial" w:cs="Arial"/>
          <w:color w:val="auto"/>
          <w:sz w:val="20"/>
          <w:szCs w:val="20"/>
        </w:rPr>
        <w:t xml:space="preserve"> Las personas en las instituciones han mantenido secretos porque temen la inseguridad humana. Los secretos no siempre han sido guardados para el control de la humanidad sino por la percepción de la protección de la seguridad de los humanos. Mientras te plantas fuertemente, envías vibraciones al universo que dicen </w:t>
      </w:r>
      <w:r w:rsidRPr="00A95581">
        <w:rPr>
          <w:rFonts w:ascii="Arial" w:hAnsi="Arial" w:cs="Arial"/>
          <w:b/>
          <w:color w:val="auto"/>
          <w:sz w:val="20"/>
          <w:szCs w:val="20"/>
        </w:rPr>
        <w:t>“Somos fuertes no importa cual sea la Verdad. Nos comprometemos a estas verdades en adelante inequívocamente y ahora!”</w:t>
      </w:r>
      <w:r w:rsidRPr="00A95581">
        <w:rPr>
          <w:rFonts w:ascii="Arial" w:hAnsi="Arial" w:cs="Arial"/>
          <w:color w:val="auto"/>
          <w:sz w:val="20"/>
          <w:szCs w:val="20"/>
        </w:rPr>
        <w:t xml:space="preserve"> Les pedimos que sean un imán de la verdad en todo lo que lean y en todo lo que piensen y en sus sueños. Llamen a la verdad al frente - sin decidir qué es bueno o malo o si les agrada o no. </w:t>
      </w:r>
      <w:r w:rsidRPr="00A95581">
        <w:rPr>
          <w:rFonts w:ascii="Arial" w:hAnsi="Arial" w:cs="Arial"/>
          <w:b/>
          <w:color w:val="auto"/>
          <w:sz w:val="20"/>
          <w:szCs w:val="20"/>
        </w:rPr>
        <w:t>Tu neutralidad divina es la única parte de ti que puede suscitar la verdad. El miedo o la ausencia de miedo nunca lo harán</w:t>
      </w:r>
      <w:r w:rsidRPr="00A95581">
        <w:rPr>
          <w:rFonts w:ascii="Arial" w:hAnsi="Arial" w:cs="Arial"/>
          <w:color w:val="auto"/>
          <w:sz w:val="20"/>
          <w:szCs w:val="20"/>
        </w:rPr>
        <w:t>. Llamen al frente a la verdad. Va a venir de los gobiernos. Va a venir de las religiones. Va a venir de las organizaciones, de las personas y las empresas.</w:t>
      </w:r>
      <w:r w:rsidRPr="00A95581">
        <w:rPr>
          <w:rFonts w:ascii="Arial" w:hAnsi="Arial" w:cs="Arial"/>
          <w:b/>
          <w:color w:val="auto"/>
          <w:sz w:val="20"/>
          <w:szCs w:val="20"/>
        </w:rPr>
        <w:t xml:space="preserve"> La única manera en que puedes suscitar a la verdad es no preocupándote por lo que emerja, no teniendo una fuerte opinión sobre el tema</w:t>
      </w:r>
      <w:r w:rsidRPr="00A95581">
        <w:rPr>
          <w:rFonts w:ascii="Arial" w:hAnsi="Arial" w:cs="Arial"/>
          <w:color w:val="auto"/>
          <w:sz w:val="20"/>
          <w:szCs w:val="20"/>
        </w:rPr>
        <w:t xml:space="preserve">, no diciendo, ah, "eso prueba esto o prueba aquello." </w:t>
      </w:r>
      <w:r w:rsidRPr="00A95581">
        <w:rPr>
          <w:rFonts w:ascii="Arial" w:hAnsi="Arial" w:cs="Arial"/>
          <w:b/>
          <w:color w:val="auto"/>
          <w:sz w:val="20"/>
          <w:szCs w:val="20"/>
        </w:rPr>
        <w:t>Vuestra neutralidad y compasión son lo que llaman afuera a la verdad.</w:t>
      </w:r>
      <w:r w:rsidRPr="00A95581">
        <w:rPr>
          <w:rFonts w:ascii="Arial" w:hAnsi="Arial" w:cs="Arial"/>
          <w:color w:val="auto"/>
          <w:sz w:val="20"/>
          <w:szCs w:val="20"/>
        </w:rPr>
        <w:t xml:space="preserve"> Entienden?</w:t>
      </w:r>
    </w:p>
    <w:p w:rsidR="00461843" w:rsidRPr="00A95581" w:rsidRDefault="00461843" w:rsidP="00A95581">
      <w:pPr>
        <w:pStyle w:val="normal0"/>
        <w:spacing w:before="144" w:after="288"/>
        <w:jc w:val="both"/>
        <w:rPr>
          <w:color w:val="auto"/>
        </w:rPr>
      </w:pPr>
      <w:r w:rsidRPr="00A95581">
        <w:rPr>
          <w:rFonts w:ascii="Arial" w:hAnsi="Arial" w:cs="Arial"/>
          <w:color w:val="auto"/>
          <w:sz w:val="20"/>
          <w:szCs w:val="20"/>
        </w:rPr>
        <w:t>Es una solicitud fuerte para hacerle al universo, y debes ser fuerte como solicitante. Se preguntan por qué los secretos y la verdad se han mantenido ocultos. La razón se debe a que no serán encontrados junto a la neutralidad divina, pero si junto a más juicio y más polarización. No requerirá de muchos el llamar a la verdad. La verdad va a cambiar el fundamento.</w:t>
      </w:r>
      <w:r w:rsidRPr="00A95581">
        <w:rPr>
          <w:rFonts w:ascii="Arial" w:hAnsi="Arial" w:cs="Arial"/>
          <w:b/>
          <w:color w:val="auto"/>
          <w:sz w:val="20"/>
          <w:szCs w:val="20"/>
        </w:rPr>
        <w:t xml:space="preserve"> Sean buscadores de la verdad. </w:t>
      </w:r>
      <w:r w:rsidRPr="00A95581">
        <w:rPr>
          <w:rFonts w:ascii="Arial" w:hAnsi="Arial" w:cs="Arial"/>
          <w:color w:val="auto"/>
          <w:sz w:val="20"/>
          <w:szCs w:val="20"/>
        </w:rPr>
        <w:t xml:space="preserve">No se trata de lo que salga a la luz. </w:t>
      </w:r>
      <w:r w:rsidRPr="00A95581">
        <w:rPr>
          <w:rFonts w:ascii="Arial" w:hAnsi="Arial" w:cs="Arial"/>
          <w:b/>
          <w:color w:val="auto"/>
          <w:sz w:val="20"/>
          <w:szCs w:val="20"/>
        </w:rPr>
        <w:t>Se trata de la disminución de los velos y filtros y guardias, mudando a la gente y a este mundo a la neutralidad divina, a la claridad y a la belleza.</w:t>
      </w:r>
    </w:p>
    <w:p w:rsidR="00461843" w:rsidRPr="00A95581" w:rsidRDefault="00461843" w:rsidP="00A95581">
      <w:pPr>
        <w:pStyle w:val="normal0"/>
        <w:spacing w:before="144" w:after="288"/>
        <w:jc w:val="both"/>
        <w:rPr>
          <w:color w:val="auto"/>
        </w:rPr>
      </w:pPr>
      <w:r w:rsidRPr="00A95581">
        <w:rPr>
          <w:rFonts w:ascii="Arial" w:hAnsi="Arial" w:cs="Arial"/>
          <w:b/>
          <w:color w:val="auto"/>
        </w:rPr>
        <w:t>Sean Despiadadamente Claros</w:t>
      </w:r>
    </w:p>
    <w:p w:rsidR="00461843" w:rsidRPr="00A95581" w:rsidRDefault="00461843" w:rsidP="00A95581">
      <w:pPr>
        <w:pStyle w:val="normal0"/>
        <w:spacing w:before="144" w:after="288"/>
        <w:jc w:val="both"/>
        <w:rPr>
          <w:color w:val="auto"/>
        </w:rPr>
      </w:pPr>
      <w:r w:rsidRPr="00A95581">
        <w:rPr>
          <w:noProof/>
          <w:color w:val="auto"/>
        </w:rPr>
        <w:pict>
          <v:shape id="image03.jpg" o:spid="_x0000_i1026" type="#_x0000_t75" alt="SeeThruButterfly" style="width:90pt;height:112.5pt;visibility:visible">
            <v:imagedata r:id="rId8" o:title=""/>
          </v:shape>
        </w:pict>
      </w:r>
    </w:p>
    <w:p w:rsidR="00461843" w:rsidRPr="00A95581" w:rsidRDefault="00461843" w:rsidP="00A95581">
      <w:pPr>
        <w:pStyle w:val="normal0"/>
        <w:spacing w:before="144" w:after="288"/>
        <w:jc w:val="both"/>
        <w:rPr>
          <w:color w:val="auto"/>
        </w:rPr>
      </w:pPr>
      <w:r w:rsidRPr="00A95581">
        <w:rPr>
          <w:rFonts w:ascii="Arial" w:hAnsi="Arial" w:cs="Arial"/>
          <w:color w:val="auto"/>
          <w:sz w:val="20"/>
          <w:szCs w:val="20"/>
        </w:rPr>
        <w:t xml:space="preserve">Nos gustaría utilizar la palabra 'despiadado. "(Pedimos disculpas a aquellos para quienes el Inglés no es su lengua materna, porque Jonette está utilizando un vocabulario más amplio de lo que normalmente utiliza.) </w:t>
      </w:r>
      <w:r w:rsidRPr="00A95581">
        <w:rPr>
          <w:rFonts w:ascii="Arial" w:hAnsi="Arial" w:cs="Arial"/>
          <w:b/>
          <w:color w:val="auto"/>
          <w:sz w:val="20"/>
          <w:szCs w:val="20"/>
        </w:rPr>
        <w:t>Les pedimos que sean implacables en mirarse a sí mismos, no despiadados en una forma juiciosa, pero despiadados de una manera que les permita ver la verdad escondida en uds. que ha sido cubierta por sus patrones, por su voz crítica interior, por su formación cultural. Les pedimos que sean implacables al quitar esa capa, y luego les pedimos que sean compasivos al reunirse con eso que vean una vez que despejen eso que te ha escondido. Sé despiadadamente claro y compasivamente reconoce lo que se ha ocultado</w:t>
      </w:r>
      <w:r w:rsidRPr="00A95581">
        <w:rPr>
          <w:rFonts w:ascii="Arial" w:hAnsi="Arial" w:cs="Arial"/>
          <w:color w:val="auto"/>
          <w:sz w:val="20"/>
          <w:szCs w:val="20"/>
        </w:rPr>
        <w:t>. Esa es su tarea. Esto no es una lección fácil. Despiadadamente clara, compasivamente reconocedora. Hazlo tu mismo. No es tu trabajo ir por ahí pensando cómo las otras personas deben ser despiadadamente claras.</w:t>
      </w:r>
    </w:p>
    <w:p w:rsidR="00461843" w:rsidRPr="00A95581" w:rsidRDefault="00461843" w:rsidP="00A95581">
      <w:pPr>
        <w:pStyle w:val="normal0"/>
        <w:spacing w:before="144" w:after="288"/>
        <w:jc w:val="both"/>
        <w:rPr>
          <w:color w:val="auto"/>
        </w:rPr>
      </w:pPr>
      <w:r w:rsidRPr="00A95581">
        <w:rPr>
          <w:rFonts w:ascii="Arial" w:hAnsi="Arial" w:cs="Arial"/>
          <w:color w:val="auto"/>
          <w:sz w:val="20"/>
          <w:szCs w:val="20"/>
        </w:rPr>
        <w:t>El vórtice de crecimiento está creciendo más rápido. Los ayudantes del mundo están mirándote buscando indicaciones de donde poner su atención a continuación. Les recordamos pararse en su maestría - no en el camino de la maestría, sino en que ya eres un maestro.</w:t>
      </w:r>
    </w:p>
    <w:p w:rsidR="00461843" w:rsidRPr="00A95581" w:rsidRDefault="00461843" w:rsidP="00A95581">
      <w:pPr>
        <w:pStyle w:val="normal0"/>
        <w:spacing w:before="144" w:after="288"/>
        <w:jc w:val="both"/>
        <w:rPr>
          <w:color w:val="auto"/>
        </w:rPr>
      </w:pPr>
      <w:r w:rsidRPr="00A95581">
        <w:rPr>
          <w:rFonts w:ascii="Arial" w:hAnsi="Arial" w:cs="Arial"/>
          <w:b/>
          <w:color w:val="auto"/>
          <w:sz w:val="20"/>
          <w:szCs w:val="20"/>
        </w:rPr>
        <w:t>Te invitamos a ir dentro de ti mismo a donde eres claro y tierno, donde todos los engaños y todos los filtros y todos los patrones han sido despojados a limpio. Siente la ternura y la gran belleza tuya que hay allí.</w:t>
      </w:r>
    </w:p>
    <w:p w:rsidR="00461843" w:rsidRPr="00A95581" w:rsidRDefault="00461843" w:rsidP="00A95581">
      <w:pPr>
        <w:pStyle w:val="normal0"/>
        <w:spacing w:before="144" w:after="288"/>
        <w:jc w:val="both"/>
        <w:rPr>
          <w:color w:val="auto"/>
        </w:rPr>
      </w:pPr>
      <w:r w:rsidRPr="00A95581">
        <w:rPr>
          <w:rFonts w:ascii="Arial" w:hAnsi="Arial" w:cs="Arial"/>
          <w:color w:val="auto"/>
          <w:sz w:val="20"/>
          <w:szCs w:val="20"/>
        </w:rPr>
        <w:t xml:space="preserve">El espacio de este nuevo mundo seguirá enseñándote, guiándote e integrándose contigo seas o no consciente de ello. La forma en que el universo se ha demostrado ante tí no siempre ha aparecido confiable, pero </w:t>
      </w:r>
      <w:r w:rsidRPr="00A95581">
        <w:rPr>
          <w:rFonts w:ascii="Arial" w:hAnsi="Arial" w:cs="Arial"/>
          <w:b/>
          <w:color w:val="auto"/>
          <w:sz w:val="20"/>
          <w:szCs w:val="20"/>
        </w:rPr>
        <w:t>te pedimos en este nuevo mundo que confíes en que el universo es una fuerza creativa y la creación es un efecto solamente del amor. Les pedimos que descarten toda prueba que sea para no confiar y que confíen de todos modos.</w:t>
      </w:r>
    </w:p>
    <w:p w:rsidR="00461843" w:rsidRPr="00A95581" w:rsidRDefault="00461843">
      <w:pPr>
        <w:pStyle w:val="normal0"/>
        <w:spacing w:before="144" w:after="288"/>
        <w:rPr>
          <w:color w:val="auto"/>
        </w:rPr>
      </w:pPr>
      <w:r w:rsidRPr="00A95581">
        <w:rPr>
          <w:rFonts w:ascii="Arial" w:hAnsi="Arial" w:cs="Arial"/>
          <w:color w:val="auto"/>
          <w:sz w:val="20"/>
          <w:szCs w:val="20"/>
        </w:rPr>
        <w:t>Uds. son luces poderosas. Se los agradecemos. Este es Mark.</w:t>
      </w:r>
    </w:p>
    <w:p w:rsidR="00461843" w:rsidRPr="00A95581" w:rsidRDefault="00461843">
      <w:pPr>
        <w:pStyle w:val="normal0"/>
        <w:spacing w:before="144" w:after="288"/>
        <w:rPr>
          <w:color w:val="auto"/>
        </w:rPr>
      </w:pPr>
      <w:r w:rsidRPr="00A95581">
        <w:rPr>
          <w:rFonts w:ascii="Arial" w:hAnsi="Arial" w:cs="Arial"/>
          <w:i/>
          <w:color w:val="auto"/>
          <w:sz w:val="20"/>
          <w:szCs w:val="20"/>
        </w:rPr>
        <w:t xml:space="preserve">Extracto tomado de nuestra serie actualmente en curso, </w:t>
      </w:r>
      <w:r w:rsidRPr="00A95581">
        <w:rPr>
          <w:rFonts w:ascii="Arial" w:hAnsi="Arial" w:cs="Arial"/>
          <w:b/>
          <w:i/>
          <w:color w:val="auto"/>
          <w:sz w:val="20"/>
          <w:szCs w:val="20"/>
        </w:rPr>
        <w:t>La 9na. Dimensión - Parte III - El Nuevo Mundo</w:t>
      </w:r>
      <w:r w:rsidRPr="00A95581">
        <w:rPr>
          <w:rFonts w:ascii="Arial" w:hAnsi="Arial" w:cs="Arial"/>
          <w:i/>
          <w:color w:val="auto"/>
          <w:sz w:val="20"/>
          <w:szCs w:val="20"/>
        </w:rPr>
        <w:t>, Clase 4 - Avatar de la Nueva Tierra y Neutralidad Compasiva. 15 de junio 2015.</w:t>
      </w:r>
    </w:p>
    <w:p w:rsidR="00461843" w:rsidRPr="00A95581" w:rsidRDefault="00461843">
      <w:pPr>
        <w:pStyle w:val="normal0"/>
        <w:spacing w:before="144" w:after="288"/>
        <w:rPr>
          <w:color w:val="auto"/>
        </w:rPr>
      </w:pPr>
      <w:r w:rsidRPr="00A95581">
        <w:rPr>
          <w:rFonts w:ascii="Arial" w:hAnsi="Arial" w:cs="Arial"/>
          <w:i/>
          <w:color w:val="auto"/>
          <w:sz w:val="20"/>
          <w:szCs w:val="20"/>
        </w:rPr>
        <w:t>Mark channeled by Jonette, copyright 2015. </w:t>
      </w:r>
      <w:hyperlink r:id="rId9">
        <w:r w:rsidRPr="00A95581">
          <w:rPr>
            <w:rFonts w:ascii="Arial" w:hAnsi="Arial" w:cs="Arial"/>
            <w:b/>
            <w:i/>
            <w:color w:val="auto"/>
            <w:sz w:val="20"/>
            <w:szCs w:val="20"/>
            <w:u w:val="single"/>
          </w:rPr>
          <w:t>www.JonetteCrowley.com</w:t>
        </w:r>
      </w:hyperlink>
      <w:r w:rsidRPr="00A95581">
        <w:rPr>
          <w:rFonts w:ascii="Arial" w:hAnsi="Arial" w:cs="Arial"/>
          <w:i/>
          <w:color w:val="auto"/>
          <w:sz w:val="20"/>
          <w:szCs w:val="20"/>
        </w:rPr>
        <w:t> (303) 689-9318</w:t>
      </w:r>
    </w:p>
    <w:p w:rsidR="00461843" w:rsidRPr="00A95581" w:rsidRDefault="00461843">
      <w:pPr>
        <w:pStyle w:val="normal0"/>
        <w:spacing w:before="280" w:after="280"/>
        <w:rPr>
          <w:color w:val="auto"/>
        </w:rPr>
      </w:pPr>
      <w:r w:rsidRPr="00A95581">
        <w:rPr>
          <w:rFonts w:ascii="Arial" w:hAnsi="Arial" w:cs="Arial"/>
          <w:color w:val="auto"/>
          <w:sz w:val="20"/>
          <w:szCs w:val="20"/>
        </w:rPr>
        <w:t xml:space="preserve"> (CopyRight 2015 </w:t>
      </w:r>
      <w:hyperlink r:id="rId10">
        <w:r w:rsidRPr="00A95581">
          <w:rPr>
            <w:rFonts w:ascii="Arial" w:hAnsi="Arial" w:cs="Arial"/>
            <w:color w:val="auto"/>
            <w:sz w:val="20"/>
            <w:szCs w:val="20"/>
          </w:rPr>
          <w:t>www.JonetteCrowley.com</w:t>
        </w:r>
      </w:hyperlink>
      <w:r w:rsidRPr="00A95581">
        <w:rPr>
          <w:rFonts w:ascii="Arial" w:hAnsi="Arial" w:cs="Arial"/>
          <w:color w:val="auto"/>
          <w:sz w:val="20"/>
          <w:szCs w:val="20"/>
        </w:rPr>
        <w:t>)</w:t>
      </w:r>
    </w:p>
    <w:p w:rsidR="00461843" w:rsidRDefault="00461843">
      <w:pPr>
        <w:pStyle w:val="normal0"/>
        <w:spacing w:before="144" w:after="288"/>
        <w:jc w:val="both"/>
      </w:pPr>
    </w:p>
    <w:p w:rsidR="00461843" w:rsidRDefault="00461843">
      <w:pPr>
        <w:pStyle w:val="normal0"/>
        <w:spacing w:before="100" w:after="320"/>
        <w:jc w:val="center"/>
      </w:pPr>
      <w:r>
        <w:rPr>
          <w:rFonts w:ascii="Calibri" w:hAnsi="Calibri" w:cs="Calibri"/>
        </w:rPr>
        <w:t>Las traducciones del material de Jonette Crowley pueden ser descargados en archivo Word desde el sitio creado para ella en</w:t>
      </w:r>
      <w:r>
        <w:rPr>
          <w:rFonts w:ascii="Calibri" w:hAnsi="Calibri" w:cs="Calibri"/>
          <w:color w:val="006699"/>
        </w:rPr>
        <w:t xml:space="preserve"> </w:t>
      </w:r>
      <w:hyperlink r:id="rId11">
        <w:r>
          <w:rPr>
            <w:rFonts w:ascii="Calibri" w:hAnsi="Calibri" w:cs="Calibri"/>
            <w:b/>
            <w:color w:val="006699"/>
            <w:u w:val="single"/>
          </w:rPr>
          <w:t>http://www.manantialcaduceo.com.ar/libros.htm</w:t>
        </w:r>
      </w:hyperlink>
      <w:r>
        <w:rPr>
          <w:rFonts w:ascii="Calibri" w:hAnsi="Calibri" w:cs="Calibri"/>
          <w:b/>
        </w:rPr>
        <w:br/>
      </w:r>
      <w:hyperlink r:id="rId12">
        <w:r>
          <w:rPr>
            <w:rFonts w:ascii="Arial" w:hAnsi="Arial" w:cs="Arial"/>
            <w:color w:val="336699"/>
            <w:sz w:val="20"/>
            <w:szCs w:val="20"/>
            <w:highlight w:val="white"/>
            <w:u w:val="single"/>
          </w:rPr>
          <w:t>https://www.facebook.com/ManantialCaduceo</w:t>
        </w:r>
      </w:hyperlink>
      <w:hyperlink r:id="rId13">
        <w:r w:rsidRPr="00A95581">
          <w:rPr>
            <w:rStyle w:val="Hyperlink"/>
          </w:rPr>
          <w:t>https://www.facebook.com/ManantialCaduceo</w:t>
        </w:r>
      </w:hyperlink>
    </w:p>
    <w:p w:rsidR="00461843" w:rsidRDefault="00461843">
      <w:pPr>
        <w:pStyle w:val="normal0"/>
        <w:spacing w:before="144" w:after="288"/>
        <w:jc w:val="center"/>
      </w:pPr>
      <w:r>
        <w:rPr>
          <w:rFonts w:ascii="Arial" w:hAnsi="Arial" w:cs="Arial"/>
          <w:b/>
          <w:sz w:val="20"/>
          <w:szCs w:val="20"/>
        </w:rPr>
        <w:t xml:space="preserve">Para recibir los mensajes en tu bandeja de correo suscríbete en </w:t>
      </w:r>
      <w:hyperlink r:id="rId14">
        <w:r>
          <w:rPr>
            <w:rFonts w:ascii="Calibri" w:hAnsi="Calibri" w:cs="Calibri"/>
            <w:b/>
            <w:color w:val="006699"/>
            <w:u w:val="single"/>
          </w:rPr>
          <w:t>http://www.egrupos.net/grupo/laeradelahora/alta</w:t>
        </w:r>
      </w:hyperlink>
      <w:r>
        <w:rPr>
          <w:rFonts w:ascii="Arial" w:hAnsi="Arial" w:cs="Arial"/>
          <w:b/>
          <w:sz w:val="20"/>
          <w:szCs w:val="20"/>
        </w:rPr>
        <w:t xml:space="preserve"> </w:t>
      </w:r>
    </w:p>
    <w:p w:rsidR="00461843" w:rsidRDefault="00461843">
      <w:pPr>
        <w:pStyle w:val="normal0"/>
        <w:spacing w:before="144" w:after="288"/>
        <w:jc w:val="center"/>
      </w:pPr>
      <w:r>
        <w:rPr>
          <w:rFonts w:ascii="Arial" w:hAnsi="Arial" w:cs="Arial"/>
          <w:b/>
          <w:sz w:val="20"/>
          <w:szCs w:val="20"/>
        </w:rPr>
        <w:t>El Manantial del Caduceo en La Era del Ahora</w:t>
      </w:r>
    </w:p>
    <w:p w:rsidR="00461843" w:rsidRDefault="00461843">
      <w:pPr>
        <w:pStyle w:val="normal0"/>
        <w:spacing w:before="280" w:after="280"/>
        <w:jc w:val="both"/>
      </w:pPr>
      <w:r>
        <w:rPr>
          <w:rFonts w:ascii="Calibri" w:hAnsi="Calibri" w:cs="Calibri"/>
          <w:i/>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461843" w:rsidRDefault="00461843">
      <w:pPr>
        <w:pStyle w:val="normal0"/>
        <w:spacing w:after="324"/>
        <w:jc w:val="both"/>
      </w:pPr>
      <w:r>
        <w:rPr>
          <w:rFonts w:ascii="Calibri" w:hAnsi="Calibri" w:cs="Calibri"/>
          <w:i/>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461843" w:rsidRDefault="00461843">
      <w:pPr>
        <w:pStyle w:val="normal0"/>
        <w:spacing w:before="144" w:after="288"/>
        <w:jc w:val="both"/>
      </w:pPr>
    </w:p>
    <w:p w:rsidR="00461843" w:rsidRDefault="00461843">
      <w:pPr>
        <w:pStyle w:val="normal0"/>
        <w:jc w:val="both"/>
      </w:pPr>
      <w:bookmarkStart w:id="0" w:name="h.gjdgxs" w:colFirst="0" w:colLast="0"/>
      <w:bookmarkEnd w:id="0"/>
    </w:p>
    <w:p w:rsidR="00461843" w:rsidRDefault="00461843">
      <w:pPr>
        <w:pStyle w:val="normal0"/>
        <w:jc w:val="both"/>
      </w:pPr>
    </w:p>
    <w:sectPr w:rsidR="00461843" w:rsidSect="00187DD0">
      <w:pgSz w:w="11906" w:h="16838"/>
      <w:pgMar w:top="1020" w:right="1020" w:bottom="1020" w:left="102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87DD0"/>
    <w:rsid w:val="00187DD0"/>
    <w:rsid w:val="003243D8"/>
    <w:rsid w:val="003D2EE0"/>
    <w:rsid w:val="00461843"/>
    <w:rsid w:val="00A95581"/>
    <w:rsid w:val="00BC0668"/>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sz w:val="24"/>
      <w:szCs w:val="24"/>
    </w:rPr>
  </w:style>
  <w:style w:type="paragraph" w:styleId="Heading1">
    <w:name w:val="heading 1"/>
    <w:basedOn w:val="normal0"/>
    <w:next w:val="normal0"/>
    <w:link w:val="Heading1Char"/>
    <w:uiPriority w:val="99"/>
    <w:qFormat/>
    <w:rsid w:val="00187DD0"/>
    <w:pPr>
      <w:keepNext/>
      <w:keepLines/>
      <w:spacing w:before="480" w:after="120"/>
      <w:contextualSpacing/>
      <w:outlineLvl w:val="0"/>
    </w:pPr>
    <w:rPr>
      <w:b/>
      <w:sz w:val="48"/>
      <w:szCs w:val="48"/>
    </w:rPr>
  </w:style>
  <w:style w:type="paragraph" w:styleId="Heading2">
    <w:name w:val="heading 2"/>
    <w:basedOn w:val="normal0"/>
    <w:next w:val="normal0"/>
    <w:link w:val="Heading2Char"/>
    <w:uiPriority w:val="99"/>
    <w:qFormat/>
    <w:rsid w:val="00187DD0"/>
    <w:pPr>
      <w:keepNext/>
      <w:keepLines/>
      <w:spacing w:before="360" w:after="80"/>
      <w:contextualSpacing/>
      <w:outlineLvl w:val="1"/>
    </w:pPr>
    <w:rPr>
      <w:b/>
      <w:sz w:val="36"/>
      <w:szCs w:val="36"/>
    </w:rPr>
  </w:style>
  <w:style w:type="paragraph" w:styleId="Heading3">
    <w:name w:val="heading 3"/>
    <w:basedOn w:val="normal0"/>
    <w:next w:val="normal0"/>
    <w:link w:val="Heading3Char"/>
    <w:uiPriority w:val="99"/>
    <w:qFormat/>
    <w:rsid w:val="00187DD0"/>
    <w:pPr>
      <w:keepNext/>
      <w:keepLines/>
      <w:spacing w:before="280" w:after="80"/>
      <w:contextualSpacing/>
      <w:outlineLvl w:val="2"/>
    </w:pPr>
    <w:rPr>
      <w:b/>
      <w:sz w:val="28"/>
      <w:szCs w:val="28"/>
    </w:rPr>
  </w:style>
  <w:style w:type="paragraph" w:styleId="Heading4">
    <w:name w:val="heading 4"/>
    <w:basedOn w:val="normal0"/>
    <w:next w:val="normal0"/>
    <w:link w:val="Heading4Char"/>
    <w:uiPriority w:val="99"/>
    <w:qFormat/>
    <w:rsid w:val="00187DD0"/>
    <w:pPr>
      <w:keepNext/>
      <w:keepLines/>
      <w:spacing w:before="240" w:after="40"/>
      <w:contextualSpacing/>
      <w:outlineLvl w:val="3"/>
    </w:pPr>
    <w:rPr>
      <w:b/>
    </w:rPr>
  </w:style>
  <w:style w:type="paragraph" w:styleId="Heading5">
    <w:name w:val="heading 5"/>
    <w:basedOn w:val="normal0"/>
    <w:next w:val="normal0"/>
    <w:link w:val="Heading5Char"/>
    <w:uiPriority w:val="99"/>
    <w:qFormat/>
    <w:rsid w:val="00187DD0"/>
    <w:pPr>
      <w:keepNext/>
      <w:keepLines/>
      <w:spacing w:before="220" w:after="40"/>
      <w:contextualSpacing/>
      <w:outlineLvl w:val="4"/>
    </w:pPr>
    <w:rPr>
      <w:b/>
      <w:sz w:val="22"/>
      <w:szCs w:val="22"/>
    </w:rPr>
  </w:style>
  <w:style w:type="paragraph" w:styleId="Heading6">
    <w:name w:val="heading 6"/>
    <w:basedOn w:val="normal0"/>
    <w:next w:val="normal0"/>
    <w:link w:val="Heading6Char"/>
    <w:uiPriority w:val="99"/>
    <w:qFormat/>
    <w:rsid w:val="00187DD0"/>
    <w:pPr>
      <w:keepNext/>
      <w:keepLines/>
      <w:spacing w:before="200" w:after="40"/>
      <w:contextualSpacing/>
      <w:outlineLvl w:val="5"/>
    </w:pPr>
    <w:rPr>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2C20"/>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822C20"/>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822C20"/>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822C20"/>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822C20"/>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822C20"/>
    <w:rPr>
      <w:rFonts w:asciiTheme="minorHAnsi" w:eastAsiaTheme="minorEastAsia" w:hAnsiTheme="minorHAnsi" w:cstheme="minorBidi"/>
      <w:b/>
      <w:bCs/>
      <w:color w:val="000000"/>
    </w:rPr>
  </w:style>
  <w:style w:type="paragraph" w:customStyle="1" w:styleId="normal0">
    <w:name w:val="normal"/>
    <w:uiPriority w:val="99"/>
    <w:rsid w:val="00187DD0"/>
    <w:rPr>
      <w:color w:val="000000"/>
      <w:sz w:val="24"/>
      <w:szCs w:val="24"/>
    </w:rPr>
  </w:style>
  <w:style w:type="paragraph" w:styleId="Title">
    <w:name w:val="Title"/>
    <w:basedOn w:val="normal0"/>
    <w:next w:val="normal0"/>
    <w:link w:val="TitleChar"/>
    <w:uiPriority w:val="99"/>
    <w:qFormat/>
    <w:rsid w:val="00187DD0"/>
    <w:pPr>
      <w:keepNext/>
      <w:keepLines/>
      <w:spacing w:before="480" w:after="120"/>
      <w:contextualSpacing/>
    </w:pPr>
    <w:rPr>
      <w:b/>
      <w:sz w:val="72"/>
      <w:szCs w:val="72"/>
    </w:rPr>
  </w:style>
  <w:style w:type="character" w:customStyle="1" w:styleId="TitleChar">
    <w:name w:val="Title Char"/>
    <w:basedOn w:val="DefaultParagraphFont"/>
    <w:link w:val="Title"/>
    <w:uiPriority w:val="10"/>
    <w:rsid w:val="00822C20"/>
    <w:rPr>
      <w:rFonts w:asciiTheme="majorHAnsi" w:eastAsiaTheme="majorEastAsia" w:hAnsiTheme="majorHAnsi" w:cstheme="majorBidi"/>
      <w:b/>
      <w:bCs/>
      <w:color w:val="000000"/>
      <w:kern w:val="28"/>
      <w:sz w:val="32"/>
      <w:szCs w:val="32"/>
    </w:rPr>
  </w:style>
  <w:style w:type="paragraph" w:styleId="Subtitle">
    <w:name w:val="Subtitle"/>
    <w:basedOn w:val="normal0"/>
    <w:next w:val="normal0"/>
    <w:link w:val="SubtitleChar"/>
    <w:uiPriority w:val="99"/>
    <w:qFormat/>
    <w:rsid w:val="00187DD0"/>
    <w:pPr>
      <w:keepNext/>
      <w:keepLines/>
      <w:spacing w:before="360" w:after="80"/>
      <w:contextualSpacing/>
    </w:pPr>
    <w:rPr>
      <w:rFonts w:ascii="Georgia" w:hAnsi="Georgia" w:cs="Georgia"/>
      <w:i/>
      <w:color w:val="666666"/>
      <w:sz w:val="48"/>
      <w:szCs w:val="48"/>
    </w:rPr>
  </w:style>
  <w:style w:type="character" w:customStyle="1" w:styleId="SubtitleChar">
    <w:name w:val="Subtitle Char"/>
    <w:basedOn w:val="DefaultParagraphFont"/>
    <w:link w:val="Subtitle"/>
    <w:uiPriority w:val="11"/>
    <w:rsid w:val="00822C20"/>
    <w:rPr>
      <w:rFonts w:asciiTheme="majorHAnsi" w:eastAsiaTheme="majorEastAsia" w:hAnsiTheme="majorHAnsi" w:cstheme="majorBidi"/>
      <w:color w:val="000000"/>
      <w:sz w:val="24"/>
      <w:szCs w:val="24"/>
    </w:rPr>
  </w:style>
  <w:style w:type="character" w:styleId="Hyperlink">
    <w:name w:val="Hyperlink"/>
    <w:basedOn w:val="DefaultParagraphFont"/>
    <w:uiPriority w:val="99"/>
    <w:rsid w:val="00A9558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facebook.com/ManantialCaduceo" TargetMode="Externa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hyperlink" Target="https://www.facebook.com/ManantialCaduceo"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hyperlink" Target="http://www.manantialcaduceo.com.ar/libros.htm" TargetMode="External"/><Relationship Id="rId5" Type="http://schemas.openxmlformats.org/officeDocument/2006/relationships/hyperlink" Target="http://www.manantialcaduceo.com.ar/libros.htm" TargetMode="External"/><Relationship Id="rId15" Type="http://schemas.openxmlformats.org/officeDocument/2006/relationships/fontTable" Target="fontTable.xml"/><Relationship Id="rId10" Type="http://schemas.openxmlformats.org/officeDocument/2006/relationships/hyperlink" Target="http://www.jonettecrowley.com/" TargetMode="External"/><Relationship Id="rId4" Type="http://schemas.openxmlformats.org/officeDocument/2006/relationships/hyperlink" Target="https://jonettecrowley.wordpress.com" TargetMode="External"/><Relationship Id="rId9" Type="http://schemas.openxmlformats.org/officeDocument/2006/relationships/hyperlink" Target="http://www.jonettecrowley.com/" TargetMode="External"/><Relationship Id="rId14" Type="http://schemas.openxmlformats.org/officeDocument/2006/relationships/hyperlink" Target="http://www.egrupos.net/grupo/laeradelahora/al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1502</Words>
  <Characters>8267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MÁS ALLÁ DE LA DUALIDAD - ¡NO MÁS SECRETOS</dc:title>
  <dc:subject/>
  <dc:creator/>
  <cp:keywords/>
  <dc:description/>
  <cp:lastModifiedBy>Graciela</cp:lastModifiedBy>
  <cp:revision>2</cp:revision>
  <dcterms:created xsi:type="dcterms:W3CDTF">2015-08-03T01:04:00Z</dcterms:created>
  <dcterms:modified xsi:type="dcterms:W3CDTF">2015-08-03T01:04:00Z</dcterms:modified>
</cp:coreProperties>
</file>