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931AB" w:rsidRDefault="00A931AB">
      <w:pPr>
        <w:pStyle w:val="normal0"/>
        <w:jc w:val="center"/>
      </w:pPr>
      <w:r>
        <w:rPr>
          <w:rFonts w:ascii="Trebuchet MS" w:hAnsi="Trebuchet MS" w:cs="Trebuchet MS"/>
          <w:smallCaps/>
          <w:sz w:val="36"/>
          <w:szCs w:val="36"/>
        </w:rPr>
        <w:t>Libertad</w:t>
      </w:r>
      <w:r w:rsidRPr="00A97841">
        <w:rPr>
          <w:rFonts w:ascii="Arial" w:hAnsi="Arial" w:cs="Arial"/>
          <w:smallCaps/>
          <w:sz w:val="36"/>
          <w:szCs w:val="36"/>
        </w:rPr>
        <w:t xml:space="preserve"> &amp; </w:t>
      </w:r>
      <w:r>
        <w:rPr>
          <w:rFonts w:ascii="Trebuchet MS" w:hAnsi="Trebuchet MS" w:cs="Trebuchet MS"/>
          <w:smallCaps/>
          <w:sz w:val="36"/>
          <w:szCs w:val="36"/>
        </w:rPr>
        <w:t xml:space="preserve">Elección </w:t>
      </w:r>
      <w:r>
        <w:rPr>
          <w:rFonts w:ascii="Trebuchet MS" w:hAnsi="Trebuchet MS" w:cs="Trebuchet MS"/>
          <w:smallCaps/>
          <w:sz w:val="36"/>
          <w:szCs w:val="36"/>
          <w:highlight w:val="yellow"/>
        </w:rPr>
        <w:br/>
      </w:r>
      <w:r>
        <w:rPr>
          <w:i/>
          <w:sz w:val="22"/>
          <w:szCs w:val="22"/>
          <w:shd w:val="clear" w:color="auto" w:fill="FAFFF8"/>
        </w:rPr>
        <w:t xml:space="preserve">por </w:t>
      </w:r>
      <w:r>
        <w:rPr>
          <w:rFonts w:ascii="Arial" w:hAnsi="Arial" w:cs="Arial"/>
          <w:b/>
          <w:i/>
          <w:sz w:val="22"/>
          <w:szCs w:val="22"/>
          <w:shd w:val="clear" w:color="auto" w:fill="FAFFF8"/>
        </w:rPr>
        <w:t>Kara Schallock</w:t>
      </w:r>
      <w:r>
        <w:rPr>
          <w:rFonts w:ascii="Arial" w:hAnsi="Arial" w:cs="Arial"/>
          <w:b/>
          <w:i/>
          <w:sz w:val="22"/>
          <w:szCs w:val="22"/>
          <w:shd w:val="clear" w:color="auto" w:fill="FAFFF8"/>
        </w:rPr>
        <w:br/>
      </w:r>
      <w:hyperlink r:id="rId6">
        <w:r>
          <w:rPr>
            <w:rFonts w:ascii="Arial" w:hAnsi="Arial" w:cs="Arial"/>
            <w:b/>
            <w:sz w:val="22"/>
            <w:szCs w:val="22"/>
            <w:shd w:val="clear" w:color="auto" w:fill="FAFFF8"/>
          </w:rPr>
          <w:t>http://www.soulsticerising.com/</w:t>
        </w:r>
      </w:hyperlink>
      <w:r>
        <w:rPr>
          <w:rFonts w:ascii="Arial" w:hAnsi="Arial" w:cs="Arial"/>
          <w:b/>
          <w:color w:val="7F977A"/>
          <w:sz w:val="22"/>
          <w:szCs w:val="22"/>
          <w:shd w:val="clear" w:color="auto" w:fill="FAFFF8"/>
        </w:rPr>
        <w:br/>
      </w:r>
      <w:r>
        <w:rPr>
          <w:rFonts w:ascii="Arial" w:hAnsi="Arial" w:cs="Arial"/>
          <w:sz w:val="20"/>
          <w:szCs w:val="20"/>
          <w:shd w:val="clear" w:color="auto" w:fill="FAFFF8"/>
        </w:rPr>
        <w:t>9 de Julio 2015</w:t>
      </w:r>
    </w:p>
    <w:p w:rsidR="00A931AB" w:rsidRDefault="00A931AB">
      <w:pPr>
        <w:pStyle w:val="normal0"/>
      </w:pPr>
    </w:p>
    <w:p w:rsidR="00A931AB" w:rsidRDefault="00A931AB">
      <w:pPr>
        <w:pStyle w:val="normal0"/>
      </w:pPr>
      <w:r>
        <w:rPr>
          <w:rFonts w:ascii="Arial" w:hAnsi="Arial" w:cs="Arial"/>
          <w:b/>
          <w:sz w:val="20"/>
          <w:szCs w:val="20"/>
        </w:rPr>
        <w:t>Traducción: Marcela Borean</w:t>
      </w:r>
      <w:r>
        <w:rPr>
          <w:rFonts w:ascii="Arial" w:hAnsi="Arial" w:cs="Arial"/>
          <w:b/>
          <w:sz w:val="20"/>
          <w:szCs w:val="20"/>
        </w:rPr>
        <w:br/>
      </w:r>
      <w:r>
        <w:rPr>
          <w:rFonts w:ascii="Arial" w:hAnsi="Arial" w:cs="Arial"/>
          <w:sz w:val="20"/>
          <w:szCs w:val="20"/>
        </w:rPr>
        <w:t>Difusión: El Manantial del Caduceo</w:t>
      </w:r>
      <w:r>
        <w:rPr>
          <w:rFonts w:ascii="Arial" w:hAnsi="Arial" w:cs="Arial"/>
          <w:sz w:val="20"/>
          <w:szCs w:val="20"/>
        </w:rPr>
        <w:br/>
      </w:r>
      <w:hyperlink r:id="rId7">
        <w:r>
          <w:rPr>
            <w:rFonts w:ascii="Arial" w:hAnsi="Arial" w:cs="Arial"/>
            <w:color w:val="003366"/>
            <w:sz w:val="20"/>
            <w:szCs w:val="20"/>
          </w:rPr>
          <w:t>http://www.manantialcaduceo.com.ar/libros.htm</w:t>
        </w:r>
      </w:hyperlink>
      <w:r>
        <w:br/>
      </w:r>
      <w:hyperlink r:id="rId8">
        <w:r>
          <w:rPr>
            <w:rFonts w:ascii="Arial" w:hAnsi="Arial" w:cs="Arial"/>
            <w:color w:val="003366"/>
            <w:sz w:val="20"/>
            <w:szCs w:val="20"/>
          </w:rPr>
          <w:t>https://www.facebook.com/ManantialCaduceo</w:t>
        </w:r>
      </w:hyperlink>
    </w:p>
    <w:p w:rsidR="00A931AB" w:rsidRDefault="00A931AB">
      <w:pPr>
        <w:pStyle w:val="normal0"/>
      </w:pPr>
    </w:p>
    <w:p w:rsidR="00A931AB" w:rsidRDefault="00A931AB">
      <w:pPr>
        <w:pStyle w:val="normal0"/>
      </w:pPr>
      <w:r>
        <w:t xml:space="preserve"> </w:t>
      </w:r>
    </w:p>
    <w:p w:rsidR="00A931AB" w:rsidRDefault="00A931AB" w:rsidP="00A97841">
      <w:pPr>
        <w:pStyle w:val="normal0"/>
        <w:spacing w:after="300"/>
        <w:jc w:val="both"/>
      </w:pPr>
      <w:r>
        <w:rPr>
          <w:rFonts w:ascii="Arial" w:hAnsi="Arial" w:cs="Arial"/>
          <w:sz w:val="20"/>
          <w:szCs w:val="20"/>
          <w:shd w:val="clear" w:color="auto" w:fill="FBFFFA"/>
        </w:rPr>
        <w:t xml:space="preserve">Todos nosotros estamos en nuestro propio Sendero de Ascensión creado exclusivamente para y por nosotros, basado en donde somos sabios de la consciencia. Esto me recuerda a un mensaje que vi en Facebook en el que alguien dijo que había tantas realidades en Facebook que la confundían. Me di cuenta de que esta persona no estaba cotejando con su propia guía sino más bien buscando información de fuentes externas. En realidad ella tiene razón en ver tantas realidades diferentes, porque realmente </w:t>
      </w:r>
      <w:r>
        <w:rPr>
          <w:rFonts w:ascii="Arial" w:hAnsi="Arial" w:cs="Arial"/>
          <w:i/>
          <w:sz w:val="20"/>
          <w:szCs w:val="20"/>
          <w:shd w:val="clear" w:color="auto" w:fill="FBFFFA"/>
        </w:rPr>
        <w:t>estamos</w:t>
      </w:r>
      <w:r>
        <w:rPr>
          <w:rFonts w:ascii="Arial" w:hAnsi="Arial" w:cs="Arial"/>
          <w:sz w:val="20"/>
          <w:szCs w:val="20"/>
          <w:shd w:val="clear" w:color="auto" w:fill="FBFFFA"/>
        </w:rPr>
        <w:t xml:space="preserve"> operando desde nuestra propia conciencia. Me recordó que todos estamos en la fase que sea que estemos para evolucionar. Mientras que algunos están experimentando una vida totalmente nueva, otros todavía están liberando, mientras que otros todavía están eligiendo. La ascensión siempre es elegida primero por el Alma y  dependiendo de si una persona es guiada por el Alma o impulsada por el ego es lo que indicará en dónde están. Por supuesto, muchos no quieren ver cambiar sus cómodas vidas, incluso si lo "cómodo" también incluye dolor y drama. Lo que comparto hoy es una visión generalizada de dónde estamos potencialmente. Es tu elección ver si esto se ajusta a ti, si esto es un suave empujón o si simplemente no te resuena en absoluto.</w:t>
      </w:r>
    </w:p>
    <w:p w:rsidR="00A931AB" w:rsidRDefault="00A931AB" w:rsidP="00A97841">
      <w:pPr>
        <w:pStyle w:val="normal0"/>
        <w:spacing w:after="300"/>
        <w:jc w:val="both"/>
      </w:pPr>
      <w:r>
        <w:rPr>
          <w:rFonts w:ascii="Arial" w:hAnsi="Arial" w:cs="Arial"/>
          <w:sz w:val="20"/>
          <w:szCs w:val="20"/>
          <w:shd w:val="clear" w:color="auto" w:fill="FBFFFA"/>
        </w:rPr>
        <w:t xml:space="preserve">Libertad ... hemos llegado a otro nuevo nivel de esta Esencia del Alma. La libertad significa diferentes cosas para diferentes personas. Puede significar Libertad de, o Libertad para. Yo elijo la libertad </w:t>
      </w:r>
      <w:r>
        <w:rPr>
          <w:rFonts w:ascii="Arial" w:hAnsi="Arial" w:cs="Arial"/>
          <w:i/>
          <w:sz w:val="20"/>
          <w:szCs w:val="20"/>
          <w:shd w:val="clear" w:color="auto" w:fill="FBFFFA"/>
        </w:rPr>
        <w:t>para</w:t>
      </w:r>
      <w:r>
        <w:rPr>
          <w:rFonts w:ascii="Arial" w:hAnsi="Arial" w:cs="Arial"/>
          <w:sz w:val="20"/>
          <w:szCs w:val="20"/>
          <w:shd w:val="clear" w:color="auto" w:fill="FBFFFA"/>
        </w:rPr>
        <w:t xml:space="preserve"> ser más. Esto trae consigo la Libertad de Expresión, una forma más libre de ser, un Abundancia más libre y mucho más. Sobre todo significa la Libertad para ser quien vinimos a ser guiados y elegidos por el Alma. Ciertamente la  Libertad también trae la Conciencia de cuando el ego separado nos recuerda que todavía está aquí. ¡Pues sí! Sin ego no estamos en lo físico. El ego </w:t>
      </w:r>
      <w:r>
        <w:rPr>
          <w:rFonts w:ascii="Arial" w:hAnsi="Arial" w:cs="Arial"/>
          <w:i/>
          <w:sz w:val="20"/>
          <w:szCs w:val="20"/>
          <w:shd w:val="clear" w:color="auto" w:fill="FBFFFA"/>
        </w:rPr>
        <w:t>iluminado</w:t>
      </w:r>
      <w:r>
        <w:rPr>
          <w:rFonts w:ascii="Arial" w:hAnsi="Arial" w:cs="Arial"/>
          <w:sz w:val="20"/>
          <w:szCs w:val="20"/>
          <w:shd w:val="clear" w:color="auto" w:fill="FBFFFA"/>
        </w:rPr>
        <w:t xml:space="preserve"> es la expresión del Alma en lo físico, a través de nuestra mente y a través de nuestros Corazones. El miedo </w:t>
      </w:r>
      <w:r>
        <w:rPr>
          <w:rFonts w:ascii="Arial" w:hAnsi="Arial" w:cs="Arial"/>
          <w:i/>
          <w:sz w:val="20"/>
          <w:szCs w:val="20"/>
          <w:shd w:val="clear" w:color="auto" w:fill="FBFFFA"/>
        </w:rPr>
        <w:t>no</w:t>
      </w:r>
      <w:r>
        <w:rPr>
          <w:rFonts w:ascii="Arial" w:hAnsi="Arial" w:cs="Arial"/>
          <w:sz w:val="20"/>
          <w:szCs w:val="20"/>
          <w:shd w:val="clear" w:color="auto" w:fill="FBFFFA"/>
        </w:rPr>
        <w:t xml:space="preserve"> es un punto de parada cuando somos verdaderamente libres. Es un lugar de descanso para revisar lo que lo creó y luego la Libertad ofrece una oportunidad para ser más ... para caminar a través del miedo hasta el otro lado en Gracia. Sepan que el miedo es algo creado por las viejas creencias para refrenarnos en lo viejo y lo pequeño.</w:t>
      </w:r>
    </w:p>
    <w:p w:rsidR="00A931AB" w:rsidRDefault="00A931AB" w:rsidP="00A97841">
      <w:pPr>
        <w:pStyle w:val="normal0"/>
        <w:spacing w:after="300"/>
        <w:jc w:val="both"/>
      </w:pPr>
      <w:r>
        <w:rPr>
          <w:rFonts w:ascii="Arial" w:hAnsi="Arial" w:cs="Arial"/>
          <w:sz w:val="20"/>
          <w:szCs w:val="20"/>
          <w:shd w:val="clear" w:color="auto" w:fill="FBFFFA"/>
        </w:rPr>
        <w:t>El Solsticio y toda la actividad de las llamaradas solares y las Lunas Llenas y Nuevas nos han impulsado a esta nueva fase de la Libertad. Esta Libertad nueva y expandida representa un poderoso cambio de vida hacia la Autenticidad. Cuando hablo de Autenticidad, hablo de estar fusionado con el Alma. Estar fusionado con el Alma significa que estamos siendo auténticamente nosotros sin el tire y afloja del ego versus el Alma y la cabeza versus el Corazón. Cuando la gente dice: "Yo hago lo que dicen mis entrañas", recuerden que esto habla del Plexo Solar, que es el intelecto. Por lo tanto, la guía de las entrañas es nada más que seguir las antiguas creencias del intelecto, pues el intelecto sólo conoce el pasado. Ser verdaderamente libre es no hacer ningún cambio que no esté en alineación con nuestro Ser Auténtico.</w:t>
      </w:r>
    </w:p>
    <w:p w:rsidR="00A931AB" w:rsidRDefault="00A931AB" w:rsidP="00A97841">
      <w:pPr>
        <w:pStyle w:val="normal0"/>
        <w:spacing w:after="300"/>
        <w:jc w:val="both"/>
      </w:pPr>
      <w:r>
        <w:rPr>
          <w:rFonts w:ascii="Arial" w:hAnsi="Arial" w:cs="Arial"/>
          <w:sz w:val="20"/>
          <w:szCs w:val="20"/>
          <w:shd w:val="clear" w:color="auto" w:fill="FBFFFA"/>
        </w:rPr>
        <w:t xml:space="preserve">Parte de la Libertad es estar libre de apegos. Los apegos son verdaderas adicciones basadas en la necesidad, que es una vieja creencia de que necesitamos algo "allá afuera" para ser completos. Un apego es a cualquier cosa o persona sin la cual o sin los cuales pensamos que no podemos vivir. Por supuesto, esto incluye a las elecciones compulsivas, inconscientes que incluyen esas cosas que </w:t>
      </w:r>
      <w:r>
        <w:rPr>
          <w:rFonts w:ascii="Arial" w:hAnsi="Arial" w:cs="Arial"/>
          <w:i/>
          <w:sz w:val="20"/>
          <w:szCs w:val="20"/>
          <w:shd w:val="clear" w:color="auto" w:fill="FBFFFA"/>
        </w:rPr>
        <w:t>normalmente</w:t>
      </w:r>
      <w:r>
        <w:rPr>
          <w:rFonts w:ascii="Arial" w:hAnsi="Arial" w:cs="Arial"/>
          <w:sz w:val="20"/>
          <w:szCs w:val="20"/>
          <w:shd w:val="clear" w:color="auto" w:fill="FBFFFA"/>
        </w:rPr>
        <w:t xml:space="preserve"> vemos como adicciones tales como la comida, el sexo, el amor, ir de compras, TV, etc. También podemos estar apegados a nuestra forma de pensar de cómo deberían verse o ser las cosas. Hay otras cosas que también pueden ser apegos, como tomarse continuamente selfies, postear todas las cosas negativas del mundo, y hay un gran apego a la dualidad en la que una persona se obsesiona con "esto es bueno. esto es malo. " Los apegos pueden ser sutiles o evidentes. Algunos los conoces y de otros puede que no seas consciente. Una forma de saberlo es permanecer consciente en el Momento, porque cuando se entra en la ignorancia, te vuelves inconsciente y haces cosas sin ninguna Consciencia. Así que permanezcan despiertos, amigos. Es el único camino para ser verdaderamente libres.</w:t>
      </w:r>
    </w:p>
    <w:p w:rsidR="00A931AB" w:rsidRDefault="00A931AB" w:rsidP="00A97841">
      <w:pPr>
        <w:pStyle w:val="normal0"/>
        <w:spacing w:after="300"/>
        <w:jc w:val="both"/>
      </w:pPr>
      <w:r>
        <w:rPr>
          <w:rFonts w:ascii="Arial" w:hAnsi="Arial" w:cs="Arial"/>
          <w:sz w:val="20"/>
          <w:szCs w:val="20"/>
          <w:shd w:val="clear" w:color="auto" w:fill="FBFFFA"/>
        </w:rPr>
        <w:t xml:space="preserve">Cuando estás completamente despierto tienes la oportunidad de cambiar todo lo que no es congruente con el  Alma. Podemos cambiar instantáneamente cualquier pensamiento o comportamiento en el Momento. Esto conlleva a mantenerse despierto y consciente y a estar a cargo de cuáles son las opciones que, o bien elevan tu vibración o bien la bajan. Como nos hemos convertido en soberanos absolutos, no es suficiente con ir detrás de cualquier cosa que se presenta, como si no tuvieras otra opción. Somos responsables de </w:t>
      </w:r>
      <w:r>
        <w:rPr>
          <w:rFonts w:ascii="Arial" w:hAnsi="Arial" w:cs="Arial"/>
          <w:i/>
          <w:sz w:val="20"/>
          <w:szCs w:val="20"/>
          <w:shd w:val="clear" w:color="auto" w:fill="FBFFFA"/>
        </w:rPr>
        <w:t>todo</w:t>
      </w:r>
      <w:r>
        <w:rPr>
          <w:rFonts w:ascii="Arial" w:hAnsi="Arial" w:cs="Arial"/>
          <w:sz w:val="20"/>
          <w:szCs w:val="20"/>
          <w:shd w:val="clear" w:color="auto" w:fill="FBFFFA"/>
        </w:rPr>
        <w:t xml:space="preserve"> lo que permitimos en nuestras vidas y depende por completo de nosotros el elegir el camino en el que queremos estar sin tener que ir con algo sólo porque está allí. Algunos, por supuesto, continuarán eligiendo caminos que no hacen nada para su evolución y se les presentará una y otra vez con opciones similares hasta que "caigan”. Algunos incluso elegirán lo que saben no es "bueno" para ellos, porque no creen que son lo suficientemente poderosos como para elegir algo diferente. Yo veo esto mucho en las relaciones. Uno elige estar en relación y luego en algún momento se queja de la otra persona. Recuerda, nunca se trata del otro, excepto para que ellos sostengan un espejo de lo que no estás viendo en ti mismo. En el punto de reconocimiento, hay una enorme "¡Ajá!", y esa persona hace un gran salto hacia adelante. Así como el apego, hay una vieja energía de necesidad, sea que una persona la reclame para sí misma o no. Recuerda que no necesitas a nadie para llenar algún espacio vacío en tu interior. Una vez que te das cuenta de que eres soberano y totalmente completo por dentro vas a atraer a otra vibración del mismo grado, y luego hay gran Amor y Expansión para ambos dos. Atraes lo que eres y tienes la opción de entregarte a esa elección y aprender de la misma o de elegir no participar.</w:t>
      </w:r>
    </w:p>
    <w:p w:rsidR="00A931AB" w:rsidRDefault="00A931AB" w:rsidP="00A97841">
      <w:pPr>
        <w:pStyle w:val="normal0"/>
        <w:spacing w:after="300"/>
        <w:jc w:val="both"/>
      </w:pPr>
      <w:r>
        <w:rPr>
          <w:rFonts w:ascii="Arial" w:hAnsi="Arial" w:cs="Arial"/>
          <w:sz w:val="20"/>
          <w:szCs w:val="20"/>
        </w:rPr>
        <w:t xml:space="preserve">Estamos preparados para ser creadores absolutos de nuestras vidas. Esto es lo que significa ser libre y completamente despierto. Ya no hay más vida sucediéndote </w:t>
      </w:r>
      <w:r>
        <w:rPr>
          <w:rFonts w:ascii="Arial" w:hAnsi="Arial" w:cs="Arial"/>
          <w:i/>
          <w:sz w:val="20"/>
          <w:szCs w:val="20"/>
        </w:rPr>
        <w:t>a</w:t>
      </w:r>
      <w:r>
        <w:rPr>
          <w:rFonts w:ascii="Arial" w:hAnsi="Arial" w:cs="Arial"/>
          <w:sz w:val="20"/>
          <w:szCs w:val="20"/>
        </w:rPr>
        <w:t xml:space="preserve"> ti, porque esta es energía de víctima.Sólo hay vida creadora basada en tu conciencia y en tus decisiones conscientes. A medida que actualizas tu conciencia (al grado en el que sabes que eres Divino) en tu interior,</w:t>
      </w:r>
      <w:r>
        <w:rPr>
          <w:rFonts w:ascii="Arial" w:hAnsi="Arial" w:cs="Arial"/>
          <w:sz w:val="20"/>
          <w:szCs w:val="20"/>
          <w:shd w:val="clear" w:color="auto" w:fill="FBFFFA"/>
        </w:rPr>
        <w:t xml:space="preserve"> eres luego consciente de tus opciones y sabrás qué hacer basado en los sentimientos de tu Corazón (no en las reacciones viscerales). Ahora estamos en un lugar donde somos mucho más grandes en nuestro Ser Auténtico de lo que nunca hemos sido antes. En este momento estamos integrando la Verdad de nosotros y por ello lo más importante es mantenerse presentes y conscientes de nuestra Divinidad. Esto significa no sólo </w:t>
      </w:r>
      <w:r>
        <w:rPr>
          <w:rFonts w:ascii="Arial" w:hAnsi="Arial" w:cs="Arial"/>
          <w:i/>
          <w:sz w:val="20"/>
          <w:szCs w:val="20"/>
          <w:shd w:val="clear" w:color="auto" w:fill="FBFFFA"/>
        </w:rPr>
        <w:t xml:space="preserve">saber </w:t>
      </w:r>
      <w:r>
        <w:rPr>
          <w:rFonts w:ascii="Arial" w:hAnsi="Arial" w:cs="Arial"/>
          <w:sz w:val="20"/>
          <w:szCs w:val="20"/>
          <w:shd w:val="clear" w:color="auto" w:fill="FBFFFA"/>
        </w:rPr>
        <w:t xml:space="preserve">esta Verdad, sino </w:t>
      </w:r>
      <w:r>
        <w:rPr>
          <w:rFonts w:ascii="Arial" w:hAnsi="Arial" w:cs="Arial"/>
          <w:i/>
          <w:sz w:val="20"/>
          <w:szCs w:val="20"/>
          <w:shd w:val="clear" w:color="auto" w:fill="FBFFFA"/>
        </w:rPr>
        <w:t>Ser</w:t>
      </w:r>
      <w:r>
        <w:rPr>
          <w:rFonts w:ascii="Arial" w:hAnsi="Arial" w:cs="Arial"/>
          <w:sz w:val="20"/>
          <w:szCs w:val="20"/>
          <w:shd w:val="clear" w:color="auto" w:fill="FBFFFA"/>
        </w:rPr>
        <w:t xml:space="preserve"> esta Verdad. Se necesita estar en el Momento y tener todas tus opciones alineadas con tu Conocimiento Superior. Se necesita hacer la pregunta, "¿Esto me ayudará a evolucionar o a mantener lo viejo en su lugar?" todas y cada una de las veces en que se te da la oportunidad de elegir. No respondas automáticamente, en cambio tómate tu tiempo para elegir lo que quieres. Esto es la Manifestación en su nivel más alto. Se puede sentir un poco incómodo el no sólo reaccionar de la misma manera instantánea, ya que todo esto es nuevo. Sentirse incómodo al hacer algo nuevo es natural. Con el tiempo, va a ser muy natural una vez que lo Nuevo es totalmente integrado. Sepan que verdaderamente hay una nueva forma de elegir lo que están dispuestos a aceptar y lo que no. Hay una nueva manera de Ser, en lugar de hacer de forma automática lo que siempre han hecho.</w:t>
      </w:r>
    </w:p>
    <w:p w:rsidR="00A931AB" w:rsidRDefault="00A931AB">
      <w:pPr>
        <w:pStyle w:val="normal0"/>
        <w:spacing w:after="300"/>
        <w:rPr>
          <w:rFonts w:ascii="Arial" w:hAnsi="Arial" w:cs="Arial"/>
          <w:sz w:val="20"/>
          <w:szCs w:val="20"/>
        </w:rPr>
      </w:pPr>
    </w:p>
    <w:p w:rsidR="00A931AB" w:rsidRDefault="00A931AB">
      <w:pPr>
        <w:pStyle w:val="normal0"/>
        <w:spacing w:after="300"/>
      </w:pPr>
      <w:r>
        <w:rPr>
          <w:rFonts w:ascii="Arial" w:hAnsi="Arial" w:cs="Arial"/>
          <w:sz w:val="20"/>
          <w:szCs w:val="20"/>
        </w:rPr>
        <w:t>Sí, estamos en un nuevo lugar en la integración de nuestra Presencia YO SOY, el de ser recién nacido como Alma. Como parte de esta integración, es vital que reduzcas la velocidad y cuides de ti mismo. Suelta el empujar, el buscar o la intelectualización. En su lugar, céntrate en el interior, coloca tu mano sobre tu Corazón y respira en la Belleza que te rodea. Tómate tu tiempo para simplemente Ser. Sigue a tu propia energía y encontrarás que todo se lleva a cabo. Te encontrarás automáticamente haciendo ciertas cosas con Facilidad y en Alegría. No vas a pensar en ello o a planearlo, simplemente te encontrarás haciendo una cosa determinada. Esto es porque tu Alma eres tu y todo realmente es fácil sin pensarlo. En este espacio del Ser, puedes ver todo objetivamente, incluso a tu pasado. Recibirás recordatorios de quién eras y luego te regocijarás en quien eres ahora. Las relaciones y acontecimientos del pasado ya no tienen poder sobre ti. Son un recuerdo y de hecho, puedes cambiar tu perspectiva de cómo los ves. Mira a cada uno y descubre el don que cada uno aportó.</w:t>
      </w:r>
    </w:p>
    <w:p w:rsidR="00A931AB" w:rsidRDefault="00A931AB">
      <w:pPr>
        <w:pStyle w:val="normal0"/>
        <w:spacing w:after="300"/>
        <w:rPr>
          <w:rFonts w:ascii="Arial" w:hAnsi="Arial" w:cs="Arial"/>
          <w:sz w:val="20"/>
          <w:szCs w:val="20"/>
          <w:shd w:val="clear" w:color="auto" w:fill="FBFFFA"/>
        </w:rPr>
      </w:pPr>
    </w:p>
    <w:p w:rsidR="00A931AB" w:rsidRDefault="00A931AB">
      <w:pPr>
        <w:pStyle w:val="normal0"/>
        <w:spacing w:after="300"/>
      </w:pPr>
      <w:r>
        <w:rPr>
          <w:rFonts w:ascii="Arial" w:hAnsi="Arial" w:cs="Arial"/>
          <w:sz w:val="20"/>
          <w:szCs w:val="20"/>
          <w:shd w:val="clear" w:color="auto" w:fill="FBFFFA"/>
        </w:rPr>
        <w:t>Si decides seguir la energía, será claro en cuanto a lo que es fácil y lo que es más difícil. La Facilidad te abre en Gracia y Fluidez. La Dificultad, o la percepción de dificultad, te pone inmediatamente en un espacio de dificultad y resistencia, lo cual crea una vida difícil para ti. Presta atención a tu sabiduría interior, tu Intuición, y a la sensación alrededor de tu Corazón y sabrás qué camino tomar. En cualquier momento puedes cambiar de opinión y cambiar tus percepciones, así como tus elecciones. ¿Quieres conflicto o alivio? Esto es Manifestación. Al escoger todo con Conciencia, verás que estás manifestando lo que quieres, pues donde sea y en lo que sea que te enfoques, manifiestas en una miríada de formas y experiencias. Todo es tan simple cuando sigues a la energía.</w:t>
      </w:r>
    </w:p>
    <w:p w:rsidR="00A931AB" w:rsidRDefault="00A931AB">
      <w:pPr>
        <w:pStyle w:val="normal0"/>
        <w:spacing w:after="300"/>
        <w:rPr>
          <w:rFonts w:ascii="Arial" w:hAnsi="Arial" w:cs="Arial"/>
          <w:sz w:val="20"/>
          <w:szCs w:val="20"/>
          <w:shd w:val="clear" w:color="auto" w:fill="FBFFFA"/>
        </w:rPr>
      </w:pPr>
    </w:p>
    <w:p w:rsidR="00A931AB" w:rsidRDefault="00A931AB">
      <w:pPr>
        <w:pStyle w:val="normal0"/>
        <w:spacing w:after="300"/>
      </w:pPr>
      <w:r>
        <w:rPr>
          <w:rFonts w:ascii="Arial" w:hAnsi="Arial" w:cs="Arial"/>
          <w:sz w:val="20"/>
          <w:szCs w:val="20"/>
          <w:shd w:val="clear" w:color="auto" w:fill="FBFFFA"/>
        </w:rPr>
        <w:t>A medida que soltamos nuestra reacción a lo externo, empoderamos nuestra conciencia interior. Elegimos basándonos en nuestro conocimiento interno. En lo que te enfocas se convierte en tu realidad y continúa siendo creada y manifestada basada en ese enfoque. Cuando eliges centrarte en otra cosa diferente de la que ha sido tu foco previo, por ejemplo en el Amor o la Alegría o la Paz. creas tu nueva realidad basada en eso.</w:t>
      </w:r>
    </w:p>
    <w:p w:rsidR="00A931AB" w:rsidRDefault="00A931AB">
      <w:pPr>
        <w:pStyle w:val="normal0"/>
        <w:spacing w:after="300"/>
        <w:rPr>
          <w:rFonts w:ascii="Arial" w:hAnsi="Arial" w:cs="Arial"/>
          <w:sz w:val="20"/>
          <w:szCs w:val="20"/>
          <w:shd w:val="clear" w:color="auto" w:fill="FBFFFA"/>
        </w:rPr>
      </w:pPr>
    </w:p>
    <w:p w:rsidR="00A931AB" w:rsidRDefault="00A931AB">
      <w:pPr>
        <w:pStyle w:val="normal0"/>
        <w:spacing w:after="300"/>
      </w:pPr>
      <w:r>
        <w:rPr>
          <w:rFonts w:ascii="Arial" w:hAnsi="Arial" w:cs="Arial"/>
          <w:sz w:val="20"/>
          <w:szCs w:val="20"/>
          <w:shd w:val="clear" w:color="auto" w:fill="FBFFFA"/>
        </w:rPr>
        <w:t xml:space="preserve">¿No es esto tan increíble? Al cambiar nuestro enfoque, creamos una experiencia totalmente nueva. ¿Ves cuan poderosos somos ahora? Una vez que dejas ir la vieja manera de ser controlado y manipulado por las circunstancias externas, eres realmente libre de ser mucho más de lo que jamás creíste posible. El enfoque no es tan sólo desear. Es </w:t>
      </w:r>
      <w:r>
        <w:rPr>
          <w:rFonts w:ascii="Arial" w:hAnsi="Arial" w:cs="Arial"/>
          <w:i/>
          <w:sz w:val="20"/>
          <w:szCs w:val="20"/>
          <w:shd w:val="clear" w:color="auto" w:fill="FBFFFA"/>
        </w:rPr>
        <w:t>alinearse</w:t>
      </w:r>
      <w:r>
        <w:rPr>
          <w:rFonts w:ascii="Arial" w:hAnsi="Arial" w:cs="Arial"/>
          <w:sz w:val="20"/>
          <w:szCs w:val="20"/>
          <w:shd w:val="clear" w:color="auto" w:fill="FBFFFA"/>
        </w:rPr>
        <w:t xml:space="preserve"> con lo Nuevo mental, emocional y físicamente. Es tomar acción sobre tus elecciones. Estamos escribiendo una historia completamente nueva, una historia que continúa creciendo y expandiéndose tal como nosotros.</w:t>
      </w:r>
    </w:p>
    <w:p w:rsidR="00A931AB" w:rsidRDefault="00A931AB">
      <w:pPr>
        <w:pStyle w:val="normal0"/>
        <w:spacing w:after="300"/>
        <w:rPr>
          <w:rFonts w:ascii="Arial" w:hAnsi="Arial" w:cs="Arial"/>
          <w:sz w:val="20"/>
          <w:szCs w:val="20"/>
          <w:shd w:val="clear" w:color="auto" w:fill="FBFFFA"/>
        </w:rPr>
      </w:pPr>
    </w:p>
    <w:p w:rsidR="00A931AB" w:rsidRDefault="00A931AB">
      <w:pPr>
        <w:pStyle w:val="normal0"/>
        <w:spacing w:after="300"/>
      </w:pPr>
      <w:r>
        <w:rPr>
          <w:rFonts w:ascii="Arial" w:hAnsi="Arial" w:cs="Arial"/>
          <w:sz w:val="20"/>
          <w:szCs w:val="20"/>
          <w:shd w:val="clear" w:color="auto" w:fill="FBFFFA"/>
        </w:rPr>
        <w:t>¿Te encuentras entusiasmado ante la vida? ¿Estás viendo mucho más de los dones de la Naturaleza, como si los vieras por primera vez tal como lo hace un niño pequeño? ¿Estás maravillado por la Simplicidad y la Belleza que están presentes a tu alrededor? ¿Tienes alguna duda de que es porque has limpiado de tus ojos el polvo de la vida antigua y estas viendo claramente lo que la vida te está ofreciendo? Cada vez que te maravillas con algo, estás haciendo una elección por el Amor, porque este es un enfoque que crea y manifiesta en tu vida. La vida realmente parece milagrosa y mágica cuando la miras de esa manera, sin expectativas o apegos. Sólo la Libertad de ver y de Ser Amor.</w:t>
      </w:r>
    </w:p>
    <w:p w:rsidR="00A931AB" w:rsidRDefault="00A931AB">
      <w:pPr>
        <w:pStyle w:val="normal0"/>
        <w:spacing w:before="144" w:after="288"/>
      </w:pPr>
      <w:r>
        <w:rPr>
          <w:rFonts w:ascii="Arial" w:hAnsi="Arial" w:cs="Arial"/>
          <w:sz w:val="20"/>
          <w:szCs w:val="20"/>
          <w:shd w:val="clear" w:color="auto" w:fill="FAFFF8"/>
        </w:rPr>
        <w:t>Derechos de autor: pueden compartir cualquier parte de las Notas de Ascensión. Agradecería que se me acredit</w:t>
      </w:r>
      <w:r>
        <w:rPr>
          <w:rFonts w:ascii="Arial" w:hAnsi="Arial" w:cs="Arial"/>
          <w:color w:val="2E5726"/>
          <w:sz w:val="20"/>
          <w:szCs w:val="20"/>
          <w:shd w:val="clear" w:color="auto" w:fill="FAFFF8"/>
        </w:rPr>
        <w:t xml:space="preserve">e </w:t>
      </w:r>
      <w:hyperlink r:id="rId9">
        <w:r>
          <w:rPr>
            <w:rFonts w:ascii="Arial" w:hAnsi="Arial" w:cs="Arial"/>
            <w:sz w:val="20"/>
            <w:szCs w:val="20"/>
            <w:shd w:val="clear" w:color="auto" w:fill="FAFFF8"/>
          </w:rPr>
          <w:t>http://www.soulsticerising.com</w:t>
        </w:r>
      </w:hyperlink>
    </w:p>
    <w:p w:rsidR="00A931AB" w:rsidRPr="00A97841" w:rsidRDefault="00A931AB" w:rsidP="00A97841">
      <w:pPr>
        <w:pStyle w:val="NormalWeb"/>
        <w:jc w:val="center"/>
        <w:rPr>
          <w:rFonts w:ascii="Arial" w:hAnsi="Arial" w:cs="Arial"/>
          <w:b/>
          <w:bCs/>
          <w:i/>
          <w:iCs/>
          <w:sz w:val="20"/>
          <w:szCs w:val="20"/>
        </w:rPr>
      </w:pPr>
      <w:r w:rsidRPr="00FA498D">
        <w:rPr>
          <w:rStyle w:val="Strong"/>
          <w:rFonts w:ascii="Arial" w:hAnsi="Arial" w:cs="Arial"/>
          <w:bCs/>
          <w:i/>
          <w:sz w:val="20"/>
          <w:szCs w:val="20"/>
        </w:rPr>
        <w:t xml:space="preserve">El material traducido al español de Kara  </w:t>
      </w:r>
      <w:r w:rsidRPr="00FA498D">
        <w:rPr>
          <w:rStyle w:val="author"/>
          <w:rFonts w:ascii="Arial" w:hAnsi="Arial" w:cs="Arial"/>
          <w:b/>
          <w:i/>
          <w:sz w:val="20"/>
          <w:szCs w:val="20"/>
        </w:rPr>
        <w:t>Schallock</w:t>
      </w:r>
      <w:r w:rsidRPr="00FA498D">
        <w:rPr>
          <w:rStyle w:val="Strong"/>
          <w:rFonts w:ascii="Arial" w:hAnsi="Arial" w:cs="Arial"/>
          <w:bCs/>
          <w:i/>
          <w:sz w:val="20"/>
          <w:szCs w:val="20"/>
        </w:rPr>
        <w:t xml:space="preserve"> se encuentra a su disposición en archivo Word en el sitio creado para ella en</w:t>
      </w:r>
      <w:r w:rsidRPr="00A97841">
        <w:rPr>
          <w:rStyle w:val="Strong"/>
          <w:rFonts w:ascii="Arial" w:hAnsi="Arial" w:cs="Arial"/>
          <w:bCs/>
          <w:i/>
          <w:sz w:val="20"/>
          <w:szCs w:val="20"/>
        </w:rPr>
        <w:t xml:space="preserve"> </w:t>
      </w:r>
      <w:hyperlink r:id="rId10" w:tgtFrame="_blank" w:history="1">
        <w:r w:rsidRPr="00A97841">
          <w:rPr>
            <w:rStyle w:val="Hyperlink"/>
            <w:rFonts w:ascii="Arial" w:hAnsi="Arial" w:cs="Arial"/>
            <w:b/>
            <w:bCs/>
            <w:i/>
            <w:color w:val="auto"/>
            <w:sz w:val="20"/>
            <w:szCs w:val="20"/>
          </w:rPr>
          <w:t>http://www.manantialcaduceo.com.ar/libros.htm</w:t>
        </w:r>
      </w:hyperlink>
    </w:p>
    <w:p w:rsidR="00A931AB" w:rsidRDefault="00A931AB">
      <w:pPr>
        <w:pStyle w:val="normal0"/>
        <w:spacing w:before="144" w:after="288"/>
        <w:jc w:val="center"/>
      </w:pPr>
      <w:r>
        <w:rPr>
          <w:rFonts w:ascii="Arial" w:hAnsi="Arial" w:cs="Arial"/>
          <w:b/>
        </w:rPr>
        <w:t xml:space="preserve">Para recibir los mensajes en tu bandeja de correo suscríbete en </w:t>
      </w:r>
      <w:hyperlink r:id="rId11">
        <w:r>
          <w:rPr>
            <w:rFonts w:ascii="Calibri" w:hAnsi="Calibri" w:cs="Calibri"/>
            <w:b/>
            <w:color w:val="396FA9"/>
            <w:sz w:val="28"/>
            <w:szCs w:val="28"/>
          </w:rPr>
          <w:t>http://www.egrupos.net/grupo/laeradelahora/alta</w:t>
        </w:r>
      </w:hyperlink>
      <w:r>
        <w:rPr>
          <w:rFonts w:ascii="Calibri" w:hAnsi="Calibri" w:cs="Calibri"/>
          <w:sz w:val="28"/>
          <w:szCs w:val="28"/>
        </w:rPr>
        <w:t xml:space="preserve"> </w:t>
      </w:r>
    </w:p>
    <w:p w:rsidR="00A931AB" w:rsidRDefault="00A931AB">
      <w:pPr>
        <w:pStyle w:val="normal0"/>
        <w:spacing w:before="144" w:after="288"/>
        <w:jc w:val="center"/>
      </w:pPr>
      <w:r>
        <w:rPr>
          <w:rFonts w:ascii="Arial" w:hAnsi="Arial" w:cs="Arial"/>
          <w:b/>
        </w:rPr>
        <w:t xml:space="preserve">El Manantial del Caduceo en La Era del Ahora </w:t>
      </w:r>
    </w:p>
    <w:p w:rsidR="00A931AB" w:rsidRDefault="00A931AB">
      <w:pPr>
        <w:pStyle w:val="normal0"/>
        <w:spacing w:before="144" w:after="288"/>
        <w:jc w:val="center"/>
      </w:pPr>
    </w:p>
    <w:p w:rsidR="00A931AB" w:rsidRDefault="00A931AB">
      <w:pPr>
        <w:pStyle w:val="normal0"/>
        <w:jc w:val="both"/>
      </w:pPr>
      <w:r>
        <w:rPr>
          <w:rFonts w:ascii="Calibri" w:hAnsi="Calibri" w:cs="Calibri"/>
          <w:i/>
          <w:color w:val="333333"/>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A931AB" w:rsidRDefault="00A931AB">
      <w:pPr>
        <w:pStyle w:val="normal0"/>
        <w:jc w:val="both"/>
      </w:pPr>
    </w:p>
    <w:p w:rsidR="00A931AB" w:rsidRDefault="00A931AB">
      <w:pPr>
        <w:pStyle w:val="normal0"/>
        <w:jc w:val="both"/>
      </w:pPr>
      <w:bookmarkStart w:id="0" w:name="h.gjdgxs" w:colFirst="0" w:colLast="0"/>
      <w:bookmarkEnd w:id="0"/>
      <w:r>
        <w:rPr>
          <w:rFonts w:ascii="Calibri" w:hAnsi="Calibri" w:cs="Calibri"/>
          <w:i/>
          <w:color w:val="333333"/>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A931AB" w:rsidRDefault="00A931AB">
      <w:pPr>
        <w:pStyle w:val="normal0"/>
      </w:pPr>
    </w:p>
    <w:sectPr w:rsidR="00A931AB" w:rsidSect="000D440B">
      <w:footerReference w:type="default" r:id="rId12"/>
      <w:pgSz w:w="11906" w:h="16838"/>
      <w:pgMar w:top="1000" w:right="1000" w:bottom="1000" w:left="100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1AB" w:rsidRDefault="00A931AB" w:rsidP="000D440B">
      <w:r>
        <w:separator/>
      </w:r>
    </w:p>
  </w:endnote>
  <w:endnote w:type="continuationSeparator" w:id="0">
    <w:p w:rsidR="00A931AB" w:rsidRDefault="00A931AB" w:rsidP="000D44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1AB" w:rsidRDefault="00A931AB">
    <w:pPr>
      <w:pStyle w:val="normal0"/>
      <w:tabs>
        <w:tab w:val="center" w:pos="4252"/>
        <w:tab w:val="right" w:pos="8504"/>
      </w:tabs>
      <w:jc w:val="center"/>
    </w:pPr>
    <w:fldSimple w:instr="PAGE">
      <w:r>
        <w:rPr>
          <w:noProof/>
        </w:rPr>
        <w:t>1</w:t>
      </w:r>
    </w:fldSimple>
  </w:p>
  <w:p w:rsidR="00A931AB" w:rsidRDefault="00A931AB">
    <w:pPr>
      <w:pStyle w:val="normal0"/>
      <w:tabs>
        <w:tab w:val="center" w:pos="4252"/>
        <w:tab w:val="right" w:pos="8504"/>
      </w:tabs>
      <w:spacing w:after="70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1AB" w:rsidRDefault="00A931AB" w:rsidP="000D440B">
      <w:r>
        <w:separator/>
      </w:r>
    </w:p>
  </w:footnote>
  <w:footnote w:type="continuationSeparator" w:id="0">
    <w:p w:rsidR="00A931AB" w:rsidRDefault="00A931AB" w:rsidP="000D44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440B"/>
    <w:rsid w:val="000D440B"/>
    <w:rsid w:val="00525D1E"/>
    <w:rsid w:val="006A2AAD"/>
    <w:rsid w:val="009B0301"/>
    <w:rsid w:val="00A931AB"/>
    <w:rsid w:val="00A97841"/>
    <w:rsid w:val="00FA498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4"/>
    </w:rPr>
  </w:style>
  <w:style w:type="paragraph" w:styleId="Heading1">
    <w:name w:val="heading 1"/>
    <w:basedOn w:val="normal0"/>
    <w:next w:val="normal0"/>
    <w:link w:val="Heading1Char"/>
    <w:uiPriority w:val="99"/>
    <w:qFormat/>
    <w:rsid w:val="000D440B"/>
    <w:pPr>
      <w:keepNext/>
      <w:keepLines/>
      <w:spacing w:before="480" w:after="120"/>
      <w:contextualSpacing/>
      <w:outlineLvl w:val="0"/>
    </w:pPr>
    <w:rPr>
      <w:b/>
      <w:sz w:val="48"/>
      <w:szCs w:val="48"/>
    </w:rPr>
  </w:style>
  <w:style w:type="paragraph" w:styleId="Heading2">
    <w:name w:val="heading 2"/>
    <w:basedOn w:val="normal0"/>
    <w:next w:val="normal0"/>
    <w:link w:val="Heading2Char"/>
    <w:uiPriority w:val="99"/>
    <w:qFormat/>
    <w:rsid w:val="000D440B"/>
    <w:pPr>
      <w:keepNext/>
      <w:keepLines/>
      <w:spacing w:before="360" w:after="80"/>
      <w:contextualSpacing/>
      <w:outlineLvl w:val="1"/>
    </w:pPr>
    <w:rPr>
      <w:b/>
      <w:sz w:val="36"/>
      <w:szCs w:val="36"/>
    </w:rPr>
  </w:style>
  <w:style w:type="paragraph" w:styleId="Heading3">
    <w:name w:val="heading 3"/>
    <w:basedOn w:val="normal0"/>
    <w:next w:val="normal0"/>
    <w:link w:val="Heading3Char"/>
    <w:uiPriority w:val="99"/>
    <w:qFormat/>
    <w:rsid w:val="000D440B"/>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0D440B"/>
    <w:pPr>
      <w:keepNext/>
      <w:keepLines/>
      <w:spacing w:before="240" w:after="40"/>
      <w:contextualSpacing/>
      <w:outlineLvl w:val="3"/>
    </w:pPr>
    <w:rPr>
      <w:b/>
    </w:rPr>
  </w:style>
  <w:style w:type="paragraph" w:styleId="Heading5">
    <w:name w:val="heading 5"/>
    <w:basedOn w:val="normal0"/>
    <w:next w:val="normal0"/>
    <w:link w:val="Heading5Char"/>
    <w:uiPriority w:val="99"/>
    <w:qFormat/>
    <w:rsid w:val="000D440B"/>
    <w:pPr>
      <w:keepNext/>
      <w:keepLines/>
      <w:spacing w:before="220" w:after="40"/>
      <w:contextualSpacing/>
      <w:outlineLvl w:val="4"/>
    </w:pPr>
    <w:rPr>
      <w:b/>
      <w:sz w:val="22"/>
      <w:szCs w:val="22"/>
    </w:rPr>
  </w:style>
  <w:style w:type="paragraph" w:styleId="Heading6">
    <w:name w:val="heading 6"/>
    <w:basedOn w:val="normal0"/>
    <w:next w:val="normal0"/>
    <w:link w:val="Heading6Char"/>
    <w:uiPriority w:val="99"/>
    <w:qFormat/>
    <w:rsid w:val="000D440B"/>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2EB1"/>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F92EB1"/>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F92EB1"/>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F92EB1"/>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F92EB1"/>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F92EB1"/>
    <w:rPr>
      <w:rFonts w:asciiTheme="minorHAnsi" w:eastAsiaTheme="minorEastAsia" w:hAnsiTheme="minorHAnsi" w:cstheme="minorBidi"/>
      <w:b/>
      <w:bCs/>
      <w:color w:val="000000"/>
    </w:rPr>
  </w:style>
  <w:style w:type="paragraph" w:customStyle="1" w:styleId="normal0">
    <w:name w:val="normal"/>
    <w:uiPriority w:val="99"/>
    <w:rsid w:val="000D440B"/>
    <w:rPr>
      <w:color w:val="000000"/>
      <w:sz w:val="24"/>
      <w:szCs w:val="24"/>
    </w:rPr>
  </w:style>
  <w:style w:type="paragraph" w:styleId="Title">
    <w:name w:val="Title"/>
    <w:basedOn w:val="normal0"/>
    <w:next w:val="normal0"/>
    <w:link w:val="TitleChar"/>
    <w:uiPriority w:val="99"/>
    <w:qFormat/>
    <w:rsid w:val="000D440B"/>
    <w:pPr>
      <w:keepNext/>
      <w:keepLines/>
      <w:spacing w:before="480" w:after="120"/>
      <w:contextualSpacing/>
    </w:pPr>
    <w:rPr>
      <w:b/>
      <w:sz w:val="72"/>
      <w:szCs w:val="72"/>
    </w:rPr>
  </w:style>
  <w:style w:type="character" w:customStyle="1" w:styleId="TitleChar">
    <w:name w:val="Title Char"/>
    <w:basedOn w:val="DefaultParagraphFont"/>
    <w:link w:val="Title"/>
    <w:uiPriority w:val="10"/>
    <w:rsid w:val="00F92EB1"/>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0D440B"/>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F92EB1"/>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A97841"/>
    <w:rPr>
      <w:rFonts w:cs="Times New Roman"/>
      <w:color w:val="0000FF"/>
      <w:u w:val="single"/>
    </w:rPr>
  </w:style>
  <w:style w:type="paragraph" w:styleId="NormalWeb">
    <w:name w:val="Normal (Web)"/>
    <w:basedOn w:val="Normal"/>
    <w:uiPriority w:val="99"/>
    <w:rsid w:val="00A97841"/>
    <w:pPr>
      <w:spacing w:before="144" w:after="288"/>
    </w:pPr>
    <w:rPr>
      <w:color w:val="auto"/>
      <w:lang w:val="es-ES" w:eastAsia="es-ES"/>
    </w:rPr>
  </w:style>
  <w:style w:type="character" w:customStyle="1" w:styleId="author">
    <w:name w:val="author"/>
    <w:basedOn w:val="DefaultParagraphFont"/>
    <w:uiPriority w:val="99"/>
    <w:rsid w:val="00A97841"/>
    <w:rPr>
      <w:rFonts w:cs="Times New Roman"/>
    </w:rPr>
  </w:style>
  <w:style w:type="character" w:styleId="Strong">
    <w:name w:val="Strong"/>
    <w:basedOn w:val="DefaultParagraphFont"/>
    <w:uiPriority w:val="99"/>
    <w:qFormat/>
    <w:locked/>
    <w:rsid w:val="00A97841"/>
    <w:rPr>
      <w:b/>
    </w:rPr>
  </w:style>
  <w:style w:type="character" w:styleId="FollowedHyperlink">
    <w:name w:val="FollowedHyperlink"/>
    <w:basedOn w:val="DefaultParagraphFont"/>
    <w:uiPriority w:val="99"/>
    <w:rsid w:val="00525D1E"/>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ulsticerising.com/" TargetMode="External"/><Relationship Id="rId11" Type="http://schemas.openxmlformats.org/officeDocument/2006/relationships/hyperlink" Target="http://www.egrupos.net/grupo/laeradelahora/alta" TargetMode="External"/><Relationship Id="rId5" Type="http://schemas.openxmlformats.org/officeDocument/2006/relationships/endnotes" Target="endnotes.xml"/><Relationship Id="rId10" Type="http://schemas.openxmlformats.org/officeDocument/2006/relationships/hyperlink" Target="http://l.facebook.com/l.php?u=http%3A%2F%2Fwww.manantialcaduceo.com.ar%2Flibros.htm&amp;h=eAQFdgvO9&amp;s=1" TargetMode="External"/><Relationship Id="rId4" Type="http://schemas.openxmlformats.org/officeDocument/2006/relationships/footnotes" Target="footnotes.xml"/><Relationship Id="rId9" Type="http://schemas.openxmlformats.org/officeDocument/2006/relationships/hyperlink" Target="http://www.soulsticerising.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2068</Words>
  <Characters>11375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LIBERTAD &amp; ELECCIÓN </dc:title>
  <dc:subject/>
  <dc:creator>Graciela</dc:creator>
  <cp:keywords/>
  <dc:description/>
  <cp:lastModifiedBy>Graciela</cp:lastModifiedBy>
  <cp:revision>2</cp:revision>
  <dcterms:created xsi:type="dcterms:W3CDTF">2015-07-16T02:14:00Z</dcterms:created>
  <dcterms:modified xsi:type="dcterms:W3CDTF">2015-07-16T02:14:00Z</dcterms:modified>
</cp:coreProperties>
</file>