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79" w:rsidRPr="00E2404E" w:rsidRDefault="00266079" w:rsidP="00E2404E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Trebuchet MS" w:hAnsi="Trebuchet MS" w:cs="Arial"/>
          <w:b w:val="0"/>
          <w:smallCaps/>
          <w:shadow/>
          <w:spacing w:val="15"/>
          <w:sz w:val="36"/>
          <w:szCs w:val="36"/>
        </w:rPr>
      </w:pPr>
      <w:r w:rsidRPr="00E2404E"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Algo mágico está dando a luz</w:t>
      </w:r>
    </w:p>
    <w:p w:rsidR="00266079" w:rsidRPr="00A2539C" w:rsidRDefault="00266079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5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266079" w:rsidRDefault="00266079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266079" w:rsidRPr="00E2404E" w:rsidRDefault="00266079" w:rsidP="00E2404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E2404E">
        <w:rPr>
          <w:rFonts w:ascii="Arial" w:hAnsi="Arial" w:cs="Arial"/>
          <w:sz w:val="20"/>
          <w:szCs w:val="20"/>
          <w:bdr w:val="none" w:sz="0" w:space="0" w:color="auto" w:frame="1"/>
        </w:rPr>
        <w:t>Noviembre será un mes en el que nos veamos obligados a liberarnos del pasado y de aquello que limita la expresión auténtica de nuestra alma en el mundo. La muerte y el renacimiento son los temas predominantes y, como tales, aportan profundidad e intensidad a esta época. Están aflorando emociones que pueden resultar abrumadoras. Sin embargo, se nos recuerda que emergerá una paz interna profunda una vez que permitamos que los sentimientos fluyan. </w:t>
      </w:r>
    </w:p>
    <w:p w:rsidR="00266079" w:rsidRPr="00E2404E" w:rsidRDefault="00266079" w:rsidP="00E2404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266079" w:rsidRPr="00E2404E" w:rsidRDefault="00266079" w:rsidP="00E2404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E2404E">
        <w:rPr>
          <w:rFonts w:ascii="Arial" w:hAnsi="Arial" w:cs="Arial"/>
          <w:sz w:val="20"/>
          <w:szCs w:val="20"/>
          <w:bdr w:val="none" w:sz="0" w:space="0" w:color="auto" w:frame="1"/>
        </w:rPr>
        <w:t>  </w:t>
      </w:r>
    </w:p>
    <w:p w:rsidR="00266079" w:rsidRPr="00E2404E" w:rsidRDefault="00266079" w:rsidP="00E2404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bdr w:val="none" w:sz="0" w:space="0" w:color="auto" w:frame="1"/>
        </w:rPr>
        <w:t>Utiliza</w:t>
      </w:r>
      <w:r w:rsidRPr="00E2404E">
        <w:rPr>
          <w:rFonts w:ascii="Arial" w:hAnsi="Arial" w:cs="Arial"/>
          <w:sz w:val="20"/>
          <w:szCs w:val="20"/>
          <w:bdr w:val="none" w:sz="0" w:space="0" w:color="auto" w:frame="1"/>
        </w:rPr>
        <w:t xml:space="preserve"> este tiempo para explorar las capas más profundas de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 xml:space="preserve"> tu psique y sentir t</w:t>
      </w:r>
      <w:r w:rsidRPr="00E2404E">
        <w:rPr>
          <w:rFonts w:ascii="Arial" w:hAnsi="Arial" w:cs="Arial"/>
          <w:sz w:val="20"/>
          <w:szCs w:val="20"/>
          <w:bdr w:val="none" w:sz="0" w:space="0" w:color="auto" w:frame="1"/>
        </w:rPr>
        <w:t>us sentimientos por completo. Puede ser difícil recordar las heridas del pasado y los viejos recuerdos, pero este es el momento perfecto para absolver el pasado, enmendar y reparar lo que necesita ser reparado para seguir adelante. Ten en cuenta que este momento de transformación es extremadamente poderoso. Crea un espacio para la introspección y reconoce que algo mágico está naciendo dentro de ti. </w:t>
      </w:r>
    </w:p>
    <w:p w:rsidR="00266079" w:rsidRDefault="00266079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</w:p>
    <w:p w:rsidR="00266079" w:rsidRPr="00052557" w:rsidRDefault="00266079" w:rsidP="005950D8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Mucho amor,</w:t>
      </w:r>
    </w:p>
    <w:p w:rsidR="00266079" w:rsidRPr="00052557" w:rsidRDefault="00266079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266079" w:rsidRPr="00052557" w:rsidRDefault="00266079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266079" w:rsidRPr="00052557" w:rsidRDefault="00266079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266079" w:rsidRPr="00052557" w:rsidRDefault="00266079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266079" w:rsidRPr="00052557" w:rsidRDefault="00266079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266079" w:rsidRPr="00052557" w:rsidRDefault="00266079" w:rsidP="00052557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266079" w:rsidRPr="00052557" w:rsidRDefault="00266079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266079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27D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52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2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52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52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52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35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434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324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6524327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4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652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434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35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52436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432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27652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33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524346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52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33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35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652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320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434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32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35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432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2434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652436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35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32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32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433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2434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652435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52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52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2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652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52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5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52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52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52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52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2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52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52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52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66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666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27652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66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669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27652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74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467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6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68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68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68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69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70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71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7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73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7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76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52477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65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524713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75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73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52475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652471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276524677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735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65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68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68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52469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652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76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2474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65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4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24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524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6524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27652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52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24705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524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6524751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4754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2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7652476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52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652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2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7652471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524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652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2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7652473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52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5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52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2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441</Words>
  <Characters>2427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2021-11-05T11:20:00Z</dcterms:created>
  <dcterms:modified xsi:type="dcterms:W3CDTF">2021-11-05T11:23:00Z</dcterms:modified>
</cp:coreProperties>
</file>