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34E" w:rsidRPr="00A2539C" w:rsidRDefault="00CF034E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smallCaps/>
          <w:shadow/>
          <w:sz w:val="36"/>
          <w:szCs w:val="36"/>
        </w:rPr>
        <w:t>Amor y Sabiduría</w:t>
      </w:r>
      <w:r w:rsidRPr="00654A95">
        <w:rPr>
          <w:rFonts w:ascii="Trebuchet MS" w:hAnsi="Trebuchet MS" w:cs="Arial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29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CF034E" w:rsidRDefault="00CF034E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CF034E" w:rsidRPr="00B646E1" w:rsidRDefault="00CF034E" w:rsidP="00B646E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>Octubre ha sido un mes de grandes cambios y cambios cósmicos que han traído una mayor intensidad a nuestro proceso de despertar y sanación. En estos últimos días de octubre estamos resolviendo e integrando todo lo que hemos descubierto y procesado durante el mes. Gran parte de nuestra experiencia ahora está llegando a un clímax como una abundancia de corrientes de energía solar que traen destellos de percepción y claridad que nos ayudarán a ver el camino a seguir.  </w:t>
      </w:r>
    </w:p>
    <w:p w:rsidR="00CF034E" w:rsidRPr="00B646E1" w:rsidRDefault="00CF034E" w:rsidP="00B646E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CF034E" w:rsidRPr="00B646E1" w:rsidRDefault="00CF034E" w:rsidP="00B646E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F034E" w:rsidRPr="00B646E1" w:rsidRDefault="00CF034E" w:rsidP="00B646E1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>Este es un momento de profunda conciencia y percepción personal, ya que se está produciendo un crecimiento signifi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cativo en las profundidades de t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>u ser.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Se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 xml:space="preserve"> testigo de lo que se 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stá desarrollando a medida que t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>e aleja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 xml:space="preserve"> de lo habitual.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Considera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 xml:space="preserve"> todo lo que ha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z llegado a comprender y honrar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 xml:space="preserve"> los cicl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os de muerte y renacimiento en t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>u vida.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Reconoce que t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>u sentido de identidad está pasando de estar motivado por el miedo y el impulso instintivo de supervivencia a estar motivado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 xml:space="preserve"> por el amor y la sabiduría de t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>u alma. Bienvenido a este amor y sabiduría mientras estás abierto a las corrientes de cambios repentinos.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Sabe que al confiar en t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>u sentido innato de dirección y guía, encontrará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B646E1">
        <w:rPr>
          <w:rFonts w:ascii="Arial" w:hAnsi="Arial" w:cs="Arial"/>
          <w:sz w:val="20"/>
          <w:szCs w:val="20"/>
          <w:bdr w:val="none" w:sz="0" w:space="0" w:color="auto" w:frame="1"/>
        </w:rPr>
        <w:t xml:space="preserve"> el camino.   </w:t>
      </w:r>
    </w:p>
    <w:p w:rsidR="00CF034E" w:rsidRDefault="00CF034E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</w:p>
    <w:p w:rsidR="00CF034E" w:rsidRPr="00052557" w:rsidRDefault="00CF034E" w:rsidP="005950D8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Mucho amor,</w:t>
      </w:r>
    </w:p>
    <w:p w:rsidR="00CF034E" w:rsidRPr="00052557" w:rsidRDefault="00CF034E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CF034E" w:rsidRPr="00052557" w:rsidRDefault="00CF034E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CF034E" w:rsidRPr="00052557" w:rsidRDefault="00CF034E" w:rsidP="00214DB7">
      <w:pPr>
        <w:pStyle w:val="NormalWeb"/>
        <w:shd w:val="clear" w:color="auto" w:fill="FAFFF8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CF034E" w:rsidRPr="00052557" w:rsidRDefault="00CF034E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CF034E" w:rsidRPr="00052557" w:rsidRDefault="00CF034E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CF034E" w:rsidRPr="00052557" w:rsidRDefault="00CF034E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CF034E" w:rsidRPr="00052557" w:rsidRDefault="00CF034E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CF034E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B7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04B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0D8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513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4F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46E1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02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BD3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034E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B53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26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26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138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7135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110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6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5267113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67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52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7127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14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26714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71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835267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12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267132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526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120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14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526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106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713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11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14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6711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131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526714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13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10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10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6711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133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526714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26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26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526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2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2674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45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452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83526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453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455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83526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52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74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46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46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47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47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48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49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5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5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5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52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267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54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526755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52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67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5267499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544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52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753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7502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835267463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521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46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47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748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526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547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752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5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2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6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67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267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526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83526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26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491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267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5267537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267540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67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3526755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267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526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3526749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267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526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267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83526751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267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26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59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2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1</Pages>
  <Words>475</Words>
  <Characters>2618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2021-10-29T14:04:00Z</dcterms:created>
  <dcterms:modified xsi:type="dcterms:W3CDTF">2021-10-29T21:40:00Z</dcterms:modified>
</cp:coreProperties>
</file>