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F02" w:rsidRPr="00A2539C" w:rsidRDefault="00657F02" w:rsidP="00E817DA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>Confía en el Proceso</w:t>
      </w:r>
      <w:r w:rsidRPr="00E817DA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19 de Octubre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657F02" w:rsidRDefault="00657F02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657F02" w:rsidRPr="00EE4787" w:rsidRDefault="00657F02" w:rsidP="00EE478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EE4787">
        <w:rPr>
          <w:rFonts w:ascii="Arial" w:hAnsi="Arial" w:cs="Arial"/>
          <w:sz w:val="20"/>
          <w:szCs w:val="20"/>
          <w:bdr w:val="none" w:sz="0" w:space="0" w:color="auto" w:frame="1"/>
        </w:rPr>
        <w:t>Con los cambios planetarios de esta semana, nuestro viaje se acelera y se nos empuja a avanzar, a dar el salto. A medida que las energías de la Luna Llena se acumulan, lo que haya estado estancado ahora está ganando energía e impulso. Ten en cuenta que esta energía activará e inflamará situaciones y circunstancias que necesitan una rápida transformación. Se nos insta a mantenernos arraigados y centrados en nuestro corazón, ya que esto nos permitirá sentirnos seguros en nuestro camino, libres de los miedos colectivos y capaces de mantener la claridad mientras somos desafiados.  </w:t>
      </w:r>
    </w:p>
    <w:p w:rsidR="00657F02" w:rsidRPr="00EE4787" w:rsidRDefault="00657F02" w:rsidP="00EE478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657F02" w:rsidRPr="00EE4787" w:rsidRDefault="00657F02" w:rsidP="00EE478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657F02" w:rsidRPr="00EE4787" w:rsidRDefault="00657F02" w:rsidP="00EE478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EE4787">
        <w:rPr>
          <w:rFonts w:ascii="Arial" w:hAnsi="Arial" w:cs="Arial"/>
          <w:sz w:val="20"/>
          <w:szCs w:val="20"/>
          <w:bdr w:val="none" w:sz="0" w:space="0" w:color="auto" w:frame="1"/>
        </w:rPr>
        <w:t>Puedes sentirte inseguro y desconfiado sobre lo que sigue o hacia dónde te diriges, pero el solo hecho de dar el primer paso activará un conocimiento interno y una confianza más profunda en el proceso. Ten en cuenta que estás siendo estirado más allá de lo antiguo y, como resultado, todo lo que estés resistiendo se destacará y te empujará a superar las viejas limitaciones, las viejas zonas de confort y las viejas creencias. Este es un momento decisivo. Acéptalo y recuerda que tu poder radica en ser resistente y valiente.</w:t>
      </w:r>
    </w:p>
    <w:p w:rsidR="00657F02" w:rsidRPr="003277EE" w:rsidRDefault="00657F02" w:rsidP="001E60A7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3277EE">
        <w:rPr>
          <w:rFonts w:ascii="Arial" w:hAnsi="Arial" w:cs="Arial"/>
          <w:sz w:val="20"/>
          <w:szCs w:val="20"/>
        </w:rPr>
        <w:t>Mucho amor,</w:t>
      </w:r>
    </w:p>
    <w:p w:rsidR="00657F02" w:rsidRPr="003277EE" w:rsidRDefault="00657F02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3277EE">
        <w:rPr>
          <w:rFonts w:ascii="Arial" w:hAnsi="Arial" w:cs="Arial"/>
          <w:sz w:val="20"/>
          <w:szCs w:val="20"/>
        </w:rPr>
        <w:t>Kate</w:t>
      </w:r>
    </w:p>
    <w:p w:rsidR="00657F02" w:rsidRPr="003277EE" w:rsidRDefault="00657F02" w:rsidP="00A76136">
      <w:pPr>
        <w:pStyle w:val="NormalWeb"/>
        <w:spacing w:beforeAutospacing="0" w:afterAutospacing="0"/>
        <w:jc w:val="both"/>
        <w:rPr>
          <w:color w:val="666699"/>
          <w:sz w:val="20"/>
          <w:szCs w:val="20"/>
        </w:rPr>
      </w:pPr>
      <w:r w:rsidRPr="003277EE">
        <w:rPr>
          <w:rFonts w:ascii="Arial" w:hAnsi="Arial" w:cs="Arial"/>
          <w:color w:val="000000"/>
          <w:sz w:val="20"/>
          <w:szCs w:val="20"/>
        </w:rPr>
        <w:br/>
        <w:t xml:space="preserve">© 2021 Kate Spreckley </w:t>
      </w:r>
      <w:r w:rsidRPr="003277EE">
        <w:rPr>
          <w:rFonts w:ascii="Arial" w:hAnsi="Arial" w:cs="Arial"/>
          <w:sz w:val="20"/>
          <w:szCs w:val="20"/>
        </w:rPr>
        <w:t>http://www.spiritpathways.co.za</w:t>
      </w:r>
    </w:p>
    <w:p w:rsidR="00657F02" w:rsidRPr="003277EE" w:rsidRDefault="00657F02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  <w:sz w:val="20"/>
          <w:szCs w:val="20"/>
        </w:rPr>
      </w:pPr>
      <w:r w:rsidRPr="003277EE"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3277EE">
        <w:rPr>
          <w:rFonts w:ascii="Arial" w:hAnsi="Arial" w:cs="Arial"/>
          <w:sz w:val="20"/>
          <w:szCs w:val="20"/>
        </w:rPr>
        <w:t>http://www.spiritpathways.co.za</w:t>
      </w:r>
      <w:r w:rsidRPr="003277EE">
        <w:rPr>
          <w:rFonts w:ascii="Arial" w:hAnsi="Arial" w:cs="Arial"/>
          <w:sz w:val="20"/>
          <w:szCs w:val="20"/>
        </w:rPr>
        <w:br/>
      </w:r>
    </w:p>
    <w:p w:rsidR="00657F02" w:rsidRDefault="00657F02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657F02" w:rsidRDefault="00657F02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657F02" w:rsidRDefault="00657F02" w:rsidP="004618C8">
      <w:pPr>
        <w:pStyle w:val="NormalWeb"/>
        <w:shd w:val="clear" w:color="auto" w:fill="FFFFFF"/>
        <w:spacing w:after="324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657F02" w:rsidRDefault="00657F02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657F02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9E8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66F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5A9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7EE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07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161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37E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3D1F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02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4F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27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B7FF9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BE8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A1D"/>
    <w:rsid w:val="00CE6CF8"/>
    <w:rsid w:val="00CE7251"/>
    <w:rsid w:val="00CE7445"/>
    <w:rsid w:val="00CE7B35"/>
    <w:rsid w:val="00CE7D4A"/>
    <w:rsid w:val="00CF004E"/>
    <w:rsid w:val="00CF02B9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77E"/>
    <w:rsid w:val="00E80983"/>
    <w:rsid w:val="00E80B91"/>
    <w:rsid w:val="00E8104C"/>
    <w:rsid w:val="00E8150D"/>
    <w:rsid w:val="00E817DA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787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13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3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3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3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3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3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13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139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13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39980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3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3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3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3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3997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39952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139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0139955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139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8013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3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3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3996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39982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0139991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3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3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3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3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3995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280139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139964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139974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13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39962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39983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8013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39948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3997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3995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39987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139954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139973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0139990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13998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39950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3995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139961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139975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0139984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13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3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3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3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3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3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3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39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14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4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4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4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4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4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4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4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4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4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4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4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4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4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4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4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14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401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40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40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401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401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401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2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40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40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402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40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40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40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29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294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28014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29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297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28014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4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4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4036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4030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40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14030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40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40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4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4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40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14031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40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14031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40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14031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40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14032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4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14033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40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14034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4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14035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40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14036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40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14036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40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14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4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4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40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40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14039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4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14040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4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8014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4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4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4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4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40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140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0140341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40386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4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4036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14038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0140344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4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1280140305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40363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014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4030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4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4031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14032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01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4038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4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4037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014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4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4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4037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14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14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0140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0140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280140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140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140333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0140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80140379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40382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14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140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280140395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140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0140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140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280140340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140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0140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140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280140360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140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14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4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1</Pages>
  <Words>466</Words>
  <Characters>2569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2021-10-19T21:09:00Z</dcterms:created>
  <dcterms:modified xsi:type="dcterms:W3CDTF">2021-10-19T22:44:00Z</dcterms:modified>
</cp:coreProperties>
</file>