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659" w:rsidRPr="00A2539C" w:rsidRDefault="00B17659" w:rsidP="00E817DA">
      <w:pPr>
        <w:pStyle w:val="Heading1"/>
        <w:shd w:val="clear" w:color="auto" w:fill="FFFFFF"/>
        <w:spacing w:before="0" w:beforeAutospacing="0" w:after="0" w:afterAutospacing="0" w:line="264" w:lineRule="atLeast"/>
        <w:jc w:val="center"/>
        <w:textAlignment w:val="baseline"/>
        <w:rPr>
          <w:rFonts w:ascii="Arial" w:hAnsi="Arial" w:cs="Arial"/>
          <w:b w:val="0"/>
          <w:color w:val="333333"/>
          <w:spacing w:val="15"/>
          <w:sz w:val="69"/>
          <w:szCs w:val="69"/>
        </w:rPr>
      </w:pPr>
      <w:r w:rsidRPr="00654A95">
        <w:rPr>
          <w:rFonts w:ascii="Trebuchet MS" w:hAnsi="Trebuchet MS" w:cs="Arial"/>
          <w:smallCaps/>
          <w:shadow/>
          <w:sz w:val="36"/>
          <w:szCs w:val="36"/>
        </w:rPr>
        <w:t>Cultivar la Calma</w:t>
      </w:r>
      <w:r w:rsidRPr="00654A95">
        <w:rPr>
          <w:rFonts w:ascii="Trebuchet MS" w:hAnsi="Trebuchet MS" w:cs="Arial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22 de Octubre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hyperlink r:id="rId5" w:history="1">
        <w:r w:rsidRPr="00314076">
          <w:rPr>
            <w:rStyle w:val="Hyperlink"/>
            <w:rFonts w:ascii="Arial" w:hAnsi="Arial" w:cs="Arial"/>
            <w:color w:val="666699"/>
            <w:sz w:val="20"/>
          </w:rPr>
          <w:t>http://www.spiritpathways.co.za</w:t>
        </w:r>
      </w:hyperlink>
    </w:p>
    <w:p w:rsidR="00B17659" w:rsidRDefault="00B17659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B17659" w:rsidRPr="004709A9" w:rsidRDefault="00B17659" w:rsidP="004709A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  <w:r w:rsidRPr="004709A9">
        <w:rPr>
          <w:rFonts w:ascii="Arial" w:hAnsi="Arial" w:cs="Arial"/>
          <w:sz w:val="20"/>
          <w:szCs w:val="20"/>
          <w:bdr w:val="none" w:sz="0" w:space="0" w:color="auto" w:frame="1"/>
        </w:rPr>
        <w:t>En estos tiempos profundos se nos insta a buscar el autodominio y la seguridad interior que nos permita expresar plenamente nuestra alma en el mundo sin miedo al rechazo o al juicio. Cuando nos enfocamos en sanar e integrar las heridas del pasado, construimos fuerza interior, estabilidad, resiliencia y el coraje necesario para ver la vida desde una perspectiva superior. Actualmente, las energías entrantes nos están dando el coraje necesario para encontrar soluciones a los desafíos que enfrentamos. A medida que nuestra perspectiva continúa expandiendo, nuestra capacidad para ver el panorama más amplio emerge y tenemos claridad sobre nuestro próximo paso.</w:t>
      </w:r>
    </w:p>
    <w:p w:rsidR="00B17659" w:rsidRPr="004709A9" w:rsidRDefault="00B17659" w:rsidP="004709A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</w:p>
    <w:p w:rsidR="00B17659" w:rsidRPr="004709A9" w:rsidRDefault="00B17659" w:rsidP="004709A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B17659" w:rsidRPr="004709A9" w:rsidRDefault="00B17659" w:rsidP="004709A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709A9">
        <w:rPr>
          <w:rFonts w:ascii="Arial" w:hAnsi="Arial" w:cs="Arial"/>
          <w:sz w:val="20"/>
          <w:szCs w:val="20"/>
          <w:bdr w:val="none" w:sz="0" w:space="0" w:color="auto" w:frame="1"/>
        </w:rPr>
        <w:t>En estos últimos meses de este año, se presentarán nuevas oportunidades a medida que continúen los grandes avances. Se pueden esperar cambios abruptos a medida que los cambios radicales en el pensamiento y los sentimientos traen consigo algo nuevo. 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Ve</w:t>
      </w:r>
      <w:r w:rsidRPr="004709A9">
        <w:rPr>
          <w:rFonts w:ascii="Arial" w:hAnsi="Arial" w:cs="Arial"/>
          <w:sz w:val="20"/>
          <w:szCs w:val="20"/>
          <w:bdr w:val="none" w:sz="0" w:space="0" w:color="auto" w:frame="1"/>
        </w:rPr>
        <w:t xml:space="preserve"> co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n los cambios y acepta estos, ya que lo que t</w:t>
      </w:r>
      <w:r w:rsidRPr="004709A9">
        <w:rPr>
          <w:rFonts w:ascii="Arial" w:hAnsi="Arial" w:cs="Arial"/>
          <w:sz w:val="20"/>
          <w:szCs w:val="20"/>
          <w:bdr w:val="none" w:sz="0" w:space="0" w:color="auto" w:frame="1"/>
        </w:rPr>
        <w:t>u alma ha planeado es mucho más grande de lo que podría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s</w:t>
      </w:r>
      <w:r w:rsidRPr="004709A9">
        <w:rPr>
          <w:rFonts w:ascii="Arial" w:hAnsi="Arial" w:cs="Arial"/>
          <w:sz w:val="20"/>
          <w:szCs w:val="20"/>
          <w:bdr w:val="none" w:sz="0" w:space="0" w:color="auto" w:frame="1"/>
        </w:rPr>
        <w:t xml:space="preserve"> haber esperado. Cultiva sentimientos de calma y asegúrate de mantenerte firme y completamente presente, ya que esto te ayudará a dar la bienvenida al cambio y a seguir la corriente.  </w:t>
      </w:r>
    </w:p>
    <w:p w:rsidR="00B17659" w:rsidRPr="003277EE" w:rsidRDefault="00B17659" w:rsidP="001E60A7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3277EE">
        <w:rPr>
          <w:rFonts w:ascii="Arial" w:hAnsi="Arial" w:cs="Arial"/>
          <w:sz w:val="20"/>
          <w:szCs w:val="20"/>
        </w:rPr>
        <w:t>Mucho amor,</w:t>
      </w:r>
    </w:p>
    <w:p w:rsidR="00B17659" w:rsidRPr="003277EE" w:rsidRDefault="00B17659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3277EE">
        <w:rPr>
          <w:rFonts w:ascii="Arial" w:hAnsi="Arial" w:cs="Arial"/>
          <w:sz w:val="20"/>
          <w:szCs w:val="20"/>
        </w:rPr>
        <w:t>Kate</w:t>
      </w:r>
    </w:p>
    <w:p w:rsidR="00B17659" w:rsidRPr="003277EE" w:rsidRDefault="00B17659" w:rsidP="00A76136">
      <w:pPr>
        <w:pStyle w:val="NormalWeb"/>
        <w:spacing w:beforeAutospacing="0" w:afterAutospacing="0"/>
        <w:jc w:val="both"/>
        <w:rPr>
          <w:color w:val="666699"/>
          <w:sz w:val="20"/>
          <w:szCs w:val="20"/>
        </w:rPr>
      </w:pPr>
      <w:r w:rsidRPr="003277EE">
        <w:rPr>
          <w:rFonts w:ascii="Arial" w:hAnsi="Arial" w:cs="Arial"/>
          <w:color w:val="000000"/>
          <w:sz w:val="20"/>
          <w:szCs w:val="20"/>
        </w:rPr>
        <w:br/>
        <w:t xml:space="preserve">© 2021 Kate Spreckley </w:t>
      </w:r>
      <w:r w:rsidRPr="003277EE">
        <w:rPr>
          <w:rFonts w:ascii="Arial" w:hAnsi="Arial" w:cs="Arial"/>
          <w:sz w:val="20"/>
          <w:szCs w:val="20"/>
        </w:rPr>
        <w:t>http://www.spiritpathways.co.za</w:t>
      </w:r>
    </w:p>
    <w:p w:rsidR="00B17659" w:rsidRPr="003277EE" w:rsidRDefault="00B17659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  <w:sz w:val="20"/>
          <w:szCs w:val="20"/>
        </w:rPr>
      </w:pPr>
      <w:r w:rsidRPr="003277EE"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3277EE">
        <w:rPr>
          <w:rFonts w:ascii="Arial" w:hAnsi="Arial" w:cs="Arial"/>
          <w:sz w:val="20"/>
          <w:szCs w:val="20"/>
        </w:rPr>
        <w:t>http://www.spiritpathways.co.za</w:t>
      </w:r>
      <w:r w:rsidRPr="003277EE">
        <w:rPr>
          <w:rFonts w:ascii="Arial" w:hAnsi="Arial" w:cs="Arial"/>
          <w:sz w:val="20"/>
          <w:szCs w:val="20"/>
        </w:rPr>
        <w:br/>
      </w:r>
    </w:p>
    <w:p w:rsidR="00B17659" w:rsidRDefault="00B17659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B17659" w:rsidRDefault="00B17659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B17659" w:rsidRDefault="00B17659" w:rsidP="004618C8">
      <w:pPr>
        <w:pStyle w:val="NormalWeb"/>
        <w:shd w:val="clear" w:color="auto" w:fill="FFFFFF"/>
        <w:spacing w:after="324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br/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B17659" w:rsidRDefault="00B17659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br/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B17659" w:rsidSect="00B17A46">
      <w:pgSz w:w="11906" w:h="16838"/>
      <w:pgMar w:top="760" w:right="760" w:bottom="760" w:left="7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2EA2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040"/>
    <w:rsid w:val="0000621D"/>
    <w:rsid w:val="00006336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1F33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0C54"/>
    <w:rsid w:val="000213DF"/>
    <w:rsid w:val="000214DE"/>
    <w:rsid w:val="00021ABB"/>
    <w:rsid w:val="0002211E"/>
    <w:rsid w:val="0002280B"/>
    <w:rsid w:val="0002299F"/>
    <w:rsid w:val="00022A69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BE4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4E"/>
    <w:rsid w:val="00074584"/>
    <w:rsid w:val="00074B41"/>
    <w:rsid w:val="00075548"/>
    <w:rsid w:val="0007560B"/>
    <w:rsid w:val="0007566E"/>
    <w:rsid w:val="000759A1"/>
    <w:rsid w:val="00075B2F"/>
    <w:rsid w:val="00075D20"/>
    <w:rsid w:val="00075EFA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BB2"/>
    <w:rsid w:val="00084C4E"/>
    <w:rsid w:val="00084D44"/>
    <w:rsid w:val="00085020"/>
    <w:rsid w:val="0008510E"/>
    <w:rsid w:val="00085524"/>
    <w:rsid w:val="00085A66"/>
    <w:rsid w:val="00085D21"/>
    <w:rsid w:val="00085EA9"/>
    <w:rsid w:val="00086321"/>
    <w:rsid w:val="00086445"/>
    <w:rsid w:val="000865BB"/>
    <w:rsid w:val="000865F5"/>
    <w:rsid w:val="00086933"/>
    <w:rsid w:val="00086BFD"/>
    <w:rsid w:val="00086EB2"/>
    <w:rsid w:val="00086EDE"/>
    <w:rsid w:val="00086F60"/>
    <w:rsid w:val="000872B7"/>
    <w:rsid w:val="000873B9"/>
    <w:rsid w:val="00087980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2EF9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A7E40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C56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49C8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9E8"/>
    <w:rsid w:val="000D7D89"/>
    <w:rsid w:val="000E032D"/>
    <w:rsid w:val="000E0335"/>
    <w:rsid w:val="000E08EA"/>
    <w:rsid w:val="000E0919"/>
    <w:rsid w:val="000E1C20"/>
    <w:rsid w:val="000E1CEF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6"/>
    <w:rsid w:val="000F09FF"/>
    <w:rsid w:val="000F0A8E"/>
    <w:rsid w:val="000F0FE8"/>
    <w:rsid w:val="000F1700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0E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C1D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5F6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061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5DC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B49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64B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330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4EA1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59D"/>
    <w:rsid w:val="001845CA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320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53C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E64"/>
    <w:rsid w:val="001A3F1C"/>
    <w:rsid w:val="001A4595"/>
    <w:rsid w:val="001A4962"/>
    <w:rsid w:val="001A4B9D"/>
    <w:rsid w:val="001A51C9"/>
    <w:rsid w:val="001A53CB"/>
    <w:rsid w:val="001A5BA9"/>
    <w:rsid w:val="001A5C12"/>
    <w:rsid w:val="001A5F22"/>
    <w:rsid w:val="001A6028"/>
    <w:rsid w:val="001A620C"/>
    <w:rsid w:val="001A63AD"/>
    <w:rsid w:val="001A6ABC"/>
    <w:rsid w:val="001A6C4B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36D"/>
    <w:rsid w:val="001C240D"/>
    <w:rsid w:val="001C2497"/>
    <w:rsid w:val="001C25A6"/>
    <w:rsid w:val="001C2756"/>
    <w:rsid w:val="001C2789"/>
    <w:rsid w:val="001C2BAA"/>
    <w:rsid w:val="001C33AA"/>
    <w:rsid w:val="001C3D2A"/>
    <w:rsid w:val="001C41E6"/>
    <w:rsid w:val="001C465A"/>
    <w:rsid w:val="001C46E0"/>
    <w:rsid w:val="001C4AC6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A07"/>
    <w:rsid w:val="001D1CB7"/>
    <w:rsid w:val="001D1D2C"/>
    <w:rsid w:val="001D27C8"/>
    <w:rsid w:val="001D2A50"/>
    <w:rsid w:val="001D2EE5"/>
    <w:rsid w:val="001D383E"/>
    <w:rsid w:val="001D45BC"/>
    <w:rsid w:val="001D478E"/>
    <w:rsid w:val="001D4AD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C0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0A7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1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80A"/>
    <w:rsid w:val="001F7A72"/>
    <w:rsid w:val="001F7A79"/>
    <w:rsid w:val="001F7C5C"/>
    <w:rsid w:val="001F7D3D"/>
    <w:rsid w:val="002003D4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5E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3"/>
    <w:rsid w:val="0020535B"/>
    <w:rsid w:val="00205DED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18E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73A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66F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13"/>
    <w:rsid w:val="00225C2D"/>
    <w:rsid w:val="00225D8D"/>
    <w:rsid w:val="00225DCA"/>
    <w:rsid w:val="002261CA"/>
    <w:rsid w:val="00226D15"/>
    <w:rsid w:val="00226E62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393"/>
    <w:rsid w:val="00235AFB"/>
    <w:rsid w:val="00235C4E"/>
    <w:rsid w:val="00235DF4"/>
    <w:rsid w:val="00236063"/>
    <w:rsid w:val="002360D9"/>
    <w:rsid w:val="002361B6"/>
    <w:rsid w:val="002368F7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1D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C73"/>
    <w:rsid w:val="00247E2F"/>
    <w:rsid w:val="00247FE7"/>
    <w:rsid w:val="00250101"/>
    <w:rsid w:val="002501EE"/>
    <w:rsid w:val="00250348"/>
    <w:rsid w:val="002503F5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384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B4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5C2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B5C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9B0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29F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3A5"/>
    <w:rsid w:val="002B6C5A"/>
    <w:rsid w:val="002B6E60"/>
    <w:rsid w:val="002B6E91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5C53"/>
    <w:rsid w:val="002C6244"/>
    <w:rsid w:val="002C6473"/>
    <w:rsid w:val="002C64C2"/>
    <w:rsid w:val="002C6A2E"/>
    <w:rsid w:val="002C6DC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108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5A9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B69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58C1"/>
    <w:rsid w:val="002E5ECC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48"/>
    <w:rsid w:val="002F449F"/>
    <w:rsid w:val="002F4775"/>
    <w:rsid w:val="002F489F"/>
    <w:rsid w:val="002F4C0A"/>
    <w:rsid w:val="002F507E"/>
    <w:rsid w:val="002F5536"/>
    <w:rsid w:val="002F572F"/>
    <w:rsid w:val="002F5855"/>
    <w:rsid w:val="002F5915"/>
    <w:rsid w:val="002F64A5"/>
    <w:rsid w:val="002F64E9"/>
    <w:rsid w:val="002F6549"/>
    <w:rsid w:val="002F676D"/>
    <w:rsid w:val="002F7212"/>
    <w:rsid w:val="002F73AA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43B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76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6CDB"/>
    <w:rsid w:val="003170E7"/>
    <w:rsid w:val="003175DC"/>
    <w:rsid w:val="00317A8E"/>
    <w:rsid w:val="00317CC9"/>
    <w:rsid w:val="00317DEA"/>
    <w:rsid w:val="00320087"/>
    <w:rsid w:val="003200AB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454B"/>
    <w:rsid w:val="00325500"/>
    <w:rsid w:val="0032576A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7EE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04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8E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06D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2F31"/>
    <w:rsid w:val="0036300F"/>
    <w:rsid w:val="00363535"/>
    <w:rsid w:val="003635E3"/>
    <w:rsid w:val="00363650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7E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9DC"/>
    <w:rsid w:val="00371B2E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1C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8E2"/>
    <w:rsid w:val="00384D1F"/>
    <w:rsid w:val="00384E36"/>
    <w:rsid w:val="00385074"/>
    <w:rsid w:val="00385472"/>
    <w:rsid w:val="0038598F"/>
    <w:rsid w:val="00385AD8"/>
    <w:rsid w:val="00385B23"/>
    <w:rsid w:val="00385CA8"/>
    <w:rsid w:val="00385CDF"/>
    <w:rsid w:val="0038699C"/>
    <w:rsid w:val="003869FD"/>
    <w:rsid w:val="00387169"/>
    <w:rsid w:val="00387294"/>
    <w:rsid w:val="0038739A"/>
    <w:rsid w:val="003877A6"/>
    <w:rsid w:val="00387A71"/>
    <w:rsid w:val="003901E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39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CB1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3B0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27F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758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004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B52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3C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990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5F27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0CC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C98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C4C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06"/>
    <w:rsid w:val="00422093"/>
    <w:rsid w:val="004221C1"/>
    <w:rsid w:val="00422210"/>
    <w:rsid w:val="00422745"/>
    <w:rsid w:val="00422C8E"/>
    <w:rsid w:val="00423115"/>
    <w:rsid w:val="004233B7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69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5D8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3750E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BFF"/>
    <w:rsid w:val="00443E4D"/>
    <w:rsid w:val="00443E85"/>
    <w:rsid w:val="00444149"/>
    <w:rsid w:val="004441CF"/>
    <w:rsid w:val="004441D4"/>
    <w:rsid w:val="00444259"/>
    <w:rsid w:val="00444917"/>
    <w:rsid w:val="00444984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07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4B1"/>
    <w:rsid w:val="00452696"/>
    <w:rsid w:val="0045291F"/>
    <w:rsid w:val="00452B78"/>
    <w:rsid w:val="00452D92"/>
    <w:rsid w:val="00453015"/>
    <w:rsid w:val="00453026"/>
    <w:rsid w:val="0045309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6F0"/>
    <w:rsid w:val="004609AC"/>
    <w:rsid w:val="00460FEF"/>
    <w:rsid w:val="004610DD"/>
    <w:rsid w:val="00461180"/>
    <w:rsid w:val="004614AF"/>
    <w:rsid w:val="004618C8"/>
    <w:rsid w:val="00462091"/>
    <w:rsid w:val="00462171"/>
    <w:rsid w:val="0046231F"/>
    <w:rsid w:val="00462631"/>
    <w:rsid w:val="0046287F"/>
    <w:rsid w:val="00462A52"/>
    <w:rsid w:val="00462B3D"/>
    <w:rsid w:val="00462B70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9A9"/>
    <w:rsid w:val="00470A17"/>
    <w:rsid w:val="00471026"/>
    <w:rsid w:val="00471161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E4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355"/>
    <w:rsid w:val="004863D3"/>
    <w:rsid w:val="0048645D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BAF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A7FAF"/>
    <w:rsid w:val="004B038A"/>
    <w:rsid w:val="004B08F2"/>
    <w:rsid w:val="004B0987"/>
    <w:rsid w:val="004B0C01"/>
    <w:rsid w:val="004B0C8E"/>
    <w:rsid w:val="004B1046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0CFA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37E"/>
    <w:rsid w:val="004C55AB"/>
    <w:rsid w:val="004C5619"/>
    <w:rsid w:val="004C57B5"/>
    <w:rsid w:val="004C5A55"/>
    <w:rsid w:val="004C6314"/>
    <w:rsid w:val="004C6375"/>
    <w:rsid w:val="004C6647"/>
    <w:rsid w:val="004C697D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250"/>
    <w:rsid w:val="005005E5"/>
    <w:rsid w:val="00500F35"/>
    <w:rsid w:val="00500F4D"/>
    <w:rsid w:val="00500FF7"/>
    <w:rsid w:val="00501349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D0A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5C59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AAD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A38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9F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7D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263"/>
    <w:rsid w:val="0057153B"/>
    <w:rsid w:val="00571746"/>
    <w:rsid w:val="00571982"/>
    <w:rsid w:val="00571EAB"/>
    <w:rsid w:val="005722F8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0CD"/>
    <w:rsid w:val="00574BA1"/>
    <w:rsid w:val="00574FD6"/>
    <w:rsid w:val="005757D5"/>
    <w:rsid w:val="00575A36"/>
    <w:rsid w:val="00575BBA"/>
    <w:rsid w:val="005760F9"/>
    <w:rsid w:val="005760FB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0E6"/>
    <w:rsid w:val="00581409"/>
    <w:rsid w:val="00581595"/>
    <w:rsid w:val="00581762"/>
    <w:rsid w:val="00581958"/>
    <w:rsid w:val="00581B03"/>
    <w:rsid w:val="00581FE3"/>
    <w:rsid w:val="00582256"/>
    <w:rsid w:val="005822F3"/>
    <w:rsid w:val="005824E9"/>
    <w:rsid w:val="0058253B"/>
    <w:rsid w:val="00582769"/>
    <w:rsid w:val="00582A40"/>
    <w:rsid w:val="00582C37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2F50"/>
    <w:rsid w:val="00593209"/>
    <w:rsid w:val="0059393C"/>
    <w:rsid w:val="005940F5"/>
    <w:rsid w:val="005942B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97E2B"/>
    <w:rsid w:val="005A0163"/>
    <w:rsid w:val="005A01FB"/>
    <w:rsid w:val="005A0318"/>
    <w:rsid w:val="005A07C0"/>
    <w:rsid w:val="005A07D3"/>
    <w:rsid w:val="005A0B5D"/>
    <w:rsid w:val="005A12F8"/>
    <w:rsid w:val="005A1609"/>
    <w:rsid w:val="005A18A7"/>
    <w:rsid w:val="005A1E1E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4D1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46E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53B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CAB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30B3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3D1F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014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327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3BDF"/>
    <w:rsid w:val="00634511"/>
    <w:rsid w:val="00634632"/>
    <w:rsid w:val="00634A1A"/>
    <w:rsid w:val="00635123"/>
    <w:rsid w:val="006354DF"/>
    <w:rsid w:val="0063557C"/>
    <w:rsid w:val="00635708"/>
    <w:rsid w:val="006357AB"/>
    <w:rsid w:val="00636188"/>
    <w:rsid w:val="006361ED"/>
    <w:rsid w:val="006364E8"/>
    <w:rsid w:val="006368A1"/>
    <w:rsid w:val="00636970"/>
    <w:rsid w:val="006370C9"/>
    <w:rsid w:val="0063716B"/>
    <w:rsid w:val="00640656"/>
    <w:rsid w:val="006410B5"/>
    <w:rsid w:val="00641107"/>
    <w:rsid w:val="00641645"/>
    <w:rsid w:val="0064168A"/>
    <w:rsid w:val="006417A7"/>
    <w:rsid w:val="006418BF"/>
    <w:rsid w:val="0064199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E55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A9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02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7F7"/>
    <w:rsid w:val="006628E9"/>
    <w:rsid w:val="00662B3B"/>
    <w:rsid w:val="00662E59"/>
    <w:rsid w:val="00662F2C"/>
    <w:rsid w:val="006635E0"/>
    <w:rsid w:val="006636E0"/>
    <w:rsid w:val="00663A53"/>
    <w:rsid w:val="00664061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3CF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059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BD"/>
    <w:rsid w:val="006965C1"/>
    <w:rsid w:val="006965DD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05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B7D45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5E23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153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96A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B99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6B"/>
    <w:rsid w:val="00712981"/>
    <w:rsid w:val="00712BF5"/>
    <w:rsid w:val="00712CB0"/>
    <w:rsid w:val="00712CD0"/>
    <w:rsid w:val="00713045"/>
    <w:rsid w:val="007130B5"/>
    <w:rsid w:val="007135DC"/>
    <w:rsid w:val="0071385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37CF9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5E53"/>
    <w:rsid w:val="007568BF"/>
    <w:rsid w:val="00757240"/>
    <w:rsid w:val="0075729D"/>
    <w:rsid w:val="007577BA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47E"/>
    <w:rsid w:val="00781A4F"/>
    <w:rsid w:val="00781CF7"/>
    <w:rsid w:val="00781D27"/>
    <w:rsid w:val="007823AA"/>
    <w:rsid w:val="007825DA"/>
    <w:rsid w:val="00782689"/>
    <w:rsid w:val="007828F3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791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4435"/>
    <w:rsid w:val="007A5143"/>
    <w:rsid w:val="007A53EC"/>
    <w:rsid w:val="007A56A6"/>
    <w:rsid w:val="007A5C3C"/>
    <w:rsid w:val="007A624E"/>
    <w:rsid w:val="007A657A"/>
    <w:rsid w:val="007A65D3"/>
    <w:rsid w:val="007A66AC"/>
    <w:rsid w:val="007A6934"/>
    <w:rsid w:val="007A6A4F"/>
    <w:rsid w:val="007A6C2F"/>
    <w:rsid w:val="007A6C4D"/>
    <w:rsid w:val="007A71B6"/>
    <w:rsid w:val="007A71C2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D99"/>
    <w:rsid w:val="007B3E52"/>
    <w:rsid w:val="007B43F4"/>
    <w:rsid w:val="007B4AB8"/>
    <w:rsid w:val="007B56C8"/>
    <w:rsid w:val="007B5A7A"/>
    <w:rsid w:val="007B5B84"/>
    <w:rsid w:val="007B609B"/>
    <w:rsid w:val="007B6323"/>
    <w:rsid w:val="007B64E1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2AB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E8B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77B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452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8DE"/>
    <w:rsid w:val="007E2B3C"/>
    <w:rsid w:val="007E3013"/>
    <w:rsid w:val="007E3051"/>
    <w:rsid w:val="007E306B"/>
    <w:rsid w:val="007E3814"/>
    <w:rsid w:val="007E3A4D"/>
    <w:rsid w:val="007E3F2E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626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4EC9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C7F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532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9E5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B80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5EC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541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B3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97"/>
    <w:rsid w:val="008562C4"/>
    <w:rsid w:val="00856491"/>
    <w:rsid w:val="008568DB"/>
    <w:rsid w:val="00857125"/>
    <w:rsid w:val="008572FF"/>
    <w:rsid w:val="0086015E"/>
    <w:rsid w:val="00860160"/>
    <w:rsid w:val="00860B86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2D80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080"/>
    <w:rsid w:val="008A237C"/>
    <w:rsid w:val="008A2593"/>
    <w:rsid w:val="008A29FF"/>
    <w:rsid w:val="008A2BDE"/>
    <w:rsid w:val="008A2BFB"/>
    <w:rsid w:val="008A34FE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096D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0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9FC"/>
    <w:rsid w:val="008C5C6B"/>
    <w:rsid w:val="008C6C1E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D7A"/>
    <w:rsid w:val="008D5EC9"/>
    <w:rsid w:val="008D5F52"/>
    <w:rsid w:val="008D614F"/>
    <w:rsid w:val="008D6B0E"/>
    <w:rsid w:val="008D6B99"/>
    <w:rsid w:val="008D6DD8"/>
    <w:rsid w:val="008D6F11"/>
    <w:rsid w:val="008D7126"/>
    <w:rsid w:val="008D73C4"/>
    <w:rsid w:val="008D747F"/>
    <w:rsid w:val="008D7839"/>
    <w:rsid w:val="008D7A7C"/>
    <w:rsid w:val="008D7C2C"/>
    <w:rsid w:val="008D7E0E"/>
    <w:rsid w:val="008D7EAF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1EFB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1CE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CEC"/>
    <w:rsid w:val="00905F4D"/>
    <w:rsid w:val="00906059"/>
    <w:rsid w:val="00906577"/>
    <w:rsid w:val="00906AAE"/>
    <w:rsid w:val="00906D91"/>
    <w:rsid w:val="009071AF"/>
    <w:rsid w:val="0091047D"/>
    <w:rsid w:val="0091094F"/>
    <w:rsid w:val="009109E3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3B45"/>
    <w:rsid w:val="00914499"/>
    <w:rsid w:val="00914ABB"/>
    <w:rsid w:val="00914B44"/>
    <w:rsid w:val="00914E13"/>
    <w:rsid w:val="00915D09"/>
    <w:rsid w:val="00916154"/>
    <w:rsid w:val="00916158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44C"/>
    <w:rsid w:val="00923840"/>
    <w:rsid w:val="0092399E"/>
    <w:rsid w:val="009243D1"/>
    <w:rsid w:val="0092443F"/>
    <w:rsid w:val="00924571"/>
    <w:rsid w:val="009247FB"/>
    <w:rsid w:val="00924B87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2EE9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7A4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3D3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5852"/>
    <w:rsid w:val="00956325"/>
    <w:rsid w:val="009565FF"/>
    <w:rsid w:val="00956819"/>
    <w:rsid w:val="00956916"/>
    <w:rsid w:val="00956989"/>
    <w:rsid w:val="00956ADF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524"/>
    <w:rsid w:val="00965666"/>
    <w:rsid w:val="00965A55"/>
    <w:rsid w:val="00965E59"/>
    <w:rsid w:val="009664ED"/>
    <w:rsid w:val="00966804"/>
    <w:rsid w:val="00966BAC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0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5BBE"/>
    <w:rsid w:val="009864A2"/>
    <w:rsid w:val="00986520"/>
    <w:rsid w:val="009874B9"/>
    <w:rsid w:val="00987843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7F8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C42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1B0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8F8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14"/>
    <w:rsid w:val="009D1A65"/>
    <w:rsid w:val="009D1B69"/>
    <w:rsid w:val="009D1FE2"/>
    <w:rsid w:val="009D2365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6801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3EA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5D6"/>
    <w:rsid w:val="00A1198C"/>
    <w:rsid w:val="00A1226E"/>
    <w:rsid w:val="00A123B7"/>
    <w:rsid w:val="00A127F0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8D5"/>
    <w:rsid w:val="00A149AF"/>
    <w:rsid w:val="00A14CB7"/>
    <w:rsid w:val="00A15717"/>
    <w:rsid w:val="00A1574F"/>
    <w:rsid w:val="00A1577A"/>
    <w:rsid w:val="00A15A42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9C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27FBD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618"/>
    <w:rsid w:val="00A34641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494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3E51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D0D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A"/>
    <w:rsid w:val="00A63B6F"/>
    <w:rsid w:val="00A6401C"/>
    <w:rsid w:val="00A6456A"/>
    <w:rsid w:val="00A645BA"/>
    <w:rsid w:val="00A648B1"/>
    <w:rsid w:val="00A64941"/>
    <w:rsid w:val="00A64AF8"/>
    <w:rsid w:val="00A64CCC"/>
    <w:rsid w:val="00A64D5D"/>
    <w:rsid w:val="00A64FDB"/>
    <w:rsid w:val="00A65002"/>
    <w:rsid w:val="00A651A1"/>
    <w:rsid w:val="00A651E2"/>
    <w:rsid w:val="00A654E8"/>
    <w:rsid w:val="00A65515"/>
    <w:rsid w:val="00A657E3"/>
    <w:rsid w:val="00A657EB"/>
    <w:rsid w:val="00A65B70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9E1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010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988"/>
    <w:rsid w:val="00A95B87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BF9"/>
    <w:rsid w:val="00AB7E04"/>
    <w:rsid w:val="00AB7E40"/>
    <w:rsid w:val="00AB7F78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7B"/>
    <w:rsid w:val="00AC43F5"/>
    <w:rsid w:val="00AC45B7"/>
    <w:rsid w:val="00AC4B22"/>
    <w:rsid w:val="00AC4E1C"/>
    <w:rsid w:val="00AC5368"/>
    <w:rsid w:val="00AC59C1"/>
    <w:rsid w:val="00AC5A2E"/>
    <w:rsid w:val="00AC5C10"/>
    <w:rsid w:val="00AC5FAB"/>
    <w:rsid w:val="00AC685F"/>
    <w:rsid w:val="00AC689B"/>
    <w:rsid w:val="00AC6F67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479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290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27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D68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659"/>
    <w:rsid w:val="00B17A46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0C0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29"/>
    <w:rsid w:val="00B6095B"/>
    <w:rsid w:val="00B60AFC"/>
    <w:rsid w:val="00B60EC7"/>
    <w:rsid w:val="00B60F9D"/>
    <w:rsid w:val="00B613F9"/>
    <w:rsid w:val="00B61495"/>
    <w:rsid w:val="00B62678"/>
    <w:rsid w:val="00B6295C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1A"/>
    <w:rsid w:val="00B663CC"/>
    <w:rsid w:val="00B66608"/>
    <w:rsid w:val="00B66C39"/>
    <w:rsid w:val="00B66EC8"/>
    <w:rsid w:val="00B674EB"/>
    <w:rsid w:val="00B67597"/>
    <w:rsid w:val="00B6759B"/>
    <w:rsid w:val="00B67AC1"/>
    <w:rsid w:val="00B67BC5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39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324"/>
    <w:rsid w:val="00B93898"/>
    <w:rsid w:val="00B93DDD"/>
    <w:rsid w:val="00B93F0E"/>
    <w:rsid w:val="00B93F76"/>
    <w:rsid w:val="00B946E0"/>
    <w:rsid w:val="00B94D15"/>
    <w:rsid w:val="00B9545D"/>
    <w:rsid w:val="00B95751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A7DF5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286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B7FF9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882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1E80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7EB"/>
    <w:rsid w:val="00BD59A2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237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06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64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DA1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A6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096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8D6"/>
    <w:rsid w:val="00C17C45"/>
    <w:rsid w:val="00C20046"/>
    <w:rsid w:val="00C20231"/>
    <w:rsid w:val="00C2036A"/>
    <w:rsid w:val="00C206F9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BE8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C4B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55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1F7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4D89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8B6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9C9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1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3F4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514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D62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5EC7"/>
    <w:rsid w:val="00CE6158"/>
    <w:rsid w:val="00CE64A0"/>
    <w:rsid w:val="00CE65BD"/>
    <w:rsid w:val="00CE6635"/>
    <w:rsid w:val="00CE6A1D"/>
    <w:rsid w:val="00CE6CF8"/>
    <w:rsid w:val="00CE7251"/>
    <w:rsid w:val="00CE7445"/>
    <w:rsid w:val="00CE7B35"/>
    <w:rsid w:val="00CE7D4A"/>
    <w:rsid w:val="00CF004E"/>
    <w:rsid w:val="00CF02B9"/>
    <w:rsid w:val="00CF1372"/>
    <w:rsid w:val="00CF139B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57C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60B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77B"/>
    <w:rsid w:val="00D0682F"/>
    <w:rsid w:val="00D06EFA"/>
    <w:rsid w:val="00D07570"/>
    <w:rsid w:val="00D075CF"/>
    <w:rsid w:val="00D07826"/>
    <w:rsid w:val="00D079BA"/>
    <w:rsid w:val="00D079C7"/>
    <w:rsid w:val="00D10225"/>
    <w:rsid w:val="00D102DC"/>
    <w:rsid w:val="00D102EB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561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047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6DE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01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63E2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DFD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5FA1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2EE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61"/>
    <w:rsid w:val="00D948E8"/>
    <w:rsid w:val="00D94C56"/>
    <w:rsid w:val="00D9513B"/>
    <w:rsid w:val="00D953A8"/>
    <w:rsid w:val="00D95799"/>
    <w:rsid w:val="00D959E8"/>
    <w:rsid w:val="00D9616A"/>
    <w:rsid w:val="00D964F2"/>
    <w:rsid w:val="00D96976"/>
    <w:rsid w:val="00D969E7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094"/>
    <w:rsid w:val="00DA541C"/>
    <w:rsid w:val="00DA5AB3"/>
    <w:rsid w:val="00DA60DF"/>
    <w:rsid w:val="00DA6242"/>
    <w:rsid w:val="00DA642F"/>
    <w:rsid w:val="00DA6467"/>
    <w:rsid w:val="00DA6624"/>
    <w:rsid w:val="00DA70D7"/>
    <w:rsid w:val="00DA7342"/>
    <w:rsid w:val="00DA7351"/>
    <w:rsid w:val="00DA7858"/>
    <w:rsid w:val="00DA7E0F"/>
    <w:rsid w:val="00DB03AB"/>
    <w:rsid w:val="00DB06FD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784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0AA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0AE"/>
    <w:rsid w:val="00DC3199"/>
    <w:rsid w:val="00DC32AB"/>
    <w:rsid w:val="00DC3A0A"/>
    <w:rsid w:val="00DC3A77"/>
    <w:rsid w:val="00DC3E02"/>
    <w:rsid w:val="00DC4988"/>
    <w:rsid w:val="00DC4C4F"/>
    <w:rsid w:val="00DC51CB"/>
    <w:rsid w:val="00DC5415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AAD"/>
    <w:rsid w:val="00DD0B8F"/>
    <w:rsid w:val="00DD0BA2"/>
    <w:rsid w:val="00DD0C27"/>
    <w:rsid w:val="00DD0E22"/>
    <w:rsid w:val="00DD136A"/>
    <w:rsid w:val="00DD1426"/>
    <w:rsid w:val="00DD192C"/>
    <w:rsid w:val="00DD1BE0"/>
    <w:rsid w:val="00DD1EC2"/>
    <w:rsid w:val="00DD1FEC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7BA"/>
    <w:rsid w:val="00DE2B68"/>
    <w:rsid w:val="00DE2BDD"/>
    <w:rsid w:val="00DE2D96"/>
    <w:rsid w:val="00DE2E2C"/>
    <w:rsid w:val="00DE2E9F"/>
    <w:rsid w:val="00DE2F30"/>
    <w:rsid w:val="00DE3055"/>
    <w:rsid w:val="00DE3134"/>
    <w:rsid w:val="00DE3447"/>
    <w:rsid w:val="00DE3713"/>
    <w:rsid w:val="00DE3CD8"/>
    <w:rsid w:val="00DE3E12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5CBE"/>
    <w:rsid w:val="00DE6107"/>
    <w:rsid w:val="00DE6893"/>
    <w:rsid w:val="00DE69DC"/>
    <w:rsid w:val="00DE6C05"/>
    <w:rsid w:val="00DE6E46"/>
    <w:rsid w:val="00DE7CA1"/>
    <w:rsid w:val="00DF0016"/>
    <w:rsid w:val="00DF00C4"/>
    <w:rsid w:val="00DF082C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6E2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1DE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5F65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7B6"/>
    <w:rsid w:val="00E238BA"/>
    <w:rsid w:val="00E23BB3"/>
    <w:rsid w:val="00E23E7E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756"/>
    <w:rsid w:val="00E35851"/>
    <w:rsid w:val="00E35920"/>
    <w:rsid w:val="00E35E4C"/>
    <w:rsid w:val="00E35EEA"/>
    <w:rsid w:val="00E36EF7"/>
    <w:rsid w:val="00E370FC"/>
    <w:rsid w:val="00E3724F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C9B"/>
    <w:rsid w:val="00E42EC1"/>
    <w:rsid w:val="00E432C8"/>
    <w:rsid w:val="00E433C8"/>
    <w:rsid w:val="00E433D2"/>
    <w:rsid w:val="00E43B4E"/>
    <w:rsid w:val="00E44263"/>
    <w:rsid w:val="00E44532"/>
    <w:rsid w:val="00E4461C"/>
    <w:rsid w:val="00E4477E"/>
    <w:rsid w:val="00E44994"/>
    <w:rsid w:val="00E449D0"/>
    <w:rsid w:val="00E44B1D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88E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2E23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65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77E"/>
    <w:rsid w:val="00E80983"/>
    <w:rsid w:val="00E80B91"/>
    <w:rsid w:val="00E8104C"/>
    <w:rsid w:val="00E8150D"/>
    <w:rsid w:val="00E817DA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506"/>
    <w:rsid w:val="00E848D3"/>
    <w:rsid w:val="00E84AA5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1E5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61B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E29"/>
    <w:rsid w:val="00EA1F08"/>
    <w:rsid w:val="00EA1F13"/>
    <w:rsid w:val="00EA21D0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B63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E9C"/>
    <w:rsid w:val="00EC7F32"/>
    <w:rsid w:val="00ED0415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787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0C5"/>
    <w:rsid w:val="00EE7788"/>
    <w:rsid w:val="00EE78D8"/>
    <w:rsid w:val="00EE7982"/>
    <w:rsid w:val="00EE7D34"/>
    <w:rsid w:val="00EF0359"/>
    <w:rsid w:val="00EF0775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852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5D77"/>
    <w:rsid w:val="00F162A9"/>
    <w:rsid w:val="00F169F3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8ED"/>
    <w:rsid w:val="00F20E3A"/>
    <w:rsid w:val="00F21617"/>
    <w:rsid w:val="00F217E3"/>
    <w:rsid w:val="00F21E80"/>
    <w:rsid w:val="00F21FB1"/>
    <w:rsid w:val="00F2270F"/>
    <w:rsid w:val="00F22F60"/>
    <w:rsid w:val="00F23355"/>
    <w:rsid w:val="00F2351E"/>
    <w:rsid w:val="00F2385B"/>
    <w:rsid w:val="00F23891"/>
    <w:rsid w:val="00F23C75"/>
    <w:rsid w:val="00F23CA2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A1A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2E95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A3B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1E34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7E4"/>
    <w:rsid w:val="00F70A95"/>
    <w:rsid w:val="00F7100E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11"/>
    <w:rsid w:val="00F8327B"/>
    <w:rsid w:val="00F832B4"/>
    <w:rsid w:val="00F83AEC"/>
    <w:rsid w:val="00F84146"/>
    <w:rsid w:val="00F842E4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0FDB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541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1B07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1F4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0D5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3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3E87"/>
    <w:rsid w:val="00FF43C1"/>
    <w:rsid w:val="00FF451A"/>
    <w:rsid w:val="00FF4954"/>
    <w:rsid w:val="00FF498A"/>
    <w:rsid w:val="00FF49B1"/>
    <w:rsid w:val="00FF4A7B"/>
    <w:rsid w:val="00FF5072"/>
    <w:rsid w:val="00FF50AC"/>
    <w:rsid w:val="00FF51AC"/>
    <w:rsid w:val="00FF54B6"/>
    <w:rsid w:val="00FF559C"/>
    <w:rsid w:val="00FF5D37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oo9gr5idhzawbc8m">
    <w:name w:val="d2edcug0 hpfvmrgz qv66sw1b c1et5uql lr9zc1uh a8c37x1j keod5gw0 nxhoafnm aigsh9s9 d3f4x2em fe6kdd0r mau55g9w c8b282yb iv3no6db jq4qci2q a3bd9o3v lrazzd5p oo9gr5id hzawbc8m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9wwppknfe6kdd0rmau55g9wc8b282ybmdeji52xe9vueds3j5wam9giknj5qynhoo9gr5idhzawbc8m">
    <w:name w:val="d2edcug0 hpfvmrgz qv66sw1b c1et5uql lr9zc1uh a8c37x1j keod5gw0 nxhoafnm aigsh9s9 d9wwppkn fe6kdd0r mau55g9w c8b282yb mdeji52x e9vueds3 j5wam9gi knj5qynh oo9gr5id hzawbc8m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">
    <w:name w:val="a8c37x1j ni8dbmo4 stjgntxs l9j0dhe7 ltmttdrg g0qnabr5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ojkyduve">
    <w:name w:val="a8c37x1j ni8dbmo4 stjgntxs l9j0dhe7 ltmttdrg g0qnabr5 ojkyduve"/>
    <w:basedOn w:val="DefaultParagraphFont"/>
    <w:uiPriority w:val="99"/>
    <w:rsid w:val="00E35920"/>
    <w:rPr>
      <w:rFonts w:cs="Times New Roman"/>
    </w:rPr>
  </w:style>
  <w:style w:type="character" w:customStyle="1" w:styleId="tojvnm2ta6sixzi8abs2jz4qa8s20v7pt1p8iaqhk5wvi7nfq3lfd5jvpk4s997abipmatt0cebpdrjkqowsmv63owwhemhudp1hu0rbdhp61c6yiyyx5f41">
    <w:name w:val="tojvnm2t a6sixzi8 abs2jz4q a8s20v7p t1p8iaqh k5wvi7nf q3lfd5jv pk4s997a bipmatt0 cebpdrjk qowsmv63 owwhemhu dp1hu0rb dhp61c6y iyyx5f41"/>
    <w:basedOn w:val="DefaultParagraphFont"/>
    <w:uiPriority w:val="99"/>
    <w:rsid w:val="00E35920"/>
    <w:rPr>
      <w:rFonts w:cs="Times New Roman"/>
    </w:rPr>
  </w:style>
  <w:style w:type="character" w:customStyle="1" w:styleId="gpro0wi8pcp91wgn">
    <w:name w:val="gpro0wi8 pcp91wgn"/>
    <w:basedOn w:val="DefaultParagraphFont"/>
    <w:uiPriority w:val="99"/>
    <w:rsid w:val="00E35920"/>
    <w:rPr>
      <w:rFonts w:cs="Times New Roman"/>
    </w:rPr>
  </w:style>
  <w:style w:type="character" w:customStyle="1" w:styleId="pcp91wgn">
    <w:name w:val="pcp91wg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knj5qynhm9osqain">
    <w:name w:val="d2edcug0 hpfvmrgz qv66sw1b c1et5uql lr9zc1uh a8c37x1j keod5gw0 nxhoafnm aigsh9s9 d3f4x2em fe6kdd0r mau55g9w c8b282yb iv3no6db jq4qci2q a3bd9o3v knj5qynh m9osqai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m9osqain">
    <w:name w:val="d2edcug0 hpfvmrgz qv66sw1b c1et5uql lr9zc1uh a8c37x1j keod5gw0 nxhoafnm aigsh9s9 d3f4x2em fe6kdd0r mau55g9w c8b282yb iv3no6db jq4qci2q a3bd9o3v lrazzd5p m9osqain"/>
    <w:basedOn w:val="DefaultParagraphFont"/>
    <w:uiPriority w:val="99"/>
    <w:rsid w:val="00E3592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E35920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E359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04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0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0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20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20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204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2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20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4818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0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20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20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04815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204790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204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0204793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20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6020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20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20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04807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204820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0204829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0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20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20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0479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360204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0204802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0204812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020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204800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204821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6020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20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204786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0481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204795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204825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204792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204811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0204828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020481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204788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20478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204799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204813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0204822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204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0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20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20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04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204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20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0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0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20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20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20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20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204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20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20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20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20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20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20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20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20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20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20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020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49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0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0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204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204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2049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20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0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5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0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2050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20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50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2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05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50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205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0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0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20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50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2050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205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50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20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50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0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2050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2050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20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5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2050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20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50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2050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205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205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205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20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20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513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5132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36020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5133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5135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360205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20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20520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0514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205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020514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205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205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205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205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205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020514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20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020515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205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020515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205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020516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205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020517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205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020518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205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020518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205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020520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205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020520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205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020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205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205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205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205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020522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205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020523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20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6020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0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20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20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0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205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205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0205179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05224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20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20520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20521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60205182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0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360205143">
                      <w:marLeft w:val="-45"/>
                      <w:marRight w:val="-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205201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6020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05147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20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20515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20516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602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05227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20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20520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020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0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2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205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05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20521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205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205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205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60205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360205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020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205171">
                                          <w:marLeft w:val="10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205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60205217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205220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205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205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360205233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5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0205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205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360205178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5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0205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205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360205198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5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205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52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20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0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iritpathways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480</Words>
  <Characters>2642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4</cp:revision>
  <dcterms:created xsi:type="dcterms:W3CDTF">2021-10-23T18:31:00Z</dcterms:created>
  <dcterms:modified xsi:type="dcterms:W3CDTF">2021-10-23T18:35:00Z</dcterms:modified>
</cp:coreProperties>
</file>