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42" w:rsidRPr="007D0F95" w:rsidRDefault="00E64142" w:rsidP="00853FBB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D</w:t>
      </w:r>
      <w:r w:rsidRPr="00C63813">
        <w:rPr>
          <w:rFonts w:ascii="Trebuchet MS" w:hAnsi="Trebuchet MS"/>
          <w:smallCaps/>
          <w:shadow/>
          <w:sz w:val="36"/>
          <w:szCs w:val="36"/>
        </w:rPr>
        <w:t>irecci</w:t>
      </w:r>
      <w:r w:rsidRPr="00C63813">
        <w:rPr>
          <w:rFonts w:ascii="Trebuchet MS" w:hAnsi="Trebuchet MS"/>
          <w:smallCaps/>
          <w:shadow/>
          <w:kern w:val="0"/>
          <w:sz w:val="36"/>
          <w:szCs w:val="36"/>
        </w:rPr>
        <w:t>ó</w:t>
      </w:r>
      <w:r w:rsidRPr="00C63813">
        <w:rPr>
          <w:rFonts w:ascii="Trebuchet MS" w:hAnsi="Trebuchet MS"/>
          <w:smallCaps/>
          <w:shadow/>
          <w:sz w:val="36"/>
          <w:szCs w:val="36"/>
        </w:rPr>
        <w:t>n</w:t>
      </w:r>
      <w:r>
        <w:rPr>
          <w:rFonts w:ascii="Trebuchet MS" w:hAnsi="Trebuchet MS"/>
          <w:smallCaps/>
          <w:shadow/>
          <w:sz w:val="36"/>
          <w:szCs w:val="36"/>
        </w:rPr>
        <w:t xml:space="preserve"> inexplorada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7 de Abril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853FBB">
        <w:rPr>
          <w:rFonts w:ascii="Arial" w:hAnsi="Arial" w:cs="Arial"/>
          <w:sz w:val="20"/>
        </w:rPr>
        <w:t>http://www.spiritpathways.co.za</w:t>
      </w:r>
    </w:p>
    <w:p w:rsidR="00E64142" w:rsidRPr="00A908CC" w:rsidRDefault="00E64142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E64142" w:rsidRDefault="00E64142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E64142" w:rsidRDefault="00E64142" w:rsidP="00895307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853FBB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3366"/>
          <w:sz w:val="20"/>
          <w:szCs w:val="20"/>
        </w:rPr>
        <w:br/>
      </w:r>
      <w:r w:rsidRPr="00853FBB">
        <w:rPr>
          <w:rFonts w:ascii="Arial" w:hAnsi="Arial" w:cs="Arial"/>
          <w:sz w:val="20"/>
          <w:szCs w:val="20"/>
        </w:rPr>
        <w:t>https://www.facebook.com/ManantialCaduceo</w:t>
      </w:r>
    </w:p>
    <w:p w:rsidR="00E64142" w:rsidRPr="009B339E" w:rsidRDefault="00E64142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853FBB">
        <w:rPr>
          <w:rFonts w:ascii="Arial" w:hAnsi="Arial" w:cs="Arial"/>
          <w:sz w:val="20"/>
          <w:szCs w:val="20"/>
        </w:rPr>
        <w:t>https://t.me/joinchat/UBJK3YvzA2iGn37s</w:t>
      </w:r>
    </w:p>
    <w:p w:rsidR="00E64142" w:rsidRDefault="00E64142" w:rsidP="009B339E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color w:val="394836"/>
          <w:sz w:val="26"/>
          <w:szCs w:val="26"/>
        </w:rPr>
      </w:pPr>
    </w:p>
    <w:p w:rsidR="00E64142" w:rsidRDefault="00E64142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63369F">
        <w:rPr>
          <w:rFonts w:ascii="Arial" w:hAnsi="Arial" w:cs="Arial"/>
          <w:sz w:val="20"/>
          <w:szCs w:val="20"/>
        </w:rPr>
        <w:t>Hay un nuevo mundo que está despertando dentro de nosotros que está cambiando nuestras prioridades, cómo pensamos, cómo nos sentimos y cómo nos percibimos a nosotros mismos. Como resultado, la vida como la conocemos ha cambiado y se nos ofrece la oportunidad de involucrarnos con la vida de una manera nueva. Hay una emoción subyacente que se construye esta semana a medida que las energías se intensifican y nos insta a cambiar de marcha y comenzar a avanzar lentamente. </w:t>
      </w:r>
    </w:p>
    <w:p w:rsidR="00E64142" w:rsidRPr="0063369F" w:rsidRDefault="00E64142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E64142" w:rsidRPr="0063369F" w:rsidRDefault="00E64142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63369F">
        <w:rPr>
          <w:rFonts w:ascii="Arial" w:hAnsi="Arial" w:cs="Arial"/>
          <w:sz w:val="20"/>
          <w:szCs w:val="20"/>
        </w:rPr>
        <w:t>Este es un momento decisivo en el que puedes comenzar a aprovechar el poder que necesitas para transformar tus circunstancias actuales. Se te insta a dejar atrás lo familiar y seguir adelante sin miedo. Estas son aguas inexploradas y, como tales, requieren fe, coraje y la voluntad de dejar atrás el pasado. Si continúas pedaleando hacia y hacia lo viejo, perderás un tiempo precioso y perderás de vista la dirección que tu alma te está llamando a tomar. No hay vuelta atrás. </w:t>
      </w:r>
    </w:p>
    <w:p w:rsidR="00E64142" w:rsidRDefault="00E64142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63369F"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E64142" w:rsidRPr="00EA0DA6" w:rsidRDefault="00E64142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E64142" w:rsidRPr="00853FBB" w:rsidRDefault="00E64142" w:rsidP="00A76136">
      <w:pPr>
        <w:pStyle w:val="NormalWeb"/>
        <w:spacing w:beforeAutospacing="0" w:afterAutospacing="0"/>
        <w:jc w:val="both"/>
        <w:rPr>
          <w:color w:val="666699"/>
          <w:lang w:val="en-US"/>
        </w:rPr>
      </w:pPr>
      <w:r w:rsidRPr="00853FBB">
        <w:rPr>
          <w:rFonts w:ascii="Arial" w:hAnsi="Arial" w:cs="Arial"/>
          <w:color w:val="000000"/>
          <w:sz w:val="20"/>
          <w:szCs w:val="20"/>
          <w:lang w:val="en-US"/>
        </w:rPr>
        <w:t xml:space="preserve">© 2021 Kate Spreckley </w:t>
      </w:r>
      <w:r w:rsidRPr="00853FBB">
        <w:rPr>
          <w:rFonts w:ascii="Arial" w:hAnsi="Arial" w:cs="Arial"/>
          <w:sz w:val="20"/>
          <w:szCs w:val="20"/>
          <w:lang w:val="en-US"/>
        </w:rPr>
        <w:t>http://www.spiritpathways.co.za</w:t>
      </w:r>
    </w:p>
    <w:p w:rsidR="00E64142" w:rsidRPr="00F73237" w:rsidRDefault="00E64142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853FBB">
        <w:rPr>
          <w:rFonts w:ascii="Arial" w:hAnsi="Arial" w:cs="Arial"/>
          <w:sz w:val="20"/>
          <w:szCs w:val="20"/>
        </w:rPr>
        <w:t>http://www.spiritpathways.co.za</w:t>
      </w:r>
    </w:p>
    <w:p w:rsidR="00E64142" w:rsidRDefault="00E64142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E64142" w:rsidRDefault="00E64142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853FBB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E64142" w:rsidRDefault="00E64142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E64142" w:rsidRDefault="00E64142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E64142" w:rsidRDefault="00E64142" w:rsidP="008354FB">
      <w:pPr>
        <w:pStyle w:val="NormalWeb"/>
        <w:shd w:val="clear" w:color="auto" w:fill="FFFFFF"/>
        <w:spacing w:before="0" w:beforeAutospacing="0" w:after="324" w:afterAutospacing="0"/>
        <w:jc w:val="center"/>
        <w:rPr>
          <w:rFonts w:ascii="Calibri" w:hAnsi="Calibri"/>
          <w:i/>
          <w:iCs/>
          <w:color w:val="000000"/>
          <w:sz w:val="20"/>
          <w:szCs w:val="20"/>
        </w:rPr>
      </w:pPr>
    </w:p>
    <w:sectPr w:rsidR="00E64142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1F5E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9EF"/>
    <w:rsid w:val="000C4A6E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6CD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2080"/>
    <w:rsid w:val="0040284C"/>
    <w:rsid w:val="00402C60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622"/>
    <w:rsid w:val="006C5310"/>
    <w:rsid w:val="006C54C3"/>
    <w:rsid w:val="006C5834"/>
    <w:rsid w:val="006C5D5C"/>
    <w:rsid w:val="006C607C"/>
    <w:rsid w:val="006C6413"/>
    <w:rsid w:val="006C65F2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3FBB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8CB"/>
    <w:rsid w:val="00886D37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B17"/>
    <w:rsid w:val="00C62B2A"/>
    <w:rsid w:val="00C6315D"/>
    <w:rsid w:val="00C63601"/>
    <w:rsid w:val="00C637AF"/>
    <w:rsid w:val="00C63813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142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13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13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13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13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1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13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13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67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13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13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167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131650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13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2131653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13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213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13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13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166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13168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13168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13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13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165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25213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13166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131672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13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13166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13168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213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1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131646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167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13165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13168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13165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13167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213168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13167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13164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13164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13165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13167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213168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13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13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13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13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13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13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13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1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213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3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1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1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1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13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13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13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1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13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1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3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1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1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13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1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13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1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1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13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9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1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13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1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1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3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13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13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13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405</Words>
  <Characters>2231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2021-04-08T13:03:00Z</dcterms:created>
  <dcterms:modified xsi:type="dcterms:W3CDTF">2021-04-11T18:17:00Z</dcterms:modified>
</cp:coreProperties>
</file>