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FFA" w:rsidRDefault="00D93FFA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Cs/>
          <w:smallCaps/>
          <w:shadow/>
          <w:sz w:val="36"/>
          <w:szCs w:val="36"/>
        </w:rPr>
      </w:pPr>
      <w:r w:rsidRPr="00586B51">
        <w:rPr>
          <w:rFonts w:ascii="Trebuchet MS" w:hAnsi="Trebuchet MS" w:cs="Arial"/>
          <w:b w:val="0"/>
          <w:bCs/>
          <w:smallCaps/>
          <w:shadow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8.25pt;height:518.25pt">
            <v:imagedata r:id="rId5" o:title=""/>
          </v:shape>
        </w:pict>
      </w:r>
    </w:p>
    <w:p w:rsidR="00D93FFA" w:rsidRPr="007D0F95" w:rsidRDefault="00D93FFA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Eclipse de Luna Llena</w:t>
      </w:r>
      <w:r w:rsidRPr="00C71FBF">
        <w:rPr>
          <w:rFonts w:ascii="Trebuchet MS" w:hAnsi="Trebuchet MS"/>
          <w:smallCaps/>
          <w:shadow/>
          <w:sz w:val="36"/>
          <w:szCs w:val="36"/>
        </w:rPr>
        <w:t xml:space="preserve"> 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26 de Mayo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D93FFA" w:rsidRPr="00A908CC" w:rsidRDefault="00D93FFA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D93FFA" w:rsidRDefault="00D93FFA" w:rsidP="00A0021A">
      <w:pPr>
        <w:pStyle w:val="NormalWeb"/>
        <w:shd w:val="clear" w:color="auto" w:fill="FFFFFF"/>
        <w:spacing w:before="24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</w:t>
      </w:r>
      <w:r>
        <w:rPr>
          <w:rFonts w:ascii="Arial" w:hAnsi="Arial" w:cs="Arial"/>
          <w:color w:val="666699"/>
          <w:sz w:val="20"/>
          <w:szCs w:val="20"/>
        </w:rPr>
        <w:t>//t.me/joinchat/UBJK3YvzA2iGn37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D93FFA" w:rsidRPr="00A0021A" w:rsidRDefault="00D93FFA" w:rsidP="00A0021A">
      <w:pPr>
        <w:pStyle w:val="NormalWeb"/>
        <w:shd w:val="clear" w:color="auto" w:fill="FFFFFF"/>
        <w:spacing w:before="240" w:beforeAutospacing="0" w:after="0" w:afterAutospacing="0"/>
        <w:rPr>
          <w:rFonts w:ascii="Arial" w:hAnsi="Arial" w:cs="Arial"/>
          <w:sz w:val="20"/>
          <w:szCs w:val="20"/>
        </w:rPr>
      </w:pPr>
      <w:r w:rsidRPr="00A0021A">
        <w:rPr>
          <w:rFonts w:ascii="Arial" w:hAnsi="Arial" w:cs="Arial"/>
          <w:sz w:val="20"/>
          <w:szCs w:val="20"/>
        </w:rPr>
        <w:t>Los eclipses lunares ofrecen la culminación de ciclos que han seguido su curso. Como tal, nos animan a dejar ir lo que ya no nos sirve. Con este eclipse en particular, tenemos la oportunidad de transformar nuestro estado actual y avanzar hacia un mayor sentido de quiénes somos realmente. Se necesita un cambio real y con el eclipse de hoy se nos invita a dar un paso adelante y entrar en un nuevo capítulo de nuestras vidas. El cambio es incómodo y puede generar mucho miedo a lo desconocido, sin embargo, ahora es el momento de liberar los hábitos, patrones y formas de pensar que nos mantienen pequeños y cómodos.</w:t>
      </w:r>
      <w:r w:rsidRPr="00A0021A">
        <w:rPr>
          <w:rFonts w:ascii="Arial" w:hAnsi="Arial" w:cs="Arial"/>
          <w:sz w:val="20"/>
          <w:szCs w:val="20"/>
        </w:rPr>
        <w:br/>
      </w:r>
    </w:p>
    <w:p w:rsidR="00D93FFA" w:rsidRPr="00A0021A" w:rsidRDefault="00D93FFA" w:rsidP="00A0021A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</w:p>
    <w:p w:rsidR="00D93FFA" w:rsidRPr="00A0021A" w:rsidRDefault="00D93FFA" w:rsidP="00A0021A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A0021A">
        <w:rPr>
          <w:rFonts w:ascii="Arial" w:hAnsi="Arial" w:cs="Arial"/>
          <w:sz w:val="20"/>
          <w:szCs w:val="20"/>
        </w:rPr>
        <w:t>Esta temporada de eclipses es un momento muy kárm</w:t>
      </w:r>
      <w:r>
        <w:rPr>
          <w:rFonts w:ascii="Arial" w:hAnsi="Arial" w:cs="Arial"/>
          <w:sz w:val="20"/>
          <w:szCs w:val="20"/>
        </w:rPr>
        <w:t>ico, que aumentará el ritmo de tu viaje de despertar y sanación, acelerando t</w:t>
      </w:r>
      <w:r w:rsidRPr="00A0021A">
        <w:rPr>
          <w:rFonts w:ascii="Arial" w:hAnsi="Arial" w:cs="Arial"/>
          <w:sz w:val="20"/>
          <w:szCs w:val="20"/>
        </w:rPr>
        <w:t>u avance. Es una fase profundamente transformadora que puede traer cambios abruptos y repentinos. Esto puede ser un desafío intenso a medida que se intensifican las emociones y se revela lo que acecha en el subconsciente. Recuerda atender tu mundo interior y tu vida emocional. Abraza los sentimientos que han sido negados,</w:t>
      </w:r>
      <w:r>
        <w:rPr>
          <w:rFonts w:ascii="Arial" w:hAnsi="Arial" w:cs="Arial"/>
          <w:sz w:val="20"/>
          <w:szCs w:val="20"/>
        </w:rPr>
        <w:t xml:space="preserve"> ignorados o reprimidos. Escucha</w:t>
      </w:r>
      <w:r w:rsidRPr="00A0021A">
        <w:rPr>
          <w:rFonts w:ascii="Arial" w:hAnsi="Arial" w:cs="Arial"/>
          <w:sz w:val="20"/>
          <w:szCs w:val="20"/>
        </w:rPr>
        <w:t xml:space="preserve"> las voces internas con compa</w:t>
      </w:r>
      <w:r>
        <w:rPr>
          <w:rFonts w:ascii="Arial" w:hAnsi="Arial" w:cs="Arial"/>
          <w:sz w:val="20"/>
          <w:szCs w:val="20"/>
        </w:rPr>
        <w:t>sión y bondad. Aprecia</w:t>
      </w:r>
      <w:r w:rsidRPr="00A0021A">
        <w:rPr>
          <w:rFonts w:ascii="Arial" w:hAnsi="Arial" w:cs="Arial"/>
          <w:sz w:val="20"/>
          <w:szCs w:val="20"/>
        </w:rPr>
        <w:t xml:space="preserve"> todo lo que ha hecho falta p</w:t>
      </w:r>
      <w:r>
        <w:rPr>
          <w:rFonts w:ascii="Arial" w:hAnsi="Arial" w:cs="Arial"/>
          <w:sz w:val="20"/>
          <w:szCs w:val="20"/>
        </w:rPr>
        <w:t>ara llegar a este punto y confía en la dirección que t</w:t>
      </w:r>
      <w:r w:rsidRPr="00A0021A">
        <w:rPr>
          <w:rFonts w:ascii="Arial" w:hAnsi="Arial" w:cs="Arial"/>
          <w:sz w:val="20"/>
          <w:szCs w:val="20"/>
        </w:rPr>
        <w:t>e están guiando.</w:t>
      </w:r>
    </w:p>
    <w:p w:rsidR="00D93FFA" w:rsidRDefault="00D93FFA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A0021A">
        <w:rPr>
          <w:rFonts w:ascii="Arial" w:hAnsi="Arial" w:cs="Arial"/>
          <w:sz w:val="20"/>
          <w:szCs w:val="20"/>
        </w:rPr>
        <w:t>Mucho amor,</w:t>
      </w:r>
    </w:p>
    <w:p w:rsidR="00D93FFA" w:rsidRPr="00EA0DA6" w:rsidRDefault="00D93FFA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D93FFA" w:rsidRPr="00950267" w:rsidRDefault="00D93FFA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D93FFA" w:rsidRPr="00F73237" w:rsidRDefault="00D93FFA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D93FFA" w:rsidRDefault="00D93FFA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D93FFA" w:rsidRDefault="00D93FFA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D93FFA" w:rsidRDefault="00D93FFA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D93FFA" w:rsidRDefault="00D93FFA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D93FFA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2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2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2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2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2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42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42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2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415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2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2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2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42241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422387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42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8422390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422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6842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2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42240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422417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8422426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2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2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2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42238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56842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842239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422409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422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422397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422418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684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2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22383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42240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42239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42242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42238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422408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42242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842241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42238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42238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42239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422410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42241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2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2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2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2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42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42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42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2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2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2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2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2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2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2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2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2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2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2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2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2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84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5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2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2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25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2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42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2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2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2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42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2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2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2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2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2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2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2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42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2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42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2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42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42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6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2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2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22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2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42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4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42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914</TotalTime>
  <Pages>2</Pages>
  <Words>480</Words>
  <Characters>2641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2021-05-26T11:34:00Z</dcterms:created>
  <dcterms:modified xsi:type="dcterms:W3CDTF">2021-05-27T04:09:00Z</dcterms:modified>
</cp:coreProperties>
</file>