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43" w:rsidRPr="00A2539C" w:rsidRDefault="007D1843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El Cuidado Personal es una prioridad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8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7D1843" w:rsidRDefault="007D1843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7D1843" w:rsidRPr="00735420" w:rsidRDefault="007D1843" w:rsidP="0073542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735420">
        <w:rPr>
          <w:rFonts w:ascii="Arial" w:hAnsi="Arial" w:cs="Arial"/>
          <w:sz w:val="20"/>
          <w:szCs w:val="20"/>
          <w:bdr w:val="none" w:sz="0" w:space="0" w:color="auto" w:frame="1"/>
        </w:rPr>
        <w:t>Con el comienzo de esta semana, las energías entrantes nos están preparando para el próximo portal 11:11 que se abre el jueves. El código 11:11 es la semilla de toda la creación, y durante este noviembre este código vibrará dentro de nosotros para crear una realineación y un reinicio dentro de nuestros aspectos emocionales, físicos, mentales y espirituales. Con este restablecimiento, las barreras que existen entre el alma y lo físico se romperán creando un cambio fundamental y un renacimiento que lo abarca todo para la humanidad. </w:t>
      </w:r>
    </w:p>
    <w:p w:rsidR="007D1843" w:rsidRPr="00735420" w:rsidRDefault="007D1843" w:rsidP="0073542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7D1843" w:rsidRPr="00735420" w:rsidRDefault="007D1843" w:rsidP="0073542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D1843" w:rsidRPr="00735420" w:rsidRDefault="007D1843" w:rsidP="0073542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5420">
        <w:rPr>
          <w:rFonts w:ascii="Arial" w:hAnsi="Arial" w:cs="Arial"/>
          <w:sz w:val="20"/>
          <w:szCs w:val="20"/>
          <w:bdr w:val="none" w:sz="0" w:space="0" w:color="auto" w:frame="1"/>
        </w:rPr>
        <w:t>Las energías entrantes están provocando la necesidad de acción y el impulso necesario para avanzar en tu camino. Sin embargo, es posible que al principio te sientas increíblemente agotado a medida que tus aspectos internos comienzan a realinearse y se preparan para el próximo reinicio. Los avances reales son posibles ahora, ya que las energías entrantes te regalan el impulso necesario para alejarte de lo viejo y abrazar lo nuevo. Ten en cuenta que el renacimiento y los nuevos comienzos se están actualizando y, como tal, el cuidado personal es una prioridad esta semana.   </w:t>
      </w:r>
    </w:p>
    <w:p w:rsidR="007D1843" w:rsidRDefault="007D1843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7D1843" w:rsidRPr="00052557" w:rsidRDefault="007D1843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7D1843" w:rsidRPr="00052557" w:rsidRDefault="007D1843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7D1843" w:rsidRPr="00052557" w:rsidRDefault="007D1843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7D1843" w:rsidRPr="00052557" w:rsidRDefault="007D1843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7D1843" w:rsidRPr="00052557" w:rsidRDefault="007D1843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7D1843" w:rsidRPr="00052557" w:rsidRDefault="007D1843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7D1843" w:rsidRPr="00052557" w:rsidRDefault="007D1843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D1843" w:rsidRPr="00052557" w:rsidRDefault="007D1843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D1843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2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2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09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09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06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202007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202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08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09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02010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07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13202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08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02009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02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07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10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202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06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08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0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10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07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09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202010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09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06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06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07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09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202010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2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0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20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40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41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132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4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41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132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8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4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4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2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5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0205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20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020458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50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8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2049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02046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132020422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8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0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42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3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204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0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50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04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0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02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202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3202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02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450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02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2020496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0499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3202051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20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02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3202045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2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02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3202047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20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2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2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470</Words>
  <Characters>2586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2021-11-08T17:25:00Z</dcterms:created>
  <dcterms:modified xsi:type="dcterms:W3CDTF">2021-11-08T17:36:00Z</dcterms:modified>
</cp:coreProperties>
</file>