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2E" w:rsidRPr="007D0F95" w:rsidRDefault="006D192E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El Fin de los Ciclos de Sufrimiento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3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6D192E" w:rsidRPr="00A908CC" w:rsidRDefault="006D192E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6D192E" w:rsidRDefault="006D192E" w:rsidP="002C36B1">
      <w:pPr>
        <w:pStyle w:val="NormalWeb"/>
        <w:shd w:val="clear" w:color="auto" w:fill="FBFFFA"/>
        <w:spacing w:before="0" w:beforeAutospacing="0" w:after="312" w:afterAutospacing="0" w:line="360" w:lineRule="atLeast"/>
        <w:textAlignment w:val="baseline"/>
        <w:rPr>
          <w:rFonts w:ascii="Arial" w:hAnsi="Arial" w:cs="Arial"/>
          <w:color w:val="666699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</w:t>
      </w:r>
      <w:r>
        <w:rPr>
          <w:rFonts w:ascii="Arial" w:hAnsi="Arial" w:cs="Arial"/>
          <w:color w:val="666699"/>
          <w:sz w:val="20"/>
          <w:szCs w:val="20"/>
        </w:rPr>
        <w:t>//t.me/joinchat/UBJK3YvzA2iGn37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</w:p>
    <w:p w:rsidR="006D192E" w:rsidRPr="00A33B75" w:rsidRDefault="006D192E" w:rsidP="002C36B1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Pr="00A33B75">
        <w:rPr>
          <w:rFonts w:ascii="Arial" w:hAnsi="Arial" w:cs="Arial"/>
          <w:sz w:val="20"/>
          <w:szCs w:val="20"/>
        </w:rPr>
        <w:t>Actualmente estamos siendo reconfigurados internamente y, como tal, la forma en que respondemos y reaccionamos a la vida está cambiando. Nuestra conciencia se está expandiendo internamente a través de nuestros corazones, lo que cambiará nuestra perspectiva y la lente a través de la cual nos vemos a nosotros mismos. Es importante que aprendamos a reorientarnos dentro de nuestro centro cardíaco y hacer un esfuerzo consciente para permitir que los cambios y los cambios se asienten. El espacio se está creando dentro y se nos insta a inclinarnos hacia adentro y nutrirnos en este tiempo.</w:t>
      </w:r>
    </w:p>
    <w:p w:rsidR="006D192E" w:rsidRPr="00A33B75" w:rsidRDefault="006D192E" w:rsidP="002C36B1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6D192E" w:rsidRPr="00A33B75" w:rsidRDefault="006D192E" w:rsidP="002C36B1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 w:rsidRPr="00A33B75">
        <w:rPr>
          <w:rFonts w:ascii="Arial" w:hAnsi="Arial" w:cs="Arial"/>
          <w:sz w:val="20"/>
          <w:szCs w:val="20"/>
        </w:rPr>
        <w:t>A medida que avanzas en esta temporada de eclipses y hacia el Eclipse Solar de Luna Nueva la próxima semana, tu enfoque debe moverse hacia las necesidades de tu mundo interior y la restauración de tu alma. Una nueva conciencia está surgiendo desde adentro que está alterando tu forma de pensar y, por lo tanto, tu enfoque de la vida. Los eventos y situaciones que ocurren ahora requieren un enfoque diferente y la comprensión de que muchas de tus viejas formas de responder y reaccionar provienen del dolor del pasado. Al enfrentar este dolor y las heridas resultantes, puedes ver los patrones recurrentes de tu vida y poner fin a los ciclos aparentemente interminables de sufrimiento que has soportado.</w:t>
      </w:r>
    </w:p>
    <w:p w:rsidR="006D192E" w:rsidRDefault="006D192E" w:rsidP="00A76136">
      <w:pPr>
        <w:pStyle w:val="NormalWeb"/>
        <w:shd w:val="clear" w:color="auto" w:fill="FBFFFA"/>
        <w:spacing w:before="0" w:beforeAutospacing="0" w:after="300" w:afterAutospacing="0"/>
      </w:pPr>
    </w:p>
    <w:p w:rsidR="006D192E" w:rsidRDefault="006D192E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A0021A">
        <w:rPr>
          <w:rFonts w:ascii="Arial" w:hAnsi="Arial" w:cs="Arial"/>
          <w:sz w:val="20"/>
          <w:szCs w:val="20"/>
        </w:rPr>
        <w:t>Mucho amor,</w:t>
      </w:r>
    </w:p>
    <w:p w:rsidR="006D192E" w:rsidRPr="00EA0DA6" w:rsidRDefault="006D192E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6D192E" w:rsidRPr="00950267" w:rsidRDefault="006D192E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6D192E" w:rsidRPr="00F73237" w:rsidRDefault="006D192E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6D192E" w:rsidRDefault="006D192E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6D192E" w:rsidRDefault="006D192E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6D192E" w:rsidRDefault="006D192E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  <w:r>
        <w:rPr>
          <w:rFonts w:ascii="Calibri" w:hAnsi="Calibri"/>
          <w:i/>
          <w:iCs/>
          <w:color w:val="000000"/>
          <w:sz w:val="20"/>
          <w:szCs w:val="20"/>
        </w:rPr>
        <w:br/>
      </w:r>
    </w:p>
    <w:p w:rsidR="006D192E" w:rsidRDefault="006D192E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6D192E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1FD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2C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B28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6B1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328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0B3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6F6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34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40B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7EE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1D1F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92E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BCE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565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655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55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9D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3B7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17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BF4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11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4F75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091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682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0D0E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47B54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56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18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8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8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8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8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8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18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61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8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8061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80590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1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1180593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18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118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8060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8062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118062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8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8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8059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65118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118060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18061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18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8060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8062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118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80586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8061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8059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8062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18059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18061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18062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11806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8058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8058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18059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18061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18062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18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8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8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8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18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8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8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118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18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8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8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18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8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18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18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18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18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18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18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18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8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744</TotalTime>
  <Pages>2</Pages>
  <Words>488</Words>
  <Characters>2690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2021-06-03T12:42:00Z</dcterms:created>
  <dcterms:modified xsi:type="dcterms:W3CDTF">2021-06-03T12:46:00Z</dcterms:modified>
</cp:coreProperties>
</file>