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C0" w:rsidRPr="007D0F95" w:rsidRDefault="008526C0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El Polvo se esta Asentando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3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8526C0" w:rsidRPr="00A908CC" w:rsidRDefault="008526C0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8526C0" w:rsidRDefault="008526C0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8526C0" w:rsidRPr="00950267" w:rsidRDefault="008526C0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8526C0" w:rsidRPr="009B339E" w:rsidRDefault="008526C0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8526C0" w:rsidRPr="00271DA6" w:rsidRDefault="008526C0" w:rsidP="00271DA6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271DA6">
        <w:rPr>
          <w:rFonts w:ascii="Arial" w:hAnsi="Arial" w:cs="Arial"/>
          <w:sz w:val="20"/>
          <w:szCs w:val="20"/>
        </w:rPr>
        <w:br/>
        <w:t>En mayo, el polvo comenzará a asentarse y podemos esperar que se produzcan nuevos cambios a medida que se formen nuevos caminos, patrones y configuraciones. Este es un momento crítico en nuestro proceso de sanación y crecimiento en el que se nos insta a hacer un balance de dónde estamos ahora y qué correcciones de rumbo aún deben hacerse para ayudarnos a liberarnos del pasado. Las energías entrantes están resaltando los sentimientos de inseguridad y los lugares dentro de nosotros donde todavía nos sentimos vulnerables. Esto puede resultar incómodo a medida que se magnifican las viejas dudas, el dolor desatendido y los miedos reprimidos. </w:t>
      </w:r>
    </w:p>
    <w:p w:rsidR="008526C0" w:rsidRDefault="008526C0" w:rsidP="00271DA6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8526C0" w:rsidRPr="0042032D" w:rsidRDefault="008526C0" w:rsidP="00F5225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271DA6">
        <w:rPr>
          <w:rFonts w:ascii="Arial" w:hAnsi="Arial" w:cs="Arial"/>
          <w:sz w:val="20"/>
          <w:szCs w:val="20"/>
        </w:rPr>
        <w:t>Todo lo que estás experimentando te está guiando hacia una mayor conexión con tu alma. Lo que estás experimentando tanto interna como externamente te está instando a enfrentar y liberar cualquier resistencia que tengas a lo nuevo. Es hora de aceptar finalmente que el cambio es necesario y que los viejos hábitos deben morir. No hay vuelta a la "normalidad". Como resultado, es posible que te sientas sin conexión a tierra y disperso, ya que lo que antes se consideraba estable ahora es inestable y errático. Confiar en el proceso y concentrarse en estar conectado a tierra y estar presente en el momento hará que sea más fácil navegar este período. </w:t>
      </w:r>
    </w:p>
    <w:p w:rsidR="008526C0" w:rsidRDefault="008526C0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8526C0" w:rsidRPr="00EA0DA6" w:rsidRDefault="008526C0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8526C0" w:rsidRPr="00950267" w:rsidRDefault="008526C0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8526C0" w:rsidRPr="00F73237" w:rsidRDefault="008526C0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8526C0" w:rsidRDefault="008526C0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8526C0" w:rsidRDefault="008526C0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8526C0" w:rsidRDefault="008526C0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8526C0" w:rsidRDefault="008526C0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8526C0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6C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6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6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56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293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6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6293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2908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6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4562911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6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45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6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6292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293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456294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6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6290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47456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56292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562930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56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291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56293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45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62904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6292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291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56294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6291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56292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456294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5629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290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56290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6291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56293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456294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56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6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6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56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6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3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467</Words>
  <Characters>2571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/>
  <cp:keywords/>
  <dc:description/>
  <cp:lastModifiedBy>gwartel@hotmail.com</cp:lastModifiedBy>
  <cp:revision>3</cp:revision>
  <dcterms:created xsi:type="dcterms:W3CDTF">2021-05-05T02:11:00Z</dcterms:created>
  <dcterms:modified xsi:type="dcterms:W3CDTF">2021-05-05T02:26:00Z</dcterms:modified>
</cp:coreProperties>
</file>