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42" w:rsidRPr="007D0F95" w:rsidRDefault="008A1942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Espacio para Ajustar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 de Julio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8A1942" w:rsidRPr="00A908CC" w:rsidRDefault="008A1942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8A1942" w:rsidRDefault="008A1942" w:rsidP="00886690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8A1942" w:rsidRPr="00133B49" w:rsidRDefault="008A1942" w:rsidP="00133B49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133B49">
        <w:rPr>
          <w:rFonts w:ascii="Arial" w:hAnsi="Arial" w:cs="Arial"/>
          <w:sz w:val="20"/>
          <w:szCs w:val="20"/>
        </w:rPr>
        <w:t>Al comienzo de julio, todavía estamos manejando los efectos energéticos del mes pasado. Como tal, se nos insta a encontrar y mantener nuestro sentido del equilibrio mientras continuamos experimentando el tira y afloja entre el pasado y el futuro, lo viejo y lo nuevo. Por ahora, es importante que nos centremos en permitir y crear el espacio necesario para adaptarse.</w:t>
      </w:r>
    </w:p>
    <w:p w:rsidR="008A1942" w:rsidRPr="00133B49" w:rsidRDefault="008A1942" w:rsidP="00133B49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133B4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La estructura de t</w:t>
      </w:r>
      <w:r w:rsidRPr="00133B49">
        <w:rPr>
          <w:rFonts w:ascii="Arial" w:hAnsi="Arial" w:cs="Arial"/>
          <w:sz w:val="20"/>
          <w:szCs w:val="20"/>
        </w:rPr>
        <w:t>u realidad se ha aflojado y, como resultado, las cosas comienzan a verse y sentirse bastante diferentes. Están surgiendo nuevas posibilidades y potenciales que requieren fluidez, e</w:t>
      </w:r>
      <w:r>
        <w:rPr>
          <w:rFonts w:ascii="Arial" w:hAnsi="Arial" w:cs="Arial"/>
          <w:sz w:val="20"/>
          <w:szCs w:val="20"/>
        </w:rPr>
        <w:t>xpansión y la voluntad de movert</w:t>
      </w:r>
      <w:r w:rsidRPr="00133B49">
        <w:rPr>
          <w:rFonts w:ascii="Arial" w:hAnsi="Arial" w:cs="Arial"/>
          <w:sz w:val="20"/>
          <w:szCs w:val="20"/>
        </w:rPr>
        <w:t>e hacia lo desconocido. Se está llevando a cabo</w:t>
      </w:r>
      <w:r>
        <w:rPr>
          <w:rFonts w:ascii="Arial" w:hAnsi="Arial" w:cs="Arial"/>
          <w:sz w:val="20"/>
          <w:szCs w:val="20"/>
        </w:rPr>
        <w:t xml:space="preserve"> un reordenamiento completo de tu vida, así que elije t</w:t>
      </w:r>
      <w:r w:rsidRPr="00133B49">
        <w:rPr>
          <w:rFonts w:ascii="Arial" w:hAnsi="Arial" w:cs="Arial"/>
          <w:sz w:val="20"/>
          <w:szCs w:val="20"/>
        </w:rPr>
        <w:t>us ba</w:t>
      </w:r>
      <w:r>
        <w:rPr>
          <w:rFonts w:ascii="Arial" w:hAnsi="Arial" w:cs="Arial"/>
          <w:sz w:val="20"/>
          <w:szCs w:val="20"/>
        </w:rPr>
        <w:t>tallas con cuidado y concéntrate</w:t>
      </w:r>
      <w:r w:rsidRPr="00133B49">
        <w:rPr>
          <w:rFonts w:ascii="Arial" w:hAnsi="Arial" w:cs="Arial"/>
          <w:sz w:val="20"/>
          <w:szCs w:val="20"/>
        </w:rPr>
        <w:t xml:space="preserve"> en hacer las paces con cualquier problema no resuelto. </w:t>
      </w:r>
      <w:r>
        <w:rPr>
          <w:rFonts w:ascii="Arial" w:hAnsi="Arial" w:cs="Arial"/>
          <w:sz w:val="20"/>
          <w:szCs w:val="20"/>
        </w:rPr>
        <w:t>Reevalúa tus límites y deja ir lo que esté agotando t</w:t>
      </w:r>
      <w:r w:rsidRPr="00133B49">
        <w:rPr>
          <w:rFonts w:ascii="Arial" w:hAnsi="Arial" w:cs="Arial"/>
          <w:sz w:val="20"/>
          <w:szCs w:val="20"/>
        </w:rPr>
        <w:t>u energía. </w:t>
      </w:r>
    </w:p>
    <w:p w:rsidR="008A1942" w:rsidRDefault="008A1942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8A1942" w:rsidRPr="00133B49" w:rsidRDefault="008A1942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  <w:lang w:val="en-US"/>
        </w:rPr>
      </w:pPr>
      <w:r w:rsidRPr="00133B49">
        <w:rPr>
          <w:rFonts w:ascii="Arial" w:hAnsi="Arial" w:cs="Arial"/>
          <w:sz w:val="20"/>
          <w:szCs w:val="20"/>
          <w:lang w:val="en-US"/>
        </w:rPr>
        <w:t>Kate</w:t>
      </w:r>
    </w:p>
    <w:p w:rsidR="008A1942" w:rsidRPr="00133B49" w:rsidRDefault="008A1942" w:rsidP="00A76136">
      <w:pPr>
        <w:pStyle w:val="NormalWeb"/>
        <w:spacing w:beforeAutospacing="0" w:afterAutospacing="0"/>
        <w:jc w:val="both"/>
        <w:rPr>
          <w:color w:val="666699"/>
          <w:lang w:val="en-US"/>
        </w:rPr>
      </w:pPr>
      <w:r w:rsidRPr="00133B49">
        <w:rPr>
          <w:rFonts w:ascii="Arial" w:hAnsi="Arial" w:cs="Arial"/>
          <w:color w:val="000000"/>
          <w:sz w:val="20"/>
          <w:szCs w:val="20"/>
          <w:lang w:val="en-US"/>
        </w:rPr>
        <w:br/>
        <w:t xml:space="preserve">© 2021 Kate Spreckley </w:t>
      </w:r>
      <w:r w:rsidRPr="00133B49">
        <w:rPr>
          <w:rFonts w:ascii="Arial" w:hAnsi="Arial" w:cs="Arial"/>
          <w:sz w:val="20"/>
          <w:szCs w:val="20"/>
          <w:lang w:val="en-US"/>
        </w:rPr>
        <w:t>http://www.spiritpathways.co.za</w:t>
      </w:r>
    </w:p>
    <w:p w:rsidR="008A1942" w:rsidRPr="00F73237" w:rsidRDefault="008A1942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8A1942" w:rsidRDefault="008A1942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8A1942" w:rsidRDefault="008A1942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8A1942" w:rsidRDefault="008A1942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8A1942" w:rsidRDefault="008A1942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8A1942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1942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1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1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01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01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01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48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1748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1745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01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01746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017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40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1747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1748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01749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1746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36401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401747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01748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01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1746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01749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40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745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1747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1746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01749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01746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01748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01749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401748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1745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01745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01746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01748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01749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01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1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1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01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1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01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6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17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1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79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801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36401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780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80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36401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419</Words>
  <Characters>2308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2021-07-02T15:49:00Z</dcterms:created>
  <dcterms:modified xsi:type="dcterms:W3CDTF">2021-07-02T16:21:00Z</dcterms:modified>
</cp:coreProperties>
</file>