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EC4" w:rsidRPr="00A2539C" w:rsidRDefault="00DE0EC4" w:rsidP="00E817DA">
      <w:pPr>
        <w:pStyle w:val="Heading1"/>
        <w:shd w:val="clear" w:color="auto" w:fill="FFFFFF"/>
        <w:spacing w:before="0" w:beforeAutospacing="0" w:after="0" w:afterAutospacing="0" w:line="264" w:lineRule="atLeast"/>
        <w:jc w:val="center"/>
        <w:textAlignment w:val="baseline"/>
        <w:rPr>
          <w:rFonts w:ascii="Arial" w:hAnsi="Arial" w:cs="Arial"/>
          <w:b w:val="0"/>
          <w:color w:val="333333"/>
          <w:spacing w:val="15"/>
          <w:sz w:val="69"/>
          <w:szCs w:val="69"/>
        </w:rPr>
      </w:pPr>
      <w:r>
        <w:rPr>
          <w:rFonts w:ascii="Trebuchet MS" w:hAnsi="Trebuchet MS" w:cs="Arial"/>
          <w:smallCaps/>
          <w:shadow/>
          <w:sz w:val="36"/>
          <w:szCs w:val="36"/>
        </w:rPr>
        <w:t xml:space="preserve">Espacio Interno de Reflexión </w:t>
      </w:r>
      <w:r w:rsidRPr="00654A95">
        <w:rPr>
          <w:rFonts w:ascii="Trebuchet MS" w:hAnsi="Trebuchet MS" w:cs="Arial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3 de Noviembre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hyperlink r:id="rId5" w:history="1">
        <w:r w:rsidRPr="00314076">
          <w:rPr>
            <w:rStyle w:val="Hyperlink"/>
            <w:rFonts w:ascii="Arial" w:hAnsi="Arial" w:cs="Arial"/>
            <w:color w:val="666699"/>
            <w:sz w:val="20"/>
          </w:rPr>
          <w:t>http://www.spiritpathways.co.za</w:t>
        </w:r>
      </w:hyperlink>
    </w:p>
    <w:p w:rsidR="00DE0EC4" w:rsidRDefault="00DE0EC4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DE0EC4" w:rsidRPr="00D3727D" w:rsidRDefault="00DE0EC4" w:rsidP="00D3727D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  <w:r w:rsidRPr="00D3727D">
        <w:rPr>
          <w:rFonts w:ascii="Arial" w:hAnsi="Arial" w:cs="Arial"/>
          <w:sz w:val="20"/>
          <w:szCs w:val="20"/>
          <w:bdr w:val="none" w:sz="0" w:space="0" w:color="auto" w:frame="1"/>
        </w:rPr>
        <w:t>El mes de noviembre trae un elemento de contemplación, ya que se nos anima a continuar soltándonos y entregándonos al cambio. La conciencia que hemos ganado hasta ahora ha traído una comprensión más profunda de nuestra responsabilidad personal y las acciones constructivas necesarias para construir una nueva base para nuestras vidas. Como tal, nuestros paradigmas personales y colectivos se están remodelando para apoyar lo que alimenta nuestra alma. En los próximos meses veremos una aceleración de nuestra transformación y las manifestaciones externas de esa transformación.  </w:t>
      </w:r>
    </w:p>
    <w:p w:rsidR="00DE0EC4" w:rsidRPr="00D3727D" w:rsidRDefault="00DE0EC4" w:rsidP="00D3727D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</w:p>
    <w:p w:rsidR="00DE0EC4" w:rsidRPr="00D3727D" w:rsidRDefault="00DE0EC4" w:rsidP="00D3727D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DE0EC4" w:rsidRPr="00D3727D" w:rsidRDefault="00DE0EC4" w:rsidP="00D3727D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3727D">
        <w:rPr>
          <w:rFonts w:ascii="Arial" w:hAnsi="Arial" w:cs="Arial"/>
          <w:sz w:val="20"/>
          <w:szCs w:val="20"/>
          <w:bdr w:val="none" w:sz="0" w:space="0" w:color="auto" w:frame="1"/>
        </w:rPr>
        <w:t>A medida que las energías de la Luna Nueva de mañana comiencen a acumularse, es posible que te retires a un espacio interno de reflexión. Es posible que surjan pensamientos y emociones más profundos que te brinden una visión y claridad de lo que ahora necesita ser liberado. Regálate el espacio interior necesario para liberarte de cualquier patrón opresivo y permitir que los viejos se desvanezcan. Ten en cuenta que este es un momento poderoso de sanación interior donde las energías transformadoras alcanzarán su punto máximo para amplificar tu proceso.</w:t>
      </w:r>
    </w:p>
    <w:p w:rsidR="00DE0EC4" w:rsidRDefault="00DE0EC4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</w:p>
    <w:p w:rsidR="00DE0EC4" w:rsidRPr="00052557" w:rsidRDefault="00DE0EC4" w:rsidP="005950D8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Mucho amor,</w:t>
      </w:r>
    </w:p>
    <w:p w:rsidR="00DE0EC4" w:rsidRPr="00052557" w:rsidRDefault="00DE0EC4" w:rsidP="00052557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Kate</w:t>
      </w:r>
    </w:p>
    <w:p w:rsidR="00DE0EC4" w:rsidRPr="00052557" w:rsidRDefault="00DE0EC4" w:rsidP="00052557">
      <w:pPr>
        <w:pStyle w:val="NormalWeb"/>
        <w:spacing w:beforeAutospacing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br/>
        <w:t>© 2021 Kate Spreckley http://www.spiritpathways.co.za</w:t>
      </w:r>
    </w:p>
    <w:p w:rsidR="00DE0EC4" w:rsidRPr="00052557" w:rsidRDefault="00DE0EC4" w:rsidP="00214DB7">
      <w:pPr>
        <w:pStyle w:val="NormalWeb"/>
        <w:shd w:val="clear" w:color="auto" w:fill="FAFFF8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Este artículo puede ser republicado como está, sin cambios y con todos los vínculos activos ©2021 Kate Ann Spreckley http://www.spiritpathways.co.za</w:t>
      </w:r>
      <w:r w:rsidRPr="00052557">
        <w:rPr>
          <w:rFonts w:ascii="Arial" w:hAnsi="Arial" w:cs="Arial"/>
          <w:sz w:val="20"/>
          <w:szCs w:val="20"/>
        </w:rPr>
        <w:br/>
      </w:r>
    </w:p>
    <w:p w:rsidR="00DE0EC4" w:rsidRPr="00052557" w:rsidRDefault="00DE0EC4" w:rsidP="00052557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 </w:t>
      </w:r>
    </w:p>
    <w:p w:rsidR="00DE0EC4" w:rsidRPr="00052557" w:rsidRDefault="00DE0EC4" w:rsidP="0005255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 xml:space="preserve">Pueden descargar las canalizaciones y artículos de Kate Spreckley en español, en archivo Word, en http://www.manantialcaduceo.com.ar/libros.htm </w:t>
      </w:r>
    </w:p>
    <w:p w:rsidR="00DE0EC4" w:rsidRPr="00052557" w:rsidRDefault="00DE0EC4" w:rsidP="00052557">
      <w:pPr>
        <w:pStyle w:val="NormalWeb"/>
        <w:shd w:val="clear" w:color="auto" w:fill="FFFFFF"/>
        <w:spacing w:after="324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br/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DE0EC4" w:rsidRPr="00052557" w:rsidRDefault="00DE0EC4" w:rsidP="0005255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i/>
          <w:iCs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br/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DE0EC4" w:rsidRPr="00052557" w:rsidSect="00B17A46">
      <w:pgSz w:w="11906" w:h="16838"/>
      <w:pgMar w:top="760" w:right="760" w:bottom="760" w:left="7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2EA2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040"/>
    <w:rsid w:val="0000621D"/>
    <w:rsid w:val="00006336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1F33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0C54"/>
    <w:rsid w:val="000213DF"/>
    <w:rsid w:val="000214DE"/>
    <w:rsid w:val="00021ABB"/>
    <w:rsid w:val="0002211E"/>
    <w:rsid w:val="0002280B"/>
    <w:rsid w:val="0002299F"/>
    <w:rsid w:val="00022A69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BE4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55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4E"/>
    <w:rsid w:val="00074584"/>
    <w:rsid w:val="00074B41"/>
    <w:rsid w:val="00075548"/>
    <w:rsid w:val="0007560B"/>
    <w:rsid w:val="0007566E"/>
    <w:rsid w:val="000759A1"/>
    <w:rsid w:val="00075B2F"/>
    <w:rsid w:val="00075D20"/>
    <w:rsid w:val="00075EFA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BB2"/>
    <w:rsid w:val="00084C4E"/>
    <w:rsid w:val="00084D44"/>
    <w:rsid w:val="00085020"/>
    <w:rsid w:val="0008510E"/>
    <w:rsid w:val="00085524"/>
    <w:rsid w:val="00085A66"/>
    <w:rsid w:val="00085D21"/>
    <w:rsid w:val="00085EA9"/>
    <w:rsid w:val="00086321"/>
    <w:rsid w:val="00086445"/>
    <w:rsid w:val="000865BB"/>
    <w:rsid w:val="000865F5"/>
    <w:rsid w:val="00086933"/>
    <w:rsid w:val="00086BFD"/>
    <w:rsid w:val="00086EB2"/>
    <w:rsid w:val="00086EDE"/>
    <w:rsid w:val="00086F60"/>
    <w:rsid w:val="000872B7"/>
    <w:rsid w:val="000873B9"/>
    <w:rsid w:val="00087980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2EF9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A7E40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C56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49C8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9E8"/>
    <w:rsid w:val="000D7D89"/>
    <w:rsid w:val="000E032D"/>
    <w:rsid w:val="000E0335"/>
    <w:rsid w:val="000E08EA"/>
    <w:rsid w:val="000E0919"/>
    <w:rsid w:val="000E1C20"/>
    <w:rsid w:val="000E1CEF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6"/>
    <w:rsid w:val="000F09FF"/>
    <w:rsid w:val="000F0A8E"/>
    <w:rsid w:val="000F0FE8"/>
    <w:rsid w:val="000F1700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0E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C1D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061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5DC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64B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330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4EA1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59D"/>
    <w:rsid w:val="001845CA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320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52A"/>
    <w:rsid w:val="001A3C25"/>
    <w:rsid w:val="001A3C6D"/>
    <w:rsid w:val="001A3E23"/>
    <w:rsid w:val="001A3E64"/>
    <w:rsid w:val="001A3F1C"/>
    <w:rsid w:val="001A4595"/>
    <w:rsid w:val="001A4962"/>
    <w:rsid w:val="001A4B9D"/>
    <w:rsid w:val="001A51C9"/>
    <w:rsid w:val="001A53CB"/>
    <w:rsid w:val="001A5BA9"/>
    <w:rsid w:val="001A5C12"/>
    <w:rsid w:val="001A5F22"/>
    <w:rsid w:val="001A6028"/>
    <w:rsid w:val="001A620C"/>
    <w:rsid w:val="001A63AD"/>
    <w:rsid w:val="001A6ABC"/>
    <w:rsid w:val="001A6C4B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5D7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36D"/>
    <w:rsid w:val="001C240D"/>
    <w:rsid w:val="001C2497"/>
    <w:rsid w:val="001C25A6"/>
    <w:rsid w:val="001C2756"/>
    <w:rsid w:val="001C2789"/>
    <w:rsid w:val="001C2BAA"/>
    <w:rsid w:val="001C33AA"/>
    <w:rsid w:val="001C3D2A"/>
    <w:rsid w:val="001C41E6"/>
    <w:rsid w:val="001C465A"/>
    <w:rsid w:val="001C46E0"/>
    <w:rsid w:val="001C4AC6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A07"/>
    <w:rsid w:val="001D1CB7"/>
    <w:rsid w:val="001D1D2C"/>
    <w:rsid w:val="001D27C8"/>
    <w:rsid w:val="001D2A50"/>
    <w:rsid w:val="001D2EE5"/>
    <w:rsid w:val="001D383E"/>
    <w:rsid w:val="001D45BC"/>
    <w:rsid w:val="001D478E"/>
    <w:rsid w:val="001D4AD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C0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0A7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1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80A"/>
    <w:rsid w:val="001F7A72"/>
    <w:rsid w:val="001F7A79"/>
    <w:rsid w:val="001F7C5C"/>
    <w:rsid w:val="001F7D3D"/>
    <w:rsid w:val="002003D4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5E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3"/>
    <w:rsid w:val="0020535B"/>
    <w:rsid w:val="00205DED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18E"/>
    <w:rsid w:val="002145ED"/>
    <w:rsid w:val="00214689"/>
    <w:rsid w:val="0021485E"/>
    <w:rsid w:val="00214D30"/>
    <w:rsid w:val="00214DB7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73A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66F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13"/>
    <w:rsid w:val="00225C2D"/>
    <w:rsid w:val="00225D8D"/>
    <w:rsid w:val="00225DCA"/>
    <w:rsid w:val="002261CA"/>
    <w:rsid w:val="00226D15"/>
    <w:rsid w:val="00226E62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393"/>
    <w:rsid w:val="00235AFB"/>
    <w:rsid w:val="00235C4E"/>
    <w:rsid w:val="00235DF4"/>
    <w:rsid w:val="00236063"/>
    <w:rsid w:val="002360D9"/>
    <w:rsid w:val="002361B6"/>
    <w:rsid w:val="002368F7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1D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C73"/>
    <w:rsid w:val="00247E2F"/>
    <w:rsid w:val="00247FE7"/>
    <w:rsid w:val="00250101"/>
    <w:rsid w:val="002501EE"/>
    <w:rsid w:val="00250348"/>
    <w:rsid w:val="002503F5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79E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623"/>
    <w:rsid w:val="00272713"/>
    <w:rsid w:val="0027286B"/>
    <w:rsid w:val="00272A1B"/>
    <w:rsid w:val="00272EB3"/>
    <w:rsid w:val="00273384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B4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5C2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B5C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9B0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29F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3A5"/>
    <w:rsid w:val="002B6C5A"/>
    <w:rsid w:val="002B6E60"/>
    <w:rsid w:val="002B6E91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5C53"/>
    <w:rsid w:val="002C6244"/>
    <w:rsid w:val="002C6473"/>
    <w:rsid w:val="002C64C2"/>
    <w:rsid w:val="002C6A2E"/>
    <w:rsid w:val="002C6DC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108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5A9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B69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58C1"/>
    <w:rsid w:val="002E5ECC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04B"/>
    <w:rsid w:val="002F4448"/>
    <w:rsid w:val="002F449F"/>
    <w:rsid w:val="002F4775"/>
    <w:rsid w:val="002F489F"/>
    <w:rsid w:val="002F4C0A"/>
    <w:rsid w:val="002F507E"/>
    <w:rsid w:val="002F5536"/>
    <w:rsid w:val="002F572F"/>
    <w:rsid w:val="002F5855"/>
    <w:rsid w:val="002F5915"/>
    <w:rsid w:val="002F64A5"/>
    <w:rsid w:val="002F64E9"/>
    <w:rsid w:val="002F6549"/>
    <w:rsid w:val="002F676D"/>
    <w:rsid w:val="002F7212"/>
    <w:rsid w:val="002F73AA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43B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76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6CDB"/>
    <w:rsid w:val="003170E7"/>
    <w:rsid w:val="003175DC"/>
    <w:rsid w:val="00317A8E"/>
    <w:rsid w:val="00317CC9"/>
    <w:rsid w:val="00317DEA"/>
    <w:rsid w:val="00320087"/>
    <w:rsid w:val="003200AB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454B"/>
    <w:rsid w:val="00325500"/>
    <w:rsid w:val="0032576A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7EE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04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8E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06D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2F31"/>
    <w:rsid w:val="0036300F"/>
    <w:rsid w:val="00363535"/>
    <w:rsid w:val="003635E3"/>
    <w:rsid w:val="00363650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7E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9DC"/>
    <w:rsid w:val="00371B2E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1C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50A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8E2"/>
    <w:rsid w:val="00384D1F"/>
    <w:rsid w:val="00384E36"/>
    <w:rsid w:val="00385074"/>
    <w:rsid w:val="00385472"/>
    <w:rsid w:val="0038598F"/>
    <w:rsid w:val="00385AD8"/>
    <w:rsid w:val="00385B23"/>
    <w:rsid w:val="00385CA8"/>
    <w:rsid w:val="00385CDF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39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4EC"/>
    <w:rsid w:val="003A5863"/>
    <w:rsid w:val="003A5886"/>
    <w:rsid w:val="003A5AA8"/>
    <w:rsid w:val="003A5CB1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3B0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27F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758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004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B52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94C"/>
    <w:rsid w:val="003E3B9E"/>
    <w:rsid w:val="003E3BD3"/>
    <w:rsid w:val="003E3E14"/>
    <w:rsid w:val="003E4633"/>
    <w:rsid w:val="003E47C7"/>
    <w:rsid w:val="003E4990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5F27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C98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C4C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06"/>
    <w:rsid w:val="00422093"/>
    <w:rsid w:val="004221C1"/>
    <w:rsid w:val="00422210"/>
    <w:rsid w:val="00422745"/>
    <w:rsid w:val="00422C8E"/>
    <w:rsid w:val="00423115"/>
    <w:rsid w:val="004233B7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69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5D8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3750E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BFF"/>
    <w:rsid w:val="00443E4D"/>
    <w:rsid w:val="00443E85"/>
    <w:rsid w:val="00444149"/>
    <w:rsid w:val="004441CF"/>
    <w:rsid w:val="004441D4"/>
    <w:rsid w:val="00444259"/>
    <w:rsid w:val="00444917"/>
    <w:rsid w:val="00444984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07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4B1"/>
    <w:rsid w:val="00452696"/>
    <w:rsid w:val="0045291F"/>
    <w:rsid w:val="00452B78"/>
    <w:rsid w:val="00452D92"/>
    <w:rsid w:val="00453015"/>
    <w:rsid w:val="00453026"/>
    <w:rsid w:val="0045309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6F0"/>
    <w:rsid w:val="004609AC"/>
    <w:rsid w:val="00460FEF"/>
    <w:rsid w:val="004610DD"/>
    <w:rsid w:val="00461180"/>
    <w:rsid w:val="004614AF"/>
    <w:rsid w:val="004618C8"/>
    <w:rsid w:val="00462091"/>
    <w:rsid w:val="00462171"/>
    <w:rsid w:val="0046231F"/>
    <w:rsid w:val="00462631"/>
    <w:rsid w:val="0046287F"/>
    <w:rsid w:val="00462A52"/>
    <w:rsid w:val="00462B3D"/>
    <w:rsid w:val="00462B70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9A9"/>
    <w:rsid w:val="00470A17"/>
    <w:rsid w:val="00471026"/>
    <w:rsid w:val="00471161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E4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355"/>
    <w:rsid w:val="004863D3"/>
    <w:rsid w:val="0048645D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BAF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A7FAF"/>
    <w:rsid w:val="004B038A"/>
    <w:rsid w:val="004B08F2"/>
    <w:rsid w:val="004B0987"/>
    <w:rsid w:val="004B0C01"/>
    <w:rsid w:val="004B0C8E"/>
    <w:rsid w:val="004B1046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0CFA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37E"/>
    <w:rsid w:val="004C55AB"/>
    <w:rsid w:val="004C5619"/>
    <w:rsid w:val="004C57B5"/>
    <w:rsid w:val="004C5A55"/>
    <w:rsid w:val="004C6314"/>
    <w:rsid w:val="004C6375"/>
    <w:rsid w:val="004C6647"/>
    <w:rsid w:val="004C697D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598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250"/>
    <w:rsid w:val="005005E5"/>
    <w:rsid w:val="00500F35"/>
    <w:rsid w:val="00500F4D"/>
    <w:rsid w:val="00500FF7"/>
    <w:rsid w:val="00501349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D0A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5C59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AAD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A38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9F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7D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263"/>
    <w:rsid w:val="0057153B"/>
    <w:rsid w:val="00571746"/>
    <w:rsid w:val="00571982"/>
    <w:rsid w:val="00571EAB"/>
    <w:rsid w:val="005722F8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0CD"/>
    <w:rsid w:val="00574BA1"/>
    <w:rsid w:val="00574FD6"/>
    <w:rsid w:val="005757D5"/>
    <w:rsid w:val="00575A36"/>
    <w:rsid w:val="00575BBA"/>
    <w:rsid w:val="005760F9"/>
    <w:rsid w:val="005760FB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0E6"/>
    <w:rsid w:val="00581409"/>
    <w:rsid w:val="00581595"/>
    <w:rsid w:val="00581762"/>
    <w:rsid w:val="00581958"/>
    <w:rsid w:val="00581B03"/>
    <w:rsid w:val="00581FE3"/>
    <w:rsid w:val="00582256"/>
    <w:rsid w:val="005822F3"/>
    <w:rsid w:val="005824E9"/>
    <w:rsid w:val="0058253B"/>
    <w:rsid w:val="00582769"/>
    <w:rsid w:val="00582A40"/>
    <w:rsid w:val="00582C37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2F50"/>
    <w:rsid w:val="00593209"/>
    <w:rsid w:val="0059393C"/>
    <w:rsid w:val="005940F5"/>
    <w:rsid w:val="005942B5"/>
    <w:rsid w:val="005942C5"/>
    <w:rsid w:val="005946E0"/>
    <w:rsid w:val="00594F55"/>
    <w:rsid w:val="00595051"/>
    <w:rsid w:val="005950D8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97E2B"/>
    <w:rsid w:val="005A0163"/>
    <w:rsid w:val="005A01FB"/>
    <w:rsid w:val="005A0318"/>
    <w:rsid w:val="005A07C0"/>
    <w:rsid w:val="005A07D3"/>
    <w:rsid w:val="005A0B5D"/>
    <w:rsid w:val="005A12F8"/>
    <w:rsid w:val="005A1609"/>
    <w:rsid w:val="005A18A7"/>
    <w:rsid w:val="005A1E1E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4D1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46E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53B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CAB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30B3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3D1F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014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327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3BDF"/>
    <w:rsid w:val="00634511"/>
    <w:rsid w:val="00634632"/>
    <w:rsid w:val="00634A1A"/>
    <w:rsid w:val="00635123"/>
    <w:rsid w:val="006354DF"/>
    <w:rsid w:val="0063557C"/>
    <w:rsid w:val="00635708"/>
    <w:rsid w:val="006357AB"/>
    <w:rsid w:val="00636188"/>
    <w:rsid w:val="006361ED"/>
    <w:rsid w:val="006364E8"/>
    <w:rsid w:val="006368A1"/>
    <w:rsid w:val="00636970"/>
    <w:rsid w:val="006370C9"/>
    <w:rsid w:val="0063716B"/>
    <w:rsid w:val="00640656"/>
    <w:rsid w:val="006410B5"/>
    <w:rsid w:val="00641107"/>
    <w:rsid w:val="00641645"/>
    <w:rsid w:val="0064168A"/>
    <w:rsid w:val="006417A7"/>
    <w:rsid w:val="006418BF"/>
    <w:rsid w:val="0064199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E55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3FEB"/>
    <w:rsid w:val="006543F4"/>
    <w:rsid w:val="00654405"/>
    <w:rsid w:val="00654A9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02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7F7"/>
    <w:rsid w:val="006628E9"/>
    <w:rsid w:val="00662B3B"/>
    <w:rsid w:val="00662E59"/>
    <w:rsid w:val="00662F2C"/>
    <w:rsid w:val="006635E0"/>
    <w:rsid w:val="006636E0"/>
    <w:rsid w:val="00663A53"/>
    <w:rsid w:val="00664061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3CF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513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059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BD"/>
    <w:rsid w:val="006965C1"/>
    <w:rsid w:val="006965DD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88C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05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B7D45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CAC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5E23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153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96A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B99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6B"/>
    <w:rsid w:val="00712981"/>
    <w:rsid w:val="00712BF5"/>
    <w:rsid w:val="00712CB0"/>
    <w:rsid w:val="00712CD0"/>
    <w:rsid w:val="00713045"/>
    <w:rsid w:val="007130B5"/>
    <w:rsid w:val="007135DC"/>
    <w:rsid w:val="0071385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37CF9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5D3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5E53"/>
    <w:rsid w:val="007568BF"/>
    <w:rsid w:val="00757240"/>
    <w:rsid w:val="0075729D"/>
    <w:rsid w:val="007577BA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47E"/>
    <w:rsid w:val="00781A4F"/>
    <w:rsid w:val="00781CF7"/>
    <w:rsid w:val="00781D27"/>
    <w:rsid w:val="007823AA"/>
    <w:rsid w:val="007825DA"/>
    <w:rsid w:val="00782689"/>
    <w:rsid w:val="007828F3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791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4435"/>
    <w:rsid w:val="007A5143"/>
    <w:rsid w:val="007A53EC"/>
    <w:rsid w:val="007A56A6"/>
    <w:rsid w:val="007A5C3C"/>
    <w:rsid w:val="007A624E"/>
    <w:rsid w:val="007A657A"/>
    <w:rsid w:val="007A65D3"/>
    <w:rsid w:val="007A66AC"/>
    <w:rsid w:val="007A6934"/>
    <w:rsid w:val="007A6A4F"/>
    <w:rsid w:val="007A6C2F"/>
    <w:rsid w:val="007A6C4D"/>
    <w:rsid w:val="007A71B6"/>
    <w:rsid w:val="007A71C2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D99"/>
    <w:rsid w:val="007B3E52"/>
    <w:rsid w:val="007B43F4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2AB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E8B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77B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D02"/>
    <w:rsid w:val="007D6E87"/>
    <w:rsid w:val="007D7452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8DE"/>
    <w:rsid w:val="007E2B3C"/>
    <w:rsid w:val="007E3013"/>
    <w:rsid w:val="007E3051"/>
    <w:rsid w:val="007E306B"/>
    <w:rsid w:val="007E3814"/>
    <w:rsid w:val="007E3A4D"/>
    <w:rsid w:val="007E3F2E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626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C7F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532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9E5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B80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5EC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541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B3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4BC9"/>
    <w:rsid w:val="00855290"/>
    <w:rsid w:val="00855762"/>
    <w:rsid w:val="00855C5B"/>
    <w:rsid w:val="00855E87"/>
    <w:rsid w:val="00856194"/>
    <w:rsid w:val="00856297"/>
    <w:rsid w:val="008562C4"/>
    <w:rsid w:val="00856491"/>
    <w:rsid w:val="008568DB"/>
    <w:rsid w:val="00857125"/>
    <w:rsid w:val="008572FF"/>
    <w:rsid w:val="0086015E"/>
    <w:rsid w:val="00860160"/>
    <w:rsid w:val="00860B86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2D80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080"/>
    <w:rsid w:val="008A237C"/>
    <w:rsid w:val="008A2593"/>
    <w:rsid w:val="008A29FF"/>
    <w:rsid w:val="008A2BDE"/>
    <w:rsid w:val="008A2BFB"/>
    <w:rsid w:val="008A34FE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096D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02"/>
    <w:rsid w:val="008B62A8"/>
    <w:rsid w:val="008B6369"/>
    <w:rsid w:val="008B6491"/>
    <w:rsid w:val="008B67B3"/>
    <w:rsid w:val="008B7390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9FC"/>
    <w:rsid w:val="008C5C6B"/>
    <w:rsid w:val="008C6C1E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D7A"/>
    <w:rsid w:val="008D5EC9"/>
    <w:rsid w:val="008D5F52"/>
    <w:rsid w:val="008D614F"/>
    <w:rsid w:val="008D6B0E"/>
    <w:rsid w:val="008D6B99"/>
    <w:rsid w:val="008D6DD8"/>
    <w:rsid w:val="008D6F11"/>
    <w:rsid w:val="008D7126"/>
    <w:rsid w:val="008D73C4"/>
    <w:rsid w:val="008D747F"/>
    <w:rsid w:val="008D7839"/>
    <w:rsid w:val="008D7A7C"/>
    <w:rsid w:val="008D7C2C"/>
    <w:rsid w:val="008D7E0E"/>
    <w:rsid w:val="008D7EAF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1EFB"/>
    <w:rsid w:val="008F2027"/>
    <w:rsid w:val="008F222A"/>
    <w:rsid w:val="008F2D37"/>
    <w:rsid w:val="008F2E9C"/>
    <w:rsid w:val="008F3015"/>
    <w:rsid w:val="008F301D"/>
    <w:rsid w:val="008F384F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1CE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CEC"/>
    <w:rsid w:val="00905F4D"/>
    <w:rsid w:val="00906059"/>
    <w:rsid w:val="00906577"/>
    <w:rsid w:val="00906AAE"/>
    <w:rsid w:val="00906D91"/>
    <w:rsid w:val="009071AF"/>
    <w:rsid w:val="0091047D"/>
    <w:rsid w:val="0091094F"/>
    <w:rsid w:val="009109E3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3B45"/>
    <w:rsid w:val="00914499"/>
    <w:rsid w:val="00914ABB"/>
    <w:rsid w:val="00914B44"/>
    <w:rsid w:val="00914E13"/>
    <w:rsid w:val="00915D09"/>
    <w:rsid w:val="00916154"/>
    <w:rsid w:val="00916158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44C"/>
    <w:rsid w:val="00923840"/>
    <w:rsid w:val="0092399E"/>
    <w:rsid w:val="009243D1"/>
    <w:rsid w:val="0092443F"/>
    <w:rsid w:val="00924571"/>
    <w:rsid w:val="009247FB"/>
    <w:rsid w:val="00924B87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2EE9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3D3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5852"/>
    <w:rsid w:val="00956325"/>
    <w:rsid w:val="009565FF"/>
    <w:rsid w:val="00956819"/>
    <w:rsid w:val="00956916"/>
    <w:rsid w:val="00956989"/>
    <w:rsid w:val="00956ADF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524"/>
    <w:rsid w:val="00965666"/>
    <w:rsid w:val="00965A55"/>
    <w:rsid w:val="00965E59"/>
    <w:rsid w:val="009664ED"/>
    <w:rsid w:val="00966804"/>
    <w:rsid w:val="00966BAC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0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5BBE"/>
    <w:rsid w:val="009864A2"/>
    <w:rsid w:val="00986520"/>
    <w:rsid w:val="009874B9"/>
    <w:rsid w:val="00987843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7F8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C42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1B0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8F8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14"/>
    <w:rsid w:val="009D1A65"/>
    <w:rsid w:val="009D1B69"/>
    <w:rsid w:val="009D1FE2"/>
    <w:rsid w:val="009D2365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6801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3EA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5D6"/>
    <w:rsid w:val="00A1198C"/>
    <w:rsid w:val="00A1226E"/>
    <w:rsid w:val="00A123B7"/>
    <w:rsid w:val="00A127F0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8D5"/>
    <w:rsid w:val="00A149AF"/>
    <w:rsid w:val="00A14CB7"/>
    <w:rsid w:val="00A15717"/>
    <w:rsid w:val="00A1574F"/>
    <w:rsid w:val="00A1577A"/>
    <w:rsid w:val="00A15A42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9C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27FBD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618"/>
    <w:rsid w:val="00A34641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494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3E51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D0D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A"/>
    <w:rsid w:val="00A63B6F"/>
    <w:rsid w:val="00A6401C"/>
    <w:rsid w:val="00A6456A"/>
    <w:rsid w:val="00A645BA"/>
    <w:rsid w:val="00A648B1"/>
    <w:rsid w:val="00A64941"/>
    <w:rsid w:val="00A64AF8"/>
    <w:rsid w:val="00A64CCC"/>
    <w:rsid w:val="00A64D5D"/>
    <w:rsid w:val="00A64FDB"/>
    <w:rsid w:val="00A65002"/>
    <w:rsid w:val="00A651A1"/>
    <w:rsid w:val="00A651E2"/>
    <w:rsid w:val="00A654E8"/>
    <w:rsid w:val="00A65515"/>
    <w:rsid w:val="00A657E3"/>
    <w:rsid w:val="00A657EB"/>
    <w:rsid w:val="00A65B70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9E1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010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988"/>
    <w:rsid w:val="00A95B87"/>
    <w:rsid w:val="00A95B8F"/>
    <w:rsid w:val="00A95EE6"/>
    <w:rsid w:val="00A962FB"/>
    <w:rsid w:val="00A9643F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CE9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BF9"/>
    <w:rsid w:val="00AB7E04"/>
    <w:rsid w:val="00AB7E40"/>
    <w:rsid w:val="00AB7F78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C43"/>
    <w:rsid w:val="00AC3DEE"/>
    <w:rsid w:val="00AC437B"/>
    <w:rsid w:val="00AC43F5"/>
    <w:rsid w:val="00AC45B7"/>
    <w:rsid w:val="00AC4B22"/>
    <w:rsid w:val="00AC4E1C"/>
    <w:rsid w:val="00AC5368"/>
    <w:rsid w:val="00AC59C1"/>
    <w:rsid w:val="00AC5A2E"/>
    <w:rsid w:val="00AC5C10"/>
    <w:rsid w:val="00AC5FAB"/>
    <w:rsid w:val="00AC62AF"/>
    <w:rsid w:val="00AC685F"/>
    <w:rsid w:val="00AC689B"/>
    <w:rsid w:val="00AC6F67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479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290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27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D68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659"/>
    <w:rsid w:val="00B17A46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0C0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016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AD8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29"/>
    <w:rsid w:val="00B6095B"/>
    <w:rsid w:val="00B60AFC"/>
    <w:rsid w:val="00B60EC7"/>
    <w:rsid w:val="00B60F9D"/>
    <w:rsid w:val="00B613F9"/>
    <w:rsid w:val="00B61495"/>
    <w:rsid w:val="00B62678"/>
    <w:rsid w:val="00B6295C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46E1"/>
    <w:rsid w:val="00B65470"/>
    <w:rsid w:val="00B65476"/>
    <w:rsid w:val="00B65AAE"/>
    <w:rsid w:val="00B65DCE"/>
    <w:rsid w:val="00B6614F"/>
    <w:rsid w:val="00B6622B"/>
    <w:rsid w:val="00B6631A"/>
    <w:rsid w:val="00B663CC"/>
    <w:rsid w:val="00B66608"/>
    <w:rsid w:val="00B66C39"/>
    <w:rsid w:val="00B66EC8"/>
    <w:rsid w:val="00B674EB"/>
    <w:rsid w:val="00B67597"/>
    <w:rsid w:val="00B6759B"/>
    <w:rsid w:val="00B67AC1"/>
    <w:rsid w:val="00B67BC5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358"/>
    <w:rsid w:val="00B82F92"/>
    <w:rsid w:val="00B82FDD"/>
    <w:rsid w:val="00B832B3"/>
    <w:rsid w:val="00B8363A"/>
    <w:rsid w:val="00B839DC"/>
    <w:rsid w:val="00B842E6"/>
    <w:rsid w:val="00B847F6"/>
    <w:rsid w:val="00B84B39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324"/>
    <w:rsid w:val="00B93898"/>
    <w:rsid w:val="00B93DDD"/>
    <w:rsid w:val="00B93F0E"/>
    <w:rsid w:val="00B93F76"/>
    <w:rsid w:val="00B946E0"/>
    <w:rsid w:val="00B94D15"/>
    <w:rsid w:val="00B9545D"/>
    <w:rsid w:val="00B95751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A7DF5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286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B7FF9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882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1E80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7EB"/>
    <w:rsid w:val="00BD59A2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237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06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64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299"/>
    <w:rsid w:val="00C064ED"/>
    <w:rsid w:val="00C06A56"/>
    <w:rsid w:val="00C06A78"/>
    <w:rsid w:val="00C07102"/>
    <w:rsid w:val="00C071EE"/>
    <w:rsid w:val="00C07232"/>
    <w:rsid w:val="00C07935"/>
    <w:rsid w:val="00C07DA1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A6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096"/>
    <w:rsid w:val="00C1418F"/>
    <w:rsid w:val="00C141BE"/>
    <w:rsid w:val="00C147EA"/>
    <w:rsid w:val="00C14881"/>
    <w:rsid w:val="00C1492F"/>
    <w:rsid w:val="00C14BD3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8D6"/>
    <w:rsid w:val="00C17C45"/>
    <w:rsid w:val="00C20046"/>
    <w:rsid w:val="00C20231"/>
    <w:rsid w:val="00C2036A"/>
    <w:rsid w:val="00C206F9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BE8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C4B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55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1F7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4D89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8B6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9C9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1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3F4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514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D62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5EC7"/>
    <w:rsid w:val="00CE6158"/>
    <w:rsid w:val="00CE64A0"/>
    <w:rsid w:val="00CE65BD"/>
    <w:rsid w:val="00CE6635"/>
    <w:rsid w:val="00CE6A1D"/>
    <w:rsid w:val="00CE6CF8"/>
    <w:rsid w:val="00CE7251"/>
    <w:rsid w:val="00CE7445"/>
    <w:rsid w:val="00CE7B35"/>
    <w:rsid w:val="00CE7D4A"/>
    <w:rsid w:val="00CF004E"/>
    <w:rsid w:val="00CF02B9"/>
    <w:rsid w:val="00CF034E"/>
    <w:rsid w:val="00CF1372"/>
    <w:rsid w:val="00CF139B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57C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60B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77B"/>
    <w:rsid w:val="00D0682F"/>
    <w:rsid w:val="00D06EFA"/>
    <w:rsid w:val="00D07570"/>
    <w:rsid w:val="00D075CF"/>
    <w:rsid w:val="00D07826"/>
    <w:rsid w:val="00D079BA"/>
    <w:rsid w:val="00D079C7"/>
    <w:rsid w:val="00D10225"/>
    <w:rsid w:val="00D102DC"/>
    <w:rsid w:val="00D102EB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561"/>
    <w:rsid w:val="00D15647"/>
    <w:rsid w:val="00D15888"/>
    <w:rsid w:val="00D15F70"/>
    <w:rsid w:val="00D16665"/>
    <w:rsid w:val="00D16732"/>
    <w:rsid w:val="00D168CC"/>
    <w:rsid w:val="00D16BBE"/>
    <w:rsid w:val="00D16C1D"/>
    <w:rsid w:val="00D16C94"/>
    <w:rsid w:val="00D16C9F"/>
    <w:rsid w:val="00D16F3A"/>
    <w:rsid w:val="00D17073"/>
    <w:rsid w:val="00D1768D"/>
    <w:rsid w:val="00D17B5A"/>
    <w:rsid w:val="00D17BAF"/>
    <w:rsid w:val="00D17FEC"/>
    <w:rsid w:val="00D20047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6DE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01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63E2"/>
    <w:rsid w:val="00D3727D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DFD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5FA1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26"/>
    <w:rsid w:val="00D74C75"/>
    <w:rsid w:val="00D7551E"/>
    <w:rsid w:val="00D757F0"/>
    <w:rsid w:val="00D75C3D"/>
    <w:rsid w:val="00D75D24"/>
    <w:rsid w:val="00D762EE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61"/>
    <w:rsid w:val="00D948E8"/>
    <w:rsid w:val="00D94C56"/>
    <w:rsid w:val="00D9513B"/>
    <w:rsid w:val="00D953A8"/>
    <w:rsid w:val="00D95799"/>
    <w:rsid w:val="00D959E8"/>
    <w:rsid w:val="00D9616A"/>
    <w:rsid w:val="00D964F2"/>
    <w:rsid w:val="00D96976"/>
    <w:rsid w:val="00D969E7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094"/>
    <w:rsid w:val="00DA541C"/>
    <w:rsid w:val="00DA5AB3"/>
    <w:rsid w:val="00DA60DF"/>
    <w:rsid w:val="00DA6242"/>
    <w:rsid w:val="00DA642F"/>
    <w:rsid w:val="00DA6467"/>
    <w:rsid w:val="00DA6624"/>
    <w:rsid w:val="00DA70D7"/>
    <w:rsid w:val="00DA7342"/>
    <w:rsid w:val="00DA7351"/>
    <w:rsid w:val="00DA7858"/>
    <w:rsid w:val="00DA7E0F"/>
    <w:rsid w:val="00DB03AB"/>
    <w:rsid w:val="00DB06FD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784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0AA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0AE"/>
    <w:rsid w:val="00DC3199"/>
    <w:rsid w:val="00DC32AB"/>
    <w:rsid w:val="00DC3A0A"/>
    <w:rsid w:val="00DC3A77"/>
    <w:rsid w:val="00DC3E02"/>
    <w:rsid w:val="00DC4988"/>
    <w:rsid w:val="00DC4C4F"/>
    <w:rsid w:val="00DC51CB"/>
    <w:rsid w:val="00DC5415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AAD"/>
    <w:rsid w:val="00DD0B8F"/>
    <w:rsid w:val="00DD0BA2"/>
    <w:rsid w:val="00DD0C27"/>
    <w:rsid w:val="00DD0E22"/>
    <w:rsid w:val="00DD136A"/>
    <w:rsid w:val="00DD1426"/>
    <w:rsid w:val="00DD192C"/>
    <w:rsid w:val="00DD1BE0"/>
    <w:rsid w:val="00DD1EC2"/>
    <w:rsid w:val="00DD1FEC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0EC4"/>
    <w:rsid w:val="00DE1466"/>
    <w:rsid w:val="00DE1691"/>
    <w:rsid w:val="00DE18E3"/>
    <w:rsid w:val="00DE191C"/>
    <w:rsid w:val="00DE2344"/>
    <w:rsid w:val="00DE249A"/>
    <w:rsid w:val="00DE27BA"/>
    <w:rsid w:val="00DE2B68"/>
    <w:rsid w:val="00DE2BDD"/>
    <w:rsid w:val="00DE2D96"/>
    <w:rsid w:val="00DE2E2C"/>
    <w:rsid w:val="00DE2E9F"/>
    <w:rsid w:val="00DE2F30"/>
    <w:rsid w:val="00DE3055"/>
    <w:rsid w:val="00DE3134"/>
    <w:rsid w:val="00DE3447"/>
    <w:rsid w:val="00DE3713"/>
    <w:rsid w:val="00DE3CD8"/>
    <w:rsid w:val="00DE3E12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5CBE"/>
    <w:rsid w:val="00DE6107"/>
    <w:rsid w:val="00DE6893"/>
    <w:rsid w:val="00DE69DC"/>
    <w:rsid w:val="00DE6C05"/>
    <w:rsid w:val="00DE6E46"/>
    <w:rsid w:val="00DE7CA1"/>
    <w:rsid w:val="00DF0016"/>
    <w:rsid w:val="00DF00C4"/>
    <w:rsid w:val="00DF082C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6E2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676"/>
    <w:rsid w:val="00E07814"/>
    <w:rsid w:val="00E07BE8"/>
    <w:rsid w:val="00E101DE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5F65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7B6"/>
    <w:rsid w:val="00E238BA"/>
    <w:rsid w:val="00E23BB3"/>
    <w:rsid w:val="00E23E7E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756"/>
    <w:rsid w:val="00E35851"/>
    <w:rsid w:val="00E35920"/>
    <w:rsid w:val="00E35E4C"/>
    <w:rsid w:val="00E35EEA"/>
    <w:rsid w:val="00E36EF7"/>
    <w:rsid w:val="00E370FC"/>
    <w:rsid w:val="00E3724F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C9B"/>
    <w:rsid w:val="00E42EC1"/>
    <w:rsid w:val="00E432C8"/>
    <w:rsid w:val="00E433C8"/>
    <w:rsid w:val="00E433D2"/>
    <w:rsid w:val="00E43B4E"/>
    <w:rsid w:val="00E44263"/>
    <w:rsid w:val="00E44532"/>
    <w:rsid w:val="00E4461C"/>
    <w:rsid w:val="00E4477E"/>
    <w:rsid w:val="00E44994"/>
    <w:rsid w:val="00E449D0"/>
    <w:rsid w:val="00E44B1D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88E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2E23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65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77E"/>
    <w:rsid w:val="00E80983"/>
    <w:rsid w:val="00E80B91"/>
    <w:rsid w:val="00E8104C"/>
    <w:rsid w:val="00E8150D"/>
    <w:rsid w:val="00E817DA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506"/>
    <w:rsid w:val="00E848D3"/>
    <w:rsid w:val="00E84AA5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1E5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61B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E29"/>
    <w:rsid w:val="00EA1F08"/>
    <w:rsid w:val="00EA1F13"/>
    <w:rsid w:val="00EA21D0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74A"/>
    <w:rsid w:val="00EB4AE9"/>
    <w:rsid w:val="00EB4F20"/>
    <w:rsid w:val="00EB52F4"/>
    <w:rsid w:val="00EB53B2"/>
    <w:rsid w:val="00EB58BD"/>
    <w:rsid w:val="00EB5B63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E9C"/>
    <w:rsid w:val="00EC7F32"/>
    <w:rsid w:val="00ED0415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787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0C5"/>
    <w:rsid w:val="00EE7788"/>
    <w:rsid w:val="00EE78D8"/>
    <w:rsid w:val="00EE7982"/>
    <w:rsid w:val="00EE7D34"/>
    <w:rsid w:val="00EF0359"/>
    <w:rsid w:val="00EF0775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852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5D77"/>
    <w:rsid w:val="00F162A9"/>
    <w:rsid w:val="00F169F3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8ED"/>
    <w:rsid w:val="00F20E3A"/>
    <w:rsid w:val="00F21617"/>
    <w:rsid w:val="00F217E3"/>
    <w:rsid w:val="00F21E80"/>
    <w:rsid w:val="00F21FB1"/>
    <w:rsid w:val="00F2270F"/>
    <w:rsid w:val="00F22F60"/>
    <w:rsid w:val="00F23355"/>
    <w:rsid w:val="00F2351E"/>
    <w:rsid w:val="00F2385B"/>
    <w:rsid w:val="00F23891"/>
    <w:rsid w:val="00F23C75"/>
    <w:rsid w:val="00F23CA2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A1A"/>
    <w:rsid w:val="00F26E08"/>
    <w:rsid w:val="00F271A6"/>
    <w:rsid w:val="00F27415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2E95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2E"/>
    <w:rsid w:val="00F413FC"/>
    <w:rsid w:val="00F41464"/>
    <w:rsid w:val="00F41781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A3B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1E34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7E4"/>
    <w:rsid w:val="00F70A95"/>
    <w:rsid w:val="00F7100E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11"/>
    <w:rsid w:val="00F8327B"/>
    <w:rsid w:val="00F832B4"/>
    <w:rsid w:val="00F83AEC"/>
    <w:rsid w:val="00F84146"/>
    <w:rsid w:val="00F842E4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0FDB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541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1B07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1F4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0B53"/>
    <w:rsid w:val="00FC0D5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3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3E87"/>
    <w:rsid w:val="00FF43C1"/>
    <w:rsid w:val="00FF451A"/>
    <w:rsid w:val="00FF4954"/>
    <w:rsid w:val="00FF498A"/>
    <w:rsid w:val="00FF49B1"/>
    <w:rsid w:val="00FF4A7B"/>
    <w:rsid w:val="00FF5072"/>
    <w:rsid w:val="00FF50AC"/>
    <w:rsid w:val="00FF51AC"/>
    <w:rsid w:val="00FF54B6"/>
    <w:rsid w:val="00FF559C"/>
    <w:rsid w:val="00FF5D37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oo9gr5idhzawbc8m">
    <w:name w:val="d2edcug0 hpfvmrgz qv66sw1b c1et5uql lr9zc1uh a8c37x1j keod5gw0 nxhoafnm aigsh9s9 d3f4x2em fe6kdd0r mau55g9w c8b282yb iv3no6db jq4qci2q a3bd9o3v lrazzd5p oo9gr5id hzawbc8m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9wwppknfe6kdd0rmau55g9wc8b282ybmdeji52xe9vueds3j5wam9giknj5qynhoo9gr5idhzawbc8m">
    <w:name w:val="d2edcug0 hpfvmrgz qv66sw1b c1et5uql lr9zc1uh a8c37x1j keod5gw0 nxhoafnm aigsh9s9 d9wwppkn fe6kdd0r mau55g9w c8b282yb mdeji52x e9vueds3 j5wam9gi knj5qynh oo9gr5id hzawbc8m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">
    <w:name w:val="a8c37x1j ni8dbmo4 stjgntxs l9j0dhe7 ltmttdrg g0qnabr5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ojkyduve">
    <w:name w:val="a8c37x1j ni8dbmo4 stjgntxs l9j0dhe7 ltmttdrg g0qnabr5 ojkyduve"/>
    <w:basedOn w:val="DefaultParagraphFont"/>
    <w:uiPriority w:val="99"/>
    <w:rsid w:val="00E35920"/>
    <w:rPr>
      <w:rFonts w:cs="Times New Roman"/>
    </w:rPr>
  </w:style>
  <w:style w:type="character" w:customStyle="1" w:styleId="tojvnm2ta6sixzi8abs2jz4qa8s20v7pt1p8iaqhk5wvi7nfq3lfd5jvpk4s997abipmatt0cebpdrjkqowsmv63owwhemhudp1hu0rbdhp61c6yiyyx5f41">
    <w:name w:val="tojvnm2t a6sixzi8 abs2jz4q a8s20v7p t1p8iaqh k5wvi7nf q3lfd5jv pk4s997a bipmatt0 cebpdrjk qowsmv63 owwhemhu dp1hu0rb dhp61c6y iyyx5f41"/>
    <w:basedOn w:val="DefaultParagraphFont"/>
    <w:uiPriority w:val="99"/>
    <w:rsid w:val="00E35920"/>
    <w:rPr>
      <w:rFonts w:cs="Times New Roman"/>
    </w:rPr>
  </w:style>
  <w:style w:type="character" w:customStyle="1" w:styleId="gpro0wi8pcp91wgn">
    <w:name w:val="gpro0wi8 pcp91wgn"/>
    <w:basedOn w:val="DefaultParagraphFont"/>
    <w:uiPriority w:val="99"/>
    <w:rsid w:val="00E35920"/>
    <w:rPr>
      <w:rFonts w:cs="Times New Roman"/>
    </w:rPr>
  </w:style>
  <w:style w:type="character" w:customStyle="1" w:styleId="pcp91wgn">
    <w:name w:val="pcp91wg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knj5qynhm9osqain">
    <w:name w:val="d2edcug0 hpfvmrgz qv66sw1b c1et5uql lr9zc1uh a8c37x1j keod5gw0 nxhoafnm aigsh9s9 d3f4x2em fe6kdd0r mau55g9w c8b282yb iv3no6db jq4qci2q a3bd9o3v knj5qynh m9osqai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m9osqain">
    <w:name w:val="d2edcug0 hpfvmrgz qv66sw1b c1et5uql lr9zc1uh a8c37x1j keod5gw0 nxhoafnm aigsh9s9 d3f4x2em fe6kdd0r mau55g9w c8b282yb iv3no6db jq4qci2q a3bd9o3v lrazzd5p m9osqain"/>
    <w:basedOn w:val="DefaultParagraphFont"/>
    <w:uiPriority w:val="99"/>
    <w:rsid w:val="00E3592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E35920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E359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0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08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0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0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0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0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8078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0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0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08075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08050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08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608053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08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160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0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08067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08080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608089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0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0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0805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61608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608062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08072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08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08060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08081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160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08046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0807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08055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08085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08052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08071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608088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60807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08048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0804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08059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08073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608082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0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0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0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08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0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0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0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0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0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08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0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0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0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0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0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0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0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0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0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0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60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82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082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082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08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0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0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8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082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0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82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0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82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082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0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8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082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0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83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0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8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08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08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0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83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08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0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8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08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083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08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0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08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08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839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8392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6160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8393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8395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61608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0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0846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0840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08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60840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08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08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08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08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08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60840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08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60841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0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60841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08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60842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08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60843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08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60844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08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60844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0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60846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08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60846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08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608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0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0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08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0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60848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08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60849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08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6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0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08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08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08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608439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08484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0846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0847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608442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0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61608403">
                      <w:marLeft w:val="-45"/>
                      <w:marRight w:val="-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08461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60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08407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0841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0842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60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08487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0846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60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0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0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08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0847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08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08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608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608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61608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608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08431">
                                          <w:marLeft w:val="10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608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1608477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08480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0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0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61608493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608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608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08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61608438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608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608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08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61608458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608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853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0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0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iritpathways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472</Words>
  <Characters>2598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2021-11-04T12:58:00Z</dcterms:created>
  <dcterms:modified xsi:type="dcterms:W3CDTF">2021-11-04T13:39:00Z</dcterms:modified>
</cp:coreProperties>
</file>