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47E" w:rsidRPr="007D0F95" w:rsidRDefault="0078147E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Evaluar y Reflexionar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7 de Julio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78147E" w:rsidRPr="00A908CC" w:rsidRDefault="0078147E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78147E" w:rsidRDefault="0078147E" w:rsidP="00886690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78147E" w:rsidRPr="00D762EE" w:rsidRDefault="0078147E" w:rsidP="00D762EE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D762EE">
        <w:rPr>
          <w:rFonts w:ascii="Arial" w:hAnsi="Arial" w:cs="Arial"/>
          <w:sz w:val="20"/>
          <w:szCs w:val="20"/>
        </w:rPr>
        <w:t>Actualmente estamos experimentando una actividad solar significativa que está creando estrés dentro de nuestro viaje de cambio y transformación. La tensión que se siente tanto interna como externamente puede ser un gran motivador ya que aumenta nuestra capacidad de perseverar a pesar de nuestras dificultades y desafíos. Sin embargo, la pesadez resultante de esta energía puede hacer que deseemos escapar, pero estar conectados a tierra es lo que de hecho ayudará a aliviar cualquier malestar.  </w:t>
      </w:r>
    </w:p>
    <w:p w:rsidR="0078147E" w:rsidRPr="00D762EE" w:rsidRDefault="0078147E" w:rsidP="00D762EE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762EE">
        <w:rPr>
          <w:rFonts w:ascii="Arial" w:hAnsi="Arial" w:cs="Arial"/>
          <w:sz w:val="20"/>
          <w:szCs w:val="20"/>
        </w:rPr>
        <w:t>Es importante tener en cuenta que toda la humanidad va en una dirección desconocida. Nada es firme o estable y la confusión, el desorden y la incomodidad resultantes están revelando lo que ya no se puede negar o ignorar. Como tal, se te insta a estar presente y muy consciente mientras usas este tiempo como catalizador para el cambio. Aprovecha la volatilidad de las energías entrantes reflexionando sobre cualquier resistencia. Evalúa dónde puedes estar intentando forzar situaciones y no permitir que las cosas se desarrollen de forma natural. Recuerda que cuando sea el momento adecuado, las cosas fluirán con mayor facilidad y gracia. </w:t>
      </w:r>
    </w:p>
    <w:p w:rsidR="0078147E" w:rsidRDefault="0078147E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A0021A">
        <w:rPr>
          <w:rFonts w:ascii="Arial" w:hAnsi="Arial" w:cs="Arial"/>
          <w:sz w:val="20"/>
          <w:szCs w:val="20"/>
        </w:rPr>
        <w:t>Mucho amor,</w:t>
      </w:r>
    </w:p>
    <w:p w:rsidR="0078147E" w:rsidRPr="00453096" w:rsidRDefault="0078147E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453096">
        <w:rPr>
          <w:rFonts w:ascii="Arial" w:hAnsi="Arial" w:cs="Arial"/>
          <w:sz w:val="20"/>
          <w:szCs w:val="20"/>
        </w:rPr>
        <w:t>Kate</w:t>
      </w:r>
    </w:p>
    <w:p w:rsidR="0078147E" w:rsidRPr="00453096" w:rsidRDefault="0078147E" w:rsidP="00A76136">
      <w:pPr>
        <w:pStyle w:val="NormalWeb"/>
        <w:spacing w:beforeAutospacing="0" w:afterAutospacing="0"/>
        <w:jc w:val="both"/>
        <w:rPr>
          <w:color w:val="666699"/>
        </w:rPr>
      </w:pPr>
      <w:r w:rsidRPr="00453096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453096">
        <w:rPr>
          <w:rFonts w:ascii="Arial" w:hAnsi="Arial" w:cs="Arial"/>
          <w:sz w:val="20"/>
          <w:szCs w:val="20"/>
        </w:rPr>
        <w:t>http://www.spiritpathways.co.za</w:t>
      </w:r>
    </w:p>
    <w:p w:rsidR="0078147E" w:rsidRPr="00F73237" w:rsidRDefault="0078147E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78147E" w:rsidRDefault="0078147E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78147E" w:rsidRDefault="0078147E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78147E" w:rsidRDefault="0078147E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78147E" w:rsidRDefault="0078147E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78147E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958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F4D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B22"/>
    <w:rsid w:val="00AC4E1C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C45"/>
    <w:rsid w:val="00C20046"/>
    <w:rsid w:val="00C20231"/>
    <w:rsid w:val="00C2036A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E7D4A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66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66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66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6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66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664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66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66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315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66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6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66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66431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664287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6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664290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6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366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66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66430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664317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3664326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66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6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66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66428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25366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366429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664309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66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664297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664318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366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664283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66430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66429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66432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6428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664308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366432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366431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66428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66428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6429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664310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366431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66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66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6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6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66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66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66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66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66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6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66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66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66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66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66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6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66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66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6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66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66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66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66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366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66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66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66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66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6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66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45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66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5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5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66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66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4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66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4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66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66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66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66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66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66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66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66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62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4629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25366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463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4632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25366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462</Words>
  <Characters>2545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2021-07-07T15:34:00Z</dcterms:created>
  <dcterms:modified xsi:type="dcterms:W3CDTF">2021-07-07T16:13:00Z</dcterms:modified>
</cp:coreProperties>
</file>