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BD2" w:rsidRPr="00A2539C" w:rsidRDefault="00067BD2" w:rsidP="005627DE">
      <w:pPr>
        <w:pStyle w:val="Heading1"/>
        <w:shd w:val="clear" w:color="auto" w:fill="FFFFFF"/>
        <w:spacing w:before="0" w:beforeAutospacing="0" w:after="0" w:afterAutospacing="0"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t>Explore lo Nuevo y lo que no se ha probado</w:t>
      </w:r>
      <w:r w:rsidRPr="005627DE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5 de Octubre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067BD2" w:rsidRDefault="00067BD2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067BD2" w:rsidRPr="00A053EA" w:rsidRDefault="00067BD2" w:rsidP="00A053E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A053EA">
        <w:rPr>
          <w:rFonts w:ascii="Arial" w:hAnsi="Arial" w:cs="Arial"/>
          <w:sz w:val="20"/>
          <w:szCs w:val="20"/>
          <w:bdr w:val="none" w:sz="0" w:space="0" w:color="auto" w:frame="1"/>
        </w:rPr>
        <w:t>En estos tiempos de increíble expansión de cambios y transformaciones, la adaptabilidad y la flexibilidad son esenciales. Estamos navegando por un paisaje en constante cambio que dificulta establecer o forzar cualquier tipo de dirección. Como tal, se nos anima a explorar lo nuevo y lo que no se ha probado mientras buscamos un significado y una comprensión más profundos de nosotros mismos y de nuestras vidas.  </w:t>
      </w:r>
    </w:p>
    <w:p w:rsidR="00067BD2" w:rsidRPr="00A053EA" w:rsidRDefault="00067BD2" w:rsidP="00A053E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053EA">
        <w:rPr>
          <w:rFonts w:ascii="Arial" w:hAnsi="Arial" w:cs="Arial"/>
          <w:sz w:val="20"/>
          <w:szCs w:val="20"/>
          <w:bdr w:val="none" w:sz="0" w:space="0" w:color="auto" w:frame="1"/>
        </w:rPr>
        <w:t> </w:t>
      </w:r>
    </w:p>
    <w:p w:rsidR="00067BD2" w:rsidRDefault="00067BD2" w:rsidP="00A053E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067BD2" w:rsidRPr="00A053EA" w:rsidRDefault="00067BD2" w:rsidP="00A053E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053EA">
        <w:rPr>
          <w:rFonts w:ascii="Arial" w:hAnsi="Arial" w:cs="Arial"/>
          <w:sz w:val="20"/>
          <w:szCs w:val="20"/>
          <w:bdr w:val="none" w:sz="0" w:space="0" w:color="auto" w:frame="1"/>
        </w:rPr>
        <w:t>Es posible que s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t</w:t>
      </w:r>
      <w:r w:rsidRPr="00A053EA">
        <w:rPr>
          <w:rFonts w:ascii="Arial" w:hAnsi="Arial" w:cs="Arial"/>
          <w:sz w:val="20"/>
          <w:szCs w:val="20"/>
          <w:bdr w:val="none" w:sz="0" w:space="0" w:color="auto" w:frame="1"/>
        </w:rPr>
        <w:t xml:space="preserve"> si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entas claramente fuera de equilibrio a medida que t</w:t>
      </w:r>
      <w:r w:rsidRPr="00A053EA">
        <w:rPr>
          <w:rFonts w:ascii="Arial" w:hAnsi="Arial" w:cs="Arial"/>
          <w:sz w:val="20"/>
          <w:szCs w:val="20"/>
          <w:bdr w:val="none" w:sz="0" w:space="0" w:color="auto" w:frame="1"/>
        </w:rPr>
        <w:t>u mundo continúa cambiando y cambiando. La única estabilidad real que se puede enco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ntrar está en el interior y se t</w:t>
      </w:r>
      <w:r w:rsidRPr="00A053EA">
        <w:rPr>
          <w:rFonts w:ascii="Arial" w:hAnsi="Arial" w:cs="Arial"/>
          <w:sz w:val="20"/>
          <w:szCs w:val="20"/>
          <w:bdr w:val="none" w:sz="0" w:space="0" w:color="auto" w:frame="1"/>
        </w:rPr>
        <w:t>e insta a que utilice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</w:t>
      </w:r>
      <w:r w:rsidRPr="00A053EA">
        <w:rPr>
          <w:rFonts w:ascii="Arial" w:hAnsi="Arial" w:cs="Arial"/>
          <w:sz w:val="20"/>
          <w:szCs w:val="20"/>
          <w:bdr w:val="none" w:sz="0" w:space="0" w:color="auto" w:frame="1"/>
        </w:rPr>
        <w:t xml:space="preserve"> este tiempo para examinar profundamente las 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estructuras y los cimientos de tu vida, para enfrentar t</w:t>
      </w:r>
      <w:r w:rsidRPr="00A053EA">
        <w:rPr>
          <w:rFonts w:ascii="Arial" w:hAnsi="Arial" w:cs="Arial"/>
          <w:sz w:val="20"/>
          <w:szCs w:val="20"/>
          <w:bdr w:val="none" w:sz="0" w:space="0" w:color="auto" w:frame="1"/>
        </w:rPr>
        <w:t xml:space="preserve">us miedos y liberar cualquier cosa que pueda 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limitarte</w:t>
      </w:r>
      <w:r w:rsidRPr="00A053EA">
        <w:rPr>
          <w:rFonts w:ascii="Arial" w:hAnsi="Arial" w:cs="Arial"/>
          <w:sz w:val="20"/>
          <w:szCs w:val="20"/>
          <w:bdr w:val="none" w:sz="0" w:space="0" w:color="auto" w:frame="1"/>
        </w:rPr>
        <w:t xml:space="preserve"> de alguna manera. 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Recuerda que t</w:t>
      </w:r>
      <w:r w:rsidRPr="00A053EA">
        <w:rPr>
          <w:rFonts w:ascii="Arial" w:hAnsi="Arial" w:cs="Arial"/>
          <w:sz w:val="20"/>
          <w:szCs w:val="20"/>
          <w:bdr w:val="none" w:sz="0" w:space="0" w:color="auto" w:frame="1"/>
        </w:rPr>
        <w:t>u viaje es un camino sinuoso de autodescubrimiento, transformación y evolución, y ahora está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</w:t>
      </w:r>
      <w:r w:rsidRPr="00A053EA">
        <w:rPr>
          <w:rFonts w:ascii="Arial" w:hAnsi="Arial" w:cs="Arial"/>
          <w:sz w:val="20"/>
          <w:szCs w:val="20"/>
          <w:bdr w:val="none" w:sz="0" w:space="0" w:color="auto" w:frame="1"/>
        </w:rPr>
        <w:t xml:space="preserve"> aquí para encontrar un nuevo camino. Uno que no se haya caminado antes.  </w:t>
      </w:r>
    </w:p>
    <w:p w:rsidR="00067BD2" w:rsidRPr="001D1A07" w:rsidRDefault="00067BD2" w:rsidP="008A34FE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8A34FE">
        <w:rPr>
          <w:rFonts w:ascii="Arial" w:hAnsi="Arial" w:cs="Arial"/>
          <w:sz w:val="20"/>
          <w:szCs w:val="20"/>
          <w:bdr w:val="none" w:sz="0" w:space="0" w:color="auto" w:frame="1"/>
        </w:rPr>
        <w:br/>
      </w:r>
      <w:r>
        <w:rPr>
          <w:rFonts w:ascii="Arial" w:hAnsi="Arial" w:cs="Arial"/>
          <w:sz w:val="20"/>
          <w:szCs w:val="20"/>
        </w:rPr>
        <w:t>Mucho amor,</w:t>
      </w:r>
    </w:p>
    <w:p w:rsidR="00067BD2" w:rsidRPr="00205DED" w:rsidRDefault="00067BD2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205DED">
        <w:rPr>
          <w:rFonts w:ascii="Arial" w:hAnsi="Arial" w:cs="Arial"/>
          <w:sz w:val="20"/>
          <w:szCs w:val="20"/>
        </w:rPr>
        <w:t>Kate</w:t>
      </w:r>
    </w:p>
    <w:p w:rsidR="00067BD2" w:rsidRPr="00205DED" w:rsidRDefault="00067BD2" w:rsidP="00A76136">
      <w:pPr>
        <w:pStyle w:val="NormalWeb"/>
        <w:spacing w:beforeAutospacing="0" w:afterAutospacing="0"/>
        <w:jc w:val="both"/>
        <w:rPr>
          <w:color w:val="666699"/>
        </w:rPr>
      </w:pPr>
      <w:r w:rsidRPr="00205DED">
        <w:rPr>
          <w:rFonts w:ascii="Arial" w:hAnsi="Arial" w:cs="Arial"/>
          <w:color w:val="000000"/>
          <w:sz w:val="20"/>
          <w:szCs w:val="20"/>
        </w:rPr>
        <w:br/>
        <w:t xml:space="preserve">© 2021 Kate Spreckley </w:t>
      </w:r>
      <w:r w:rsidRPr="00205DED">
        <w:rPr>
          <w:rFonts w:ascii="Arial" w:hAnsi="Arial" w:cs="Arial"/>
          <w:sz w:val="20"/>
          <w:szCs w:val="20"/>
        </w:rPr>
        <w:t>http://www.spiritpathways.co.za</w:t>
      </w:r>
    </w:p>
    <w:p w:rsidR="00067BD2" w:rsidRPr="00F73237" w:rsidRDefault="00067BD2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  <w:r>
        <w:rPr>
          <w:rFonts w:ascii="Arial" w:hAnsi="Arial" w:cs="Arial"/>
          <w:sz w:val="20"/>
          <w:szCs w:val="20"/>
        </w:rPr>
        <w:br/>
      </w:r>
    </w:p>
    <w:p w:rsidR="00067BD2" w:rsidRDefault="00067BD2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067BD2" w:rsidRDefault="00067BD2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067BD2" w:rsidRDefault="00067BD2" w:rsidP="004618C8">
      <w:pPr>
        <w:pStyle w:val="NormalWeb"/>
        <w:shd w:val="clear" w:color="auto" w:fill="FFFFFF"/>
        <w:spacing w:after="324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067BD2" w:rsidRDefault="00067BD2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067BD2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BD2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B87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CF8"/>
    <w:rsid w:val="00CE7251"/>
    <w:rsid w:val="00CE7445"/>
    <w:rsid w:val="00CE7B35"/>
    <w:rsid w:val="00CE7D4A"/>
    <w:rsid w:val="00CF004E"/>
    <w:rsid w:val="00CF02B9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0B91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67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7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7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67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7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7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67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8989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7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7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67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7898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78961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67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0678964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6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4067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7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67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78978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78991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0679000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7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7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6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7896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440678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067897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0678983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067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78971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678992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4067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7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678957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7898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78966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67899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67896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678982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0678999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067899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78959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67896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678970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678984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0678993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67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7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7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67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79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79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67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7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7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7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7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7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7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7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7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7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7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7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7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7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7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7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7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67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9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7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7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679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679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679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679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7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9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7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67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67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67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7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9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679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7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7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6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1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679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67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67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9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7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6792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679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67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92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679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67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9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6792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6792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6792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7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67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67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67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9301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303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44067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930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306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44067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7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7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67937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7931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79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067931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7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679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679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679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67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067931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79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067932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7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067932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79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067933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7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067934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79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067935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79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067936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79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067937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79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067937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79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067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79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67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67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679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067939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79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067940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79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067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7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7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67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79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79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67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0679350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79395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7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67937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7938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40679353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7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1440679314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67937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4067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79318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7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67932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7933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4067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79398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7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7938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067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7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7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67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79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7938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679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679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679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40679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1440679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0679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679342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679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0679388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79391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679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679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440679404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0679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0679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679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440679349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0679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0679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67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440679369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0679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67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4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7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67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7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449</Words>
  <Characters>2474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2021-10-06T00:44:00Z</dcterms:created>
  <dcterms:modified xsi:type="dcterms:W3CDTF">2021-10-06T00:48:00Z</dcterms:modified>
</cp:coreProperties>
</file>