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2C" w:rsidRPr="007D0F95" w:rsidRDefault="006C432C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Flujo Evolutivo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30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6C432C" w:rsidRPr="00A908CC" w:rsidRDefault="006C432C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6C432C" w:rsidRDefault="006C432C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6C432C" w:rsidRPr="00950267" w:rsidRDefault="006C432C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6C432C" w:rsidRPr="009B339E" w:rsidRDefault="006C432C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6C432C" w:rsidRDefault="006C432C" w:rsidP="004740FE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94836"/>
          <w:sz w:val="26"/>
          <w:szCs w:val="26"/>
        </w:rPr>
        <w:br/>
      </w:r>
      <w:r w:rsidRPr="00DF4634">
        <w:rPr>
          <w:rFonts w:ascii="Arial" w:hAnsi="Arial" w:cs="Arial"/>
          <w:sz w:val="26"/>
          <w:szCs w:val="26"/>
        </w:rPr>
        <w:br/>
      </w:r>
      <w:r w:rsidRPr="004740FE">
        <w:rPr>
          <w:rFonts w:ascii="Arial" w:hAnsi="Arial" w:cs="Arial"/>
          <w:sz w:val="20"/>
          <w:szCs w:val="20"/>
        </w:rPr>
        <w:t>En los últimos meses nuestro proceso de transformación, despertar y evolución parece haberse intensificado a medida que nos empujaban y tiraban hacia la expansión. Esto nos ha obligado a salir de nuestras zonas de confort y adentrarnos en lo desconocido. Hemos vislumbrado el potencial y, sin embargo, a veces ha sido difícil poner un pie delante del otro. Es importante recordar que existe una inmensa fuerza evolutiva que está guiando nuestra conciencia hacia la expansión y ayudándonos a liberarnos del pasado. Como resultado, se sentirán trastornos tanto internos como externos. La forma en que manejamos esta confusión está determinada por nuestra voluntad de dejar ir y entregarnos al flujo del cambio evolutivo.</w:t>
      </w:r>
    </w:p>
    <w:p w:rsidR="006C432C" w:rsidRPr="004740FE" w:rsidRDefault="006C432C" w:rsidP="004740FE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4740FE">
        <w:rPr>
          <w:rFonts w:ascii="Arial" w:hAnsi="Arial" w:cs="Arial"/>
          <w:sz w:val="20"/>
          <w:szCs w:val="20"/>
        </w:rPr>
        <w:br/>
        <w:t>A medida que atraviesas cualquier sufrimiento y adversidad que estés experimentando, recuerda buscar hacia adentro la fuerza y ​​el coraje que necesita</w:t>
      </w:r>
      <w:r>
        <w:rPr>
          <w:rFonts w:ascii="Arial" w:hAnsi="Arial" w:cs="Arial"/>
          <w:sz w:val="20"/>
          <w:szCs w:val="20"/>
        </w:rPr>
        <w:t>s</w:t>
      </w:r>
      <w:r w:rsidRPr="004740FE">
        <w:rPr>
          <w:rFonts w:ascii="Arial" w:hAnsi="Arial" w:cs="Arial"/>
          <w:sz w:val="20"/>
          <w:szCs w:val="20"/>
        </w:rPr>
        <w:t xml:space="preserve"> para continuar. La integración y la reorientación ocurrirán con o sin tu participación consciente. Sin embargo, para que fluya sin esfuerzo, es importante hacer tiempo para prácticas regulares que te brinden una sensación de estabilidad y calma. Es posible que el camino por delante aún no esté claro y que aún esté confundido por el caos de los últimos meses. Recuerda que incluso si no puedes ver el siguiente paso, o cómo proceder, tu alma conoce y está guiando cada uno de tus pasos.</w:t>
      </w:r>
    </w:p>
    <w:p w:rsidR="006C432C" w:rsidRPr="0042032D" w:rsidRDefault="006C432C" w:rsidP="00F5225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6C432C" w:rsidRDefault="006C432C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6C432C" w:rsidRPr="00EA0DA6" w:rsidRDefault="006C432C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6C432C" w:rsidRPr="00950267" w:rsidRDefault="006C432C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6C432C" w:rsidRPr="00F73237" w:rsidRDefault="006C432C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6C432C" w:rsidRDefault="006C432C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6C432C" w:rsidRDefault="006C432C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6C432C" w:rsidRDefault="006C432C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6C432C" w:rsidRDefault="006C432C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6C432C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75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5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5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5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5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75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75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75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07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5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5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5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5006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750044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75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750047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750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175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5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5006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75007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75008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5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5004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17175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75005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750066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75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75005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5007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175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5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50040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5006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75004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5007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75004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75006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175008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75007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75004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5004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75005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75006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175007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75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5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5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5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5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750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75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5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5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5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5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75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2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5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5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5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5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5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5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5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5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5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5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5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1</Pages>
  <Words>476</Words>
  <Characters>2618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/>
  <cp:keywords/>
  <dc:description/>
  <cp:lastModifiedBy>gwartel@hotmail.com</cp:lastModifiedBy>
  <cp:revision>4</cp:revision>
  <dcterms:created xsi:type="dcterms:W3CDTF">2021-05-01T14:03:00Z</dcterms:created>
  <dcterms:modified xsi:type="dcterms:W3CDTF">2021-05-01T14:53:00Z</dcterms:modified>
</cp:coreProperties>
</file>