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88E" w:rsidRPr="00A2539C" w:rsidRDefault="00BA288E" w:rsidP="005627DE">
      <w:pPr>
        <w:pStyle w:val="Heading1"/>
        <w:shd w:val="clear" w:color="auto" w:fill="FFFFFF"/>
        <w:spacing w:before="0" w:beforeAutospacing="0" w:after="0" w:afterAutospacing="0" w:line="264" w:lineRule="atLeast"/>
        <w:jc w:val="center"/>
        <w:textAlignment w:val="baseline"/>
        <w:rPr>
          <w:rFonts w:ascii="Arial" w:hAnsi="Arial" w:cs="Arial"/>
          <w:b w:val="0"/>
          <w:color w:val="333333"/>
          <w:spacing w:val="15"/>
          <w:sz w:val="69"/>
          <w:szCs w:val="69"/>
        </w:rPr>
      </w:pPr>
      <w:r>
        <w:rPr>
          <w:rFonts w:ascii="Trebuchet MS" w:hAnsi="Trebuchet MS" w:cs="Arial"/>
          <w:b w:val="0"/>
          <w:bCs/>
          <w:smallCaps/>
          <w:shadow/>
          <w:spacing w:val="15"/>
          <w:sz w:val="36"/>
          <w:szCs w:val="36"/>
          <w:bdr w:val="none" w:sz="0" w:space="0" w:color="auto" w:frame="1"/>
        </w:rPr>
        <w:t>Hacia la Sanación y la Sabiduría</w:t>
      </w:r>
      <w:r w:rsidRPr="005627DE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30 de Septiembre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hyperlink r:id="rId5" w:history="1">
        <w:r w:rsidRPr="00314076">
          <w:rPr>
            <w:rStyle w:val="Hyperlink"/>
            <w:rFonts w:ascii="Arial" w:hAnsi="Arial" w:cs="Arial"/>
            <w:color w:val="666699"/>
            <w:sz w:val="20"/>
          </w:rPr>
          <w:t>http://www.spiritpathways.co.za</w:t>
        </w:r>
      </w:hyperlink>
    </w:p>
    <w:p w:rsidR="00BA288E" w:rsidRDefault="00BA288E" w:rsidP="00CD7D62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6C583D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Únicamente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sz w:val="20"/>
          <w:szCs w:val="20"/>
        </w:rPr>
        <w:br/>
      </w:r>
    </w:p>
    <w:p w:rsidR="00BA288E" w:rsidRPr="00E44B1D" w:rsidRDefault="00BA288E" w:rsidP="00E44B1D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  <w:r w:rsidRPr="00E44B1D">
        <w:rPr>
          <w:rFonts w:ascii="Arial" w:hAnsi="Arial" w:cs="Arial"/>
          <w:sz w:val="20"/>
          <w:szCs w:val="20"/>
          <w:bdr w:val="none" w:sz="0" w:space="0" w:color="auto" w:frame="1"/>
        </w:rPr>
        <w:t>A medida que avanzamos en este tiempo de cambio planetario, estamos descubriendo cómo transformar y transmutar nuestro sufrimiento en sanación y sabiduría. Como resultado, tanto nuestras heridas como nuestro sufrimiento se destacan aumentando nuestra conciencia de lo que necesita ser sanado y liberado. Este es un proceso intenso que tiene el potencial para que encontremos un nuevo sentido de conexión y equilibrio tanto interna como externamente.</w:t>
      </w:r>
    </w:p>
    <w:p w:rsidR="00BA288E" w:rsidRPr="00E44B1D" w:rsidRDefault="00BA288E" w:rsidP="00E44B1D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</w:p>
    <w:p w:rsidR="00BA288E" w:rsidRPr="00E44B1D" w:rsidRDefault="00BA288E" w:rsidP="00E44B1D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BA288E" w:rsidRPr="00E44B1D" w:rsidRDefault="00BA288E" w:rsidP="00E44B1D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E44B1D">
        <w:rPr>
          <w:rFonts w:ascii="Arial" w:hAnsi="Arial" w:cs="Arial"/>
          <w:sz w:val="20"/>
          <w:szCs w:val="20"/>
          <w:bdr w:val="none" w:sz="0" w:space="0" w:color="auto" w:frame="1"/>
        </w:rPr>
        <w:t>Es posible que descubras que tus pensamientos y sentimientos se amplifican enormemente a medida que se vuelve más consciente de la interconexión entre tu cabeza y tu corazón. Esto puede crear sentimientos de tensión y ansiedad a medida que las energías entrantes se mueven para expandir tus pensamientos y emociones más allá de las viejas opiniones, juicios y percepciones. Ten en cuenta que en este momento se te está dando la oportunidad de reevaluar y revalorar tu pasado y el futuro que deseas crear. Tan incómodo como este momento puede ser concentrarte en permanecer conectado a tierra y presente a lo que está surgiendo desde adentro.</w:t>
      </w:r>
    </w:p>
    <w:p w:rsidR="00BA288E" w:rsidRPr="00A2539C" w:rsidRDefault="00BA288E" w:rsidP="00A2539C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</w:p>
    <w:p w:rsidR="00BA288E" w:rsidRPr="00A2539C" w:rsidRDefault="00BA288E" w:rsidP="00A2539C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BA288E" w:rsidRPr="001D1A07" w:rsidRDefault="00BA288E" w:rsidP="008A34FE">
      <w:pPr>
        <w:pStyle w:val="NormalWeb"/>
        <w:shd w:val="clear" w:color="auto" w:fill="FBFFFA"/>
        <w:spacing w:after="300"/>
        <w:jc w:val="both"/>
        <w:rPr>
          <w:rFonts w:ascii="Arial" w:hAnsi="Arial" w:cs="Arial"/>
          <w:sz w:val="20"/>
          <w:szCs w:val="20"/>
        </w:rPr>
      </w:pPr>
      <w:r w:rsidRPr="008A34FE">
        <w:rPr>
          <w:rFonts w:ascii="Arial" w:hAnsi="Arial" w:cs="Arial"/>
          <w:sz w:val="20"/>
          <w:szCs w:val="20"/>
          <w:bdr w:val="none" w:sz="0" w:space="0" w:color="auto" w:frame="1"/>
        </w:rPr>
        <w:br/>
      </w:r>
      <w:r>
        <w:rPr>
          <w:rFonts w:ascii="Arial" w:hAnsi="Arial" w:cs="Arial"/>
          <w:sz w:val="20"/>
          <w:szCs w:val="20"/>
        </w:rPr>
        <w:t>Mucho amor,</w:t>
      </w:r>
    </w:p>
    <w:p w:rsidR="00BA288E" w:rsidRPr="00205DED" w:rsidRDefault="00BA288E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205DED">
        <w:rPr>
          <w:rFonts w:ascii="Arial" w:hAnsi="Arial" w:cs="Arial"/>
          <w:sz w:val="20"/>
          <w:szCs w:val="20"/>
        </w:rPr>
        <w:t>Kate</w:t>
      </w:r>
    </w:p>
    <w:p w:rsidR="00BA288E" w:rsidRPr="00205DED" w:rsidRDefault="00BA288E" w:rsidP="00A76136">
      <w:pPr>
        <w:pStyle w:val="NormalWeb"/>
        <w:spacing w:beforeAutospacing="0" w:afterAutospacing="0"/>
        <w:jc w:val="both"/>
        <w:rPr>
          <w:color w:val="666699"/>
        </w:rPr>
      </w:pPr>
      <w:r w:rsidRPr="00205DED">
        <w:rPr>
          <w:rFonts w:ascii="Arial" w:hAnsi="Arial" w:cs="Arial"/>
          <w:color w:val="000000"/>
          <w:sz w:val="20"/>
          <w:szCs w:val="20"/>
        </w:rPr>
        <w:br/>
        <w:t xml:space="preserve">© 2021 Kate Spreckley </w:t>
      </w:r>
      <w:r w:rsidRPr="00205DED">
        <w:rPr>
          <w:rFonts w:ascii="Arial" w:hAnsi="Arial" w:cs="Arial"/>
          <w:sz w:val="20"/>
          <w:szCs w:val="20"/>
        </w:rPr>
        <w:t>http://www.spiritpathways.co.za</w:t>
      </w:r>
    </w:p>
    <w:p w:rsidR="00BA288E" w:rsidRPr="00F73237" w:rsidRDefault="00BA288E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B37D2C">
        <w:rPr>
          <w:rFonts w:ascii="Arial" w:hAnsi="Arial" w:cs="Arial"/>
          <w:sz w:val="20"/>
          <w:szCs w:val="20"/>
        </w:rPr>
        <w:t>http://www.spiritpathways.co.za</w:t>
      </w:r>
      <w:r>
        <w:rPr>
          <w:rFonts w:ascii="Arial" w:hAnsi="Arial" w:cs="Arial"/>
          <w:sz w:val="20"/>
          <w:szCs w:val="20"/>
        </w:rPr>
        <w:br/>
      </w:r>
    </w:p>
    <w:p w:rsidR="00BA288E" w:rsidRDefault="00BA288E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BA288E" w:rsidRDefault="00BA288E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BA288E" w:rsidRDefault="00BA288E" w:rsidP="004618C8">
      <w:pPr>
        <w:pStyle w:val="NormalWeb"/>
        <w:shd w:val="clear" w:color="auto" w:fill="FFFFFF"/>
        <w:spacing w:after="324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br/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BA288E" w:rsidRDefault="00BA288E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br/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BA288E" w:rsidSect="00B17A46">
      <w:pgSz w:w="11906" w:h="16838"/>
      <w:pgMar w:top="760" w:right="760" w:bottom="760" w:left="7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0FC4"/>
    <w:rsid w:val="00001138"/>
    <w:rsid w:val="000011A6"/>
    <w:rsid w:val="00001317"/>
    <w:rsid w:val="0000164C"/>
    <w:rsid w:val="00001ECF"/>
    <w:rsid w:val="00001F6E"/>
    <w:rsid w:val="00002348"/>
    <w:rsid w:val="00002780"/>
    <w:rsid w:val="00002EA2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040"/>
    <w:rsid w:val="0000621D"/>
    <w:rsid w:val="00006336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0EB"/>
    <w:rsid w:val="0001042B"/>
    <w:rsid w:val="00010A05"/>
    <w:rsid w:val="00010CBA"/>
    <w:rsid w:val="00010CF4"/>
    <w:rsid w:val="000115D1"/>
    <w:rsid w:val="0001193E"/>
    <w:rsid w:val="00011F33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0C54"/>
    <w:rsid w:val="000213DF"/>
    <w:rsid w:val="000214DE"/>
    <w:rsid w:val="00021ABB"/>
    <w:rsid w:val="0002211E"/>
    <w:rsid w:val="0002280B"/>
    <w:rsid w:val="0002299F"/>
    <w:rsid w:val="00022A69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1FA1"/>
    <w:rsid w:val="00042074"/>
    <w:rsid w:val="0004260E"/>
    <w:rsid w:val="00042BE4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4E"/>
    <w:rsid w:val="00074584"/>
    <w:rsid w:val="00074B41"/>
    <w:rsid w:val="00075548"/>
    <w:rsid w:val="0007560B"/>
    <w:rsid w:val="0007566E"/>
    <w:rsid w:val="000759A1"/>
    <w:rsid w:val="00075B2F"/>
    <w:rsid w:val="00075D20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BB2"/>
    <w:rsid w:val="00084C4E"/>
    <w:rsid w:val="00084D44"/>
    <w:rsid w:val="00085020"/>
    <w:rsid w:val="0008510E"/>
    <w:rsid w:val="00085524"/>
    <w:rsid w:val="00085A66"/>
    <w:rsid w:val="00085EA9"/>
    <w:rsid w:val="00086321"/>
    <w:rsid w:val="00086445"/>
    <w:rsid w:val="000865BB"/>
    <w:rsid w:val="000865F5"/>
    <w:rsid w:val="00086933"/>
    <w:rsid w:val="00086BFD"/>
    <w:rsid w:val="00086EB2"/>
    <w:rsid w:val="00086EDE"/>
    <w:rsid w:val="00086F60"/>
    <w:rsid w:val="000872B7"/>
    <w:rsid w:val="000873B9"/>
    <w:rsid w:val="00087980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2EF9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9DD"/>
    <w:rsid w:val="000A7A89"/>
    <w:rsid w:val="000A7E40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C56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258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49C8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D89"/>
    <w:rsid w:val="000E032D"/>
    <w:rsid w:val="000E0335"/>
    <w:rsid w:val="000E08EA"/>
    <w:rsid w:val="000E0919"/>
    <w:rsid w:val="000E1C20"/>
    <w:rsid w:val="000E1CEF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6"/>
    <w:rsid w:val="000F09FF"/>
    <w:rsid w:val="000F0A8E"/>
    <w:rsid w:val="000F0FE8"/>
    <w:rsid w:val="000F1700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0E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17F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C1D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5F6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061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5DC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2B1A"/>
    <w:rsid w:val="001337A1"/>
    <w:rsid w:val="00133B49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64B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6CC6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330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0F12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4EA1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59D"/>
    <w:rsid w:val="001845CA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320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53C"/>
    <w:rsid w:val="0019767B"/>
    <w:rsid w:val="001976C6"/>
    <w:rsid w:val="00197C6B"/>
    <w:rsid w:val="00197E9E"/>
    <w:rsid w:val="00197FE4"/>
    <w:rsid w:val="001A00C8"/>
    <w:rsid w:val="001A01D8"/>
    <w:rsid w:val="001A03A1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E64"/>
    <w:rsid w:val="001A3F1C"/>
    <w:rsid w:val="001A4595"/>
    <w:rsid w:val="001A4962"/>
    <w:rsid w:val="001A4B9D"/>
    <w:rsid w:val="001A51C9"/>
    <w:rsid w:val="001A53CB"/>
    <w:rsid w:val="001A5BA9"/>
    <w:rsid w:val="001A5C12"/>
    <w:rsid w:val="001A5F22"/>
    <w:rsid w:val="001A6028"/>
    <w:rsid w:val="001A620C"/>
    <w:rsid w:val="001A63AD"/>
    <w:rsid w:val="001A6ABC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36D"/>
    <w:rsid w:val="001C240D"/>
    <w:rsid w:val="001C2497"/>
    <w:rsid w:val="001C25A6"/>
    <w:rsid w:val="001C2756"/>
    <w:rsid w:val="001C2789"/>
    <w:rsid w:val="001C2BAA"/>
    <w:rsid w:val="001C33AA"/>
    <w:rsid w:val="001C3D2A"/>
    <w:rsid w:val="001C41E6"/>
    <w:rsid w:val="001C465A"/>
    <w:rsid w:val="001C46E0"/>
    <w:rsid w:val="001C4AC6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A07"/>
    <w:rsid w:val="001D1CB7"/>
    <w:rsid w:val="001D1D2C"/>
    <w:rsid w:val="001D27C8"/>
    <w:rsid w:val="001D2A50"/>
    <w:rsid w:val="001D2EE5"/>
    <w:rsid w:val="001D383E"/>
    <w:rsid w:val="001D45BC"/>
    <w:rsid w:val="001D478E"/>
    <w:rsid w:val="001D4AD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D7E76"/>
    <w:rsid w:val="001E029C"/>
    <w:rsid w:val="001E0522"/>
    <w:rsid w:val="001E07D0"/>
    <w:rsid w:val="001E07D5"/>
    <w:rsid w:val="001E0846"/>
    <w:rsid w:val="001E0876"/>
    <w:rsid w:val="001E0D75"/>
    <w:rsid w:val="001E0E37"/>
    <w:rsid w:val="001E0EC0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3"/>
    <w:rsid w:val="001E47A8"/>
    <w:rsid w:val="001E492C"/>
    <w:rsid w:val="001E4F01"/>
    <w:rsid w:val="001E5700"/>
    <w:rsid w:val="001E5B26"/>
    <w:rsid w:val="001E5BBB"/>
    <w:rsid w:val="001E5C3D"/>
    <w:rsid w:val="001E61C0"/>
    <w:rsid w:val="001E649E"/>
    <w:rsid w:val="001E66A0"/>
    <w:rsid w:val="001E6A4D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1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80A"/>
    <w:rsid w:val="001F7A72"/>
    <w:rsid w:val="001F7A79"/>
    <w:rsid w:val="001F7C5C"/>
    <w:rsid w:val="001F7D3D"/>
    <w:rsid w:val="002003D4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5E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3"/>
    <w:rsid w:val="0020535B"/>
    <w:rsid w:val="00205DED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7E0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73A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13"/>
    <w:rsid w:val="00225C2D"/>
    <w:rsid w:val="00225D8D"/>
    <w:rsid w:val="00225DCA"/>
    <w:rsid w:val="002261CA"/>
    <w:rsid w:val="00226D15"/>
    <w:rsid w:val="00226E62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393"/>
    <w:rsid w:val="00235AFB"/>
    <w:rsid w:val="00235C4E"/>
    <w:rsid w:val="00235DF4"/>
    <w:rsid w:val="00236063"/>
    <w:rsid w:val="002360D9"/>
    <w:rsid w:val="002361B6"/>
    <w:rsid w:val="002368F7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1D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C73"/>
    <w:rsid w:val="00247E2F"/>
    <w:rsid w:val="00247FE7"/>
    <w:rsid w:val="00250101"/>
    <w:rsid w:val="002501EE"/>
    <w:rsid w:val="00250348"/>
    <w:rsid w:val="002503F5"/>
    <w:rsid w:val="0025045F"/>
    <w:rsid w:val="002508DA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6C5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713"/>
    <w:rsid w:val="0027286B"/>
    <w:rsid w:val="00272A1B"/>
    <w:rsid w:val="00272EB3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B4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38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B5C"/>
    <w:rsid w:val="00287C88"/>
    <w:rsid w:val="00287E58"/>
    <w:rsid w:val="00290058"/>
    <w:rsid w:val="0029007D"/>
    <w:rsid w:val="00290110"/>
    <w:rsid w:val="0029098B"/>
    <w:rsid w:val="00290D2F"/>
    <w:rsid w:val="002914B8"/>
    <w:rsid w:val="002915E1"/>
    <w:rsid w:val="002919B0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29F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021"/>
    <w:rsid w:val="002B6253"/>
    <w:rsid w:val="002B6256"/>
    <w:rsid w:val="002B63A5"/>
    <w:rsid w:val="002B6C5A"/>
    <w:rsid w:val="002B6E60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5C53"/>
    <w:rsid w:val="002C6244"/>
    <w:rsid w:val="002C6473"/>
    <w:rsid w:val="002C64C2"/>
    <w:rsid w:val="002C6A2E"/>
    <w:rsid w:val="002C6DCE"/>
    <w:rsid w:val="002C6E83"/>
    <w:rsid w:val="002C6F1B"/>
    <w:rsid w:val="002C6FD0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108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B69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9BE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58C1"/>
    <w:rsid w:val="002E5ECC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48"/>
    <w:rsid w:val="002F449F"/>
    <w:rsid w:val="002F4775"/>
    <w:rsid w:val="002F489F"/>
    <w:rsid w:val="002F4C0A"/>
    <w:rsid w:val="002F507E"/>
    <w:rsid w:val="002F5536"/>
    <w:rsid w:val="002F572F"/>
    <w:rsid w:val="002F5855"/>
    <w:rsid w:val="002F5915"/>
    <w:rsid w:val="002F64A5"/>
    <w:rsid w:val="002F64E9"/>
    <w:rsid w:val="002F6549"/>
    <w:rsid w:val="002F676D"/>
    <w:rsid w:val="002F7212"/>
    <w:rsid w:val="002F73AA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43B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42A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76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5E61"/>
    <w:rsid w:val="003161AD"/>
    <w:rsid w:val="0031665E"/>
    <w:rsid w:val="003166EE"/>
    <w:rsid w:val="00316955"/>
    <w:rsid w:val="003169A5"/>
    <w:rsid w:val="00316BFC"/>
    <w:rsid w:val="00316CDB"/>
    <w:rsid w:val="003170E7"/>
    <w:rsid w:val="003175DC"/>
    <w:rsid w:val="00317A8E"/>
    <w:rsid w:val="00317CC9"/>
    <w:rsid w:val="00317DEA"/>
    <w:rsid w:val="00320087"/>
    <w:rsid w:val="003200AB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454B"/>
    <w:rsid w:val="00325500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04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C6B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8E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06D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376"/>
    <w:rsid w:val="00361DCD"/>
    <w:rsid w:val="00361FD0"/>
    <w:rsid w:val="003621BC"/>
    <w:rsid w:val="003621D7"/>
    <w:rsid w:val="0036244F"/>
    <w:rsid w:val="00362D8B"/>
    <w:rsid w:val="00362DB3"/>
    <w:rsid w:val="00362F31"/>
    <w:rsid w:val="0036300F"/>
    <w:rsid w:val="00363535"/>
    <w:rsid w:val="003635E3"/>
    <w:rsid w:val="00363650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7E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9DC"/>
    <w:rsid w:val="00371B2E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1C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8E2"/>
    <w:rsid w:val="00384D1F"/>
    <w:rsid w:val="00384E36"/>
    <w:rsid w:val="00385074"/>
    <w:rsid w:val="00385472"/>
    <w:rsid w:val="0038598F"/>
    <w:rsid w:val="00385AD8"/>
    <w:rsid w:val="00385B23"/>
    <w:rsid w:val="00385CA8"/>
    <w:rsid w:val="00385CDF"/>
    <w:rsid w:val="0038699C"/>
    <w:rsid w:val="003869FD"/>
    <w:rsid w:val="00387169"/>
    <w:rsid w:val="00387294"/>
    <w:rsid w:val="0038739A"/>
    <w:rsid w:val="003877A6"/>
    <w:rsid w:val="00387A71"/>
    <w:rsid w:val="003901E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39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CB1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3B0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27F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758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004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D82"/>
    <w:rsid w:val="003D4FF5"/>
    <w:rsid w:val="003D56CE"/>
    <w:rsid w:val="003D5960"/>
    <w:rsid w:val="003D5A7E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3C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A81"/>
    <w:rsid w:val="003E4B6A"/>
    <w:rsid w:val="003E4E03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5F27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0CC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07E33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C4C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06"/>
    <w:rsid w:val="00422093"/>
    <w:rsid w:val="004221C1"/>
    <w:rsid w:val="00422210"/>
    <w:rsid w:val="00422745"/>
    <w:rsid w:val="00422C8E"/>
    <w:rsid w:val="00423115"/>
    <w:rsid w:val="004233B7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69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5D8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E4D"/>
    <w:rsid w:val="00443E85"/>
    <w:rsid w:val="00444149"/>
    <w:rsid w:val="004441CF"/>
    <w:rsid w:val="004441D4"/>
    <w:rsid w:val="00444259"/>
    <w:rsid w:val="00444917"/>
    <w:rsid w:val="00444984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696"/>
    <w:rsid w:val="0045291F"/>
    <w:rsid w:val="00452B78"/>
    <w:rsid w:val="00452D92"/>
    <w:rsid w:val="00453015"/>
    <w:rsid w:val="00453026"/>
    <w:rsid w:val="0045309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6F0"/>
    <w:rsid w:val="004609AC"/>
    <w:rsid w:val="00460FEF"/>
    <w:rsid w:val="004610DD"/>
    <w:rsid w:val="00461180"/>
    <w:rsid w:val="004614AF"/>
    <w:rsid w:val="004618C8"/>
    <w:rsid w:val="00462091"/>
    <w:rsid w:val="00462171"/>
    <w:rsid w:val="0046231F"/>
    <w:rsid w:val="00462631"/>
    <w:rsid w:val="0046287F"/>
    <w:rsid w:val="00462A52"/>
    <w:rsid w:val="00462B3D"/>
    <w:rsid w:val="00462B70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706"/>
    <w:rsid w:val="004818BF"/>
    <w:rsid w:val="00481D7B"/>
    <w:rsid w:val="00481E8C"/>
    <w:rsid w:val="004820BA"/>
    <w:rsid w:val="004823FE"/>
    <w:rsid w:val="00482600"/>
    <w:rsid w:val="00482C5C"/>
    <w:rsid w:val="00482E4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355"/>
    <w:rsid w:val="004863D3"/>
    <w:rsid w:val="0048645D"/>
    <w:rsid w:val="00486516"/>
    <w:rsid w:val="00486FA7"/>
    <w:rsid w:val="00487625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BAF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A7FAF"/>
    <w:rsid w:val="004B038A"/>
    <w:rsid w:val="004B08F2"/>
    <w:rsid w:val="004B0987"/>
    <w:rsid w:val="004B0C01"/>
    <w:rsid w:val="004B0C8E"/>
    <w:rsid w:val="004B1046"/>
    <w:rsid w:val="004B1341"/>
    <w:rsid w:val="004B1A55"/>
    <w:rsid w:val="004B2007"/>
    <w:rsid w:val="004B230C"/>
    <w:rsid w:val="004B2433"/>
    <w:rsid w:val="004B29DB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0CFA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5AB"/>
    <w:rsid w:val="004C5619"/>
    <w:rsid w:val="004C57B5"/>
    <w:rsid w:val="004C5A55"/>
    <w:rsid w:val="004C6314"/>
    <w:rsid w:val="004C6375"/>
    <w:rsid w:val="004C6647"/>
    <w:rsid w:val="004C697D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250"/>
    <w:rsid w:val="005005E5"/>
    <w:rsid w:val="00500F35"/>
    <w:rsid w:val="00500F4D"/>
    <w:rsid w:val="00500FF7"/>
    <w:rsid w:val="00501349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065"/>
    <w:rsid w:val="0050425B"/>
    <w:rsid w:val="005045E1"/>
    <w:rsid w:val="00504C76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AAD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CC3"/>
    <w:rsid w:val="00542F5D"/>
    <w:rsid w:val="00543454"/>
    <w:rsid w:val="00543542"/>
    <w:rsid w:val="00543642"/>
    <w:rsid w:val="00543A38"/>
    <w:rsid w:val="00543C3B"/>
    <w:rsid w:val="00543EC8"/>
    <w:rsid w:val="005443AF"/>
    <w:rsid w:val="0054449A"/>
    <w:rsid w:val="00544534"/>
    <w:rsid w:val="00544ECE"/>
    <w:rsid w:val="005452E8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39F"/>
    <w:rsid w:val="005573D9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1D1"/>
    <w:rsid w:val="005614BB"/>
    <w:rsid w:val="00561980"/>
    <w:rsid w:val="00561CBE"/>
    <w:rsid w:val="00561E70"/>
    <w:rsid w:val="005620EE"/>
    <w:rsid w:val="0056278E"/>
    <w:rsid w:val="005627D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0F1B"/>
    <w:rsid w:val="005710BF"/>
    <w:rsid w:val="00571263"/>
    <w:rsid w:val="0057153B"/>
    <w:rsid w:val="00571746"/>
    <w:rsid w:val="00571982"/>
    <w:rsid w:val="00571EAB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0CD"/>
    <w:rsid w:val="00574BA1"/>
    <w:rsid w:val="00574FD6"/>
    <w:rsid w:val="005757D5"/>
    <w:rsid w:val="00575A36"/>
    <w:rsid w:val="00575BBA"/>
    <w:rsid w:val="005760F9"/>
    <w:rsid w:val="005760FB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0E6"/>
    <w:rsid w:val="00581409"/>
    <w:rsid w:val="00581595"/>
    <w:rsid w:val="00581762"/>
    <w:rsid w:val="00581958"/>
    <w:rsid w:val="00581B03"/>
    <w:rsid w:val="00581FE3"/>
    <w:rsid w:val="00582256"/>
    <w:rsid w:val="005822F3"/>
    <w:rsid w:val="005824E9"/>
    <w:rsid w:val="0058253B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6D9"/>
    <w:rsid w:val="00585A24"/>
    <w:rsid w:val="00585B02"/>
    <w:rsid w:val="00585BDF"/>
    <w:rsid w:val="00585D5D"/>
    <w:rsid w:val="00586666"/>
    <w:rsid w:val="005867D1"/>
    <w:rsid w:val="00586804"/>
    <w:rsid w:val="0058683F"/>
    <w:rsid w:val="00586B51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2F50"/>
    <w:rsid w:val="00593209"/>
    <w:rsid w:val="0059393C"/>
    <w:rsid w:val="005940F5"/>
    <w:rsid w:val="005942B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97E2B"/>
    <w:rsid w:val="005A0163"/>
    <w:rsid w:val="005A01FB"/>
    <w:rsid w:val="005A0318"/>
    <w:rsid w:val="005A07C0"/>
    <w:rsid w:val="005A07D3"/>
    <w:rsid w:val="005A0B5D"/>
    <w:rsid w:val="005A12F8"/>
    <w:rsid w:val="005A1609"/>
    <w:rsid w:val="005A18A7"/>
    <w:rsid w:val="005A1E1E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53B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CAB"/>
    <w:rsid w:val="005D7E3E"/>
    <w:rsid w:val="005D7E8D"/>
    <w:rsid w:val="005E0420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30B3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6FD3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014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06A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327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7FB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7D0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4511"/>
    <w:rsid w:val="00634632"/>
    <w:rsid w:val="00634A1A"/>
    <w:rsid w:val="00635123"/>
    <w:rsid w:val="006354DF"/>
    <w:rsid w:val="0063557C"/>
    <w:rsid w:val="00635708"/>
    <w:rsid w:val="006357AB"/>
    <w:rsid w:val="00636188"/>
    <w:rsid w:val="006361ED"/>
    <w:rsid w:val="006364E8"/>
    <w:rsid w:val="006368A1"/>
    <w:rsid w:val="00636970"/>
    <w:rsid w:val="006370C9"/>
    <w:rsid w:val="0063716B"/>
    <w:rsid w:val="00640656"/>
    <w:rsid w:val="006410B5"/>
    <w:rsid w:val="00641107"/>
    <w:rsid w:val="00641645"/>
    <w:rsid w:val="0064168A"/>
    <w:rsid w:val="006417A7"/>
    <w:rsid w:val="0064199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E55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271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7F7"/>
    <w:rsid w:val="006628E9"/>
    <w:rsid w:val="00662B3B"/>
    <w:rsid w:val="00662E59"/>
    <w:rsid w:val="00662F2C"/>
    <w:rsid w:val="006635E0"/>
    <w:rsid w:val="006636E0"/>
    <w:rsid w:val="00663A53"/>
    <w:rsid w:val="00664061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3CF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059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BD"/>
    <w:rsid w:val="006965C1"/>
    <w:rsid w:val="006965DD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05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B7D45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83D"/>
    <w:rsid w:val="006C5D5C"/>
    <w:rsid w:val="006C607C"/>
    <w:rsid w:val="006C6413"/>
    <w:rsid w:val="006C65F2"/>
    <w:rsid w:val="006C6C07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016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5E23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519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277"/>
    <w:rsid w:val="006E4338"/>
    <w:rsid w:val="006E4ABA"/>
    <w:rsid w:val="006E4AE5"/>
    <w:rsid w:val="006E5153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3D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96A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B99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3AE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6B"/>
    <w:rsid w:val="00712981"/>
    <w:rsid w:val="00712BF5"/>
    <w:rsid w:val="00712CB0"/>
    <w:rsid w:val="00712CD0"/>
    <w:rsid w:val="00713045"/>
    <w:rsid w:val="007130B5"/>
    <w:rsid w:val="007135DC"/>
    <w:rsid w:val="0071385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37CF9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5E53"/>
    <w:rsid w:val="007568BF"/>
    <w:rsid w:val="00757240"/>
    <w:rsid w:val="0075729D"/>
    <w:rsid w:val="007577BA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1D20"/>
    <w:rsid w:val="0077292E"/>
    <w:rsid w:val="00772936"/>
    <w:rsid w:val="00772B2A"/>
    <w:rsid w:val="00772B53"/>
    <w:rsid w:val="00772C81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47E"/>
    <w:rsid w:val="00781A4F"/>
    <w:rsid w:val="00781CF7"/>
    <w:rsid w:val="00781D27"/>
    <w:rsid w:val="007823AA"/>
    <w:rsid w:val="007825DA"/>
    <w:rsid w:val="00782689"/>
    <w:rsid w:val="007828F3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791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4435"/>
    <w:rsid w:val="007A5143"/>
    <w:rsid w:val="007A53EC"/>
    <w:rsid w:val="007A56A6"/>
    <w:rsid w:val="007A5C3C"/>
    <w:rsid w:val="007A624E"/>
    <w:rsid w:val="007A657A"/>
    <w:rsid w:val="007A65D3"/>
    <w:rsid w:val="007A66AC"/>
    <w:rsid w:val="007A6934"/>
    <w:rsid w:val="007A6A4F"/>
    <w:rsid w:val="007A6C2F"/>
    <w:rsid w:val="007A6C4D"/>
    <w:rsid w:val="007A71B6"/>
    <w:rsid w:val="007A71C2"/>
    <w:rsid w:val="007A71F8"/>
    <w:rsid w:val="007A7877"/>
    <w:rsid w:val="007A7A89"/>
    <w:rsid w:val="007A7CA5"/>
    <w:rsid w:val="007A7DA2"/>
    <w:rsid w:val="007B0082"/>
    <w:rsid w:val="007B04EE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D99"/>
    <w:rsid w:val="007B3E52"/>
    <w:rsid w:val="007B43F4"/>
    <w:rsid w:val="007B4AB8"/>
    <w:rsid w:val="007B56C8"/>
    <w:rsid w:val="007B5A7A"/>
    <w:rsid w:val="007B5B84"/>
    <w:rsid w:val="007B609B"/>
    <w:rsid w:val="007B6323"/>
    <w:rsid w:val="007B64E1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2AB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E8B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452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8DE"/>
    <w:rsid w:val="007E2B3C"/>
    <w:rsid w:val="007E3013"/>
    <w:rsid w:val="007E3051"/>
    <w:rsid w:val="007E306B"/>
    <w:rsid w:val="007E3814"/>
    <w:rsid w:val="007E3A4D"/>
    <w:rsid w:val="007E3F2E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1FDA"/>
    <w:rsid w:val="007F22BC"/>
    <w:rsid w:val="007F23A9"/>
    <w:rsid w:val="007F24A4"/>
    <w:rsid w:val="007F2626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4EC9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C7F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9E5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B80"/>
    <w:rsid w:val="00822DD0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5EC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541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1CB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B3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97"/>
    <w:rsid w:val="008562C4"/>
    <w:rsid w:val="00856491"/>
    <w:rsid w:val="008568DB"/>
    <w:rsid w:val="00857125"/>
    <w:rsid w:val="008572FF"/>
    <w:rsid w:val="0086015E"/>
    <w:rsid w:val="00860160"/>
    <w:rsid w:val="00860B86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2D80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690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3E4"/>
    <w:rsid w:val="008A15D3"/>
    <w:rsid w:val="008A15D7"/>
    <w:rsid w:val="008A1711"/>
    <w:rsid w:val="008A2033"/>
    <w:rsid w:val="008A2080"/>
    <w:rsid w:val="008A237C"/>
    <w:rsid w:val="008A2593"/>
    <w:rsid w:val="008A29FF"/>
    <w:rsid w:val="008A2BDE"/>
    <w:rsid w:val="008A2BFB"/>
    <w:rsid w:val="008A34FE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096D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0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9FC"/>
    <w:rsid w:val="008C5C6B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D7A"/>
    <w:rsid w:val="008D5F52"/>
    <w:rsid w:val="008D614F"/>
    <w:rsid w:val="008D6B0E"/>
    <w:rsid w:val="008D6B99"/>
    <w:rsid w:val="008D6DD8"/>
    <w:rsid w:val="008D6F11"/>
    <w:rsid w:val="008D7126"/>
    <w:rsid w:val="008D73C4"/>
    <w:rsid w:val="008D747F"/>
    <w:rsid w:val="008D7839"/>
    <w:rsid w:val="008D7A7C"/>
    <w:rsid w:val="008D7C2C"/>
    <w:rsid w:val="008D7E0E"/>
    <w:rsid w:val="008D7EAF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1EFB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1CE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C4B"/>
    <w:rsid w:val="00904FE6"/>
    <w:rsid w:val="00905293"/>
    <w:rsid w:val="009059AF"/>
    <w:rsid w:val="00905CEC"/>
    <w:rsid w:val="00905F4D"/>
    <w:rsid w:val="00906059"/>
    <w:rsid w:val="00906577"/>
    <w:rsid w:val="00906AAE"/>
    <w:rsid w:val="00906D91"/>
    <w:rsid w:val="009071AF"/>
    <w:rsid w:val="0091047D"/>
    <w:rsid w:val="0091094F"/>
    <w:rsid w:val="009109E3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3B45"/>
    <w:rsid w:val="00914499"/>
    <w:rsid w:val="00914ABB"/>
    <w:rsid w:val="00914B44"/>
    <w:rsid w:val="00914E13"/>
    <w:rsid w:val="00915D09"/>
    <w:rsid w:val="00916154"/>
    <w:rsid w:val="00916158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44C"/>
    <w:rsid w:val="00923840"/>
    <w:rsid w:val="0092399E"/>
    <w:rsid w:val="009243D1"/>
    <w:rsid w:val="0092443F"/>
    <w:rsid w:val="00924571"/>
    <w:rsid w:val="009247FB"/>
    <w:rsid w:val="00924B87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2EE9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7A4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3D3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582"/>
    <w:rsid w:val="0095377A"/>
    <w:rsid w:val="00953893"/>
    <w:rsid w:val="00953AFC"/>
    <w:rsid w:val="00953C55"/>
    <w:rsid w:val="00953EFB"/>
    <w:rsid w:val="00954C18"/>
    <w:rsid w:val="009550FD"/>
    <w:rsid w:val="00955852"/>
    <w:rsid w:val="00956325"/>
    <w:rsid w:val="009565FF"/>
    <w:rsid w:val="00956819"/>
    <w:rsid w:val="00956916"/>
    <w:rsid w:val="00956989"/>
    <w:rsid w:val="00956ADF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524"/>
    <w:rsid w:val="00965666"/>
    <w:rsid w:val="00965A55"/>
    <w:rsid w:val="00965E59"/>
    <w:rsid w:val="009664ED"/>
    <w:rsid w:val="00966804"/>
    <w:rsid w:val="00966BAC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00F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5BBE"/>
    <w:rsid w:val="009864A2"/>
    <w:rsid w:val="00986520"/>
    <w:rsid w:val="009874B9"/>
    <w:rsid w:val="00987843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7F8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C42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1B0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14"/>
    <w:rsid w:val="009D1A65"/>
    <w:rsid w:val="009D1B69"/>
    <w:rsid w:val="009D1FE2"/>
    <w:rsid w:val="009D2365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14B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E7B54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21A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5D6"/>
    <w:rsid w:val="00A1198C"/>
    <w:rsid w:val="00A1226E"/>
    <w:rsid w:val="00A123B7"/>
    <w:rsid w:val="00A127F0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9AF"/>
    <w:rsid w:val="00A14CB7"/>
    <w:rsid w:val="00A15717"/>
    <w:rsid w:val="00A1577A"/>
    <w:rsid w:val="00A15A42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1F28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9C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27FBD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618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494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3E51"/>
    <w:rsid w:val="00A44126"/>
    <w:rsid w:val="00A44539"/>
    <w:rsid w:val="00A44CB1"/>
    <w:rsid w:val="00A44E76"/>
    <w:rsid w:val="00A45D49"/>
    <w:rsid w:val="00A45DD5"/>
    <w:rsid w:val="00A46B5F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F"/>
    <w:rsid w:val="00A6401C"/>
    <w:rsid w:val="00A6456A"/>
    <w:rsid w:val="00A645BA"/>
    <w:rsid w:val="00A648B1"/>
    <w:rsid w:val="00A64941"/>
    <w:rsid w:val="00A64AF8"/>
    <w:rsid w:val="00A64CCC"/>
    <w:rsid w:val="00A64D5D"/>
    <w:rsid w:val="00A64FDB"/>
    <w:rsid w:val="00A65002"/>
    <w:rsid w:val="00A651A1"/>
    <w:rsid w:val="00A651E2"/>
    <w:rsid w:val="00A654E8"/>
    <w:rsid w:val="00A65515"/>
    <w:rsid w:val="00A657E3"/>
    <w:rsid w:val="00A657EB"/>
    <w:rsid w:val="00A65B70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3C51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9E1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010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AAD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071"/>
    <w:rsid w:val="00A94266"/>
    <w:rsid w:val="00A945C0"/>
    <w:rsid w:val="00A94BC3"/>
    <w:rsid w:val="00A94E1B"/>
    <w:rsid w:val="00A952F9"/>
    <w:rsid w:val="00A9549F"/>
    <w:rsid w:val="00A95B87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7C"/>
    <w:rsid w:val="00AB6EFB"/>
    <w:rsid w:val="00AB746D"/>
    <w:rsid w:val="00AB75C6"/>
    <w:rsid w:val="00AB78AE"/>
    <w:rsid w:val="00AB7A92"/>
    <w:rsid w:val="00AB7BF9"/>
    <w:rsid w:val="00AB7E04"/>
    <w:rsid w:val="00AB7E40"/>
    <w:rsid w:val="00AB7F78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7B"/>
    <w:rsid w:val="00AC43F5"/>
    <w:rsid w:val="00AC45B7"/>
    <w:rsid w:val="00AC4B22"/>
    <w:rsid w:val="00AC4E1C"/>
    <w:rsid w:val="00AC5368"/>
    <w:rsid w:val="00AC59C1"/>
    <w:rsid w:val="00AC5A2E"/>
    <w:rsid w:val="00AC5C10"/>
    <w:rsid w:val="00AC5FAB"/>
    <w:rsid w:val="00AC685F"/>
    <w:rsid w:val="00AC689B"/>
    <w:rsid w:val="00AC6F67"/>
    <w:rsid w:val="00AC72E5"/>
    <w:rsid w:val="00AC747B"/>
    <w:rsid w:val="00AC750C"/>
    <w:rsid w:val="00AC757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7DB"/>
    <w:rsid w:val="00AD4CE8"/>
    <w:rsid w:val="00AD5138"/>
    <w:rsid w:val="00AD5151"/>
    <w:rsid w:val="00AD5479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290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A11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3E0"/>
    <w:rsid w:val="00B1363B"/>
    <w:rsid w:val="00B13926"/>
    <w:rsid w:val="00B13B20"/>
    <w:rsid w:val="00B13BE4"/>
    <w:rsid w:val="00B13D68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6FB8"/>
    <w:rsid w:val="00B17295"/>
    <w:rsid w:val="00B17A46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1A9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0C0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AEF"/>
    <w:rsid w:val="00B54B2F"/>
    <w:rsid w:val="00B54FF8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29"/>
    <w:rsid w:val="00B6095B"/>
    <w:rsid w:val="00B60AFC"/>
    <w:rsid w:val="00B60EC7"/>
    <w:rsid w:val="00B60F9D"/>
    <w:rsid w:val="00B613F9"/>
    <w:rsid w:val="00B61495"/>
    <w:rsid w:val="00B62678"/>
    <w:rsid w:val="00B6295C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1A"/>
    <w:rsid w:val="00B663CC"/>
    <w:rsid w:val="00B66608"/>
    <w:rsid w:val="00B66C39"/>
    <w:rsid w:val="00B66EC8"/>
    <w:rsid w:val="00B674EB"/>
    <w:rsid w:val="00B67597"/>
    <w:rsid w:val="00B6759B"/>
    <w:rsid w:val="00B67AC1"/>
    <w:rsid w:val="00B67BC5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2A88"/>
    <w:rsid w:val="00B736BD"/>
    <w:rsid w:val="00B73DC7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39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324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AB"/>
    <w:rsid w:val="00BA10C9"/>
    <w:rsid w:val="00BA11BE"/>
    <w:rsid w:val="00BA1DE2"/>
    <w:rsid w:val="00BA1F18"/>
    <w:rsid w:val="00BA23AA"/>
    <w:rsid w:val="00BA23D0"/>
    <w:rsid w:val="00BA288E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B01DA"/>
    <w:rsid w:val="00BB0249"/>
    <w:rsid w:val="00BB02F3"/>
    <w:rsid w:val="00BB0BE7"/>
    <w:rsid w:val="00BB0F14"/>
    <w:rsid w:val="00BB1152"/>
    <w:rsid w:val="00BB1235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286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1E80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237"/>
    <w:rsid w:val="00BF15F6"/>
    <w:rsid w:val="00BF1888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06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64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3F9F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DA1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A6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096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178D6"/>
    <w:rsid w:val="00C17C45"/>
    <w:rsid w:val="00C20046"/>
    <w:rsid w:val="00C20231"/>
    <w:rsid w:val="00C2036A"/>
    <w:rsid w:val="00C206F9"/>
    <w:rsid w:val="00C20819"/>
    <w:rsid w:val="00C20E57"/>
    <w:rsid w:val="00C216C3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C4B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7B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55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1F7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2F7C"/>
    <w:rsid w:val="00C835F8"/>
    <w:rsid w:val="00C83828"/>
    <w:rsid w:val="00C839C2"/>
    <w:rsid w:val="00C840F5"/>
    <w:rsid w:val="00C846FB"/>
    <w:rsid w:val="00C84A8A"/>
    <w:rsid w:val="00C84D89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9C9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4EEC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1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3F4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3B4A"/>
    <w:rsid w:val="00CD40E6"/>
    <w:rsid w:val="00CD4500"/>
    <w:rsid w:val="00CD4E78"/>
    <w:rsid w:val="00CD5514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D62"/>
    <w:rsid w:val="00CD7F80"/>
    <w:rsid w:val="00CD7F81"/>
    <w:rsid w:val="00CD7FD4"/>
    <w:rsid w:val="00CE00A3"/>
    <w:rsid w:val="00CE0376"/>
    <w:rsid w:val="00CE05E0"/>
    <w:rsid w:val="00CE0D73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5EC7"/>
    <w:rsid w:val="00CE6158"/>
    <w:rsid w:val="00CE64A0"/>
    <w:rsid w:val="00CE65BD"/>
    <w:rsid w:val="00CE6635"/>
    <w:rsid w:val="00CE6CF8"/>
    <w:rsid w:val="00CE7251"/>
    <w:rsid w:val="00CE7B35"/>
    <w:rsid w:val="00CE7D4A"/>
    <w:rsid w:val="00CF004E"/>
    <w:rsid w:val="00CF02B9"/>
    <w:rsid w:val="00CF1372"/>
    <w:rsid w:val="00CF139B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57C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062"/>
    <w:rsid w:val="00D041A5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77B"/>
    <w:rsid w:val="00D0682F"/>
    <w:rsid w:val="00D06EFA"/>
    <w:rsid w:val="00D07570"/>
    <w:rsid w:val="00D075CF"/>
    <w:rsid w:val="00D07826"/>
    <w:rsid w:val="00D079BA"/>
    <w:rsid w:val="00D079C7"/>
    <w:rsid w:val="00D10225"/>
    <w:rsid w:val="00D102DC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047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6DE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2ACC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63E2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DFD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B62"/>
    <w:rsid w:val="00D63FBB"/>
    <w:rsid w:val="00D64D66"/>
    <w:rsid w:val="00D654CD"/>
    <w:rsid w:val="00D655DC"/>
    <w:rsid w:val="00D6569E"/>
    <w:rsid w:val="00D65AD7"/>
    <w:rsid w:val="00D65EEC"/>
    <w:rsid w:val="00D65FA1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2EE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1E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3FFA"/>
    <w:rsid w:val="00D94010"/>
    <w:rsid w:val="00D9446F"/>
    <w:rsid w:val="00D94861"/>
    <w:rsid w:val="00D948E8"/>
    <w:rsid w:val="00D94C56"/>
    <w:rsid w:val="00D9513B"/>
    <w:rsid w:val="00D953A8"/>
    <w:rsid w:val="00D95799"/>
    <w:rsid w:val="00D959E8"/>
    <w:rsid w:val="00D9616A"/>
    <w:rsid w:val="00D964F2"/>
    <w:rsid w:val="00D96976"/>
    <w:rsid w:val="00D969E7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42"/>
    <w:rsid w:val="00DA7351"/>
    <w:rsid w:val="00DA7858"/>
    <w:rsid w:val="00DA7E0F"/>
    <w:rsid w:val="00DB03AB"/>
    <w:rsid w:val="00DB06FD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3784"/>
    <w:rsid w:val="00DB3C0C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0AA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0AE"/>
    <w:rsid w:val="00DC3199"/>
    <w:rsid w:val="00DC32AB"/>
    <w:rsid w:val="00DC3A0A"/>
    <w:rsid w:val="00DC3A77"/>
    <w:rsid w:val="00DC3E02"/>
    <w:rsid w:val="00DC4988"/>
    <w:rsid w:val="00DC4C4F"/>
    <w:rsid w:val="00DC51CB"/>
    <w:rsid w:val="00DC5415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AAD"/>
    <w:rsid w:val="00DD0B8F"/>
    <w:rsid w:val="00DD0BA2"/>
    <w:rsid w:val="00DD0C27"/>
    <w:rsid w:val="00DD0E22"/>
    <w:rsid w:val="00DD136A"/>
    <w:rsid w:val="00DD1426"/>
    <w:rsid w:val="00DD192C"/>
    <w:rsid w:val="00DD1BE0"/>
    <w:rsid w:val="00DD1EC2"/>
    <w:rsid w:val="00DD1FEC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B68"/>
    <w:rsid w:val="00DE2BDD"/>
    <w:rsid w:val="00DE2D96"/>
    <w:rsid w:val="00DE2E2C"/>
    <w:rsid w:val="00DE2E9F"/>
    <w:rsid w:val="00DE2F30"/>
    <w:rsid w:val="00DE3055"/>
    <w:rsid w:val="00DE3134"/>
    <w:rsid w:val="00DE3447"/>
    <w:rsid w:val="00DE3713"/>
    <w:rsid w:val="00DE3CD8"/>
    <w:rsid w:val="00DE3E12"/>
    <w:rsid w:val="00DE3F23"/>
    <w:rsid w:val="00DE4259"/>
    <w:rsid w:val="00DE47BF"/>
    <w:rsid w:val="00DE482F"/>
    <w:rsid w:val="00DE49D2"/>
    <w:rsid w:val="00DE4DC4"/>
    <w:rsid w:val="00DE4E1B"/>
    <w:rsid w:val="00DE4F1E"/>
    <w:rsid w:val="00DE547A"/>
    <w:rsid w:val="00DE5970"/>
    <w:rsid w:val="00DE5C7A"/>
    <w:rsid w:val="00DE6107"/>
    <w:rsid w:val="00DE6893"/>
    <w:rsid w:val="00DE69DC"/>
    <w:rsid w:val="00DE6C05"/>
    <w:rsid w:val="00DE6E46"/>
    <w:rsid w:val="00DE7CA1"/>
    <w:rsid w:val="00DF0016"/>
    <w:rsid w:val="00DF00C4"/>
    <w:rsid w:val="00DF082C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6E2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1DE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5F65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7B6"/>
    <w:rsid w:val="00E238BA"/>
    <w:rsid w:val="00E23BB3"/>
    <w:rsid w:val="00E23E7E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756"/>
    <w:rsid w:val="00E35851"/>
    <w:rsid w:val="00E35920"/>
    <w:rsid w:val="00E35E4C"/>
    <w:rsid w:val="00E35EEA"/>
    <w:rsid w:val="00E36EF7"/>
    <w:rsid w:val="00E370FC"/>
    <w:rsid w:val="00E3724F"/>
    <w:rsid w:val="00E3742F"/>
    <w:rsid w:val="00E37719"/>
    <w:rsid w:val="00E3790B"/>
    <w:rsid w:val="00E379C4"/>
    <w:rsid w:val="00E37D41"/>
    <w:rsid w:val="00E37F77"/>
    <w:rsid w:val="00E402CF"/>
    <w:rsid w:val="00E40438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C9B"/>
    <w:rsid w:val="00E42EC1"/>
    <w:rsid w:val="00E432C8"/>
    <w:rsid w:val="00E433C8"/>
    <w:rsid w:val="00E433D2"/>
    <w:rsid w:val="00E43B4E"/>
    <w:rsid w:val="00E44263"/>
    <w:rsid w:val="00E44532"/>
    <w:rsid w:val="00E4461C"/>
    <w:rsid w:val="00E4477E"/>
    <w:rsid w:val="00E44994"/>
    <w:rsid w:val="00E449D0"/>
    <w:rsid w:val="00E44B1D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88E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65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BF5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983"/>
    <w:rsid w:val="00E80B91"/>
    <w:rsid w:val="00E8104C"/>
    <w:rsid w:val="00E8150D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506"/>
    <w:rsid w:val="00E848D3"/>
    <w:rsid w:val="00E84AA5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1E5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0C10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BB4"/>
    <w:rsid w:val="00E94EE3"/>
    <w:rsid w:val="00E95528"/>
    <w:rsid w:val="00E95AF0"/>
    <w:rsid w:val="00E95E45"/>
    <w:rsid w:val="00E9649A"/>
    <w:rsid w:val="00E970B8"/>
    <w:rsid w:val="00E97B6B"/>
    <w:rsid w:val="00EA00D8"/>
    <w:rsid w:val="00EA02B0"/>
    <w:rsid w:val="00EA04C6"/>
    <w:rsid w:val="00EA0600"/>
    <w:rsid w:val="00EA0798"/>
    <w:rsid w:val="00EA0DA6"/>
    <w:rsid w:val="00EA0F5C"/>
    <w:rsid w:val="00EA111D"/>
    <w:rsid w:val="00EA11DA"/>
    <w:rsid w:val="00EA1620"/>
    <w:rsid w:val="00EA1E29"/>
    <w:rsid w:val="00EA1F08"/>
    <w:rsid w:val="00EA1F13"/>
    <w:rsid w:val="00EA21D0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0D6D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B63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E9C"/>
    <w:rsid w:val="00EC7F32"/>
    <w:rsid w:val="00ED0415"/>
    <w:rsid w:val="00ED09E7"/>
    <w:rsid w:val="00ED0B36"/>
    <w:rsid w:val="00ED1429"/>
    <w:rsid w:val="00ED18BB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0C5"/>
    <w:rsid w:val="00EE7788"/>
    <w:rsid w:val="00EE78D8"/>
    <w:rsid w:val="00EE7982"/>
    <w:rsid w:val="00EE7D34"/>
    <w:rsid w:val="00EF0359"/>
    <w:rsid w:val="00EF0775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852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5D77"/>
    <w:rsid w:val="00F162A9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8ED"/>
    <w:rsid w:val="00F20E3A"/>
    <w:rsid w:val="00F21617"/>
    <w:rsid w:val="00F217E3"/>
    <w:rsid w:val="00F21E80"/>
    <w:rsid w:val="00F21FB1"/>
    <w:rsid w:val="00F2270F"/>
    <w:rsid w:val="00F22F60"/>
    <w:rsid w:val="00F23355"/>
    <w:rsid w:val="00F2351E"/>
    <w:rsid w:val="00F2385B"/>
    <w:rsid w:val="00F23891"/>
    <w:rsid w:val="00F23C75"/>
    <w:rsid w:val="00F23CA2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A1A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2E95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4F9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3E0A"/>
    <w:rsid w:val="00F540E3"/>
    <w:rsid w:val="00F542AD"/>
    <w:rsid w:val="00F54400"/>
    <w:rsid w:val="00F55098"/>
    <w:rsid w:val="00F5551E"/>
    <w:rsid w:val="00F5560A"/>
    <w:rsid w:val="00F55E8F"/>
    <w:rsid w:val="00F56519"/>
    <w:rsid w:val="00F56DEB"/>
    <w:rsid w:val="00F56E38"/>
    <w:rsid w:val="00F5751E"/>
    <w:rsid w:val="00F57614"/>
    <w:rsid w:val="00F57A3B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1E34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7E4"/>
    <w:rsid w:val="00F70A95"/>
    <w:rsid w:val="00F7100E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11"/>
    <w:rsid w:val="00F8327B"/>
    <w:rsid w:val="00F832B4"/>
    <w:rsid w:val="00F83AEC"/>
    <w:rsid w:val="00F84146"/>
    <w:rsid w:val="00F842E4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0FDB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541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1B07"/>
    <w:rsid w:val="00FA2144"/>
    <w:rsid w:val="00FA2851"/>
    <w:rsid w:val="00FA2CE7"/>
    <w:rsid w:val="00FA3010"/>
    <w:rsid w:val="00FA30AC"/>
    <w:rsid w:val="00FA347A"/>
    <w:rsid w:val="00FA3687"/>
    <w:rsid w:val="00FA38B1"/>
    <w:rsid w:val="00FA3A96"/>
    <w:rsid w:val="00FA3C47"/>
    <w:rsid w:val="00FA3ECE"/>
    <w:rsid w:val="00FA4897"/>
    <w:rsid w:val="00FA4B3E"/>
    <w:rsid w:val="00FA543B"/>
    <w:rsid w:val="00FA58D6"/>
    <w:rsid w:val="00FA61F4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498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0D5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3"/>
    <w:rsid w:val="00FC739B"/>
    <w:rsid w:val="00FC75B6"/>
    <w:rsid w:val="00FC7B73"/>
    <w:rsid w:val="00FC7B9E"/>
    <w:rsid w:val="00FC7D8F"/>
    <w:rsid w:val="00FC7F32"/>
    <w:rsid w:val="00FD0158"/>
    <w:rsid w:val="00FD06B3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3D54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1E3B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96A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3E87"/>
    <w:rsid w:val="00FF43C1"/>
    <w:rsid w:val="00FF451A"/>
    <w:rsid w:val="00FF4954"/>
    <w:rsid w:val="00FF498A"/>
    <w:rsid w:val="00FF49B1"/>
    <w:rsid w:val="00FF4A7B"/>
    <w:rsid w:val="00FF5072"/>
    <w:rsid w:val="00FF50AC"/>
    <w:rsid w:val="00FF51AC"/>
    <w:rsid w:val="00FF54B6"/>
    <w:rsid w:val="00FF559C"/>
    <w:rsid w:val="00FF5D37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  <w:style w:type="character" w:customStyle="1" w:styleId="nc684nl6">
    <w:name w:val="nc684nl6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oo9gr5idhzawbc8m">
    <w:name w:val="d2edcug0 hpfvmrgz qv66sw1b c1et5uql lr9zc1uh a8c37x1j keod5gw0 nxhoafnm aigsh9s9 d3f4x2em fe6kdd0r mau55g9w c8b282yb iv3no6db jq4qci2q a3bd9o3v lrazzd5p oo9gr5id hzawbc8m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9wwppknfe6kdd0rmau55g9wc8b282ybmdeji52xe9vueds3j5wam9giknj5qynhoo9gr5idhzawbc8m">
    <w:name w:val="d2edcug0 hpfvmrgz qv66sw1b c1et5uql lr9zc1uh a8c37x1j keod5gw0 nxhoafnm aigsh9s9 d9wwppkn fe6kdd0r mau55g9w c8b282yb mdeji52x e9vueds3 j5wam9gi knj5qynh oo9gr5id hzawbc8m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">
    <w:name w:val="a8c37x1j ni8dbmo4 stjgntxs l9j0dhe7 ltmttdrg g0qnabr5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ojkyduve">
    <w:name w:val="a8c37x1j ni8dbmo4 stjgntxs l9j0dhe7 ltmttdrg g0qnabr5 ojkyduve"/>
    <w:basedOn w:val="DefaultParagraphFont"/>
    <w:uiPriority w:val="99"/>
    <w:rsid w:val="00E35920"/>
    <w:rPr>
      <w:rFonts w:cs="Times New Roman"/>
    </w:rPr>
  </w:style>
  <w:style w:type="character" w:customStyle="1" w:styleId="tojvnm2ta6sixzi8abs2jz4qa8s20v7pt1p8iaqhk5wvi7nfq3lfd5jvpk4s997abipmatt0cebpdrjkqowsmv63owwhemhudp1hu0rbdhp61c6yiyyx5f41">
    <w:name w:val="tojvnm2t a6sixzi8 abs2jz4q a8s20v7p t1p8iaqh k5wvi7nf q3lfd5jv pk4s997a bipmatt0 cebpdrjk qowsmv63 owwhemhu dp1hu0rb dhp61c6y iyyx5f41"/>
    <w:basedOn w:val="DefaultParagraphFont"/>
    <w:uiPriority w:val="99"/>
    <w:rsid w:val="00E35920"/>
    <w:rPr>
      <w:rFonts w:cs="Times New Roman"/>
    </w:rPr>
  </w:style>
  <w:style w:type="character" w:customStyle="1" w:styleId="gpro0wi8pcp91wgn">
    <w:name w:val="gpro0wi8 pcp91wgn"/>
    <w:basedOn w:val="DefaultParagraphFont"/>
    <w:uiPriority w:val="99"/>
    <w:rsid w:val="00E35920"/>
    <w:rPr>
      <w:rFonts w:cs="Times New Roman"/>
    </w:rPr>
  </w:style>
  <w:style w:type="character" w:customStyle="1" w:styleId="pcp91wgn">
    <w:name w:val="pcp91wg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knj5qynhm9osqain">
    <w:name w:val="d2edcug0 hpfvmrgz qv66sw1b c1et5uql lr9zc1uh a8c37x1j keod5gw0 nxhoafnm aigsh9s9 d3f4x2em fe6kdd0r mau55g9w c8b282yb iv3no6db jq4qci2q a3bd9o3v knj5qynh m9osqai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m9osqain">
    <w:name w:val="d2edcug0 hpfvmrgz qv66sw1b c1et5uql lr9zc1uh a8c37x1j keod5gw0 nxhoafnm aigsh9s9 d3f4x2em fe6kdd0r mau55g9w c8b282yb iv3no6db jq4qci2q a3bd9o3v lrazzd5p m9osqain"/>
    <w:basedOn w:val="DefaultParagraphFont"/>
    <w:uiPriority w:val="99"/>
    <w:rsid w:val="00E35920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E35920"/>
    <w:rPr>
      <w:rFonts w:cs="Times New Roman"/>
    </w:rPr>
  </w:style>
  <w:style w:type="character" w:customStyle="1" w:styleId="i8gkk5c4">
    <w:name w:val="i8gkk5c4"/>
    <w:basedOn w:val="DefaultParagraphFont"/>
    <w:uiPriority w:val="99"/>
    <w:rsid w:val="00E3592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97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7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97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7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97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97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97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97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977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97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77372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97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977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977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977369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977344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977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6977347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977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1697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97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97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977361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977374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6977383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97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97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97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977345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1416977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6977356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977366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977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977354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977375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1697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97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977340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977364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977349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977379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977346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977365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6977382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6977373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977342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977343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977353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977367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16977376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97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7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97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97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977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977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977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97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97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7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97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97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97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774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9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97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977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9775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9775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97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7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97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775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97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9775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97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7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75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9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97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775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9775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97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97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97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75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977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97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7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75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97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77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97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9776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9776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97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776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977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97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77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9776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9776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977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97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97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7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97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7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97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77684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7686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141697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77687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7689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141697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7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97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97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977761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97769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977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697770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977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977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977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977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977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697770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977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697770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977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697770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977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697771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977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697772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977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697773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977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697774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977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697775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977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697775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977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6977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977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977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97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977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697778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977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697779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977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1697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97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97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97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9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977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977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6977733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977778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97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977758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977772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16977736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97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9" w:color="auto"/>
                    <w:bottom w:val="none" w:sz="0" w:space="0" w:color="auto"/>
                    <w:right w:val="none" w:sz="0" w:space="9" w:color="auto"/>
                  </w:divBdr>
                  <w:divsChild>
                    <w:div w:id="1416977697">
                      <w:marLeft w:val="-45"/>
                      <w:marRight w:val="-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977755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1697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977701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97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977709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977714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169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977781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97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776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697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97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97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97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977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97776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977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977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6977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16977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  <w:div w:id="1416977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6977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977725">
                                          <w:marLeft w:val="10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6977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16977771">
                              <w:marLeft w:val="18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977774">
                                  <w:marLeft w:val="-30"/>
                                  <w:marRight w:val="-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977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977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416977787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6977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16977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977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416977732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69777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16977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977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416977752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6977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97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7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782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97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7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97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iritpathways.co.z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1</Pages>
  <Words>466</Words>
  <Characters>2566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4</cp:revision>
  <dcterms:created xsi:type="dcterms:W3CDTF">2021-10-01T17:15:00Z</dcterms:created>
  <dcterms:modified xsi:type="dcterms:W3CDTF">2021-10-01T17:24:00Z</dcterms:modified>
</cp:coreProperties>
</file>