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E38" w:rsidRPr="007D0F95" w:rsidRDefault="003F3E38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 w:cs="Arial"/>
          <w:bCs/>
          <w:smallCaps/>
          <w:shadow/>
          <w:sz w:val="36"/>
          <w:szCs w:val="36"/>
        </w:rPr>
        <w:t>La Intuición es tu mayor Poder</w:t>
      </w:r>
      <w:r w:rsidRPr="00C71FBF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17 de Junio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3F3E38" w:rsidRPr="00A908CC" w:rsidRDefault="003F3E38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3F3E38" w:rsidRDefault="003F3E38" w:rsidP="00A73C51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3F3E38" w:rsidRDefault="003F3E38" w:rsidP="00A73C51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452D92">
        <w:rPr>
          <w:rFonts w:ascii="Arial" w:hAnsi="Arial" w:cs="Arial"/>
          <w:sz w:val="20"/>
          <w:szCs w:val="20"/>
        </w:rPr>
        <w:t>A medida que avanzamos hacia el solsticio, una energía intensamente poderosa se mueve dentro de nosotros empujándonos hacia la expansión tanto interna como externamente. Las energías entrantes nos exigen urgirnos a ver nuestra vida con perfecta claridad y a encontrar la luz a pesar de los desafíos que aún enfrentamos. Cómo pensamos, cómo nos sentimos y cómo reaccionamos a la vida está transformando, cambiando nuestra percepción y dándonos una visión diferente de lo que ahora es posible.</w:t>
      </w:r>
    </w:p>
    <w:p w:rsidR="003F3E38" w:rsidRPr="00452D92" w:rsidRDefault="003F3E38" w:rsidP="00A73C51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452D92">
        <w:rPr>
          <w:rFonts w:ascii="Arial" w:hAnsi="Arial" w:cs="Arial"/>
          <w:sz w:val="20"/>
          <w:szCs w:val="20"/>
        </w:rPr>
        <w:t>En este momento, es importante que sea</w:t>
      </w:r>
      <w:r>
        <w:rPr>
          <w:rFonts w:ascii="Arial" w:hAnsi="Arial" w:cs="Arial"/>
          <w:sz w:val="20"/>
          <w:szCs w:val="20"/>
        </w:rPr>
        <w:t>s</w:t>
      </w:r>
      <w:r w:rsidRPr="00452D92">
        <w:rPr>
          <w:rFonts w:ascii="Arial" w:hAnsi="Arial" w:cs="Arial"/>
          <w:sz w:val="20"/>
          <w:szCs w:val="20"/>
        </w:rPr>
        <w:t xml:space="preserve"> plenamente consciente de</w:t>
      </w:r>
      <w:r>
        <w:rPr>
          <w:rFonts w:ascii="Arial" w:hAnsi="Arial" w:cs="Arial"/>
          <w:sz w:val="20"/>
          <w:szCs w:val="20"/>
        </w:rPr>
        <w:t xml:space="preserve"> la dirección que está tomando tu vida y determina si t</w:t>
      </w:r>
      <w:r w:rsidRPr="00452D92">
        <w:rPr>
          <w:rFonts w:ascii="Arial" w:hAnsi="Arial" w:cs="Arial"/>
          <w:sz w:val="20"/>
          <w:szCs w:val="20"/>
        </w:rPr>
        <w:t>u vida está siendo diri</w:t>
      </w:r>
      <w:r>
        <w:rPr>
          <w:rFonts w:ascii="Arial" w:hAnsi="Arial" w:cs="Arial"/>
          <w:sz w:val="20"/>
          <w:szCs w:val="20"/>
        </w:rPr>
        <w:t>gida por las decisiones que se te guía</w:t>
      </w:r>
      <w:r w:rsidRPr="00452D92">
        <w:rPr>
          <w:rFonts w:ascii="Arial" w:hAnsi="Arial" w:cs="Arial"/>
          <w:sz w:val="20"/>
          <w:szCs w:val="20"/>
        </w:rPr>
        <w:t xml:space="preserve"> a tomar o por las influencias externas del mundo y de los demás. Si hay asp</w:t>
      </w:r>
      <w:r>
        <w:rPr>
          <w:rFonts w:ascii="Arial" w:hAnsi="Arial" w:cs="Arial"/>
          <w:sz w:val="20"/>
          <w:szCs w:val="20"/>
        </w:rPr>
        <w:t>ectos de t</w:t>
      </w:r>
      <w:r w:rsidRPr="00452D92">
        <w:rPr>
          <w:rFonts w:ascii="Arial" w:hAnsi="Arial" w:cs="Arial"/>
          <w:sz w:val="20"/>
          <w:szCs w:val="20"/>
        </w:rPr>
        <w:t>u vida que no están funcionando, ahora es el momento de act</w:t>
      </w:r>
      <w:r>
        <w:rPr>
          <w:rFonts w:ascii="Arial" w:hAnsi="Arial" w:cs="Arial"/>
          <w:sz w:val="20"/>
          <w:szCs w:val="20"/>
        </w:rPr>
        <w:t>uar y transformarlos o bien se t</w:t>
      </w:r>
      <w:r w:rsidRPr="00452D92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>puede imponer un cambio. Utiliza</w:t>
      </w:r>
      <w:r w:rsidRPr="00452D92">
        <w:rPr>
          <w:rFonts w:ascii="Arial" w:hAnsi="Arial" w:cs="Arial"/>
          <w:sz w:val="20"/>
          <w:szCs w:val="20"/>
        </w:rPr>
        <w:t xml:space="preserve"> este tiempo an</w:t>
      </w:r>
      <w:r>
        <w:rPr>
          <w:rFonts w:ascii="Arial" w:hAnsi="Arial" w:cs="Arial"/>
          <w:sz w:val="20"/>
          <w:szCs w:val="20"/>
        </w:rPr>
        <w:t>tes del solsticio para revisar t</w:t>
      </w:r>
      <w:r w:rsidRPr="00452D92">
        <w:rPr>
          <w:rFonts w:ascii="Arial" w:hAnsi="Arial" w:cs="Arial"/>
          <w:sz w:val="20"/>
          <w:szCs w:val="20"/>
        </w:rPr>
        <w:t xml:space="preserve">us </w:t>
      </w:r>
      <w:r>
        <w:rPr>
          <w:rFonts w:ascii="Arial" w:hAnsi="Arial" w:cs="Arial"/>
          <w:sz w:val="20"/>
          <w:szCs w:val="20"/>
        </w:rPr>
        <w:t>prioridades y la estructura de tu vida. Se</w:t>
      </w:r>
      <w:r w:rsidRPr="00452D92">
        <w:rPr>
          <w:rFonts w:ascii="Arial" w:hAnsi="Arial" w:cs="Arial"/>
          <w:sz w:val="20"/>
          <w:szCs w:val="20"/>
        </w:rPr>
        <w:t xml:space="preserve"> consciente de lo que necesita</w:t>
      </w:r>
      <w:r>
        <w:rPr>
          <w:rFonts w:ascii="Arial" w:hAnsi="Arial" w:cs="Arial"/>
          <w:sz w:val="20"/>
          <w:szCs w:val="20"/>
        </w:rPr>
        <w:t>s</w:t>
      </w:r>
      <w:r w:rsidRPr="00452D92">
        <w:rPr>
          <w:rFonts w:ascii="Arial" w:hAnsi="Arial" w:cs="Arial"/>
          <w:sz w:val="20"/>
          <w:szCs w:val="20"/>
        </w:rPr>
        <w:t xml:space="preserve"> cambiar par</w:t>
      </w:r>
      <w:r>
        <w:rPr>
          <w:rFonts w:ascii="Arial" w:hAnsi="Arial" w:cs="Arial"/>
          <w:sz w:val="20"/>
          <w:szCs w:val="20"/>
        </w:rPr>
        <w:t>a sostener y apoyar la vida de t</w:t>
      </w:r>
      <w:r w:rsidRPr="00452D92">
        <w:rPr>
          <w:rFonts w:ascii="Arial" w:hAnsi="Arial" w:cs="Arial"/>
          <w:sz w:val="20"/>
          <w:szCs w:val="20"/>
        </w:rPr>
        <w:t>u alma. Recuerda que tu intuición es tu mayor poder y te dará la claridad y la guía que necesitas.</w:t>
      </w:r>
    </w:p>
    <w:p w:rsidR="003F3E38" w:rsidRPr="00452D92" w:rsidRDefault="003F3E38" w:rsidP="00A73C51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  <w:shd w:val="clear" w:color="auto" w:fill="FBFFFA"/>
        </w:rPr>
      </w:pPr>
    </w:p>
    <w:p w:rsidR="003F3E38" w:rsidRDefault="003F3E38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A0021A">
        <w:rPr>
          <w:rFonts w:ascii="Arial" w:hAnsi="Arial" w:cs="Arial"/>
          <w:sz w:val="20"/>
          <w:szCs w:val="20"/>
        </w:rPr>
        <w:t>Mucho amor,</w:t>
      </w:r>
    </w:p>
    <w:p w:rsidR="003F3E38" w:rsidRPr="00EA0DA6" w:rsidRDefault="003F3E38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3F3E38" w:rsidRPr="00950267" w:rsidRDefault="003F3E38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3F3E38" w:rsidRPr="00F73237" w:rsidRDefault="003F3E38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3F3E38" w:rsidRDefault="003F3E38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3F3E38" w:rsidRDefault="003F3E38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3F3E38" w:rsidRDefault="003F3E38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3F3E38" w:rsidRDefault="003F3E38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3F3E38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ACD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9AA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E38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2D92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619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958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59B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F4D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A5E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B22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C45"/>
    <w:rsid w:val="00C20046"/>
    <w:rsid w:val="00C20231"/>
    <w:rsid w:val="00C2036A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E7D4A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44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44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4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44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9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44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9377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4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44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44937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49349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449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5449352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449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544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44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44936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49379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5449388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4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44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44935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405449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5449361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449371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449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49359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449380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544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449345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44936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49354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44938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449351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449370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5449387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544937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4934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44934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449358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449372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5449381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44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4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44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44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49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44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44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4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44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44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44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44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44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44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44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44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44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44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44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44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44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44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544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95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4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4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495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49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495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4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44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9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4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49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4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9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44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9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49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4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4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9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49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4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9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4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9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4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49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4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9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49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4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9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49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49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496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4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4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4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4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4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466</Words>
  <Characters>2563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4</cp:revision>
  <dcterms:created xsi:type="dcterms:W3CDTF">2021-06-17T12:46:00Z</dcterms:created>
  <dcterms:modified xsi:type="dcterms:W3CDTF">2021-06-19T18:16:00Z</dcterms:modified>
</cp:coreProperties>
</file>