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C47" w:rsidRPr="007D0F95" w:rsidRDefault="00365C47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Las Energías se estan Fusionando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12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365C47" w:rsidRPr="00A908CC" w:rsidRDefault="00365C47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365C47" w:rsidRDefault="00365C47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5C47" w:rsidRPr="00950267" w:rsidRDefault="00365C47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365C47" w:rsidRPr="009B339E" w:rsidRDefault="00365C47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365C47" w:rsidRDefault="00365C47" w:rsidP="00687D25">
      <w:pPr>
        <w:pStyle w:val="NormalWeb"/>
        <w:shd w:val="clear" w:color="auto" w:fill="FFFFFF"/>
        <w:spacing w:before="24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65C47" w:rsidRDefault="00365C47" w:rsidP="00687D25">
      <w:pPr>
        <w:pStyle w:val="NormalWeb"/>
        <w:shd w:val="clear" w:color="auto" w:fill="FFFFFF"/>
        <w:spacing w:before="24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7D25">
        <w:rPr>
          <w:rFonts w:ascii="Arial" w:hAnsi="Arial" w:cs="Arial"/>
          <w:sz w:val="20"/>
          <w:szCs w:val="20"/>
        </w:rPr>
        <w:t>Desde hace un tiempo, las energías de la Tierra se han retraído, lo que le ha dado tiempo al Planeta para reconstruir y reorganizar sus energías en evolución. Con esta fase de Luna Nueva hay una oleada de energía de la Tierra que está subiendo a la superficie del planeta para fusionarse con la energía cósmica entrante. Estamos atrapados en medio de esta fusión y ahora debemos unificar e integrar estas energías dentro de nosotros. Es fundamental que nos acerquemos a los próximos días con esto en mente.</w:t>
      </w:r>
    </w:p>
    <w:p w:rsidR="00365C47" w:rsidRPr="00687D25" w:rsidRDefault="00365C47" w:rsidP="00687D25">
      <w:pPr>
        <w:pStyle w:val="NormalWeb"/>
        <w:shd w:val="clear" w:color="auto" w:fill="FFFFFF"/>
        <w:spacing w:before="24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65C47" w:rsidRPr="00687D25" w:rsidRDefault="00365C47" w:rsidP="00687D25">
      <w:pPr>
        <w:pStyle w:val="NormalWeb"/>
        <w:shd w:val="clear" w:color="auto" w:fill="FFFFFF"/>
        <w:spacing w:before="24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7D25">
        <w:rPr>
          <w:rFonts w:ascii="Arial" w:hAnsi="Arial" w:cs="Arial"/>
          <w:sz w:val="20"/>
          <w:szCs w:val="20"/>
        </w:rPr>
        <w:t>Actualmente, tu enfoque debe estar en construir una nueva base interna sólida y desde ese espacio dar forma a lo nuevo. Sin embargo, esto puede parecer casi imposible a medida que navegas por sentimientos de profundo agotamiento y fatiga. Es importante notar que deliberadamente se te ralentiza para que puedas volver a conectarte con tu fisicalidad y la fusión energética masiva que está ocurriendo dentro de ti. Se gentil y amable contigo mismo en este momento. Concéntrate en darle a tu cuerpo la nutrición y el descanso que necesita.</w:t>
      </w:r>
    </w:p>
    <w:p w:rsidR="00365C47" w:rsidRPr="003F0353" w:rsidRDefault="00365C47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365C47" w:rsidRDefault="00365C47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D05E8E">
        <w:rPr>
          <w:rFonts w:ascii="Arial" w:hAnsi="Arial" w:cs="Arial"/>
          <w:sz w:val="20"/>
          <w:szCs w:val="20"/>
        </w:rPr>
        <w:t>Mucho amor,</w:t>
      </w:r>
    </w:p>
    <w:p w:rsidR="00365C47" w:rsidRPr="00EA0DA6" w:rsidRDefault="00365C47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365C47" w:rsidRPr="00950267" w:rsidRDefault="00365C47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365C47" w:rsidRPr="00F73237" w:rsidRDefault="00365C47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365C47" w:rsidRDefault="00365C47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365C47" w:rsidRDefault="00365C47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365C47" w:rsidRDefault="00365C47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65C47" w:rsidRDefault="00365C47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365C47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5C47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AF3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283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DF6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3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3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3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3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43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3990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3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3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3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3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3990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3987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43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9439879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43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943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3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3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3989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3990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43991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3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3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3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3987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4894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43988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439898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43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3988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43990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94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39872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3989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3988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43991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43987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43989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43991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43990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3987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43987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43988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43989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43990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43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3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3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3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3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3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43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3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3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43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0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44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429</Words>
  <Characters>2364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2021-05-15T22:55:00Z</dcterms:created>
  <dcterms:modified xsi:type="dcterms:W3CDTF">2021-05-16T21:47:00Z</dcterms:modified>
</cp:coreProperties>
</file>