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28" w:rsidRPr="007D0F95" w:rsidRDefault="00A21F28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Luna Llena: Lenta y Estable</w:t>
      </w:r>
      <w:r w:rsidRPr="00C71FBF">
        <w:rPr>
          <w:rFonts w:ascii="Trebuchet MS" w:hAnsi="Trebuchet MS"/>
          <w:smallCaps/>
          <w:shadow/>
          <w:sz w:val="36"/>
          <w:szCs w:val="36"/>
        </w:rPr>
        <w:t xml:space="preserve"> 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24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A21F28" w:rsidRPr="00A908CC" w:rsidRDefault="00A21F28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A21F28" w:rsidRDefault="00A21F28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A21F28" w:rsidRPr="00A85AAD" w:rsidRDefault="00A21F28" w:rsidP="00A85AAD">
      <w:pPr>
        <w:pStyle w:val="NormalWeb"/>
        <w:shd w:val="clear" w:color="auto" w:fill="FBFFFA"/>
        <w:tabs>
          <w:tab w:val="left" w:pos="8280"/>
        </w:tabs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A85AAD">
        <w:rPr>
          <w:rFonts w:ascii="Arial" w:hAnsi="Arial" w:cs="Arial"/>
          <w:sz w:val="20"/>
          <w:szCs w:val="20"/>
        </w:rPr>
        <w:t>El último mes ha sido algo caótico, ya que hemos pasado por un eclipse lunar, un eclipse solar y el solsticio. Toda esta actividad cósmica ha sacudido nuestros cimientos y nos ha empujado a un espacio de finales y nuevos comienzos. En los últimos días nos hemos estado moviendo a través de una energía bastante pesada que a veces se ha sentido abrumadora. Con la Luna Llena de hoy, encontramos algo de estabilidad y tenemos la oportunidad de obtener más claridad sobre las opciones que enfrentamos ahora y la mejor manera de navegar por el camino que tenemos por delante.</w:t>
      </w:r>
    </w:p>
    <w:p w:rsidR="00A21F28" w:rsidRPr="00A85AAD" w:rsidRDefault="00A21F28" w:rsidP="00A85AAD">
      <w:pPr>
        <w:pStyle w:val="NormalWeb"/>
        <w:shd w:val="clear" w:color="auto" w:fill="FBFFFA"/>
        <w:tabs>
          <w:tab w:val="left" w:pos="8280"/>
        </w:tabs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A21F28" w:rsidRPr="00A85AAD" w:rsidRDefault="00A21F28" w:rsidP="00A85AAD">
      <w:pPr>
        <w:pStyle w:val="NormalWeb"/>
        <w:shd w:val="clear" w:color="auto" w:fill="FBFFFA"/>
        <w:tabs>
          <w:tab w:val="left" w:pos="8280"/>
        </w:tabs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A85AAD">
        <w:rPr>
          <w:rFonts w:ascii="Arial" w:hAnsi="Arial" w:cs="Arial"/>
          <w:sz w:val="20"/>
          <w:szCs w:val="20"/>
        </w:rPr>
        <w:t>La luna llena de hoy lo está intensificando todo y, como resultado, es posible que te sientas extremadamente disperso y por todos lados. Sin embargo, se te insta a que te concentres en estar arraigado, centrado y presente, ya que ahora es posible lograr profundos avances y revelaciones. Este es un momento para hacer una pausa, moverse hacia adentro para reconstruir tu fuerza y ​​buscar claridad. Tómatelo despacio y con calma.</w:t>
      </w:r>
    </w:p>
    <w:p w:rsidR="00A21F28" w:rsidRDefault="00A21F2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A21F28" w:rsidRPr="00EA0DA6" w:rsidRDefault="00A21F2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A21F28" w:rsidRPr="004B29DB" w:rsidRDefault="00A21F2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B29DB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B29DB">
        <w:rPr>
          <w:rFonts w:ascii="Arial" w:hAnsi="Arial" w:cs="Arial"/>
          <w:sz w:val="20"/>
          <w:szCs w:val="20"/>
        </w:rPr>
        <w:t>http://www.spiritpathways.co.za</w:t>
      </w:r>
    </w:p>
    <w:p w:rsidR="00A21F28" w:rsidRPr="00F73237" w:rsidRDefault="00A21F2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A21F28" w:rsidRDefault="00A21F2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21F28" w:rsidRDefault="00A21F2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21F28" w:rsidRDefault="00A21F28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21F28" w:rsidRDefault="00A21F2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21F28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96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6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7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16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4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9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96914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296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16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7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296918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14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0929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96915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96916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96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5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917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296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3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16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917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914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96916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96918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96917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4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914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96915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96916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96917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96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96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69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9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948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48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0929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442</Words>
  <Characters>2437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2021-06-24T15:36:00Z</dcterms:created>
  <dcterms:modified xsi:type="dcterms:W3CDTF">2021-06-24T15:42:00Z</dcterms:modified>
</cp:coreProperties>
</file>