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C32" w:rsidRPr="007D0F95" w:rsidRDefault="00205C32" w:rsidP="007D0F95">
      <w:pPr>
        <w:pStyle w:val="Heading1"/>
        <w:shd w:val="clear" w:color="auto" w:fill="FBFFFA"/>
        <w:spacing w:before="0" w:beforeAutospacing="0" w:after="210" w:afterAutospacing="0"/>
        <w:jc w:val="center"/>
        <w:rPr>
          <w:rFonts w:ascii="Arial" w:hAnsi="Arial" w:cs="Arial"/>
          <w:b w:val="0"/>
          <w:color w:val="748770"/>
          <w:sz w:val="36"/>
          <w:szCs w:val="36"/>
        </w:rPr>
      </w:pPr>
      <w:r>
        <w:rPr>
          <w:rFonts w:ascii="Trebuchet MS" w:hAnsi="Trebuchet MS"/>
          <w:smallCaps/>
          <w:shadow/>
          <w:sz w:val="36"/>
          <w:szCs w:val="36"/>
        </w:rPr>
        <w:t>Luna Nueva</w:t>
      </w:r>
      <w:r w:rsidRPr="00C63813">
        <w:rPr>
          <w:rFonts w:ascii="Trebuchet MS" w:hAnsi="Trebuchet MS"/>
          <w:smallCaps/>
          <w:shadow/>
          <w:sz w:val="36"/>
          <w:szCs w:val="36"/>
        </w:rPr>
        <w:br/>
      </w:r>
      <w:r>
        <w:rPr>
          <w:rFonts w:ascii="Arial" w:hAnsi="Arial" w:cs="Arial"/>
          <w:sz w:val="20"/>
        </w:rPr>
        <w:t>Kate A. Spreckley</w:t>
      </w:r>
      <w:r>
        <w:rPr>
          <w:rFonts w:ascii="Arial" w:hAnsi="Arial" w:cs="Arial"/>
          <w:sz w:val="20"/>
        </w:rPr>
        <w:br/>
        <w:t>9 de Abril</w:t>
      </w:r>
      <w:r w:rsidRPr="007D0F95">
        <w:rPr>
          <w:rFonts w:ascii="Arial" w:hAnsi="Arial" w:cs="Arial"/>
          <w:sz w:val="20"/>
        </w:rPr>
        <w:t xml:space="preserve"> 2021</w:t>
      </w:r>
      <w:r w:rsidRPr="007D0F95">
        <w:rPr>
          <w:rFonts w:ascii="Arial" w:hAnsi="Arial" w:cs="Arial"/>
          <w:sz w:val="20"/>
        </w:rPr>
        <w:br/>
      </w:r>
      <w:r w:rsidRPr="00307092">
        <w:rPr>
          <w:rFonts w:ascii="Arial" w:hAnsi="Arial" w:cs="Arial"/>
          <w:color w:val="666699"/>
          <w:sz w:val="20"/>
        </w:rPr>
        <w:t>"http://www.spiritpathways.co.za</w:t>
      </w:r>
    </w:p>
    <w:p w:rsidR="00205C32" w:rsidRPr="00A908CC" w:rsidRDefault="00205C32" w:rsidP="00581055">
      <w:pPr>
        <w:pStyle w:val="Heading1"/>
        <w:shd w:val="clear" w:color="auto" w:fill="FBFFFA"/>
        <w:spacing w:before="0" w:beforeAutospacing="0" w:after="210" w:afterAutospacing="0"/>
        <w:jc w:val="center"/>
        <w:rPr>
          <w:rFonts w:ascii="Trebuchet MS" w:hAnsi="Trebuchet MS" w:cs="Arial"/>
          <w:b w:val="0"/>
          <w:bCs/>
          <w:smallCaps/>
          <w:shadow/>
          <w:sz w:val="36"/>
          <w:szCs w:val="36"/>
        </w:rPr>
      </w:pPr>
    </w:p>
    <w:p w:rsidR="00205C32" w:rsidRDefault="00205C32" w:rsidP="00895307">
      <w:pPr>
        <w:pStyle w:val="NormalWeb"/>
        <w:spacing w:before="0" w:beforeAutospacing="0" w:after="0" w:afterAutospacing="0"/>
        <w:rPr>
          <w:rFonts w:ascii="Arial" w:hAnsi="Arial" w:cs="Arial"/>
          <w:color w:val="000000"/>
          <w:sz w:val="20"/>
          <w:szCs w:val="20"/>
        </w:rPr>
      </w:pPr>
    </w:p>
    <w:p w:rsidR="00205C32" w:rsidRDefault="00205C32" w:rsidP="00895307">
      <w:pPr>
        <w:pStyle w:val="NormalWeb"/>
        <w:spacing w:before="0" w:beforeAutospacing="0" w:after="0" w:afterAutospacing="0"/>
      </w:pPr>
      <w:r>
        <w:rPr>
          <w:rFonts w:ascii="Arial" w:hAnsi="Arial" w:cs="Arial"/>
          <w:color w:val="000000"/>
          <w:sz w:val="20"/>
          <w:szCs w:val="20"/>
        </w:rPr>
        <w:t>Traducción y Difusión: El Manantial del Caduceo en la Era del Ahora</w:t>
      </w:r>
      <w:r>
        <w:rPr>
          <w:rFonts w:ascii="Arial" w:hAnsi="Arial" w:cs="Arial"/>
          <w:color w:val="000000"/>
          <w:sz w:val="20"/>
          <w:szCs w:val="20"/>
        </w:rPr>
        <w:br/>
      </w:r>
      <w:r w:rsidRPr="00307092">
        <w:rPr>
          <w:rFonts w:ascii="Arial" w:hAnsi="Arial" w:cs="Arial"/>
          <w:b/>
          <w:color w:val="666699"/>
          <w:sz w:val="20"/>
          <w:szCs w:val="20"/>
        </w:rPr>
        <w:t>http://www.manantialcaduceo.com.ar/libros.htm</w:t>
      </w:r>
      <w:r>
        <w:rPr>
          <w:rFonts w:ascii="Arial" w:hAnsi="Arial" w:cs="Arial"/>
          <w:color w:val="003366"/>
          <w:sz w:val="20"/>
          <w:szCs w:val="20"/>
        </w:rPr>
        <w:br/>
      </w:r>
      <w:r w:rsidRPr="00307092">
        <w:rPr>
          <w:rFonts w:ascii="Arial" w:hAnsi="Arial" w:cs="Arial"/>
          <w:b/>
          <w:color w:val="666699"/>
          <w:sz w:val="20"/>
          <w:szCs w:val="20"/>
        </w:rPr>
        <w:t>https://www.facebook.com/ManantialCaduceo</w:t>
      </w:r>
    </w:p>
    <w:p w:rsidR="00205C32" w:rsidRPr="009B339E" w:rsidRDefault="00205C32" w:rsidP="00E50481">
      <w:pPr>
        <w:pStyle w:val="NormalWeb"/>
        <w:shd w:val="clear" w:color="auto" w:fill="FBFFFA"/>
        <w:spacing w:before="0" w:beforeAutospacing="0" w:after="300" w:afterAutospacing="0"/>
      </w:pPr>
      <w:r>
        <w:rPr>
          <w:rFonts w:ascii="Arial" w:hAnsi="Arial" w:cs="Arial"/>
          <w:sz w:val="20"/>
          <w:szCs w:val="20"/>
        </w:rPr>
        <w:t>Por el Canal "Despertando Conciencia" de TELEGRAM:</w:t>
      </w:r>
      <w:r w:rsidRPr="00307092">
        <w:rPr>
          <w:rFonts w:ascii="Arial" w:hAnsi="Arial" w:cs="Arial"/>
          <w:b/>
          <w:color w:val="666699"/>
          <w:sz w:val="20"/>
          <w:szCs w:val="20"/>
        </w:rPr>
        <w:t xml:space="preserve"> https://t.me/joinchat/UBJK3YvzA2iGn37s</w:t>
      </w:r>
    </w:p>
    <w:p w:rsidR="00205C32" w:rsidRDefault="00205C32" w:rsidP="00CB376D">
      <w:pPr>
        <w:pStyle w:val="NormalWeb"/>
        <w:shd w:val="clear" w:color="auto" w:fill="FBFFFA"/>
        <w:spacing w:before="0" w:beforeAutospacing="0" w:after="300" w:afterAutospacing="0"/>
        <w:jc w:val="both"/>
        <w:rPr>
          <w:rFonts w:ascii="Arial" w:hAnsi="Arial" w:cs="Arial"/>
          <w:sz w:val="20"/>
          <w:szCs w:val="20"/>
        </w:rPr>
      </w:pPr>
    </w:p>
    <w:p w:rsidR="00205C32" w:rsidRDefault="00205C32" w:rsidP="00CB376D">
      <w:pPr>
        <w:pStyle w:val="NormalWeb"/>
        <w:shd w:val="clear" w:color="auto" w:fill="FBFFFA"/>
        <w:spacing w:before="0" w:beforeAutospacing="0" w:after="300" w:afterAutospacing="0"/>
        <w:jc w:val="both"/>
        <w:rPr>
          <w:rFonts w:ascii="Arial" w:hAnsi="Arial" w:cs="Arial"/>
          <w:sz w:val="20"/>
          <w:szCs w:val="20"/>
        </w:rPr>
      </w:pPr>
      <w:r w:rsidRPr="00CB376D">
        <w:rPr>
          <w:rFonts w:ascii="Arial" w:hAnsi="Arial" w:cs="Arial"/>
          <w:sz w:val="20"/>
          <w:szCs w:val="20"/>
        </w:rPr>
        <w:t xml:space="preserve">Nos estamos preparando a medida que avanzamos hacia la Luna Nueva de este mes el día 11. La energía de esta Luna Nueva ofrece un tiempo de apertura donde somos guiados hacia algo nuevo. Se está formando una visión transformada del futuro, y nuestros poderes de manifestación se están amplificando, sacándonos de cualquier sentimiento de estancamiento e inercia. Como resultado, los próximos meses serán un momento para tomar nuevas decisiones, tomar nuevas direcciones y dejar que los viejos miedos, </w:t>
      </w:r>
      <w:r>
        <w:rPr>
          <w:rFonts w:ascii="Arial" w:hAnsi="Arial" w:cs="Arial"/>
          <w:sz w:val="20"/>
          <w:szCs w:val="20"/>
        </w:rPr>
        <w:t xml:space="preserve">inquietudes </w:t>
      </w:r>
      <w:r w:rsidRPr="00CB376D">
        <w:rPr>
          <w:rFonts w:ascii="Arial" w:hAnsi="Arial" w:cs="Arial"/>
          <w:sz w:val="20"/>
          <w:szCs w:val="20"/>
        </w:rPr>
        <w:t>y preocupaciones se hundan en el pasado.  </w:t>
      </w:r>
    </w:p>
    <w:p w:rsidR="00205C32" w:rsidRPr="00CB376D" w:rsidRDefault="00205C32" w:rsidP="00CB376D">
      <w:pPr>
        <w:pStyle w:val="NormalWeb"/>
        <w:shd w:val="clear" w:color="auto" w:fill="FBFFFA"/>
        <w:spacing w:before="0" w:beforeAutospacing="0" w:after="300" w:afterAutospacing="0"/>
        <w:jc w:val="both"/>
        <w:rPr>
          <w:rFonts w:ascii="Arial" w:hAnsi="Arial" w:cs="Arial"/>
          <w:sz w:val="20"/>
          <w:szCs w:val="20"/>
        </w:rPr>
      </w:pPr>
    </w:p>
    <w:p w:rsidR="00205C32" w:rsidRPr="00CB376D" w:rsidRDefault="00205C32" w:rsidP="00CB376D">
      <w:pPr>
        <w:pStyle w:val="NormalWeb"/>
        <w:shd w:val="clear" w:color="auto" w:fill="FBFFFA"/>
        <w:spacing w:before="0" w:beforeAutospacing="0" w:after="300" w:afterAutospacing="0"/>
        <w:jc w:val="both"/>
        <w:rPr>
          <w:rFonts w:ascii="Arial" w:hAnsi="Arial" w:cs="Arial"/>
          <w:sz w:val="20"/>
          <w:szCs w:val="20"/>
        </w:rPr>
      </w:pPr>
      <w:r w:rsidRPr="00CB376D">
        <w:rPr>
          <w:rFonts w:ascii="Arial" w:hAnsi="Arial" w:cs="Arial"/>
          <w:sz w:val="20"/>
          <w:szCs w:val="20"/>
        </w:rPr>
        <w:t>Las mareas están cambiando y te estás liberando de los pensamientos limitantes, los viejos patrones y estructuras que te han impedido expresar tu alma en el mundo. Es posible que sienta</w:t>
      </w:r>
      <w:r>
        <w:rPr>
          <w:rFonts w:ascii="Arial" w:hAnsi="Arial" w:cs="Arial"/>
          <w:sz w:val="20"/>
          <w:szCs w:val="20"/>
        </w:rPr>
        <w:t>s</w:t>
      </w:r>
      <w:r w:rsidRPr="00CB376D">
        <w:rPr>
          <w:rFonts w:ascii="Arial" w:hAnsi="Arial" w:cs="Arial"/>
          <w:sz w:val="20"/>
          <w:szCs w:val="20"/>
        </w:rPr>
        <w:t xml:space="preserve"> una necesidad urgente de actuar y hacer que las cosas se muevan a medid</w:t>
      </w:r>
      <w:r>
        <w:rPr>
          <w:rFonts w:ascii="Arial" w:hAnsi="Arial" w:cs="Arial"/>
          <w:sz w:val="20"/>
          <w:szCs w:val="20"/>
        </w:rPr>
        <w:t>a que el enfoque subyacente de t</w:t>
      </w:r>
      <w:r w:rsidRPr="00CB376D">
        <w:rPr>
          <w:rFonts w:ascii="Arial" w:hAnsi="Arial" w:cs="Arial"/>
          <w:sz w:val="20"/>
          <w:szCs w:val="20"/>
        </w:rPr>
        <w:t>u vida cambia del miedo y la limitación a la libertad y la expansión. A medida que las energías entrantes se aceleran y las barreras internas caen, puede ser tentador adelantarse. </w:t>
      </w:r>
      <w:r>
        <w:rPr>
          <w:rFonts w:ascii="Arial" w:hAnsi="Arial" w:cs="Arial"/>
          <w:sz w:val="20"/>
          <w:szCs w:val="20"/>
        </w:rPr>
        <w:t>Asegúrat</w:t>
      </w:r>
      <w:r w:rsidRPr="00CB376D">
        <w:rPr>
          <w:rFonts w:ascii="Arial" w:hAnsi="Arial" w:cs="Arial"/>
          <w:sz w:val="20"/>
          <w:szCs w:val="20"/>
        </w:rPr>
        <w:t>e de no ser impulsivo o reactivo, ya que aún se están revelando los</w:t>
      </w:r>
      <w:r>
        <w:rPr>
          <w:rFonts w:ascii="Arial" w:hAnsi="Arial" w:cs="Arial"/>
          <w:sz w:val="20"/>
          <w:szCs w:val="20"/>
        </w:rPr>
        <w:t xml:space="preserve"> desequilibrios subyacentes en t</w:t>
      </w:r>
      <w:r w:rsidRPr="00CB376D">
        <w:rPr>
          <w:rFonts w:ascii="Arial" w:hAnsi="Arial" w:cs="Arial"/>
          <w:sz w:val="20"/>
          <w:szCs w:val="20"/>
        </w:rPr>
        <w:t>u vida. </w:t>
      </w:r>
      <w:r>
        <w:rPr>
          <w:rFonts w:ascii="Arial" w:hAnsi="Arial" w:cs="Arial"/>
          <w:sz w:val="20"/>
          <w:szCs w:val="20"/>
        </w:rPr>
        <w:t>Se</w:t>
      </w:r>
      <w:r w:rsidRPr="00CB376D">
        <w:rPr>
          <w:rFonts w:ascii="Arial" w:hAnsi="Arial" w:cs="Arial"/>
          <w:sz w:val="20"/>
          <w:szCs w:val="20"/>
        </w:rPr>
        <w:t xml:space="preserve"> consciente como se considera y un movimiento cuidadoso hacia adelante es lo mejor. </w:t>
      </w:r>
    </w:p>
    <w:p w:rsidR="00205C32" w:rsidRDefault="00205C32" w:rsidP="0063369F">
      <w:pPr>
        <w:pStyle w:val="NormalWeb"/>
        <w:shd w:val="clear" w:color="auto" w:fill="FBFFFA"/>
        <w:spacing w:before="0" w:beforeAutospacing="0" w:after="300" w:afterAutospacing="0"/>
        <w:jc w:val="both"/>
        <w:rPr>
          <w:rFonts w:ascii="Arial" w:hAnsi="Arial" w:cs="Arial"/>
          <w:sz w:val="20"/>
          <w:szCs w:val="20"/>
        </w:rPr>
      </w:pPr>
      <w:r w:rsidRPr="0063369F">
        <w:rPr>
          <w:rFonts w:ascii="Arial" w:hAnsi="Arial" w:cs="Arial"/>
          <w:sz w:val="20"/>
          <w:szCs w:val="20"/>
        </w:rPr>
        <w:br/>
      </w:r>
      <w:r w:rsidRPr="00D05E8E">
        <w:rPr>
          <w:rFonts w:ascii="Arial" w:hAnsi="Arial" w:cs="Arial"/>
          <w:sz w:val="20"/>
          <w:szCs w:val="20"/>
        </w:rPr>
        <w:t>Mucho amor,</w:t>
      </w:r>
    </w:p>
    <w:p w:rsidR="00205C32" w:rsidRPr="00EA0DA6" w:rsidRDefault="00205C32" w:rsidP="00A76136">
      <w:pPr>
        <w:pStyle w:val="NormalWeb"/>
        <w:shd w:val="clear" w:color="auto" w:fill="FBFFFA"/>
        <w:spacing w:before="0" w:beforeAutospacing="0" w:after="300" w:afterAutospacing="0"/>
        <w:rPr>
          <w:rFonts w:ascii="Arial" w:hAnsi="Arial" w:cs="Arial"/>
          <w:sz w:val="20"/>
          <w:szCs w:val="20"/>
        </w:rPr>
      </w:pPr>
      <w:r w:rsidRPr="00EA0DA6">
        <w:rPr>
          <w:rFonts w:ascii="Arial" w:hAnsi="Arial" w:cs="Arial"/>
          <w:sz w:val="20"/>
          <w:szCs w:val="20"/>
        </w:rPr>
        <w:t>Kate</w:t>
      </w:r>
    </w:p>
    <w:p w:rsidR="00205C32" w:rsidRPr="00307092" w:rsidRDefault="00205C32" w:rsidP="00A76136">
      <w:pPr>
        <w:pStyle w:val="NormalWeb"/>
        <w:spacing w:beforeAutospacing="0" w:afterAutospacing="0"/>
        <w:jc w:val="both"/>
        <w:rPr>
          <w:b/>
          <w:color w:val="666699"/>
          <w:lang w:val="en-US"/>
        </w:rPr>
      </w:pPr>
      <w:r w:rsidRPr="00307092">
        <w:rPr>
          <w:rFonts w:ascii="Arial" w:hAnsi="Arial" w:cs="Arial"/>
          <w:color w:val="000000"/>
          <w:sz w:val="20"/>
          <w:szCs w:val="20"/>
          <w:lang w:val="en-US"/>
        </w:rPr>
        <w:t xml:space="preserve">© 2021 Kate Spreckley </w:t>
      </w:r>
      <w:r w:rsidRPr="00307092">
        <w:rPr>
          <w:rFonts w:ascii="Arial" w:hAnsi="Arial" w:cs="Arial"/>
          <w:b/>
          <w:color w:val="666699"/>
          <w:sz w:val="20"/>
          <w:szCs w:val="20"/>
          <w:lang w:val="en-US"/>
        </w:rPr>
        <w:t>http://www.spiritpathways.co.za</w:t>
      </w:r>
    </w:p>
    <w:p w:rsidR="00205C32" w:rsidRPr="00307092" w:rsidRDefault="00205C32" w:rsidP="00A76136">
      <w:pPr>
        <w:pStyle w:val="NormalWeb"/>
        <w:shd w:val="clear" w:color="auto" w:fill="FAFFF8"/>
        <w:spacing w:before="0" w:beforeAutospacing="0" w:after="0" w:afterAutospacing="0"/>
        <w:rPr>
          <w:b/>
          <w:color w:val="666699"/>
        </w:rPr>
      </w:pPr>
      <w:r>
        <w:rPr>
          <w:rFonts w:ascii="Arial" w:hAnsi="Arial" w:cs="Arial"/>
          <w:color w:val="000000"/>
          <w:sz w:val="20"/>
          <w:szCs w:val="20"/>
        </w:rPr>
        <w:t xml:space="preserve">Este artículo puede ser republicado como está, sin cambios y con todos los vínculos activos ©2021 Kate Ann Spreckley </w:t>
      </w:r>
      <w:r w:rsidRPr="00307092">
        <w:rPr>
          <w:rFonts w:ascii="Arial" w:hAnsi="Arial" w:cs="Arial"/>
          <w:b/>
          <w:color w:val="666699"/>
          <w:sz w:val="20"/>
          <w:szCs w:val="20"/>
        </w:rPr>
        <w:t>http://www.spiritpathways.co.za</w:t>
      </w:r>
    </w:p>
    <w:p w:rsidR="00205C32" w:rsidRDefault="00205C32" w:rsidP="00A76136">
      <w:pPr>
        <w:pStyle w:val="NormalWeb"/>
        <w:spacing w:before="0" w:beforeAutospacing="0" w:after="0" w:afterAutospacing="0"/>
        <w:jc w:val="both"/>
      </w:pPr>
      <w:r>
        <w:t> </w:t>
      </w:r>
    </w:p>
    <w:p w:rsidR="00205C32" w:rsidRPr="00307092" w:rsidRDefault="00205C32" w:rsidP="00A76136">
      <w:pPr>
        <w:pStyle w:val="NormalWeb"/>
        <w:shd w:val="clear" w:color="auto" w:fill="FFFFFF"/>
        <w:spacing w:before="0" w:beforeAutospacing="0" w:after="324" w:afterAutospacing="0"/>
        <w:jc w:val="center"/>
        <w:rPr>
          <w:b/>
          <w:color w:val="666699"/>
        </w:rPr>
      </w:pPr>
      <w:r>
        <w:rPr>
          <w:rFonts w:ascii="Arial" w:hAnsi="Arial" w:cs="Arial"/>
          <w:color w:val="000000"/>
          <w:sz w:val="20"/>
          <w:szCs w:val="20"/>
        </w:rPr>
        <w:t xml:space="preserve">Pueden descargar las canalizaciones y artículos de Kate Spreckley en español, en archivo Word, en </w:t>
      </w:r>
      <w:r w:rsidRPr="00307092">
        <w:rPr>
          <w:rFonts w:ascii="Arial" w:hAnsi="Arial" w:cs="Arial"/>
          <w:b/>
          <w:color w:val="666699"/>
          <w:sz w:val="20"/>
          <w:szCs w:val="20"/>
        </w:rPr>
        <w:t xml:space="preserve">http://www.manantialcaduceo.com.ar/libros.htm </w:t>
      </w:r>
    </w:p>
    <w:p w:rsidR="00205C32" w:rsidRDefault="00205C32" w:rsidP="00895307">
      <w:pPr>
        <w:pStyle w:val="NormalWeb"/>
        <w:shd w:val="clear" w:color="auto" w:fill="FFFFFF"/>
        <w:spacing w:before="0" w:beforeAutospacing="0" w:after="324" w:afterAutospacing="0"/>
        <w:jc w:val="both"/>
      </w:pPr>
      <w:r>
        <w:rPr>
          <w:rFonts w:ascii="Calibri" w:hAnsi="Calibri"/>
          <w:i/>
          <w:iCs/>
          <w:color w:val="000000"/>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205C32" w:rsidRDefault="00205C32" w:rsidP="00895307">
      <w:pPr>
        <w:pStyle w:val="NormalWeb"/>
        <w:shd w:val="clear" w:color="auto" w:fill="FFFFFF"/>
        <w:spacing w:before="0" w:beforeAutospacing="0" w:after="324" w:afterAutospacing="0"/>
        <w:jc w:val="both"/>
        <w:rPr>
          <w:rFonts w:ascii="Calibri" w:hAnsi="Calibri"/>
          <w:i/>
          <w:iCs/>
          <w:color w:val="000000"/>
          <w:sz w:val="20"/>
          <w:szCs w:val="20"/>
        </w:rPr>
      </w:pPr>
      <w:r>
        <w:rPr>
          <w:rFonts w:ascii="Calibri" w:hAnsi="Calibri"/>
          <w:i/>
          <w:iCs/>
          <w:color w:val="00000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205C32" w:rsidRDefault="00205C32" w:rsidP="008354FB">
      <w:pPr>
        <w:pStyle w:val="NormalWeb"/>
        <w:shd w:val="clear" w:color="auto" w:fill="FFFFFF"/>
        <w:spacing w:before="0" w:beforeAutospacing="0" w:after="324" w:afterAutospacing="0"/>
        <w:jc w:val="center"/>
        <w:rPr>
          <w:rFonts w:ascii="Calibri" w:hAnsi="Calibri"/>
          <w:i/>
          <w:iCs/>
          <w:color w:val="000000"/>
          <w:sz w:val="20"/>
          <w:szCs w:val="20"/>
        </w:rPr>
      </w:pPr>
    </w:p>
    <w:sectPr w:rsidR="00205C32" w:rsidSect="0089530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5307"/>
    <w:rsid w:val="00000478"/>
    <w:rsid w:val="000005D5"/>
    <w:rsid w:val="000006E0"/>
    <w:rsid w:val="00000B20"/>
    <w:rsid w:val="00000B35"/>
    <w:rsid w:val="00000D9B"/>
    <w:rsid w:val="00000E3D"/>
    <w:rsid w:val="00001138"/>
    <w:rsid w:val="000011A6"/>
    <w:rsid w:val="00001317"/>
    <w:rsid w:val="0000164C"/>
    <w:rsid w:val="00001ECF"/>
    <w:rsid w:val="00001F6E"/>
    <w:rsid w:val="00002348"/>
    <w:rsid w:val="00002780"/>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21D"/>
    <w:rsid w:val="00006356"/>
    <w:rsid w:val="00006448"/>
    <w:rsid w:val="00006807"/>
    <w:rsid w:val="00006B81"/>
    <w:rsid w:val="00006F35"/>
    <w:rsid w:val="00007028"/>
    <w:rsid w:val="000072BD"/>
    <w:rsid w:val="0000752A"/>
    <w:rsid w:val="00007FC5"/>
    <w:rsid w:val="00007FD2"/>
    <w:rsid w:val="0001042B"/>
    <w:rsid w:val="00010A05"/>
    <w:rsid w:val="00010CBA"/>
    <w:rsid w:val="00010CF4"/>
    <w:rsid w:val="000115D1"/>
    <w:rsid w:val="0001193E"/>
    <w:rsid w:val="000123F4"/>
    <w:rsid w:val="00012DEE"/>
    <w:rsid w:val="00013172"/>
    <w:rsid w:val="000133BD"/>
    <w:rsid w:val="00013DD6"/>
    <w:rsid w:val="00014345"/>
    <w:rsid w:val="0001441B"/>
    <w:rsid w:val="0001466E"/>
    <w:rsid w:val="00014BCA"/>
    <w:rsid w:val="00014EE2"/>
    <w:rsid w:val="00014FC3"/>
    <w:rsid w:val="00014FDE"/>
    <w:rsid w:val="000154C3"/>
    <w:rsid w:val="000156AB"/>
    <w:rsid w:val="00015873"/>
    <w:rsid w:val="00015AA3"/>
    <w:rsid w:val="00015E4D"/>
    <w:rsid w:val="00015FA9"/>
    <w:rsid w:val="00016A62"/>
    <w:rsid w:val="000171B6"/>
    <w:rsid w:val="00017CB1"/>
    <w:rsid w:val="00017D45"/>
    <w:rsid w:val="00017ECC"/>
    <w:rsid w:val="000208C0"/>
    <w:rsid w:val="000213DF"/>
    <w:rsid w:val="000214DE"/>
    <w:rsid w:val="00021ABB"/>
    <w:rsid w:val="0002211E"/>
    <w:rsid w:val="0002280B"/>
    <w:rsid w:val="0002299F"/>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778"/>
    <w:rsid w:val="000279D7"/>
    <w:rsid w:val="00027A0B"/>
    <w:rsid w:val="00027D11"/>
    <w:rsid w:val="00027F38"/>
    <w:rsid w:val="0003008B"/>
    <w:rsid w:val="0003063E"/>
    <w:rsid w:val="0003083D"/>
    <w:rsid w:val="00030D09"/>
    <w:rsid w:val="00030DD8"/>
    <w:rsid w:val="00030EF8"/>
    <w:rsid w:val="00031316"/>
    <w:rsid w:val="0003178A"/>
    <w:rsid w:val="00031B17"/>
    <w:rsid w:val="00031F50"/>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7C2"/>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41"/>
    <w:rsid w:val="00040DEB"/>
    <w:rsid w:val="00041B28"/>
    <w:rsid w:val="00041D0D"/>
    <w:rsid w:val="00041E59"/>
    <w:rsid w:val="00042074"/>
    <w:rsid w:val="0004260E"/>
    <w:rsid w:val="00042EA8"/>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2BF"/>
    <w:rsid w:val="00051331"/>
    <w:rsid w:val="000516A7"/>
    <w:rsid w:val="000526BD"/>
    <w:rsid w:val="000529E0"/>
    <w:rsid w:val="00052BA2"/>
    <w:rsid w:val="00053015"/>
    <w:rsid w:val="00053179"/>
    <w:rsid w:val="0005332C"/>
    <w:rsid w:val="000533D7"/>
    <w:rsid w:val="000535DA"/>
    <w:rsid w:val="00053730"/>
    <w:rsid w:val="00053852"/>
    <w:rsid w:val="000538F4"/>
    <w:rsid w:val="00053B73"/>
    <w:rsid w:val="00053D84"/>
    <w:rsid w:val="0005419F"/>
    <w:rsid w:val="00054234"/>
    <w:rsid w:val="0005433B"/>
    <w:rsid w:val="00054587"/>
    <w:rsid w:val="00054D94"/>
    <w:rsid w:val="0005502A"/>
    <w:rsid w:val="00055324"/>
    <w:rsid w:val="00055937"/>
    <w:rsid w:val="000559F2"/>
    <w:rsid w:val="00055C84"/>
    <w:rsid w:val="00055F64"/>
    <w:rsid w:val="00055FF8"/>
    <w:rsid w:val="00056033"/>
    <w:rsid w:val="000560C0"/>
    <w:rsid w:val="000564EA"/>
    <w:rsid w:val="00056AE5"/>
    <w:rsid w:val="00056B2B"/>
    <w:rsid w:val="00056C83"/>
    <w:rsid w:val="00056CC9"/>
    <w:rsid w:val="00056F8A"/>
    <w:rsid w:val="000575B5"/>
    <w:rsid w:val="0005773D"/>
    <w:rsid w:val="000579B4"/>
    <w:rsid w:val="00057BB4"/>
    <w:rsid w:val="00057C72"/>
    <w:rsid w:val="00057C7D"/>
    <w:rsid w:val="00057CA8"/>
    <w:rsid w:val="00057E62"/>
    <w:rsid w:val="000601EE"/>
    <w:rsid w:val="00060237"/>
    <w:rsid w:val="00060792"/>
    <w:rsid w:val="0006091C"/>
    <w:rsid w:val="00060991"/>
    <w:rsid w:val="00060BCA"/>
    <w:rsid w:val="00061060"/>
    <w:rsid w:val="0006107D"/>
    <w:rsid w:val="000612F9"/>
    <w:rsid w:val="00061478"/>
    <w:rsid w:val="00061804"/>
    <w:rsid w:val="00061A6F"/>
    <w:rsid w:val="00061E84"/>
    <w:rsid w:val="00062D2A"/>
    <w:rsid w:val="00063074"/>
    <w:rsid w:val="00063EAD"/>
    <w:rsid w:val="0006422A"/>
    <w:rsid w:val="000647B0"/>
    <w:rsid w:val="000652CB"/>
    <w:rsid w:val="00065474"/>
    <w:rsid w:val="0006555A"/>
    <w:rsid w:val="000655A4"/>
    <w:rsid w:val="000656E8"/>
    <w:rsid w:val="00065DE7"/>
    <w:rsid w:val="00066068"/>
    <w:rsid w:val="00066295"/>
    <w:rsid w:val="00066DC8"/>
    <w:rsid w:val="00066E61"/>
    <w:rsid w:val="00066ED1"/>
    <w:rsid w:val="00066F62"/>
    <w:rsid w:val="000670E3"/>
    <w:rsid w:val="0006729B"/>
    <w:rsid w:val="00067A6D"/>
    <w:rsid w:val="00067C54"/>
    <w:rsid w:val="00067CE8"/>
    <w:rsid w:val="00067F86"/>
    <w:rsid w:val="000701E3"/>
    <w:rsid w:val="00070413"/>
    <w:rsid w:val="00070567"/>
    <w:rsid w:val="000705A3"/>
    <w:rsid w:val="0007060E"/>
    <w:rsid w:val="00070BE7"/>
    <w:rsid w:val="00070ED0"/>
    <w:rsid w:val="00070F0E"/>
    <w:rsid w:val="00070F13"/>
    <w:rsid w:val="000713C9"/>
    <w:rsid w:val="000717AF"/>
    <w:rsid w:val="00071BDB"/>
    <w:rsid w:val="0007253A"/>
    <w:rsid w:val="000729D6"/>
    <w:rsid w:val="00072D0A"/>
    <w:rsid w:val="000737CF"/>
    <w:rsid w:val="00073D22"/>
    <w:rsid w:val="00073F71"/>
    <w:rsid w:val="00073FE3"/>
    <w:rsid w:val="00074584"/>
    <w:rsid w:val="00075548"/>
    <w:rsid w:val="0007560B"/>
    <w:rsid w:val="0007566E"/>
    <w:rsid w:val="00075B2F"/>
    <w:rsid w:val="00075D20"/>
    <w:rsid w:val="00076031"/>
    <w:rsid w:val="00076085"/>
    <w:rsid w:val="00076905"/>
    <w:rsid w:val="00076A64"/>
    <w:rsid w:val="00076D32"/>
    <w:rsid w:val="00076E23"/>
    <w:rsid w:val="000775D6"/>
    <w:rsid w:val="000776CC"/>
    <w:rsid w:val="000777D4"/>
    <w:rsid w:val="00077B2B"/>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C4E"/>
    <w:rsid w:val="00085020"/>
    <w:rsid w:val="0008510E"/>
    <w:rsid w:val="00085524"/>
    <w:rsid w:val="00085A66"/>
    <w:rsid w:val="00085EA9"/>
    <w:rsid w:val="00086321"/>
    <w:rsid w:val="00086445"/>
    <w:rsid w:val="000865F5"/>
    <w:rsid w:val="00086933"/>
    <w:rsid w:val="00086BFD"/>
    <w:rsid w:val="00086EB2"/>
    <w:rsid w:val="00086EDE"/>
    <w:rsid w:val="00086F60"/>
    <w:rsid w:val="000872B7"/>
    <w:rsid w:val="000873B9"/>
    <w:rsid w:val="000879B2"/>
    <w:rsid w:val="00087F21"/>
    <w:rsid w:val="00090047"/>
    <w:rsid w:val="0009016A"/>
    <w:rsid w:val="00090374"/>
    <w:rsid w:val="00090AE3"/>
    <w:rsid w:val="00090E50"/>
    <w:rsid w:val="00090E64"/>
    <w:rsid w:val="00091483"/>
    <w:rsid w:val="000917CD"/>
    <w:rsid w:val="00091BB5"/>
    <w:rsid w:val="00091DB5"/>
    <w:rsid w:val="000920ED"/>
    <w:rsid w:val="00092A76"/>
    <w:rsid w:val="00093082"/>
    <w:rsid w:val="000930DB"/>
    <w:rsid w:val="00093321"/>
    <w:rsid w:val="000939C2"/>
    <w:rsid w:val="0009429D"/>
    <w:rsid w:val="00094A64"/>
    <w:rsid w:val="00094B16"/>
    <w:rsid w:val="0009551A"/>
    <w:rsid w:val="00095706"/>
    <w:rsid w:val="00095B52"/>
    <w:rsid w:val="00095EC9"/>
    <w:rsid w:val="00096BA1"/>
    <w:rsid w:val="00096F1A"/>
    <w:rsid w:val="00097949"/>
    <w:rsid w:val="00097A04"/>
    <w:rsid w:val="00097ADC"/>
    <w:rsid w:val="00097D55"/>
    <w:rsid w:val="00097E33"/>
    <w:rsid w:val="00097E7A"/>
    <w:rsid w:val="000A0078"/>
    <w:rsid w:val="000A00BF"/>
    <w:rsid w:val="000A0381"/>
    <w:rsid w:val="000A03DC"/>
    <w:rsid w:val="000A0AF0"/>
    <w:rsid w:val="000A0B47"/>
    <w:rsid w:val="000A18F3"/>
    <w:rsid w:val="000A2D95"/>
    <w:rsid w:val="000A2E60"/>
    <w:rsid w:val="000A2E7E"/>
    <w:rsid w:val="000A392A"/>
    <w:rsid w:val="000A3A53"/>
    <w:rsid w:val="000A3EDE"/>
    <w:rsid w:val="000A431C"/>
    <w:rsid w:val="000A46E5"/>
    <w:rsid w:val="000A4E85"/>
    <w:rsid w:val="000A500C"/>
    <w:rsid w:val="000A5327"/>
    <w:rsid w:val="000A5606"/>
    <w:rsid w:val="000A5912"/>
    <w:rsid w:val="000A606A"/>
    <w:rsid w:val="000A62C3"/>
    <w:rsid w:val="000A6522"/>
    <w:rsid w:val="000A7221"/>
    <w:rsid w:val="000A72B0"/>
    <w:rsid w:val="000A74F9"/>
    <w:rsid w:val="000A79DB"/>
    <w:rsid w:val="000A7A89"/>
    <w:rsid w:val="000B089F"/>
    <w:rsid w:val="000B0904"/>
    <w:rsid w:val="000B0BD1"/>
    <w:rsid w:val="000B1091"/>
    <w:rsid w:val="000B1530"/>
    <w:rsid w:val="000B17C3"/>
    <w:rsid w:val="000B1990"/>
    <w:rsid w:val="000B1DC4"/>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3DF"/>
    <w:rsid w:val="000B5652"/>
    <w:rsid w:val="000B56A9"/>
    <w:rsid w:val="000B56B3"/>
    <w:rsid w:val="000B5962"/>
    <w:rsid w:val="000B5B75"/>
    <w:rsid w:val="000B5EA8"/>
    <w:rsid w:val="000B611E"/>
    <w:rsid w:val="000B64B1"/>
    <w:rsid w:val="000B6574"/>
    <w:rsid w:val="000B6D98"/>
    <w:rsid w:val="000B70B7"/>
    <w:rsid w:val="000B724D"/>
    <w:rsid w:val="000B7826"/>
    <w:rsid w:val="000B7BCC"/>
    <w:rsid w:val="000C01A2"/>
    <w:rsid w:val="000C021C"/>
    <w:rsid w:val="000C03EC"/>
    <w:rsid w:val="000C0EC5"/>
    <w:rsid w:val="000C170E"/>
    <w:rsid w:val="000C1A5D"/>
    <w:rsid w:val="000C1DB8"/>
    <w:rsid w:val="000C1FF2"/>
    <w:rsid w:val="000C20F6"/>
    <w:rsid w:val="000C2173"/>
    <w:rsid w:val="000C21A5"/>
    <w:rsid w:val="000C23FA"/>
    <w:rsid w:val="000C26F5"/>
    <w:rsid w:val="000C30D7"/>
    <w:rsid w:val="000C31A0"/>
    <w:rsid w:val="000C35E4"/>
    <w:rsid w:val="000C39C8"/>
    <w:rsid w:val="000C3AAC"/>
    <w:rsid w:val="000C3F82"/>
    <w:rsid w:val="000C409D"/>
    <w:rsid w:val="000C4260"/>
    <w:rsid w:val="000C49EF"/>
    <w:rsid w:val="000C4A6E"/>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0F93"/>
    <w:rsid w:val="000D159F"/>
    <w:rsid w:val="000D1BD9"/>
    <w:rsid w:val="000D1E67"/>
    <w:rsid w:val="000D2016"/>
    <w:rsid w:val="000D2EA1"/>
    <w:rsid w:val="000D2F7F"/>
    <w:rsid w:val="000D3206"/>
    <w:rsid w:val="000D3234"/>
    <w:rsid w:val="000D3286"/>
    <w:rsid w:val="000D3918"/>
    <w:rsid w:val="000D39B7"/>
    <w:rsid w:val="000D4086"/>
    <w:rsid w:val="000D5BB5"/>
    <w:rsid w:val="000D5D77"/>
    <w:rsid w:val="000D624B"/>
    <w:rsid w:val="000D65D6"/>
    <w:rsid w:val="000D65E9"/>
    <w:rsid w:val="000D6612"/>
    <w:rsid w:val="000D68A7"/>
    <w:rsid w:val="000D6A77"/>
    <w:rsid w:val="000D6D76"/>
    <w:rsid w:val="000D6DC6"/>
    <w:rsid w:val="000D71CC"/>
    <w:rsid w:val="000D7531"/>
    <w:rsid w:val="000D7563"/>
    <w:rsid w:val="000D7D89"/>
    <w:rsid w:val="000E032D"/>
    <w:rsid w:val="000E0335"/>
    <w:rsid w:val="000E08EA"/>
    <w:rsid w:val="000E0919"/>
    <w:rsid w:val="000E1C20"/>
    <w:rsid w:val="000E1D4E"/>
    <w:rsid w:val="000E23EC"/>
    <w:rsid w:val="000E23FB"/>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EC6"/>
    <w:rsid w:val="000E7FA9"/>
    <w:rsid w:val="000F03CC"/>
    <w:rsid w:val="000F03FB"/>
    <w:rsid w:val="000F09FF"/>
    <w:rsid w:val="000F0A8E"/>
    <w:rsid w:val="000F0FE8"/>
    <w:rsid w:val="000F1A44"/>
    <w:rsid w:val="000F1AA7"/>
    <w:rsid w:val="000F1EA2"/>
    <w:rsid w:val="000F214D"/>
    <w:rsid w:val="000F237E"/>
    <w:rsid w:val="000F23A5"/>
    <w:rsid w:val="000F25A6"/>
    <w:rsid w:val="000F2F69"/>
    <w:rsid w:val="000F2FBE"/>
    <w:rsid w:val="000F3C24"/>
    <w:rsid w:val="000F3C5B"/>
    <w:rsid w:val="000F4043"/>
    <w:rsid w:val="000F420A"/>
    <w:rsid w:val="000F48F0"/>
    <w:rsid w:val="000F4D9B"/>
    <w:rsid w:val="000F5069"/>
    <w:rsid w:val="000F56EC"/>
    <w:rsid w:val="000F578B"/>
    <w:rsid w:val="000F58E0"/>
    <w:rsid w:val="000F5CF0"/>
    <w:rsid w:val="000F612D"/>
    <w:rsid w:val="000F65EE"/>
    <w:rsid w:val="000F6941"/>
    <w:rsid w:val="000F6EE2"/>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5D43"/>
    <w:rsid w:val="001065C1"/>
    <w:rsid w:val="00106604"/>
    <w:rsid w:val="00106B78"/>
    <w:rsid w:val="00106D54"/>
    <w:rsid w:val="00106EAC"/>
    <w:rsid w:val="00107002"/>
    <w:rsid w:val="0010701E"/>
    <w:rsid w:val="00107283"/>
    <w:rsid w:val="00110E3C"/>
    <w:rsid w:val="00110F11"/>
    <w:rsid w:val="001112AD"/>
    <w:rsid w:val="00111542"/>
    <w:rsid w:val="00111B9D"/>
    <w:rsid w:val="00112B25"/>
    <w:rsid w:val="00112BA7"/>
    <w:rsid w:val="00112CD0"/>
    <w:rsid w:val="00112D88"/>
    <w:rsid w:val="00112E98"/>
    <w:rsid w:val="0011369C"/>
    <w:rsid w:val="0011377E"/>
    <w:rsid w:val="001139DD"/>
    <w:rsid w:val="001139E6"/>
    <w:rsid w:val="00113FCA"/>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A7A"/>
    <w:rsid w:val="00116B23"/>
    <w:rsid w:val="00116E2C"/>
    <w:rsid w:val="00116E55"/>
    <w:rsid w:val="00117345"/>
    <w:rsid w:val="00117699"/>
    <w:rsid w:val="00117A09"/>
    <w:rsid w:val="00117AE3"/>
    <w:rsid w:val="00117EB5"/>
    <w:rsid w:val="00120175"/>
    <w:rsid w:val="001201F6"/>
    <w:rsid w:val="0012020B"/>
    <w:rsid w:val="001203E3"/>
    <w:rsid w:val="001204E9"/>
    <w:rsid w:val="00120703"/>
    <w:rsid w:val="001207EB"/>
    <w:rsid w:val="001208A1"/>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367"/>
    <w:rsid w:val="001254E3"/>
    <w:rsid w:val="0012590A"/>
    <w:rsid w:val="00125ED5"/>
    <w:rsid w:val="00125FF9"/>
    <w:rsid w:val="00126568"/>
    <w:rsid w:val="001267F0"/>
    <w:rsid w:val="0012698F"/>
    <w:rsid w:val="00126A0A"/>
    <w:rsid w:val="00126B86"/>
    <w:rsid w:val="00127055"/>
    <w:rsid w:val="00127BD0"/>
    <w:rsid w:val="0013057D"/>
    <w:rsid w:val="00130B33"/>
    <w:rsid w:val="00130B79"/>
    <w:rsid w:val="00130B88"/>
    <w:rsid w:val="00130C8A"/>
    <w:rsid w:val="00130CB2"/>
    <w:rsid w:val="00131063"/>
    <w:rsid w:val="00131538"/>
    <w:rsid w:val="00131714"/>
    <w:rsid w:val="00131F0D"/>
    <w:rsid w:val="0013217F"/>
    <w:rsid w:val="00132242"/>
    <w:rsid w:val="0013234A"/>
    <w:rsid w:val="001323AF"/>
    <w:rsid w:val="00132465"/>
    <w:rsid w:val="001328C5"/>
    <w:rsid w:val="001337A1"/>
    <w:rsid w:val="00133D7B"/>
    <w:rsid w:val="00133E2B"/>
    <w:rsid w:val="00133F6E"/>
    <w:rsid w:val="00134052"/>
    <w:rsid w:val="00134118"/>
    <w:rsid w:val="00134168"/>
    <w:rsid w:val="0013434D"/>
    <w:rsid w:val="0013472B"/>
    <w:rsid w:val="00134ADB"/>
    <w:rsid w:val="00134B49"/>
    <w:rsid w:val="00135217"/>
    <w:rsid w:val="00135556"/>
    <w:rsid w:val="001357C5"/>
    <w:rsid w:val="00135B87"/>
    <w:rsid w:val="001362EF"/>
    <w:rsid w:val="00136461"/>
    <w:rsid w:val="00136B75"/>
    <w:rsid w:val="00137008"/>
    <w:rsid w:val="001375A0"/>
    <w:rsid w:val="00137795"/>
    <w:rsid w:val="0013790A"/>
    <w:rsid w:val="001379D8"/>
    <w:rsid w:val="00137A1B"/>
    <w:rsid w:val="00137C56"/>
    <w:rsid w:val="00140210"/>
    <w:rsid w:val="00140C79"/>
    <w:rsid w:val="00141139"/>
    <w:rsid w:val="001418C7"/>
    <w:rsid w:val="001419FF"/>
    <w:rsid w:val="0014235F"/>
    <w:rsid w:val="001426D3"/>
    <w:rsid w:val="001431BE"/>
    <w:rsid w:val="00143A69"/>
    <w:rsid w:val="00143AB7"/>
    <w:rsid w:val="00143C9B"/>
    <w:rsid w:val="00143CDF"/>
    <w:rsid w:val="001440DF"/>
    <w:rsid w:val="001440FD"/>
    <w:rsid w:val="00144371"/>
    <w:rsid w:val="00144386"/>
    <w:rsid w:val="0014452C"/>
    <w:rsid w:val="001449AF"/>
    <w:rsid w:val="001449ED"/>
    <w:rsid w:val="00144C4F"/>
    <w:rsid w:val="00144DFE"/>
    <w:rsid w:val="001454C1"/>
    <w:rsid w:val="00145615"/>
    <w:rsid w:val="00145865"/>
    <w:rsid w:val="00145D40"/>
    <w:rsid w:val="00145E07"/>
    <w:rsid w:val="00145F3B"/>
    <w:rsid w:val="00145FB6"/>
    <w:rsid w:val="00146024"/>
    <w:rsid w:val="00146039"/>
    <w:rsid w:val="00146275"/>
    <w:rsid w:val="001462DB"/>
    <w:rsid w:val="001468CD"/>
    <w:rsid w:val="00146C79"/>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1C31"/>
    <w:rsid w:val="00152960"/>
    <w:rsid w:val="00152F00"/>
    <w:rsid w:val="001539B2"/>
    <w:rsid w:val="00153CCE"/>
    <w:rsid w:val="00153FE1"/>
    <w:rsid w:val="00154682"/>
    <w:rsid w:val="00154D4D"/>
    <w:rsid w:val="00155380"/>
    <w:rsid w:val="00155568"/>
    <w:rsid w:val="001555C0"/>
    <w:rsid w:val="00155C88"/>
    <w:rsid w:val="00155EFF"/>
    <w:rsid w:val="00156055"/>
    <w:rsid w:val="001565B2"/>
    <w:rsid w:val="00156878"/>
    <w:rsid w:val="001568B5"/>
    <w:rsid w:val="00156A6A"/>
    <w:rsid w:val="001600F0"/>
    <w:rsid w:val="0016029A"/>
    <w:rsid w:val="00160476"/>
    <w:rsid w:val="0016083B"/>
    <w:rsid w:val="001609AF"/>
    <w:rsid w:val="001610AF"/>
    <w:rsid w:val="00161346"/>
    <w:rsid w:val="00161799"/>
    <w:rsid w:val="00161950"/>
    <w:rsid w:val="00161BC9"/>
    <w:rsid w:val="001622E6"/>
    <w:rsid w:val="001629D4"/>
    <w:rsid w:val="00162CAF"/>
    <w:rsid w:val="001630BA"/>
    <w:rsid w:val="00163266"/>
    <w:rsid w:val="001637EE"/>
    <w:rsid w:val="001638A1"/>
    <w:rsid w:val="001639B5"/>
    <w:rsid w:val="00163B35"/>
    <w:rsid w:val="00163BDA"/>
    <w:rsid w:val="00163C88"/>
    <w:rsid w:val="00164270"/>
    <w:rsid w:val="0016439E"/>
    <w:rsid w:val="001645AB"/>
    <w:rsid w:val="0016461F"/>
    <w:rsid w:val="00164964"/>
    <w:rsid w:val="00164A6C"/>
    <w:rsid w:val="00164BC2"/>
    <w:rsid w:val="0016572A"/>
    <w:rsid w:val="00165C63"/>
    <w:rsid w:val="00165E06"/>
    <w:rsid w:val="001662DD"/>
    <w:rsid w:val="00166861"/>
    <w:rsid w:val="00166C65"/>
    <w:rsid w:val="001670EC"/>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715"/>
    <w:rsid w:val="001719E2"/>
    <w:rsid w:val="00171A63"/>
    <w:rsid w:val="00171B15"/>
    <w:rsid w:val="00171DA4"/>
    <w:rsid w:val="00171E11"/>
    <w:rsid w:val="00171F74"/>
    <w:rsid w:val="001720D9"/>
    <w:rsid w:val="0017236F"/>
    <w:rsid w:val="0017309F"/>
    <w:rsid w:val="00173245"/>
    <w:rsid w:val="00173452"/>
    <w:rsid w:val="001737D0"/>
    <w:rsid w:val="00173875"/>
    <w:rsid w:val="00173B7B"/>
    <w:rsid w:val="00174506"/>
    <w:rsid w:val="00174640"/>
    <w:rsid w:val="001748E8"/>
    <w:rsid w:val="00174A22"/>
    <w:rsid w:val="00175018"/>
    <w:rsid w:val="00175901"/>
    <w:rsid w:val="0017591D"/>
    <w:rsid w:val="00175F9B"/>
    <w:rsid w:val="001761F6"/>
    <w:rsid w:val="001769F8"/>
    <w:rsid w:val="00177226"/>
    <w:rsid w:val="001772EA"/>
    <w:rsid w:val="001775C3"/>
    <w:rsid w:val="00177ED1"/>
    <w:rsid w:val="00180947"/>
    <w:rsid w:val="00180BFC"/>
    <w:rsid w:val="001810B6"/>
    <w:rsid w:val="0018124D"/>
    <w:rsid w:val="001814A3"/>
    <w:rsid w:val="00181C29"/>
    <w:rsid w:val="00181E25"/>
    <w:rsid w:val="0018205C"/>
    <w:rsid w:val="00182068"/>
    <w:rsid w:val="00182373"/>
    <w:rsid w:val="00182659"/>
    <w:rsid w:val="00182D7B"/>
    <w:rsid w:val="00183864"/>
    <w:rsid w:val="00183E2B"/>
    <w:rsid w:val="001840E9"/>
    <w:rsid w:val="00184163"/>
    <w:rsid w:val="0018422B"/>
    <w:rsid w:val="00184370"/>
    <w:rsid w:val="001848FE"/>
    <w:rsid w:val="00184A68"/>
    <w:rsid w:val="00184B7A"/>
    <w:rsid w:val="00184FCE"/>
    <w:rsid w:val="0018508C"/>
    <w:rsid w:val="00185744"/>
    <w:rsid w:val="001857CE"/>
    <w:rsid w:val="00185856"/>
    <w:rsid w:val="00185912"/>
    <w:rsid w:val="0018615B"/>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8E"/>
    <w:rsid w:val="00193BD4"/>
    <w:rsid w:val="00194082"/>
    <w:rsid w:val="0019440E"/>
    <w:rsid w:val="0019485E"/>
    <w:rsid w:val="00194A48"/>
    <w:rsid w:val="00194B4D"/>
    <w:rsid w:val="00194D36"/>
    <w:rsid w:val="00194F8B"/>
    <w:rsid w:val="00194FA9"/>
    <w:rsid w:val="0019502E"/>
    <w:rsid w:val="001955EB"/>
    <w:rsid w:val="0019562B"/>
    <w:rsid w:val="00195AB1"/>
    <w:rsid w:val="00195CE8"/>
    <w:rsid w:val="0019618B"/>
    <w:rsid w:val="00196302"/>
    <w:rsid w:val="001965B2"/>
    <w:rsid w:val="001967C2"/>
    <w:rsid w:val="00196A6C"/>
    <w:rsid w:val="00197329"/>
    <w:rsid w:val="00197432"/>
    <w:rsid w:val="0019767B"/>
    <w:rsid w:val="001976C6"/>
    <w:rsid w:val="00197C6B"/>
    <w:rsid w:val="00197E9E"/>
    <w:rsid w:val="00197FE4"/>
    <w:rsid w:val="001A00C8"/>
    <w:rsid w:val="001A01D8"/>
    <w:rsid w:val="001A0418"/>
    <w:rsid w:val="001A04CC"/>
    <w:rsid w:val="001A0756"/>
    <w:rsid w:val="001A0A17"/>
    <w:rsid w:val="001A19F2"/>
    <w:rsid w:val="001A1A29"/>
    <w:rsid w:val="001A1C0F"/>
    <w:rsid w:val="001A1E35"/>
    <w:rsid w:val="001A2067"/>
    <w:rsid w:val="001A2350"/>
    <w:rsid w:val="001A2667"/>
    <w:rsid w:val="001A2C8F"/>
    <w:rsid w:val="001A2F06"/>
    <w:rsid w:val="001A30C1"/>
    <w:rsid w:val="001A3C25"/>
    <w:rsid w:val="001A3C6D"/>
    <w:rsid w:val="001A3E23"/>
    <w:rsid w:val="001A3F1C"/>
    <w:rsid w:val="001A4595"/>
    <w:rsid w:val="001A4962"/>
    <w:rsid w:val="001A4B9D"/>
    <w:rsid w:val="001A53CB"/>
    <w:rsid w:val="001A5BA9"/>
    <w:rsid w:val="001A5C12"/>
    <w:rsid w:val="001A5F22"/>
    <w:rsid w:val="001A6028"/>
    <w:rsid w:val="001A620C"/>
    <w:rsid w:val="001A63AD"/>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0D"/>
    <w:rsid w:val="001B362D"/>
    <w:rsid w:val="001B3841"/>
    <w:rsid w:val="001B3A60"/>
    <w:rsid w:val="001B3B36"/>
    <w:rsid w:val="001B3C85"/>
    <w:rsid w:val="001B4173"/>
    <w:rsid w:val="001B453D"/>
    <w:rsid w:val="001B4600"/>
    <w:rsid w:val="001B4607"/>
    <w:rsid w:val="001B4E5F"/>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550"/>
    <w:rsid w:val="001C1700"/>
    <w:rsid w:val="001C19B2"/>
    <w:rsid w:val="001C1B49"/>
    <w:rsid w:val="001C1CFE"/>
    <w:rsid w:val="001C1FFC"/>
    <w:rsid w:val="001C2145"/>
    <w:rsid w:val="001C240D"/>
    <w:rsid w:val="001C2497"/>
    <w:rsid w:val="001C25A6"/>
    <w:rsid w:val="001C2789"/>
    <w:rsid w:val="001C2BAA"/>
    <w:rsid w:val="001C33AA"/>
    <w:rsid w:val="001C3D2A"/>
    <w:rsid w:val="001C41E6"/>
    <w:rsid w:val="001C465A"/>
    <w:rsid w:val="001C4D20"/>
    <w:rsid w:val="001C52ED"/>
    <w:rsid w:val="001C5330"/>
    <w:rsid w:val="001C595A"/>
    <w:rsid w:val="001C5968"/>
    <w:rsid w:val="001C5AB7"/>
    <w:rsid w:val="001C5B35"/>
    <w:rsid w:val="001C5C5A"/>
    <w:rsid w:val="001C606E"/>
    <w:rsid w:val="001C61AD"/>
    <w:rsid w:val="001C6233"/>
    <w:rsid w:val="001C6255"/>
    <w:rsid w:val="001C6A33"/>
    <w:rsid w:val="001C6BD3"/>
    <w:rsid w:val="001C6D54"/>
    <w:rsid w:val="001C7824"/>
    <w:rsid w:val="001C7B9A"/>
    <w:rsid w:val="001C7E69"/>
    <w:rsid w:val="001D0792"/>
    <w:rsid w:val="001D0BFB"/>
    <w:rsid w:val="001D1640"/>
    <w:rsid w:val="001D1895"/>
    <w:rsid w:val="001D19DC"/>
    <w:rsid w:val="001D1CB7"/>
    <w:rsid w:val="001D1D2C"/>
    <w:rsid w:val="001D27C8"/>
    <w:rsid w:val="001D2A50"/>
    <w:rsid w:val="001D2EE5"/>
    <w:rsid w:val="001D383E"/>
    <w:rsid w:val="001D45BC"/>
    <w:rsid w:val="001D478E"/>
    <w:rsid w:val="001D5349"/>
    <w:rsid w:val="001D5B49"/>
    <w:rsid w:val="001D5ECB"/>
    <w:rsid w:val="001D62F2"/>
    <w:rsid w:val="001D634C"/>
    <w:rsid w:val="001D69DF"/>
    <w:rsid w:val="001D6D37"/>
    <w:rsid w:val="001D6FD4"/>
    <w:rsid w:val="001D7115"/>
    <w:rsid w:val="001D72C4"/>
    <w:rsid w:val="001D7744"/>
    <w:rsid w:val="001D7CB1"/>
    <w:rsid w:val="001D7E6D"/>
    <w:rsid w:val="001E029C"/>
    <w:rsid w:val="001E0522"/>
    <w:rsid w:val="001E07D0"/>
    <w:rsid w:val="001E07D5"/>
    <w:rsid w:val="001E0846"/>
    <w:rsid w:val="001E0876"/>
    <w:rsid w:val="001E0D75"/>
    <w:rsid w:val="001E0E37"/>
    <w:rsid w:val="001E0EE6"/>
    <w:rsid w:val="001E1287"/>
    <w:rsid w:val="001E1D74"/>
    <w:rsid w:val="001E1FD3"/>
    <w:rsid w:val="001E2425"/>
    <w:rsid w:val="001E25D8"/>
    <w:rsid w:val="001E3528"/>
    <w:rsid w:val="001E35A9"/>
    <w:rsid w:val="001E3654"/>
    <w:rsid w:val="001E3768"/>
    <w:rsid w:val="001E433F"/>
    <w:rsid w:val="001E47A8"/>
    <w:rsid w:val="001E492C"/>
    <w:rsid w:val="001E4F01"/>
    <w:rsid w:val="001E5700"/>
    <w:rsid w:val="001E5B26"/>
    <w:rsid w:val="001E5BBB"/>
    <w:rsid w:val="001E5C3D"/>
    <w:rsid w:val="001E61C0"/>
    <w:rsid w:val="001E649E"/>
    <w:rsid w:val="001E66A0"/>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3AE"/>
    <w:rsid w:val="001F380F"/>
    <w:rsid w:val="001F393B"/>
    <w:rsid w:val="001F3DB6"/>
    <w:rsid w:val="001F3F0D"/>
    <w:rsid w:val="001F40A4"/>
    <w:rsid w:val="001F4321"/>
    <w:rsid w:val="001F4793"/>
    <w:rsid w:val="001F49E3"/>
    <w:rsid w:val="001F5285"/>
    <w:rsid w:val="001F5455"/>
    <w:rsid w:val="001F58C8"/>
    <w:rsid w:val="001F5A5E"/>
    <w:rsid w:val="001F5AA4"/>
    <w:rsid w:val="001F5B7B"/>
    <w:rsid w:val="001F5C7D"/>
    <w:rsid w:val="001F5DC0"/>
    <w:rsid w:val="001F5E5D"/>
    <w:rsid w:val="001F6268"/>
    <w:rsid w:val="001F64E4"/>
    <w:rsid w:val="001F6FD7"/>
    <w:rsid w:val="001F740B"/>
    <w:rsid w:val="001F77CC"/>
    <w:rsid w:val="001F7A72"/>
    <w:rsid w:val="001F7A79"/>
    <w:rsid w:val="001F7C5C"/>
    <w:rsid w:val="001F7D3D"/>
    <w:rsid w:val="0020054D"/>
    <w:rsid w:val="0020066A"/>
    <w:rsid w:val="002009B8"/>
    <w:rsid w:val="00200F96"/>
    <w:rsid w:val="00201517"/>
    <w:rsid w:val="00201597"/>
    <w:rsid w:val="002018F0"/>
    <w:rsid w:val="00201ADD"/>
    <w:rsid w:val="00201CDE"/>
    <w:rsid w:val="002028F0"/>
    <w:rsid w:val="0020322D"/>
    <w:rsid w:val="0020354F"/>
    <w:rsid w:val="002037AE"/>
    <w:rsid w:val="002037E8"/>
    <w:rsid w:val="00203A68"/>
    <w:rsid w:val="00203CDD"/>
    <w:rsid w:val="00203D74"/>
    <w:rsid w:val="00204032"/>
    <w:rsid w:val="002042B8"/>
    <w:rsid w:val="0020433D"/>
    <w:rsid w:val="00204C1F"/>
    <w:rsid w:val="00204DEF"/>
    <w:rsid w:val="00204EAD"/>
    <w:rsid w:val="0020503D"/>
    <w:rsid w:val="0020535B"/>
    <w:rsid w:val="00205C32"/>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B28"/>
    <w:rsid w:val="00212D58"/>
    <w:rsid w:val="00212E03"/>
    <w:rsid w:val="002132D6"/>
    <w:rsid w:val="002135C5"/>
    <w:rsid w:val="00213629"/>
    <w:rsid w:val="00213A6E"/>
    <w:rsid w:val="00213D5C"/>
    <w:rsid w:val="00213DA3"/>
    <w:rsid w:val="00213DDF"/>
    <w:rsid w:val="002145ED"/>
    <w:rsid w:val="00214689"/>
    <w:rsid w:val="0021485E"/>
    <w:rsid w:val="00214D30"/>
    <w:rsid w:val="00214DC9"/>
    <w:rsid w:val="0021584C"/>
    <w:rsid w:val="00215C7F"/>
    <w:rsid w:val="00216566"/>
    <w:rsid w:val="00216C0C"/>
    <w:rsid w:val="00216E68"/>
    <w:rsid w:val="002174BC"/>
    <w:rsid w:val="00217A19"/>
    <w:rsid w:val="00217B3A"/>
    <w:rsid w:val="00217BB1"/>
    <w:rsid w:val="00220316"/>
    <w:rsid w:val="00220623"/>
    <w:rsid w:val="00220A03"/>
    <w:rsid w:val="00220CBD"/>
    <w:rsid w:val="002212FC"/>
    <w:rsid w:val="00221537"/>
    <w:rsid w:val="0022154A"/>
    <w:rsid w:val="00221575"/>
    <w:rsid w:val="00221CFC"/>
    <w:rsid w:val="00221D5C"/>
    <w:rsid w:val="00221F96"/>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2D"/>
    <w:rsid w:val="00225D8D"/>
    <w:rsid w:val="00225DCA"/>
    <w:rsid w:val="002261CA"/>
    <w:rsid w:val="00226D15"/>
    <w:rsid w:val="00227346"/>
    <w:rsid w:val="00227543"/>
    <w:rsid w:val="00227761"/>
    <w:rsid w:val="00230207"/>
    <w:rsid w:val="00230232"/>
    <w:rsid w:val="002303E4"/>
    <w:rsid w:val="00230433"/>
    <w:rsid w:val="0023046E"/>
    <w:rsid w:val="002307E3"/>
    <w:rsid w:val="002309A2"/>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AFB"/>
    <w:rsid w:val="00235C4E"/>
    <w:rsid w:val="00235DF4"/>
    <w:rsid w:val="00236063"/>
    <w:rsid w:val="002360D9"/>
    <w:rsid w:val="002361B6"/>
    <w:rsid w:val="00236D1E"/>
    <w:rsid w:val="00237166"/>
    <w:rsid w:val="0023716B"/>
    <w:rsid w:val="002376BE"/>
    <w:rsid w:val="00240312"/>
    <w:rsid w:val="0024035B"/>
    <w:rsid w:val="00240438"/>
    <w:rsid w:val="00241196"/>
    <w:rsid w:val="00241341"/>
    <w:rsid w:val="00241389"/>
    <w:rsid w:val="00242117"/>
    <w:rsid w:val="002427A9"/>
    <w:rsid w:val="00242A40"/>
    <w:rsid w:val="002431EE"/>
    <w:rsid w:val="00243AC8"/>
    <w:rsid w:val="00244401"/>
    <w:rsid w:val="002449F9"/>
    <w:rsid w:val="00244D66"/>
    <w:rsid w:val="0024535D"/>
    <w:rsid w:val="0024572F"/>
    <w:rsid w:val="002459B3"/>
    <w:rsid w:val="00245A7D"/>
    <w:rsid w:val="00245AAB"/>
    <w:rsid w:val="0024637D"/>
    <w:rsid w:val="002465AE"/>
    <w:rsid w:val="00246EF0"/>
    <w:rsid w:val="00246F64"/>
    <w:rsid w:val="00246F97"/>
    <w:rsid w:val="00247004"/>
    <w:rsid w:val="0024728B"/>
    <w:rsid w:val="0024738F"/>
    <w:rsid w:val="00247E2F"/>
    <w:rsid w:val="00247FE7"/>
    <w:rsid w:val="00250101"/>
    <w:rsid w:val="00250348"/>
    <w:rsid w:val="0025045F"/>
    <w:rsid w:val="00250995"/>
    <w:rsid w:val="00250CE3"/>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539"/>
    <w:rsid w:val="0025563A"/>
    <w:rsid w:val="00255CC0"/>
    <w:rsid w:val="00256E40"/>
    <w:rsid w:val="0025768B"/>
    <w:rsid w:val="0025786E"/>
    <w:rsid w:val="002600D4"/>
    <w:rsid w:val="00260711"/>
    <w:rsid w:val="00260771"/>
    <w:rsid w:val="00260CB7"/>
    <w:rsid w:val="002610DC"/>
    <w:rsid w:val="0026141E"/>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E18"/>
    <w:rsid w:val="0027231E"/>
    <w:rsid w:val="00272713"/>
    <w:rsid w:val="0027286B"/>
    <w:rsid w:val="00272A1B"/>
    <w:rsid w:val="00272EB3"/>
    <w:rsid w:val="00273431"/>
    <w:rsid w:val="002736A1"/>
    <w:rsid w:val="0027375F"/>
    <w:rsid w:val="00273885"/>
    <w:rsid w:val="002738EC"/>
    <w:rsid w:val="00273BDA"/>
    <w:rsid w:val="00273C20"/>
    <w:rsid w:val="00273E0A"/>
    <w:rsid w:val="002740A1"/>
    <w:rsid w:val="00274C19"/>
    <w:rsid w:val="0027524F"/>
    <w:rsid w:val="002756B6"/>
    <w:rsid w:val="00275B53"/>
    <w:rsid w:val="00275E93"/>
    <w:rsid w:val="00275EE9"/>
    <w:rsid w:val="00275FE8"/>
    <w:rsid w:val="002764FA"/>
    <w:rsid w:val="00276AD9"/>
    <w:rsid w:val="00276C30"/>
    <w:rsid w:val="00276D57"/>
    <w:rsid w:val="00276D82"/>
    <w:rsid w:val="00276ED4"/>
    <w:rsid w:val="00277214"/>
    <w:rsid w:val="002773AC"/>
    <w:rsid w:val="00277967"/>
    <w:rsid w:val="00277BB5"/>
    <w:rsid w:val="00277EBC"/>
    <w:rsid w:val="00277EEB"/>
    <w:rsid w:val="00280334"/>
    <w:rsid w:val="002809CE"/>
    <w:rsid w:val="002810BD"/>
    <w:rsid w:val="002812A7"/>
    <w:rsid w:val="00281A46"/>
    <w:rsid w:val="00281AA1"/>
    <w:rsid w:val="00281CCF"/>
    <w:rsid w:val="00281D4F"/>
    <w:rsid w:val="0028236B"/>
    <w:rsid w:val="00282A5E"/>
    <w:rsid w:val="0028322B"/>
    <w:rsid w:val="0028375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7FA"/>
    <w:rsid w:val="00287975"/>
    <w:rsid w:val="00287C88"/>
    <w:rsid w:val="00287E58"/>
    <w:rsid w:val="00290058"/>
    <w:rsid w:val="0029007D"/>
    <w:rsid w:val="00290110"/>
    <w:rsid w:val="0029098B"/>
    <w:rsid w:val="002914B8"/>
    <w:rsid w:val="002915E1"/>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BC8"/>
    <w:rsid w:val="00293D1C"/>
    <w:rsid w:val="00293DD1"/>
    <w:rsid w:val="00294527"/>
    <w:rsid w:val="0029496E"/>
    <w:rsid w:val="00294BEF"/>
    <w:rsid w:val="00294D61"/>
    <w:rsid w:val="0029519B"/>
    <w:rsid w:val="00295434"/>
    <w:rsid w:val="0029565F"/>
    <w:rsid w:val="00295B8E"/>
    <w:rsid w:val="00295CBE"/>
    <w:rsid w:val="00295E8C"/>
    <w:rsid w:val="0029664D"/>
    <w:rsid w:val="00296D4D"/>
    <w:rsid w:val="00297382"/>
    <w:rsid w:val="00297500"/>
    <w:rsid w:val="002977EC"/>
    <w:rsid w:val="002979A1"/>
    <w:rsid w:val="00297D19"/>
    <w:rsid w:val="002A00CE"/>
    <w:rsid w:val="002A03CC"/>
    <w:rsid w:val="002A1A57"/>
    <w:rsid w:val="002A1DE0"/>
    <w:rsid w:val="002A25DD"/>
    <w:rsid w:val="002A26C4"/>
    <w:rsid w:val="002A26C6"/>
    <w:rsid w:val="002A3062"/>
    <w:rsid w:val="002A30A1"/>
    <w:rsid w:val="002A358E"/>
    <w:rsid w:val="002A3BCD"/>
    <w:rsid w:val="002A3BD6"/>
    <w:rsid w:val="002A3D98"/>
    <w:rsid w:val="002A3F1E"/>
    <w:rsid w:val="002A4466"/>
    <w:rsid w:val="002A467C"/>
    <w:rsid w:val="002A469A"/>
    <w:rsid w:val="002A4977"/>
    <w:rsid w:val="002A4BAA"/>
    <w:rsid w:val="002A4E4C"/>
    <w:rsid w:val="002A4FD6"/>
    <w:rsid w:val="002A5137"/>
    <w:rsid w:val="002A53EF"/>
    <w:rsid w:val="002A5999"/>
    <w:rsid w:val="002A5A00"/>
    <w:rsid w:val="002A6B45"/>
    <w:rsid w:val="002A6B7D"/>
    <w:rsid w:val="002A6F0D"/>
    <w:rsid w:val="002A7317"/>
    <w:rsid w:val="002A742B"/>
    <w:rsid w:val="002A748A"/>
    <w:rsid w:val="002A7C77"/>
    <w:rsid w:val="002B00D8"/>
    <w:rsid w:val="002B00DA"/>
    <w:rsid w:val="002B0588"/>
    <w:rsid w:val="002B071D"/>
    <w:rsid w:val="002B087B"/>
    <w:rsid w:val="002B1276"/>
    <w:rsid w:val="002B234D"/>
    <w:rsid w:val="002B2D17"/>
    <w:rsid w:val="002B2FC4"/>
    <w:rsid w:val="002B3247"/>
    <w:rsid w:val="002B34E6"/>
    <w:rsid w:val="002B3A12"/>
    <w:rsid w:val="002B3A8B"/>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253"/>
    <w:rsid w:val="002B6256"/>
    <w:rsid w:val="002B6C5A"/>
    <w:rsid w:val="002B6E60"/>
    <w:rsid w:val="002B70F8"/>
    <w:rsid w:val="002B746B"/>
    <w:rsid w:val="002B784B"/>
    <w:rsid w:val="002B79A6"/>
    <w:rsid w:val="002B79C7"/>
    <w:rsid w:val="002B7AF4"/>
    <w:rsid w:val="002B7D09"/>
    <w:rsid w:val="002B7E2D"/>
    <w:rsid w:val="002C03A6"/>
    <w:rsid w:val="002C053A"/>
    <w:rsid w:val="002C06A5"/>
    <w:rsid w:val="002C1214"/>
    <w:rsid w:val="002C163E"/>
    <w:rsid w:val="002C1646"/>
    <w:rsid w:val="002C1AE7"/>
    <w:rsid w:val="002C1C26"/>
    <w:rsid w:val="002C1F80"/>
    <w:rsid w:val="002C21DE"/>
    <w:rsid w:val="002C2944"/>
    <w:rsid w:val="002C2A08"/>
    <w:rsid w:val="002C2A61"/>
    <w:rsid w:val="002C2C07"/>
    <w:rsid w:val="002C2E19"/>
    <w:rsid w:val="002C358A"/>
    <w:rsid w:val="002C38E8"/>
    <w:rsid w:val="002C3B01"/>
    <w:rsid w:val="002C3BF5"/>
    <w:rsid w:val="002C4053"/>
    <w:rsid w:val="002C4882"/>
    <w:rsid w:val="002C4B40"/>
    <w:rsid w:val="002C4C61"/>
    <w:rsid w:val="002C4F6F"/>
    <w:rsid w:val="002C5062"/>
    <w:rsid w:val="002C579A"/>
    <w:rsid w:val="002C58CB"/>
    <w:rsid w:val="002C6244"/>
    <w:rsid w:val="002C6473"/>
    <w:rsid w:val="002C64C2"/>
    <w:rsid w:val="002C6A2E"/>
    <w:rsid w:val="002C6E83"/>
    <w:rsid w:val="002C6F1B"/>
    <w:rsid w:val="002C73C2"/>
    <w:rsid w:val="002C792E"/>
    <w:rsid w:val="002C7B01"/>
    <w:rsid w:val="002D0193"/>
    <w:rsid w:val="002D01AB"/>
    <w:rsid w:val="002D0468"/>
    <w:rsid w:val="002D119C"/>
    <w:rsid w:val="002D12EF"/>
    <w:rsid w:val="002D1516"/>
    <w:rsid w:val="002D16B5"/>
    <w:rsid w:val="002D189A"/>
    <w:rsid w:val="002D19FA"/>
    <w:rsid w:val="002D201E"/>
    <w:rsid w:val="002D25D9"/>
    <w:rsid w:val="002D2737"/>
    <w:rsid w:val="002D28C0"/>
    <w:rsid w:val="002D29E9"/>
    <w:rsid w:val="002D2AB9"/>
    <w:rsid w:val="002D2F93"/>
    <w:rsid w:val="002D2FCB"/>
    <w:rsid w:val="002D3267"/>
    <w:rsid w:val="002D3697"/>
    <w:rsid w:val="002D3736"/>
    <w:rsid w:val="002D389F"/>
    <w:rsid w:val="002D3903"/>
    <w:rsid w:val="002D3B4E"/>
    <w:rsid w:val="002D3ED4"/>
    <w:rsid w:val="002D3F36"/>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D7DF9"/>
    <w:rsid w:val="002E017C"/>
    <w:rsid w:val="002E0200"/>
    <w:rsid w:val="002E02F7"/>
    <w:rsid w:val="002E035D"/>
    <w:rsid w:val="002E04E5"/>
    <w:rsid w:val="002E0D55"/>
    <w:rsid w:val="002E0DCC"/>
    <w:rsid w:val="002E11A8"/>
    <w:rsid w:val="002E1BDA"/>
    <w:rsid w:val="002E1C8D"/>
    <w:rsid w:val="002E2490"/>
    <w:rsid w:val="002E2920"/>
    <w:rsid w:val="002E2B80"/>
    <w:rsid w:val="002E36F9"/>
    <w:rsid w:val="002E3892"/>
    <w:rsid w:val="002E3A1F"/>
    <w:rsid w:val="002E3FCD"/>
    <w:rsid w:val="002E43B8"/>
    <w:rsid w:val="002E4485"/>
    <w:rsid w:val="002E4972"/>
    <w:rsid w:val="002E4C32"/>
    <w:rsid w:val="002E4D6A"/>
    <w:rsid w:val="002E548E"/>
    <w:rsid w:val="002E552F"/>
    <w:rsid w:val="002E5750"/>
    <w:rsid w:val="002E6307"/>
    <w:rsid w:val="002E6842"/>
    <w:rsid w:val="002E6909"/>
    <w:rsid w:val="002E690E"/>
    <w:rsid w:val="002E6B9D"/>
    <w:rsid w:val="002E6D7E"/>
    <w:rsid w:val="002E6F35"/>
    <w:rsid w:val="002E70CE"/>
    <w:rsid w:val="002E794E"/>
    <w:rsid w:val="002E7AF2"/>
    <w:rsid w:val="002E7EE4"/>
    <w:rsid w:val="002F009C"/>
    <w:rsid w:val="002F00FE"/>
    <w:rsid w:val="002F01F7"/>
    <w:rsid w:val="002F058D"/>
    <w:rsid w:val="002F0AD8"/>
    <w:rsid w:val="002F0E8D"/>
    <w:rsid w:val="002F1033"/>
    <w:rsid w:val="002F1087"/>
    <w:rsid w:val="002F1CFB"/>
    <w:rsid w:val="002F2297"/>
    <w:rsid w:val="002F2A05"/>
    <w:rsid w:val="002F2C12"/>
    <w:rsid w:val="002F3273"/>
    <w:rsid w:val="002F340A"/>
    <w:rsid w:val="002F3517"/>
    <w:rsid w:val="002F384E"/>
    <w:rsid w:val="002F395B"/>
    <w:rsid w:val="002F3B83"/>
    <w:rsid w:val="002F3CC2"/>
    <w:rsid w:val="002F3E6B"/>
    <w:rsid w:val="002F3E79"/>
    <w:rsid w:val="002F449F"/>
    <w:rsid w:val="002F4775"/>
    <w:rsid w:val="002F489F"/>
    <w:rsid w:val="002F4C0A"/>
    <w:rsid w:val="002F507E"/>
    <w:rsid w:val="002F572F"/>
    <w:rsid w:val="002F5855"/>
    <w:rsid w:val="002F5915"/>
    <w:rsid w:val="002F64A5"/>
    <w:rsid w:val="002F64E9"/>
    <w:rsid w:val="002F6549"/>
    <w:rsid w:val="002F676D"/>
    <w:rsid w:val="002F7212"/>
    <w:rsid w:val="002F75A8"/>
    <w:rsid w:val="002F7873"/>
    <w:rsid w:val="002F792E"/>
    <w:rsid w:val="0030006E"/>
    <w:rsid w:val="003004BA"/>
    <w:rsid w:val="003006D1"/>
    <w:rsid w:val="00300E9C"/>
    <w:rsid w:val="00300F05"/>
    <w:rsid w:val="00301504"/>
    <w:rsid w:val="003017B2"/>
    <w:rsid w:val="00301C2F"/>
    <w:rsid w:val="00301C62"/>
    <w:rsid w:val="0030214D"/>
    <w:rsid w:val="0030261C"/>
    <w:rsid w:val="00302BFE"/>
    <w:rsid w:val="003032B2"/>
    <w:rsid w:val="0030405E"/>
    <w:rsid w:val="00304255"/>
    <w:rsid w:val="00304732"/>
    <w:rsid w:val="00304B7A"/>
    <w:rsid w:val="00304B87"/>
    <w:rsid w:val="00304D50"/>
    <w:rsid w:val="00304F10"/>
    <w:rsid w:val="003050D7"/>
    <w:rsid w:val="00305287"/>
    <w:rsid w:val="00305639"/>
    <w:rsid w:val="003056A4"/>
    <w:rsid w:val="00305A74"/>
    <w:rsid w:val="00306564"/>
    <w:rsid w:val="00307092"/>
    <w:rsid w:val="003071F0"/>
    <w:rsid w:val="003075D3"/>
    <w:rsid w:val="0030788D"/>
    <w:rsid w:val="00307C30"/>
    <w:rsid w:val="00307EB3"/>
    <w:rsid w:val="0031004D"/>
    <w:rsid w:val="00310A08"/>
    <w:rsid w:val="00311AA9"/>
    <w:rsid w:val="00311AF7"/>
    <w:rsid w:val="00311FDE"/>
    <w:rsid w:val="0031215F"/>
    <w:rsid w:val="003126E8"/>
    <w:rsid w:val="0031277F"/>
    <w:rsid w:val="003127F4"/>
    <w:rsid w:val="003129B4"/>
    <w:rsid w:val="00313226"/>
    <w:rsid w:val="003134A5"/>
    <w:rsid w:val="00313D89"/>
    <w:rsid w:val="0031405C"/>
    <w:rsid w:val="0031406A"/>
    <w:rsid w:val="003140B0"/>
    <w:rsid w:val="0031426D"/>
    <w:rsid w:val="00314538"/>
    <w:rsid w:val="00314C66"/>
    <w:rsid w:val="00315036"/>
    <w:rsid w:val="003150D7"/>
    <w:rsid w:val="00315A5A"/>
    <w:rsid w:val="00315ACB"/>
    <w:rsid w:val="00315D7A"/>
    <w:rsid w:val="003161AD"/>
    <w:rsid w:val="0031665E"/>
    <w:rsid w:val="003166EE"/>
    <w:rsid w:val="00316955"/>
    <w:rsid w:val="003169A5"/>
    <w:rsid w:val="00316BFC"/>
    <w:rsid w:val="003170E7"/>
    <w:rsid w:val="003175DC"/>
    <w:rsid w:val="00317A8E"/>
    <w:rsid w:val="00317CC9"/>
    <w:rsid w:val="00317DEA"/>
    <w:rsid w:val="00320087"/>
    <w:rsid w:val="00320175"/>
    <w:rsid w:val="00320391"/>
    <w:rsid w:val="003208A4"/>
    <w:rsid w:val="00320B1A"/>
    <w:rsid w:val="00320FFD"/>
    <w:rsid w:val="003212A8"/>
    <w:rsid w:val="003213F9"/>
    <w:rsid w:val="00321B33"/>
    <w:rsid w:val="003223D2"/>
    <w:rsid w:val="00322539"/>
    <w:rsid w:val="003225F7"/>
    <w:rsid w:val="00322829"/>
    <w:rsid w:val="003228FA"/>
    <w:rsid w:val="00322D6F"/>
    <w:rsid w:val="00322DE8"/>
    <w:rsid w:val="00322EB3"/>
    <w:rsid w:val="00323005"/>
    <w:rsid w:val="003231DC"/>
    <w:rsid w:val="00323C11"/>
    <w:rsid w:val="00323EFD"/>
    <w:rsid w:val="003241A3"/>
    <w:rsid w:val="003241CB"/>
    <w:rsid w:val="003244D2"/>
    <w:rsid w:val="00325500"/>
    <w:rsid w:val="00325882"/>
    <w:rsid w:val="00326500"/>
    <w:rsid w:val="00326609"/>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F5"/>
    <w:rsid w:val="00330A94"/>
    <w:rsid w:val="003313F0"/>
    <w:rsid w:val="00331428"/>
    <w:rsid w:val="0033181A"/>
    <w:rsid w:val="0033192B"/>
    <w:rsid w:val="003319B1"/>
    <w:rsid w:val="00331EF6"/>
    <w:rsid w:val="00332186"/>
    <w:rsid w:val="003321DE"/>
    <w:rsid w:val="003331C6"/>
    <w:rsid w:val="0033320C"/>
    <w:rsid w:val="00333783"/>
    <w:rsid w:val="00333C29"/>
    <w:rsid w:val="00333CA8"/>
    <w:rsid w:val="003340E4"/>
    <w:rsid w:val="0033417B"/>
    <w:rsid w:val="00334201"/>
    <w:rsid w:val="00334294"/>
    <w:rsid w:val="00334463"/>
    <w:rsid w:val="0033475F"/>
    <w:rsid w:val="003348C7"/>
    <w:rsid w:val="0033550D"/>
    <w:rsid w:val="003355F8"/>
    <w:rsid w:val="00335692"/>
    <w:rsid w:val="003357D3"/>
    <w:rsid w:val="00335A69"/>
    <w:rsid w:val="003363E6"/>
    <w:rsid w:val="0033696C"/>
    <w:rsid w:val="00336F88"/>
    <w:rsid w:val="00337559"/>
    <w:rsid w:val="0033793C"/>
    <w:rsid w:val="00337D65"/>
    <w:rsid w:val="00340829"/>
    <w:rsid w:val="00340E49"/>
    <w:rsid w:val="00341042"/>
    <w:rsid w:val="00341298"/>
    <w:rsid w:val="003413F4"/>
    <w:rsid w:val="00341B1E"/>
    <w:rsid w:val="00341FCF"/>
    <w:rsid w:val="00342492"/>
    <w:rsid w:val="00343109"/>
    <w:rsid w:val="003433BD"/>
    <w:rsid w:val="003434C2"/>
    <w:rsid w:val="003435C2"/>
    <w:rsid w:val="003438A8"/>
    <w:rsid w:val="00343B75"/>
    <w:rsid w:val="00343CCE"/>
    <w:rsid w:val="00343E11"/>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0F16"/>
    <w:rsid w:val="0035138D"/>
    <w:rsid w:val="003515E9"/>
    <w:rsid w:val="00352068"/>
    <w:rsid w:val="003520F1"/>
    <w:rsid w:val="003522C1"/>
    <w:rsid w:val="00352A0E"/>
    <w:rsid w:val="003531A7"/>
    <w:rsid w:val="00353B12"/>
    <w:rsid w:val="00353BBD"/>
    <w:rsid w:val="00353E54"/>
    <w:rsid w:val="00353EB9"/>
    <w:rsid w:val="003548BA"/>
    <w:rsid w:val="00354917"/>
    <w:rsid w:val="00354CBC"/>
    <w:rsid w:val="003551F5"/>
    <w:rsid w:val="0035546E"/>
    <w:rsid w:val="00355CBD"/>
    <w:rsid w:val="00355CC0"/>
    <w:rsid w:val="0035626E"/>
    <w:rsid w:val="003566DE"/>
    <w:rsid w:val="00356B6B"/>
    <w:rsid w:val="00356DD5"/>
    <w:rsid w:val="0035732A"/>
    <w:rsid w:val="0035777A"/>
    <w:rsid w:val="00357884"/>
    <w:rsid w:val="00357CE2"/>
    <w:rsid w:val="00357D3B"/>
    <w:rsid w:val="003600D9"/>
    <w:rsid w:val="00360747"/>
    <w:rsid w:val="0036096F"/>
    <w:rsid w:val="00361116"/>
    <w:rsid w:val="00361274"/>
    <w:rsid w:val="003612B0"/>
    <w:rsid w:val="00361DCD"/>
    <w:rsid w:val="00361FD0"/>
    <w:rsid w:val="003621BC"/>
    <w:rsid w:val="003621D7"/>
    <w:rsid w:val="0036244F"/>
    <w:rsid w:val="00362D8B"/>
    <w:rsid w:val="00362DB3"/>
    <w:rsid w:val="0036300F"/>
    <w:rsid w:val="003635E3"/>
    <w:rsid w:val="003636D1"/>
    <w:rsid w:val="00363F7D"/>
    <w:rsid w:val="003644C8"/>
    <w:rsid w:val="0036470A"/>
    <w:rsid w:val="0036476E"/>
    <w:rsid w:val="00364C8C"/>
    <w:rsid w:val="00364E40"/>
    <w:rsid w:val="00364EB0"/>
    <w:rsid w:val="00365318"/>
    <w:rsid w:val="00365521"/>
    <w:rsid w:val="0036570B"/>
    <w:rsid w:val="003661D7"/>
    <w:rsid w:val="0036639C"/>
    <w:rsid w:val="003667D4"/>
    <w:rsid w:val="00366D16"/>
    <w:rsid w:val="00366E2C"/>
    <w:rsid w:val="0036701E"/>
    <w:rsid w:val="00367451"/>
    <w:rsid w:val="00367667"/>
    <w:rsid w:val="003676A2"/>
    <w:rsid w:val="0036781E"/>
    <w:rsid w:val="0036789E"/>
    <w:rsid w:val="00367C86"/>
    <w:rsid w:val="00370614"/>
    <w:rsid w:val="003706B8"/>
    <w:rsid w:val="00371251"/>
    <w:rsid w:val="003714B1"/>
    <w:rsid w:val="003715DF"/>
    <w:rsid w:val="003717E1"/>
    <w:rsid w:val="00371D5E"/>
    <w:rsid w:val="0037280F"/>
    <w:rsid w:val="00372E25"/>
    <w:rsid w:val="00373342"/>
    <w:rsid w:val="00373560"/>
    <w:rsid w:val="003744F4"/>
    <w:rsid w:val="00374AEA"/>
    <w:rsid w:val="00375732"/>
    <w:rsid w:val="00375A42"/>
    <w:rsid w:val="00375A85"/>
    <w:rsid w:val="00375AD0"/>
    <w:rsid w:val="00375E8E"/>
    <w:rsid w:val="00376099"/>
    <w:rsid w:val="003765A7"/>
    <w:rsid w:val="00376883"/>
    <w:rsid w:val="00376913"/>
    <w:rsid w:val="0037698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31F"/>
    <w:rsid w:val="00384495"/>
    <w:rsid w:val="00384D1F"/>
    <w:rsid w:val="00384E36"/>
    <w:rsid w:val="00385074"/>
    <w:rsid w:val="00385472"/>
    <w:rsid w:val="0038598F"/>
    <w:rsid w:val="00385AD8"/>
    <w:rsid w:val="00385B23"/>
    <w:rsid w:val="00385CA8"/>
    <w:rsid w:val="0038699C"/>
    <w:rsid w:val="003869FD"/>
    <w:rsid w:val="00387169"/>
    <w:rsid w:val="00387294"/>
    <w:rsid w:val="0038739A"/>
    <w:rsid w:val="003877A6"/>
    <w:rsid w:val="00387A71"/>
    <w:rsid w:val="003905CE"/>
    <w:rsid w:val="0039134D"/>
    <w:rsid w:val="00391819"/>
    <w:rsid w:val="00391A7F"/>
    <w:rsid w:val="00391F27"/>
    <w:rsid w:val="00391F8C"/>
    <w:rsid w:val="003921C9"/>
    <w:rsid w:val="003924DC"/>
    <w:rsid w:val="003930F3"/>
    <w:rsid w:val="00393785"/>
    <w:rsid w:val="003937C1"/>
    <w:rsid w:val="0039384D"/>
    <w:rsid w:val="00394F47"/>
    <w:rsid w:val="003950C5"/>
    <w:rsid w:val="003953C7"/>
    <w:rsid w:val="00395A8B"/>
    <w:rsid w:val="00395B6A"/>
    <w:rsid w:val="00395DBD"/>
    <w:rsid w:val="00395EE1"/>
    <w:rsid w:val="00395FF5"/>
    <w:rsid w:val="00396139"/>
    <w:rsid w:val="003961A4"/>
    <w:rsid w:val="0039621E"/>
    <w:rsid w:val="0039624C"/>
    <w:rsid w:val="00396ED1"/>
    <w:rsid w:val="00397A96"/>
    <w:rsid w:val="003A07B0"/>
    <w:rsid w:val="003A13F7"/>
    <w:rsid w:val="003A140E"/>
    <w:rsid w:val="003A16D6"/>
    <w:rsid w:val="003A1953"/>
    <w:rsid w:val="003A1B75"/>
    <w:rsid w:val="003A28FB"/>
    <w:rsid w:val="003A2968"/>
    <w:rsid w:val="003A3231"/>
    <w:rsid w:val="003A3964"/>
    <w:rsid w:val="003A3CD5"/>
    <w:rsid w:val="003A3F08"/>
    <w:rsid w:val="003A4072"/>
    <w:rsid w:val="003A4434"/>
    <w:rsid w:val="003A47B8"/>
    <w:rsid w:val="003A504E"/>
    <w:rsid w:val="003A537D"/>
    <w:rsid w:val="003A549B"/>
    <w:rsid w:val="003A5863"/>
    <w:rsid w:val="003A5886"/>
    <w:rsid w:val="003A5AA8"/>
    <w:rsid w:val="003A5FC3"/>
    <w:rsid w:val="003A647C"/>
    <w:rsid w:val="003A6CC9"/>
    <w:rsid w:val="003A6CF0"/>
    <w:rsid w:val="003A6D4F"/>
    <w:rsid w:val="003A6D74"/>
    <w:rsid w:val="003A6E4D"/>
    <w:rsid w:val="003A6F05"/>
    <w:rsid w:val="003A70BD"/>
    <w:rsid w:val="003A74D0"/>
    <w:rsid w:val="003A7917"/>
    <w:rsid w:val="003A7BBD"/>
    <w:rsid w:val="003B0231"/>
    <w:rsid w:val="003B039F"/>
    <w:rsid w:val="003B04CD"/>
    <w:rsid w:val="003B0745"/>
    <w:rsid w:val="003B0AB1"/>
    <w:rsid w:val="003B0C14"/>
    <w:rsid w:val="003B0CE8"/>
    <w:rsid w:val="003B0FD0"/>
    <w:rsid w:val="003B14DA"/>
    <w:rsid w:val="003B1A58"/>
    <w:rsid w:val="003B1CFF"/>
    <w:rsid w:val="003B1E92"/>
    <w:rsid w:val="003B2CB8"/>
    <w:rsid w:val="003B2D3A"/>
    <w:rsid w:val="003B3083"/>
    <w:rsid w:val="003B33DF"/>
    <w:rsid w:val="003B3CF3"/>
    <w:rsid w:val="003B3D35"/>
    <w:rsid w:val="003B3DC7"/>
    <w:rsid w:val="003B3EC6"/>
    <w:rsid w:val="003B41CE"/>
    <w:rsid w:val="003B448F"/>
    <w:rsid w:val="003B4878"/>
    <w:rsid w:val="003B4886"/>
    <w:rsid w:val="003B53D3"/>
    <w:rsid w:val="003B549C"/>
    <w:rsid w:val="003B54AD"/>
    <w:rsid w:val="003B5686"/>
    <w:rsid w:val="003B5762"/>
    <w:rsid w:val="003B5922"/>
    <w:rsid w:val="003B5EA6"/>
    <w:rsid w:val="003B6264"/>
    <w:rsid w:val="003B62B5"/>
    <w:rsid w:val="003B6EC5"/>
    <w:rsid w:val="003B7461"/>
    <w:rsid w:val="003B75C9"/>
    <w:rsid w:val="003B79B9"/>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25A"/>
    <w:rsid w:val="003C7750"/>
    <w:rsid w:val="003C7E13"/>
    <w:rsid w:val="003D0A96"/>
    <w:rsid w:val="003D0AF5"/>
    <w:rsid w:val="003D0D9E"/>
    <w:rsid w:val="003D0FFF"/>
    <w:rsid w:val="003D1236"/>
    <w:rsid w:val="003D1586"/>
    <w:rsid w:val="003D17B0"/>
    <w:rsid w:val="003D1BA9"/>
    <w:rsid w:val="003D1F85"/>
    <w:rsid w:val="003D235E"/>
    <w:rsid w:val="003D2619"/>
    <w:rsid w:val="003D2AFD"/>
    <w:rsid w:val="003D2B96"/>
    <w:rsid w:val="003D31C1"/>
    <w:rsid w:val="003D35E9"/>
    <w:rsid w:val="003D3D8E"/>
    <w:rsid w:val="003D412F"/>
    <w:rsid w:val="003D4506"/>
    <w:rsid w:val="003D4521"/>
    <w:rsid w:val="003D47C7"/>
    <w:rsid w:val="003D47FF"/>
    <w:rsid w:val="003D4D82"/>
    <w:rsid w:val="003D4FF5"/>
    <w:rsid w:val="003D56CE"/>
    <w:rsid w:val="003D5960"/>
    <w:rsid w:val="003D5B26"/>
    <w:rsid w:val="003D5C06"/>
    <w:rsid w:val="003D5F31"/>
    <w:rsid w:val="003D5F33"/>
    <w:rsid w:val="003D6415"/>
    <w:rsid w:val="003D6618"/>
    <w:rsid w:val="003D6E4A"/>
    <w:rsid w:val="003D729B"/>
    <w:rsid w:val="003D7343"/>
    <w:rsid w:val="003D75CA"/>
    <w:rsid w:val="003D7740"/>
    <w:rsid w:val="003E04DF"/>
    <w:rsid w:val="003E07A7"/>
    <w:rsid w:val="003E07C6"/>
    <w:rsid w:val="003E108D"/>
    <w:rsid w:val="003E109A"/>
    <w:rsid w:val="003E1C53"/>
    <w:rsid w:val="003E1EE6"/>
    <w:rsid w:val="003E28BD"/>
    <w:rsid w:val="003E3192"/>
    <w:rsid w:val="003E3451"/>
    <w:rsid w:val="003E3939"/>
    <w:rsid w:val="003E3B9E"/>
    <w:rsid w:val="003E3BD3"/>
    <w:rsid w:val="003E3E14"/>
    <w:rsid w:val="003E4633"/>
    <w:rsid w:val="003E47C7"/>
    <w:rsid w:val="003E4A81"/>
    <w:rsid w:val="003E4B6A"/>
    <w:rsid w:val="003E4E50"/>
    <w:rsid w:val="003E4F12"/>
    <w:rsid w:val="003E5049"/>
    <w:rsid w:val="003E506B"/>
    <w:rsid w:val="003E51B9"/>
    <w:rsid w:val="003E55FD"/>
    <w:rsid w:val="003E5726"/>
    <w:rsid w:val="003E59CA"/>
    <w:rsid w:val="003E5EFA"/>
    <w:rsid w:val="003E60FB"/>
    <w:rsid w:val="003E6AD7"/>
    <w:rsid w:val="003E6DB3"/>
    <w:rsid w:val="003E7281"/>
    <w:rsid w:val="003E75BC"/>
    <w:rsid w:val="003E7655"/>
    <w:rsid w:val="003E7836"/>
    <w:rsid w:val="003E7C27"/>
    <w:rsid w:val="003E7EF1"/>
    <w:rsid w:val="003F035D"/>
    <w:rsid w:val="003F047D"/>
    <w:rsid w:val="003F0791"/>
    <w:rsid w:val="003F0FA2"/>
    <w:rsid w:val="003F114C"/>
    <w:rsid w:val="003F1524"/>
    <w:rsid w:val="003F1790"/>
    <w:rsid w:val="003F18DE"/>
    <w:rsid w:val="003F2552"/>
    <w:rsid w:val="003F2580"/>
    <w:rsid w:val="003F2586"/>
    <w:rsid w:val="003F26D3"/>
    <w:rsid w:val="003F286F"/>
    <w:rsid w:val="003F28A4"/>
    <w:rsid w:val="003F2CEC"/>
    <w:rsid w:val="003F2E4F"/>
    <w:rsid w:val="003F353F"/>
    <w:rsid w:val="003F3C7B"/>
    <w:rsid w:val="003F3F7D"/>
    <w:rsid w:val="003F3F99"/>
    <w:rsid w:val="003F4310"/>
    <w:rsid w:val="003F4998"/>
    <w:rsid w:val="003F5091"/>
    <w:rsid w:val="003F51CC"/>
    <w:rsid w:val="003F51E8"/>
    <w:rsid w:val="003F58BA"/>
    <w:rsid w:val="003F5A3C"/>
    <w:rsid w:val="003F5DF9"/>
    <w:rsid w:val="003F6494"/>
    <w:rsid w:val="003F654D"/>
    <w:rsid w:val="003F66C0"/>
    <w:rsid w:val="003F67B5"/>
    <w:rsid w:val="003F6A64"/>
    <w:rsid w:val="003F6B8B"/>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2080"/>
    <w:rsid w:val="0040284C"/>
    <w:rsid w:val="00402C60"/>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057"/>
    <w:rsid w:val="00407099"/>
    <w:rsid w:val="004074D0"/>
    <w:rsid w:val="004074E7"/>
    <w:rsid w:val="00407734"/>
    <w:rsid w:val="004079B7"/>
    <w:rsid w:val="00407B95"/>
    <w:rsid w:val="00407CAB"/>
    <w:rsid w:val="004100BA"/>
    <w:rsid w:val="004100DF"/>
    <w:rsid w:val="00410141"/>
    <w:rsid w:val="00410599"/>
    <w:rsid w:val="0041066F"/>
    <w:rsid w:val="00410803"/>
    <w:rsid w:val="00410832"/>
    <w:rsid w:val="00410A94"/>
    <w:rsid w:val="00411B5F"/>
    <w:rsid w:val="00413057"/>
    <w:rsid w:val="004130E2"/>
    <w:rsid w:val="00413448"/>
    <w:rsid w:val="004137FA"/>
    <w:rsid w:val="0041386A"/>
    <w:rsid w:val="00413B86"/>
    <w:rsid w:val="00413D12"/>
    <w:rsid w:val="004144C1"/>
    <w:rsid w:val="00414FDE"/>
    <w:rsid w:val="004150B7"/>
    <w:rsid w:val="00415138"/>
    <w:rsid w:val="0041542F"/>
    <w:rsid w:val="0041562D"/>
    <w:rsid w:val="00415BAF"/>
    <w:rsid w:val="00415BC0"/>
    <w:rsid w:val="004160F1"/>
    <w:rsid w:val="00416326"/>
    <w:rsid w:val="004164C7"/>
    <w:rsid w:val="00416A48"/>
    <w:rsid w:val="00416B5F"/>
    <w:rsid w:val="00416C5E"/>
    <w:rsid w:val="00416D28"/>
    <w:rsid w:val="00416D6C"/>
    <w:rsid w:val="00416FDE"/>
    <w:rsid w:val="00417091"/>
    <w:rsid w:val="00417223"/>
    <w:rsid w:val="00417A57"/>
    <w:rsid w:val="00417B6F"/>
    <w:rsid w:val="00417C7D"/>
    <w:rsid w:val="00417DE0"/>
    <w:rsid w:val="0042030E"/>
    <w:rsid w:val="00420A60"/>
    <w:rsid w:val="00420D3D"/>
    <w:rsid w:val="00420E43"/>
    <w:rsid w:val="004210C7"/>
    <w:rsid w:val="0042116B"/>
    <w:rsid w:val="00421346"/>
    <w:rsid w:val="00421372"/>
    <w:rsid w:val="00421409"/>
    <w:rsid w:val="0042172A"/>
    <w:rsid w:val="0042192B"/>
    <w:rsid w:val="00421D27"/>
    <w:rsid w:val="00421DCD"/>
    <w:rsid w:val="00421F3A"/>
    <w:rsid w:val="00422093"/>
    <w:rsid w:val="004221C1"/>
    <w:rsid w:val="00422210"/>
    <w:rsid w:val="00422745"/>
    <w:rsid w:val="00422C8E"/>
    <w:rsid w:val="00423115"/>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6734"/>
    <w:rsid w:val="004267DC"/>
    <w:rsid w:val="004267E3"/>
    <w:rsid w:val="00426C33"/>
    <w:rsid w:val="00426E39"/>
    <w:rsid w:val="00427020"/>
    <w:rsid w:val="0042764B"/>
    <w:rsid w:val="00427A8F"/>
    <w:rsid w:val="00427CA8"/>
    <w:rsid w:val="004300C1"/>
    <w:rsid w:val="004303A4"/>
    <w:rsid w:val="0043044F"/>
    <w:rsid w:val="004304FC"/>
    <w:rsid w:val="00430632"/>
    <w:rsid w:val="004308D8"/>
    <w:rsid w:val="00430D34"/>
    <w:rsid w:val="00430F79"/>
    <w:rsid w:val="00430FDF"/>
    <w:rsid w:val="004310C7"/>
    <w:rsid w:val="0043112A"/>
    <w:rsid w:val="0043119D"/>
    <w:rsid w:val="004311F6"/>
    <w:rsid w:val="00432187"/>
    <w:rsid w:val="00432886"/>
    <w:rsid w:val="00432ACD"/>
    <w:rsid w:val="00433266"/>
    <w:rsid w:val="004335CB"/>
    <w:rsid w:val="00433EA4"/>
    <w:rsid w:val="00433EC1"/>
    <w:rsid w:val="00433F52"/>
    <w:rsid w:val="0043473E"/>
    <w:rsid w:val="00434988"/>
    <w:rsid w:val="00434D64"/>
    <w:rsid w:val="00434DB8"/>
    <w:rsid w:val="00434F6D"/>
    <w:rsid w:val="00434FEF"/>
    <w:rsid w:val="0043528A"/>
    <w:rsid w:val="004354EF"/>
    <w:rsid w:val="00435670"/>
    <w:rsid w:val="00435691"/>
    <w:rsid w:val="0043573E"/>
    <w:rsid w:val="004359B3"/>
    <w:rsid w:val="00435A4D"/>
    <w:rsid w:val="0043611A"/>
    <w:rsid w:val="00436F86"/>
    <w:rsid w:val="004400B0"/>
    <w:rsid w:val="00440290"/>
    <w:rsid w:val="0044066C"/>
    <w:rsid w:val="00440944"/>
    <w:rsid w:val="00440EEE"/>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B3A"/>
    <w:rsid w:val="00443E85"/>
    <w:rsid w:val="00444149"/>
    <w:rsid w:val="004441CF"/>
    <w:rsid w:val="004441D4"/>
    <w:rsid w:val="00444259"/>
    <w:rsid w:val="00444917"/>
    <w:rsid w:val="00444C00"/>
    <w:rsid w:val="004455CB"/>
    <w:rsid w:val="00445F7C"/>
    <w:rsid w:val="00446226"/>
    <w:rsid w:val="0044640B"/>
    <w:rsid w:val="004468FF"/>
    <w:rsid w:val="00446AF2"/>
    <w:rsid w:val="00446C92"/>
    <w:rsid w:val="00446E1C"/>
    <w:rsid w:val="00446F14"/>
    <w:rsid w:val="0044762C"/>
    <w:rsid w:val="00447657"/>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3015"/>
    <w:rsid w:val="00453026"/>
    <w:rsid w:val="00453196"/>
    <w:rsid w:val="0045346B"/>
    <w:rsid w:val="0045353A"/>
    <w:rsid w:val="00453878"/>
    <w:rsid w:val="004538A4"/>
    <w:rsid w:val="00453F5E"/>
    <w:rsid w:val="0045471A"/>
    <w:rsid w:val="0045499B"/>
    <w:rsid w:val="00454B57"/>
    <w:rsid w:val="00454B9E"/>
    <w:rsid w:val="00454DB9"/>
    <w:rsid w:val="00454ED1"/>
    <w:rsid w:val="00455339"/>
    <w:rsid w:val="004554CC"/>
    <w:rsid w:val="004555A1"/>
    <w:rsid w:val="00455614"/>
    <w:rsid w:val="00455915"/>
    <w:rsid w:val="00455E48"/>
    <w:rsid w:val="00455FAD"/>
    <w:rsid w:val="00455FF6"/>
    <w:rsid w:val="00456247"/>
    <w:rsid w:val="00456427"/>
    <w:rsid w:val="00456531"/>
    <w:rsid w:val="00456854"/>
    <w:rsid w:val="00456BBD"/>
    <w:rsid w:val="0045714A"/>
    <w:rsid w:val="00457D4E"/>
    <w:rsid w:val="00457DB8"/>
    <w:rsid w:val="00460199"/>
    <w:rsid w:val="004602F7"/>
    <w:rsid w:val="004609AC"/>
    <w:rsid w:val="00460FEF"/>
    <w:rsid w:val="004610DD"/>
    <w:rsid w:val="00461180"/>
    <w:rsid w:val="004614AF"/>
    <w:rsid w:val="00462091"/>
    <w:rsid w:val="00462171"/>
    <w:rsid w:val="0046231F"/>
    <w:rsid w:val="00462631"/>
    <w:rsid w:val="00462A52"/>
    <w:rsid w:val="00462B3D"/>
    <w:rsid w:val="00462BCE"/>
    <w:rsid w:val="00462D16"/>
    <w:rsid w:val="00462E57"/>
    <w:rsid w:val="00462EA1"/>
    <w:rsid w:val="00463510"/>
    <w:rsid w:val="004637A6"/>
    <w:rsid w:val="00463936"/>
    <w:rsid w:val="00463CFD"/>
    <w:rsid w:val="00463D05"/>
    <w:rsid w:val="004644F0"/>
    <w:rsid w:val="004647DD"/>
    <w:rsid w:val="0046494B"/>
    <w:rsid w:val="00464B98"/>
    <w:rsid w:val="0046579E"/>
    <w:rsid w:val="004657D9"/>
    <w:rsid w:val="00465820"/>
    <w:rsid w:val="0046584B"/>
    <w:rsid w:val="00465A67"/>
    <w:rsid w:val="00465C8C"/>
    <w:rsid w:val="0046618C"/>
    <w:rsid w:val="004664DE"/>
    <w:rsid w:val="0046660D"/>
    <w:rsid w:val="004667BA"/>
    <w:rsid w:val="00467054"/>
    <w:rsid w:val="004673DB"/>
    <w:rsid w:val="0046772B"/>
    <w:rsid w:val="00467A57"/>
    <w:rsid w:val="0047003C"/>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3FC3"/>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8BF"/>
    <w:rsid w:val="00481D7B"/>
    <w:rsid w:val="00481E8C"/>
    <w:rsid w:val="004820BA"/>
    <w:rsid w:val="004823FE"/>
    <w:rsid w:val="00482600"/>
    <w:rsid w:val="00482C5C"/>
    <w:rsid w:val="00482F1E"/>
    <w:rsid w:val="00483463"/>
    <w:rsid w:val="00483BC5"/>
    <w:rsid w:val="00483D09"/>
    <w:rsid w:val="00484094"/>
    <w:rsid w:val="00484421"/>
    <w:rsid w:val="0048476B"/>
    <w:rsid w:val="00484D52"/>
    <w:rsid w:val="004853E7"/>
    <w:rsid w:val="00485797"/>
    <w:rsid w:val="00485FC4"/>
    <w:rsid w:val="004860F4"/>
    <w:rsid w:val="00486126"/>
    <w:rsid w:val="00486516"/>
    <w:rsid w:val="00486FA7"/>
    <w:rsid w:val="00487F06"/>
    <w:rsid w:val="00490734"/>
    <w:rsid w:val="00490A52"/>
    <w:rsid w:val="00490FD1"/>
    <w:rsid w:val="004912C9"/>
    <w:rsid w:val="004914E7"/>
    <w:rsid w:val="0049158E"/>
    <w:rsid w:val="00491B7F"/>
    <w:rsid w:val="00491BD3"/>
    <w:rsid w:val="00491E6E"/>
    <w:rsid w:val="004923CA"/>
    <w:rsid w:val="00492638"/>
    <w:rsid w:val="0049290F"/>
    <w:rsid w:val="004929BB"/>
    <w:rsid w:val="00492B35"/>
    <w:rsid w:val="00492CB1"/>
    <w:rsid w:val="0049339E"/>
    <w:rsid w:val="00493F40"/>
    <w:rsid w:val="00494845"/>
    <w:rsid w:val="00494972"/>
    <w:rsid w:val="00494A05"/>
    <w:rsid w:val="00494C5C"/>
    <w:rsid w:val="004952AE"/>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2D5"/>
    <w:rsid w:val="004A06DD"/>
    <w:rsid w:val="004A08BA"/>
    <w:rsid w:val="004A0930"/>
    <w:rsid w:val="004A12D2"/>
    <w:rsid w:val="004A15AF"/>
    <w:rsid w:val="004A15C2"/>
    <w:rsid w:val="004A1B55"/>
    <w:rsid w:val="004A1FC3"/>
    <w:rsid w:val="004A214F"/>
    <w:rsid w:val="004A2633"/>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E75"/>
    <w:rsid w:val="004A620E"/>
    <w:rsid w:val="004A6337"/>
    <w:rsid w:val="004A633E"/>
    <w:rsid w:val="004A63DA"/>
    <w:rsid w:val="004A679E"/>
    <w:rsid w:val="004A6C3D"/>
    <w:rsid w:val="004A6CCB"/>
    <w:rsid w:val="004A6D57"/>
    <w:rsid w:val="004A6F22"/>
    <w:rsid w:val="004A7096"/>
    <w:rsid w:val="004A7643"/>
    <w:rsid w:val="004B038A"/>
    <w:rsid w:val="004B0987"/>
    <w:rsid w:val="004B0C01"/>
    <w:rsid w:val="004B0C8E"/>
    <w:rsid w:val="004B1341"/>
    <w:rsid w:val="004B1A55"/>
    <w:rsid w:val="004B2007"/>
    <w:rsid w:val="004B230C"/>
    <w:rsid w:val="004B2433"/>
    <w:rsid w:val="004B2A74"/>
    <w:rsid w:val="004B2AA0"/>
    <w:rsid w:val="004B2EA3"/>
    <w:rsid w:val="004B3313"/>
    <w:rsid w:val="004B335D"/>
    <w:rsid w:val="004B3377"/>
    <w:rsid w:val="004B3614"/>
    <w:rsid w:val="004B3A0A"/>
    <w:rsid w:val="004B4ADA"/>
    <w:rsid w:val="004B4AE8"/>
    <w:rsid w:val="004B5A36"/>
    <w:rsid w:val="004B5AEB"/>
    <w:rsid w:val="004B5BCB"/>
    <w:rsid w:val="004B61D8"/>
    <w:rsid w:val="004B62B4"/>
    <w:rsid w:val="004B693F"/>
    <w:rsid w:val="004B6A75"/>
    <w:rsid w:val="004B70EA"/>
    <w:rsid w:val="004B7552"/>
    <w:rsid w:val="004B7578"/>
    <w:rsid w:val="004B77B2"/>
    <w:rsid w:val="004B7F5E"/>
    <w:rsid w:val="004C065E"/>
    <w:rsid w:val="004C0BC7"/>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D5B"/>
    <w:rsid w:val="004C50B5"/>
    <w:rsid w:val="004C5142"/>
    <w:rsid w:val="004C5238"/>
    <w:rsid w:val="004C55AB"/>
    <w:rsid w:val="004C57B5"/>
    <w:rsid w:val="004C5A55"/>
    <w:rsid w:val="004C6314"/>
    <w:rsid w:val="004C6375"/>
    <w:rsid w:val="004C6647"/>
    <w:rsid w:val="004C7581"/>
    <w:rsid w:val="004C75DB"/>
    <w:rsid w:val="004C765B"/>
    <w:rsid w:val="004C76C5"/>
    <w:rsid w:val="004C7808"/>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60C"/>
    <w:rsid w:val="004D38E5"/>
    <w:rsid w:val="004D3FE2"/>
    <w:rsid w:val="004D4388"/>
    <w:rsid w:val="004D5398"/>
    <w:rsid w:val="004D54CB"/>
    <w:rsid w:val="004D565B"/>
    <w:rsid w:val="004D5923"/>
    <w:rsid w:val="004D59F7"/>
    <w:rsid w:val="004D60C2"/>
    <w:rsid w:val="004D60CE"/>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6B5"/>
    <w:rsid w:val="004E1D58"/>
    <w:rsid w:val="004E21DD"/>
    <w:rsid w:val="004E2228"/>
    <w:rsid w:val="004E23A6"/>
    <w:rsid w:val="004E282C"/>
    <w:rsid w:val="004E29B4"/>
    <w:rsid w:val="004E2B75"/>
    <w:rsid w:val="004E2C65"/>
    <w:rsid w:val="004E3158"/>
    <w:rsid w:val="004E3354"/>
    <w:rsid w:val="004E3B4C"/>
    <w:rsid w:val="004E4598"/>
    <w:rsid w:val="004E4AC7"/>
    <w:rsid w:val="004E4C3C"/>
    <w:rsid w:val="004E4C99"/>
    <w:rsid w:val="004E52B8"/>
    <w:rsid w:val="004E5854"/>
    <w:rsid w:val="004E58C3"/>
    <w:rsid w:val="004E621C"/>
    <w:rsid w:val="004E77BC"/>
    <w:rsid w:val="004E7B91"/>
    <w:rsid w:val="004E7DD9"/>
    <w:rsid w:val="004F0081"/>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773"/>
    <w:rsid w:val="004F38D1"/>
    <w:rsid w:val="004F3AD0"/>
    <w:rsid w:val="004F3B67"/>
    <w:rsid w:val="004F3BE1"/>
    <w:rsid w:val="004F3FB1"/>
    <w:rsid w:val="004F428F"/>
    <w:rsid w:val="004F4F34"/>
    <w:rsid w:val="004F52F8"/>
    <w:rsid w:val="004F541F"/>
    <w:rsid w:val="004F5788"/>
    <w:rsid w:val="004F5A7C"/>
    <w:rsid w:val="004F5B3A"/>
    <w:rsid w:val="004F5F54"/>
    <w:rsid w:val="004F5FB7"/>
    <w:rsid w:val="004F623A"/>
    <w:rsid w:val="004F6368"/>
    <w:rsid w:val="004F6659"/>
    <w:rsid w:val="004F6917"/>
    <w:rsid w:val="004F69A7"/>
    <w:rsid w:val="004F6C9E"/>
    <w:rsid w:val="004F6DC9"/>
    <w:rsid w:val="004F73F4"/>
    <w:rsid w:val="004F748B"/>
    <w:rsid w:val="004F75C3"/>
    <w:rsid w:val="004F7876"/>
    <w:rsid w:val="004F7DD7"/>
    <w:rsid w:val="005005E5"/>
    <w:rsid w:val="00500F35"/>
    <w:rsid w:val="00500F4D"/>
    <w:rsid w:val="00500FF7"/>
    <w:rsid w:val="0050172D"/>
    <w:rsid w:val="00501816"/>
    <w:rsid w:val="00501C62"/>
    <w:rsid w:val="005023AD"/>
    <w:rsid w:val="0050291A"/>
    <w:rsid w:val="00502ACA"/>
    <w:rsid w:val="00502B2A"/>
    <w:rsid w:val="00503065"/>
    <w:rsid w:val="005030B8"/>
    <w:rsid w:val="005031E6"/>
    <w:rsid w:val="005045E1"/>
    <w:rsid w:val="00504C76"/>
    <w:rsid w:val="00504E2F"/>
    <w:rsid w:val="005050DE"/>
    <w:rsid w:val="00505769"/>
    <w:rsid w:val="00505D06"/>
    <w:rsid w:val="00505DFE"/>
    <w:rsid w:val="00505EAD"/>
    <w:rsid w:val="005061C0"/>
    <w:rsid w:val="00506384"/>
    <w:rsid w:val="005067D0"/>
    <w:rsid w:val="00506E6A"/>
    <w:rsid w:val="00507530"/>
    <w:rsid w:val="00507E4A"/>
    <w:rsid w:val="005104BB"/>
    <w:rsid w:val="005106C7"/>
    <w:rsid w:val="00510FA8"/>
    <w:rsid w:val="00511095"/>
    <w:rsid w:val="005111C7"/>
    <w:rsid w:val="0051138A"/>
    <w:rsid w:val="00511557"/>
    <w:rsid w:val="005122B4"/>
    <w:rsid w:val="005123F4"/>
    <w:rsid w:val="00512F2F"/>
    <w:rsid w:val="00513161"/>
    <w:rsid w:val="00513B5A"/>
    <w:rsid w:val="00513FA6"/>
    <w:rsid w:val="0051415A"/>
    <w:rsid w:val="00514848"/>
    <w:rsid w:val="00514B6A"/>
    <w:rsid w:val="00514B93"/>
    <w:rsid w:val="00514D5A"/>
    <w:rsid w:val="00515269"/>
    <w:rsid w:val="00515301"/>
    <w:rsid w:val="00515468"/>
    <w:rsid w:val="0051557D"/>
    <w:rsid w:val="00515A06"/>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0AE"/>
    <w:rsid w:val="00523625"/>
    <w:rsid w:val="00523977"/>
    <w:rsid w:val="00523B04"/>
    <w:rsid w:val="00523E27"/>
    <w:rsid w:val="0052412F"/>
    <w:rsid w:val="0052474F"/>
    <w:rsid w:val="00524957"/>
    <w:rsid w:val="00524968"/>
    <w:rsid w:val="00524B5D"/>
    <w:rsid w:val="00524CF4"/>
    <w:rsid w:val="005252E9"/>
    <w:rsid w:val="00525448"/>
    <w:rsid w:val="00525C56"/>
    <w:rsid w:val="00525E5B"/>
    <w:rsid w:val="0052669B"/>
    <w:rsid w:val="005267A9"/>
    <w:rsid w:val="00527352"/>
    <w:rsid w:val="005273A7"/>
    <w:rsid w:val="005302F7"/>
    <w:rsid w:val="005302FA"/>
    <w:rsid w:val="00530529"/>
    <w:rsid w:val="005309A0"/>
    <w:rsid w:val="00530A72"/>
    <w:rsid w:val="00530A80"/>
    <w:rsid w:val="00530ACA"/>
    <w:rsid w:val="00530F48"/>
    <w:rsid w:val="005311AB"/>
    <w:rsid w:val="0053128D"/>
    <w:rsid w:val="005313C9"/>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1EC0"/>
    <w:rsid w:val="0054233A"/>
    <w:rsid w:val="005424F3"/>
    <w:rsid w:val="00542659"/>
    <w:rsid w:val="005426E8"/>
    <w:rsid w:val="005428F7"/>
    <w:rsid w:val="0054298C"/>
    <w:rsid w:val="00542F5D"/>
    <w:rsid w:val="00543454"/>
    <w:rsid w:val="00543542"/>
    <w:rsid w:val="00543642"/>
    <w:rsid w:val="00543C3B"/>
    <w:rsid w:val="00543EC8"/>
    <w:rsid w:val="005443AF"/>
    <w:rsid w:val="0054449A"/>
    <w:rsid w:val="00544534"/>
    <w:rsid w:val="00544ECE"/>
    <w:rsid w:val="005454A4"/>
    <w:rsid w:val="00545920"/>
    <w:rsid w:val="0054592A"/>
    <w:rsid w:val="005466A9"/>
    <w:rsid w:val="00546D1B"/>
    <w:rsid w:val="005473F4"/>
    <w:rsid w:val="00547951"/>
    <w:rsid w:val="005479D1"/>
    <w:rsid w:val="00547BE4"/>
    <w:rsid w:val="00547CB6"/>
    <w:rsid w:val="00550175"/>
    <w:rsid w:val="0055085F"/>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431"/>
    <w:rsid w:val="0055761C"/>
    <w:rsid w:val="00557699"/>
    <w:rsid w:val="005578AC"/>
    <w:rsid w:val="00557D55"/>
    <w:rsid w:val="00557D5C"/>
    <w:rsid w:val="00557F2D"/>
    <w:rsid w:val="00560BE9"/>
    <w:rsid w:val="00560ED1"/>
    <w:rsid w:val="00560F6B"/>
    <w:rsid w:val="005614BB"/>
    <w:rsid w:val="00561980"/>
    <w:rsid w:val="00561CBE"/>
    <w:rsid w:val="00561E70"/>
    <w:rsid w:val="005620EE"/>
    <w:rsid w:val="0056278E"/>
    <w:rsid w:val="00562B24"/>
    <w:rsid w:val="00562B44"/>
    <w:rsid w:val="005630FB"/>
    <w:rsid w:val="0056327E"/>
    <w:rsid w:val="0056354B"/>
    <w:rsid w:val="005635E9"/>
    <w:rsid w:val="00563A93"/>
    <w:rsid w:val="0056402F"/>
    <w:rsid w:val="00564E97"/>
    <w:rsid w:val="00565216"/>
    <w:rsid w:val="00565650"/>
    <w:rsid w:val="00565710"/>
    <w:rsid w:val="00565BDC"/>
    <w:rsid w:val="00566542"/>
    <w:rsid w:val="0056667B"/>
    <w:rsid w:val="00566683"/>
    <w:rsid w:val="0056675E"/>
    <w:rsid w:val="0056686B"/>
    <w:rsid w:val="00566BE7"/>
    <w:rsid w:val="00566E87"/>
    <w:rsid w:val="00566E99"/>
    <w:rsid w:val="005671C0"/>
    <w:rsid w:val="0056734D"/>
    <w:rsid w:val="005674E0"/>
    <w:rsid w:val="005676ED"/>
    <w:rsid w:val="005676F8"/>
    <w:rsid w:val="005678B7"/>
    <w:rsid w:val="00567B5D"/>
    <w:rsid w:val="00567F1F"/>
    <w:rsid w:val="00570551"/>
    <w:rsid w:val="00570B47"/>
    <w:rsid w:val="005710BF"/>
    <w:rsid w:val="0057153B"/>
    <w:rsid w:val="00571746"/>
    <w:rsid w:val="00571982"/>
    <w:rsid w:val="00571EAB"/>
    <w:rsid w:val="00572317"/>
    <w:rsid w:val="005729B0"/>
    <w:rsid w:val="00572BC5"/>
    <w:rsid w:val="00572D8B"/>
    <w:rsid w:val="00572DCD"/>
    <w:rsid w:val="005731A0"/>
    <w:rsid w:val="005731BF"/>
    <w:rsid w:val="005734F8"/>
    <w:rsid w:val="005736BB"/>
    <w:rsid w:val="00573868"/>
    <w:rsid w:val="00573FE0"/>
    <w:rsid w:val="00574BA1"/>
    <w:rsid w:val="00574FD6"/>
    <w:rsid w:val="005757D5"/>
    <w:rsid w:val="00575A36"/>
    <w:rsid w:val="00575BBA"/>
    <w:rsid w:val="005760F9"/>
    <w:rsid w:val="00576162"/>
    <w:rsid w:val="005764F8"/>
    <w:rsid w:val="00576750"/>
    <w:rsid w:val="00576E85"/>
    <w:rsid w:val="00576F79"/>
    <w:rsid w:val="005770A1"/>
    <w:rsid w:val="00577526"/>
    <w:rsid w:val="00577805"/>
    <w:rsid w:val="00577B02"/>
    <w:rsid w:val="00577C1D"/>
    <w:rsid w:val="00577DE6"/>
    <w:rsid w:val="00580168"/>
    <w:rsid w:val="00580ADE"/>
    <w:rsid w:val="00581055"/>
    <w:rsid w:val="00581409"/>
    <w:rsid w:val="00581595"/>
    <w:rsid w:val="00581762"/>
    <w:rsid w:val="00581FE3"/>
    <w:rsid w:val="00582256"/>
    <w:rsid w:val="005824E9"/>
    <w:rsid w:val="00582769"/>
    <w:rsid w:val="00582A40"/>
    <w:rsid w:val="00582F8D"/>
    <w:rsid w:val="00583139"/>
    <w:rsid w:val="005836AB"/>
    <w:rsid w:val="00583DFC"/>
    <w:rsid w:val="00583E3B"/>
    <w:rsid w:val="0058447C"/>
    <w:rsid w:val="005847F1"/>
    <w:rsid w:val="005849C0"/>
    <w:rsid w:val="00584B26"/>
    <w:rsid w:val="00584E11"/>
    <w:rsid w:val="0058519E"/>
    <w:rsid w:val="005853D2"/>
    <w:rsid w:val="005855CE"/>
    <w:rsid w:val="00585617"/>
    <w:rsid w:val="00585A24"/>
    <w:rsid w:val="00585B02"/>
    <w:rsid w:val="00585BDF"/>
    <w:rsid w:val="00585D5D"/>
    <w:rsid w:val="00586666"/>
    <w:rsid w:val="005867D1"/>
    <w:rsid w:val="00586804"/>
    <w:rsid w:val="0058683F"/>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3209"/>
    <w:rsid w:val="0059393C"/>
    <w:rsid w:val="005940F5"/>
    <w:rsid w:val="005942C5"/>
    <w:rsid w:val="005946E0"/>
    <w:rsid w:val="00594F55"/>
    <w:rsid w:val="00595051"/>
    <w:rsid w:val="005954E5"/>
    <w:rsid w:val="00595B19"/>
    <w:rsid w:val="00595D08"/>
    <w:rsid w:val="00596261"/>
    <w:rsid w:val="00596FFD"/>
    <w:rsid w:val="00597006"/>
    <w:rsid w:val="00597064"/>
    <w:rsid w:val="005973F0"/>
    <w:rsid w:val="00597D2B"/>
    <w:rsid w:val="00597DBC"/>
    <w:rsid w:val="005A0163"/>
    <w:rsid w:val="005A0318"/>
    <w:rsid w:val="005A07C0"/>
    <w:rsid w:val="005A07D3"/>
    <w:rsid w:val="005A0B5D"/>
    <w:rsid w:val="005A12F8"/>
    <w:rsid w:val="005A1609"/>
    <w:rsid w:val="005A18A7"/>
    <w:rsid w:val="005A1ED2"/>
    <w:rsid w:val="005A27D1"/>
    <w:rsid w:val="005A2810"/>
    <w:rsid w:val="005A2855"/>
    <w:rsid w:val="005A2AEC"/>
    <w:rsid w:val="005A2C13"/>
    <w:rsid w:val="005A2E91"/>
    <w:rsid w:val="005A31D6"/>
    <w:rsid w:val="005A3579"/>
    <w:rsid w:val="005A3709"/>
    <w:rsid w:val="005A3CF4"/>
    <w:rsid w:val="005A3F05"/>
    <w:rsid w:val="005A4581"/>
    <w:rsid w:val="005A49CF"/>
    <w:rsid w:val="005A4A0B"/>
    <w:rsid w:val="005A4A14"/>
    <w:rsid w:val="005A5D0F"/>
    <w:rsid w:val="005A5D9F"/>
    <w:rsid w:val="005A5E7E"/>
    <w:rsid w:val="005A5F40"/>
    <w:rsid w:val="005A6853"/>
    <w:rsid w:val="005A69E2"/>
    <w:rsid w:val="005A6ACF"/>
    <w:rsid w:val="005A6F29"/>
    <w:rsid w:val="005A7420"/>
    <w:rsid w:val="005A7794"/>
    <w:rsid w:val="005A7815"/>
    <w:rsid w:val="005A7881"/>
    <w:rsid w:val="005B01C4"/>
    <w:rsid w:val="005B054A"/>
    <w:rsid w:val="005B09CE"/>
    <w:rsid w:val="005B0E3F"/>
    <w:rsid w:val="005B101E"/>
    <w:rsid w:val="005B1030"/>
    <w:rsid w:val="005B1438"/>
    <w:rsid w:val="005B14CE"/>
    <w:rsid w:val="005B15E4"/>
    <w:rsid w:val="005B1BD2"/>
    <w:rsid w:val="005B2105"/>
    <w:rsid w:val="005B2A52"/>
    <w:rsid w:val="005B2CD6"/>
    <w:rsid w:val="005B317D"/>
    <w:rsid w:val="005B31CF"/>
    <w:rsid w:val="005B3926"/>
    <w:rsid w:val="005B3E01"/>
    <w:rsid w:val="005B400D"/>
    <w:rsid w:val="005B41BE"/>
    <w:rsid w:val="005B42DF"/>
    <w:rsid w:val="005B4E10"/>
    <w:rsid w:val="005B50B5"/>
    <w:rsid w:val="005B5597"/>
    <w:rsid w:val="005B5B20"/>
    <w:rsid w:val="005B5DE7"/>
    <w:rsid w:val="005B5F79"/>
    <w:rsid w:val="005B603D"/>
    <w:rsid w:val="005B608C"/>
    <w:rsid w:val="005B619D"/>
    <w:rsid w:val="005B62E4"/>
    <w:rsid w:val="005B636F"/>
    <w:rsid w:val="005B646E"/>
    <w:rsid w:val="005B648E"/>
    <w:rsid w:val="005B6537"/>
    <w:rsid w:val="005B65C6"/>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83B"/>
    <w:rsid w:val="005C5AD5"/>
    <w:rsid w:val="005C6031"/>
    <w:rsid w:val="005C6161"/>
    <w:rsid w:val="005C621C"/>
    <w:rsid w:val="005C6246"/>
    <w:rsid w:val="005C64A6"/>
    <w:rsid w:val="005C6B8D"/>
    <w:rsid w:val="005C7305"/>
    <w:rsid w:val="005C77C8"/>
    <w:rsid w:val="005C78AC"/>
    <w:rsid w:val="005C7B05"/>
    <w:rsid w:val="005D04F7"/>
    <w:rsid w:val="005D0C90"/>
    <w:rsid w:val="005D1A8B"/>
    <w:rsid w:val="005D1B95"/>
    <w:rsid w:val="005D1CC0"/>
    <w:rsid w:val="005D1FEB"/>
    <w:rsid w:val="005D27D9"/>
    <w:rsid w:val="005D283E"/>
    <w:rsid w:val="005D2A90"/>
    <w:rsid w:val="005D2AAF"/>
    <w:rsid w:val="005D2AB9"/>
    <w:rsid w:val="005D3280"/>
    <w:rsid w:val="005D333F"/>
    <w:rsid w:val="005D3560"/>
    <w:rsid w:val="005D35FB"/>
    <w:rsid w:val="005D377B"/>
    <w:rsid w:val="005D47E8"/>
    <w:rsid w:val="005D4926"/>
    <w:rsid w:val="005D4D53"/>
    <w:rsid w:val="005D512F"/>
    <w:rsid w:val="005D51D5"/>
    <w:rsid w:val="005D5292"/>
    <w:rsid w:val="005D54C7"/>
    <w:rsid w:val="005D583C"/>
    <w:rsid w:val="005D5D49"/>
    <w:rsid w:val="005D6BE6"/>
    <w:rsid w:val="005D772D"/>
    <w:rsid w:val="005D7A68"/>
    <w:rsid w:val="005D7C43"/>
    <w:rsid w:val="005D7E3E"/>
    <w:rsid w:val="005D7E8D"/>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4167"/>
    <w:rsid w:val="005E436B"/>
    <w:rsid w:val="005E448D"/>
    <w:rsid w:val="005E4C40"/>
    <w:rsid w:val="005E548C"/>
    <w:rsid w:val="005E553E"/>
    <w:rsid w:val="005E5E86"/>
    <w:rsid w:val="005E600E"/>
    <w:rsid w:val="005E625F"/>
    <w:rsid w:val="005E64A5"/>
    <w:rsid w:val="005E64B8"/>
    <w:rsid w:val="005E6606"/>
    <w:rsid w:val="005E68BE"/>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29A2"/>
    <w:rsid w:val="005F2B8C"/>
    <w:rsid w:val="005F32A5"/>
    <w:rsid w:val="005F3582"/>
    <w:rsid w:val="005F3C5B"/>
    <w:rsid w:val="005F42B7"/>
    <w:rsid w:val="005F4492"/>
    <w:rsid w:val="005F47A0"/>
    <w:rsid w:val="005F4B51"/>
    <w:rsid w:val="005F4CF3"/>
    <w:rsid w:val="005F5058"/>
    <w:rsid w:val="005F52B8"/>
    <w:rsid w:val="005F578E"/>
    <w:rsid w:val="005F59B3"/>
    <w:rsid w:val="005F5AB9"/>
    <w:rsid w:val="005F5B0E"/>
    <w:rsid w:val="005F60D3"/>
    <w:rsid w:val="005F68CE"/>
    <w:rsid w:val="005F6EAA"/>
    <w:rsid w:val="005F73CB"/>
    <w:rsid w:val="005F748E"/>
    <w:rsid w:val="005F74AF"/>
    <w:rsid w:val="005F7932"/>
    <w:rsid w:val="005F79AD"/>
    <w:rsid w:val="005F7C89"/>
    <w:rsid w:val="005F7CDD"/>
    <w:rsid w:val="005F7D11"/>
    <w:rsid w:val="005F7F4D"/>
    <w:rsid w:val="00600716"/>
    <w:rsid w:val="0060071C"/>
    <w:rsid w:val="006007CA"/>
    <w:rsid w:val="006008CD"/>
    <w:rsid w:val="00600D72"/>
    <w:rsid w:val="00600F13"/>
    <w:rsid w:val="006016F1"/>
    <w:rsid w:val="006018A7"/>
    <w:rsid w:val="0060190A"/>
    <w:rsid w:val="00601AF9"/>
    <w:rsid w:val="00601B53"/>
    <w:rsid w:val="00601E71"/>
    <w:rsid w:val="0060217E"/>
    <w:rsid w:val="0060222C"/>
    <w:rsid w:val="00602651"/>
    <w:rsid w:val="006028FA"/>
    <w:rsid w:val="00602D6E"/>
    <w:rsid w:val="006039C9"/>
    <w:rsid w:val="00603A5E"/>
    <w:rsid w:val="00604410"/>
    <w:rsid w:val="00604B91"/>
    <w:rsid w:val="00605162"/>
    <w:rsid w:val="00605265"/>
    <w:rsid w:val="006055EF"/>
    <w:rsid w:val="00605B8F"/>
    <w:rsid w:val="00605D2E"/>
    <w:rsid w:val="00605DA9"/>
    <w:rsid w:val="0060662D"/>
    <w:rsid w:val="00606BE6"/>
    <w:rsid w:val="00606C78"/>
    <w:rsid w:val="00606EC7"/>
    <w:rsid w:val="006074B0"/>
    <w:rsid w:val="0060757F"/>
    <w:rsid w:val="00607596"/>
    <w:rsid w:val="0060773B"/>
    <w:rsid w:val="006079AD"/>
    <w:rsid w:val="00607D49"/>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2FA"/>
    <w:rsid w:val="006204FF"/>
    <w:rsid w:val="00620AF2"/>
    <w:rsid w:val="00620BC8"/>
    <w:rsid w:val="00621276"/>
    <w:rsid w:val="00621542"/>
    <w:rsid w:val="006215FD"/>
    <w:rsid w:val="00621AD7"/>
    <w:rsid w:val="00621C61"/>
    <w:rsid w:val="006220D8"/>
    <w:rsid w:val="0062214F"/>
    <w:rsid w:val="00622444"/>
    <w:rsid w:val="00622681"/>
    <w:rsid w:val="0062269E"/>
    <w:rsid w:val="0062294A"/>
    <w:rsid w:val="00622EE8"/>
    <w:rsid w:val="0062323B"/>
    <w:rsid w:val="00623447"/>
    <w:rsid w:val="006237E6"/>
    <w:rsid w:val="0062393B"/>
    <w:rsid w:val="00623A5F"/>
    <w:rsid w:val="00623E2D"/>
    <w:rsid w:val="00623F16"/>
    <w:rsid w:val="006240EF"/>
    <w:rsid w:val="006241D3"/>
    <w:rsid w:val="006241DF"/>
    <w:rsid w:val="00624278"/>
    <w:rsid w:val="006247C6"/>
    <w:rsid w:val="00624FCC"/>
    <w:rsid w:val="00624FFB"/>
    <w:rsid w:val="0062506F"/>
    <w:rsid w:val="0062509C"/>
    <w:rsid w:val="00625143"/>
    <w:rsid w:val="006251E2"/>
    <w:rsid w:val="00625253"/>
    <w:rsid w:val="00625758"/>
    <w:rsid w:val="0062580A"/>
    <w:rsid w:val="006263D0"/>
    <w:rsid w:val="00626554"/>
    <w:rsid w:val="00626B0E"/>
    <w:rsid w:val="00626CE9"/>
    <w:rsid w:val="0062748B"/>
    <w:rsid w:val="006277AC"/>
    <w:rsid w:val="006279A0"/>
    <w:rsid w:val="00627DD4"/>
    <w:rsid w:val="00627E33"/>
    <w:rsid w:val="006302C2"/>
    <w:rsid w:val="006302FD"/>
    <w:rsid w:val="00630315"/>
    <w:rsid w:val="0063069D"/>
    <w:rsid w:val="0063084A"/>
    <w:rsid w:val="00630F3D"/>
    <w:rsid w:val="00631070"/>
    <w:rsid w:val="006313CC"/>
    <w:rsid w:val="006320F0"/>
    <w:rsid w:val="0063261F"/>
    <w:rsid w:val="00632A17"/>
    <w:rsid w:val="00632D66"/>
    <w:rsid w:val="00632FC8"/>
    <w:rsid w:val="00633196"/>
    <w:rsid w:val="0063344E"/>
    <w:rsid w:val="0063369F"/>
    <w:rsid w:val="006338E8"/>
    <w:rsid w:val="00634511"/>
    <w:rsid w:val="00634632"/>
    <w:rsid w:val="00634A1A"/>
    <w:rsid w:val="00635123"/>
    <w:rsid w:val="006354DF"/>
    <w:rsid w:val="0063557C"/>
    <w:rsid w:val="00635708"/>
    <w:rsid w:val="006357AB"/>
    <w:rsid w:val="006361ED"/>
    <w:rsid w:val="006364E8"/>
    <w:rsid w:val="006368A1"/>
    <w:rsid w:val="00636970"/>
    <w:rsid w:val="0063716B"/>
    <w:rsid w:val="00640656"/>
    <w:rsid w:val="006410B5"/>
    <w:rsid w:val="00641107"/>
    <w:rsid w:val="00641645"/>
    <w:rsid w:val="0064168A"/>
    <w:rsid w:val="006417A7"/>
    <w:rsid w:val="00641AE6"/>
    <w:rsid w:val="00641E7D"/>
    <w:rsid w:val="00641EB9"/>
    <w:rsid w:val="00642440"/>
    <w:rsid w:val="006424A8"/>
    <w:rsid w:val="00642720"/>
    <w:rsid w:val="0064302B"/>
    <w:rsid w:val="00643641"/>
    <w:rsid w:val="006436F8"/>
    <w:rsid w:val="00643778"/>
    <w:rsid w:val="006438DA"/>
    <w:rsid w:val="00643C5D"/>
    <w:rsid w:val="00643F70"/>
    <w:rsid w:val="00644551"/>
    <w:rsid w:val="00644951"/>
    <w:rsid w:val="00645827"/>
    <w:rsid w:val="0064593A"/>
    <w:rsid w:val="006459A4"/>
    <w:rsid w:val="0064601E"/>
    <w:rsid w:val="006460BB"/>
    <w:rsid w:val="006461B2"/>
    <w:rsid w:val="00646214"/>
    <w:rsid w:val="006464E5"/>
    <w:rsid w:val="00646987"/>
    <w:rsid w:val="00646E64"/>
    <w:rsid w:val="00647135"/>
    <w:rsid w:val="006472B2"/>
    <w:rsid w:val="0064760E"/>
    <w:rsid w:val="006477FA"/>
    <w:rsid w:val="006479F5"/>
    <w:rsid w:val="00647A87"/>
    <w:rsid w:val="00647B82"/>
    <w:rsid w:val="00647EF2"/>
    <w:rsid w:val="006507BC"/>
    <w:rsid w:val="00650C69"/>
    <w:rsid w:val="00650E19"/>
    <w:rsid w:val="00650FDE"/>
    <w:rsid w:val="00651475"/>
    <w:rsid w:val="00651618"/>
    <w:rsid w:val="006518DD"/>
    <w:rsid w:val="00651A70"/>
    <w:rsid w:val="006523BD"/>
    <w:rsid w:val="00652883"/>
    <w:rsid w:val="00652BE2"/>
    <w:rsid w:val="00652C3A"/>
    <w:rsid w:val="00652D6E"/>
    <w:rsid w:val="00652FA4"/>
    <w:rsid w:val="00652FC4"/>
    <w:rsid w:val="0065353A"/>
    <w:rsid w:val="00653962"/>
    <w:rsid w:val="006539B8"/>
    <w:rsid w:val="00653A2B"/>
    <w:rsid w:val="00653B76"/>
    <w:rsid w:val="00653EA0"/>
    <w:rsid w:val="00653EBF"/>
    <w:rsid w:val="006543F4"/>
    <w:rsid w:val="00654405"/>
    <w:rsid w:val="00654B6E"/>
    <w:rsid w:val="00654D37"/>
    <w:rsid w:val="006550BE"/>
    <w:rsid w:val="00655413"/>
    <w:rsid w:val="00655549"/>
    <w:rsid w:val="00655B3B"/>
    <w:rsid w:val="00656ACC"/>
    <w:rsid w:val="00656C99"/>
    <w:rsid w:val="00657164"/>
    <w:rsid w:val="0065735A"/>
    <w:rsid w:val="006575A3"/>
    <w:rsid w:val="00657B72"/>
    <w:rsid w:val="00657E48"/>
    <w:rsid w:val="00657EF9"/>
    <w:rsid w:val="00657F20"/>
    <w:rsid w:val="00657F5D"/>
    <w:rsid w:val="006600A4"/>
    <w:rsid w:val="00660188"/>
    <w:rsid w:val="00660271"/>
    <w:rsid w:val="00660DB1"/>
    <w:rsid w:val="00660F31"/>
    <w:rsid w:val="00661519"/>
    <w:rsid w:val="006620AA"/>
    <w:rsid w:val="00662291"/>
    <w:rsid w:val="006628E9"/>
    <w:rsid w:val="00662B3B"/>
    <w:rsid w:val="00662E59"/>
    <w:rsid w:val="00662F2C"/>
    <w:rsid w:val="006635E0"/>
    <w:rsid w:val="006636E0"/>
    <w:rsid w:val="00663A53"/>
    <w:rsid w:val="00664924"/>
    <w:rsid w:val="00664CFB"/>
    <w:rsid w:val="0066531C"/>
    <w:rsid w:val="00665390"/>
    <w:rsid w:val="00665753"/>
    <w:rsid w:val="00665C93"/>
    <w:rsid w:val="00665D8B"/>
    <w:rsid w:val="00665DB3"/>
    <w:rsid w:val="00665E3F"/>
    <w:rsid w:val="00665E79"/>
    <w:rsid w:val="006664AF"/>
    <w:rsid w:val="006664FF"/>
    <w:rsid w:val="00667059"/>
    <w:rsid w:val="00667222"/>
    <w:rsid w:val="00667590"/>
    <w:rsid w:val="0066768A"/>
    <w:rsid w:val="00667821"/>
    <w:rsid w:val="00667D92"/>
    <w:rsid w:val="006704C9"/>
    <w:rsid w:val="006708D4"/>
    <w:rsid w:val="00670B89"/>
    <w:rsid w:val="00670E09"/>
    <w:rsid w:val="00670E75"/>
    <w:rsid w:val="00670FBA"/>
    <w:rsid w:val="00671343"/>
    <w:rsid w:val="00671D87"/>
    <w:rsid w:val="00671F54"/>
    <w:rsid w:val="00672358"/>
    <w:rsid w:val="006723B2"/>
    <w:rsid w:val="006728E4"/>
    <w:rsid w:val="00672B5B"/>
    <w:rsid w:val="00672E36"/>
    <w:rsid w:val="00673907"/>
    <w:rsid w:val="00673D95"/>
    <w:rsid w:val="00673EB8"/>
    <w:rsid w:val="00674595"/>
    <w:rsid w:val="00674AAD"/>
    <w:rsid w:val="00674CE0"/>
    <w:rsid w:val="00674D6A"/>
    <w:rsid w:val="00675060"/>
    <w:rsid w:val="00675205"/>
    <w:rsid w:val="0067549B"/>
    <w:rsid w:val="00675D29"/>
    <w:rsid w:val="00675DB5"/>
    <w:rsid w:val="00676474"/>
    <w:rsid w:val="006764AB"/>
    <w:rsid w:val="0067665B"/>
    <w:rsid w:val="006766B0"/>
    <w:rsid w:val="00676703"/>
    <w:rsid w:val="006767F7"/>
    <w:rsid w:val="00676BED"/>
    <w:rsid w:val="00676DBB"/>
    <w:rsid w:val="00676DC4"/>
    <w:rsid w:val="00676F38"/>
    <w:rsid w:val="006775E6"/>
    <w:rsid w:val="006776BF"/>
    <w:rsid w:val="006777D7"/>
    <w:rsid w:val="00677909"/>
    <w:rsid w:val="0068042A"/>
    <w:rsid w:val="006809F6"/>
    <w:rsid w:val="00680A2B"/>
    <w:rsid w:val="00680B25"/>
    <w:rsid w:val="00681075"/>
    <w:rsid w:val="0068154E"/>
    <w:rsid w:val="00681C93"/>
    <w:rsid w:val="0068210E"/>
    <w:rsid w:val="00682221"/>
    <w:rsid w:val="0068255B"/>
    <w:rsid w:val="00682A26"/>
    <w:rsid w:val="00682D47"/>
    <w:rsid w:val="00682E8D"/>
    <w:rsid w:val="00683002"/>
    <w:rsid w:val="00683023"/>
    <w:rsid w:val="00683074"/>
    <w:rsid w:val="00683268"/>
    <w:rsid w:val="00683428"/>
    <w:rsid w:val="006838CA"/>
    <w:rsid w:val="006838FE"/>
    <w:rsid w:val="0068406B"/>
    <w:rsid w:val="00684467"/>
    <w:rsid w:val="006849B8"/>
    <w:rsid w:val="00684AE1"/>
    <w:rsid w:val="00684E75"/>
    <w:rsid w:val="006850DB"/>
    <w:rsid w:val="00685189"/>
    <w:rsid w:val="00685361"/>
    <w:rsid w:val="00685B6B"/>
    <w:rsid w:val="00685E88"/>
    <w:rsid w:val="00685F40"/>
    <w:rsid w:val="0068625B"/>
    <w:rsid w:val="00686273"/>
    <w:rsid w:val="006862D3"/>
    <w:rsid w:val="006865A6"/>
    <w:rsid w:val="00686647"/>
    <w:rsid w:val="006868FE"/>
    <w:rsid w:val="00686E4D"/>
    <w:rsid w:val="00687029"/>
    <w:rsid w:val="006879AA"/>
    <w:rsid w:val="00687B65"/>
    <w:rsid w:val="00687D45"/>
    <w:rsid w:val="00690AFB"/>
    <w:rsid w:val="00690B79"/>
    <w:rsid w:val="006910B7"/>
    <w:rsid w:val="0069119A"/>
    <w:rsid w:val="00691875"/>
    <w:rsid w:val="006920E8"/>
    <w:rsid w:val="00692A91"/>
    <w:rsid w:val="00692B85"/>
    <w:rsid w:val="00693148"/>
    <w:rsid w:val="00693519"/>
    <w:rsid w:val="0069391E"/>
    <w:rsid w:val="00693924"/>
    <w:rsid w:val="006944EB"/>
    <w:rsid w:val="00694B44"/>
    <w:rsid w:val="00694B55"/>
    <w:rsid w:val="00695124"/>
    <w:rsid w:val="00695359"/>
    <w:rsid w:val="00695A08"/>
    <w:rsid w:val="00695BFF"/>
    <w:rsid w:val="00695E18"/>
    <w:rsid w:val="00695EC4"/>
    <w:rsid w:val="00696590"/>
    <w:rsid w:val="006965C1"/>
    <w:rsid w:val="006969A0"/>
    <w:rsid w:val="00697033"/>
    <w:rsid w:val="0069703B"/>
    <w:rsid w:val="00697283"/>
    <w:rsid w:val="00697911"/>
    <w:rsid w:val="00697BB4"/>
    <w:rsid w:val="006A0074"/>
    <w:rsid w:val="006A030D"/>
    <w:rsid w:val="006A0388"/>
    <w:rsid w:val="006A0418"/>
    <w:rsid w:val="006A04B2"/>
    <w:rsid w:val="006A08F3"/>
    <w:rsid w:val="006A0AA3"/>
    <w:rsid w:val="006A17EB"/>
    <w:rsid w:val="006A182E"/>
    <w:rsid w:val="006A19DC"/>
    <w:rsid w:val="006A1D1D"/>
    <w:rsid w:val="006A1DBD"/>
    <w:rsid w:val="006A2211"/>
    <w:rsid w:val="006A26CC"/>
    <w:rsid w:val="006A2853"/>
    <w:rsid w:val="006A2BBA"/>
    <w:rsid w:val="006A32BE"/>
    <w:rsid w:val="006A3874"/>
    <w:rsid w:val="006A4154"/>
    <w:rsid w:val="006A43B1"/>
    <w:rsid w:val="006A475E"/>
    <w:rsid w:val="006A4B23"/>
    <w:rsid w:val="006A4B9B"/>
    <w:rsid w:val="006A4C8E"/>
    <w:rsid w:val="006A4EB2"/>
    <w:rsid w:val="006A50E8"/>
    <w:rsid w:val="006A5321"/>
    <w:rsid w:val="006A53EC"/>
    <w:rsid w:val="006A54C7"/>
    <w:rsid w:val="006A5B4A"/>
    <w:rsid w:val="006A605F"/>
    <w:rsid w:val="006A62AF"/>
    <w:rsid w:val="006A6333"/>
    <w:rsid w:val="006A6E97"/>
    <w:rsid w:val="006A7A0E"/>
    <w:rsid w:val="006A7EF1"/>
    <w:rsid w:val="006A7FC1"/>
    <w:rsid w:val="006B0471"/>
    <w:rsid w:val="006B04FF"/>
    <w:rsid w:val="006B0611"/>
    <w:rsid w:val="006B07F9"/>
    <w:rsid w:val="006B0A3A"/>
    <w:rsid w:val="006B0AAB"/>
    <w:rsid w:val="006B0BFC"/>
    <w:rsid w:val="006B0CF5"/>
    <w:rsid w:val="006B0F8D"/>
    <w:rsid w:val="006B131E"/>
    <w:rsid w:val="006B1E94"/>
    <w:rsid w:val="006B221E"/>
    <w:rsid w:val="006B2583"/>
    <w:rsid w:val="006B25ED"/>
    <w:rsid w:val="006B2A6D"/>
    <w:rsid w:val="006B2B06"/>
    <w:rsid w:val="006B2B92"/>
    <w:rsid w:val="006B2EEE"/>
    <w:rsid w:val="006B2FA8"/>
    <w:rsid w:val="006B2FED"/>
    <w:rsid w:val="006B33F8"/>
    <w:rsid w:val="006B3476"/>
    <w:rsid w:val="006B3C89"/>
    <w:rsid w:val="006B3FC1"/>
    <w:rsid w:val="006B41AD"/>
    <w:rsid w:val="006B4A82"/>
    <w:rsid w:val="006B4C25"/>
    <w:rsid w:val="006B50E5"/>
    <w:rsid w:val="006B582E"/>
    <w:rsid w:val="006B5A57"/>
    <w:rsid w:val="006B5F8C"/>
    <w:rsid w:val="006B650C"/>
    <w:rsid w:val="006B69B4"/>
    <w:rsid w:val="006B6C58"/>
    <w:rsid w:val="006B7808"/>
    <w:rsid w:val="006B7B57"/>
    <w:rsid w:val="006C0420"/>
    <w:rsid w:val="006C0738"/>
    <w:rsid w:val="006C0BDE"/>
    <w:rsid w:val="006C1077"/>
    <w:rsid w:val="006C14F6"/>
    <w:rsid w:val="006C173F"/>
    <w:rsid w:val="006C1908"/>
    <w:rsid w:val="006C1E02"/>
    <w:rsid w:val="006C219F"/>
    <w:rsid w:val="006C2485"/>
    <w:rsid w:val="006C2534"/>
    <w:rsid w:val="006C29A9"/>
    <w:rsid w:val="006C29F8"/>
    <w:rsid w:val="006C33D6"/>
    <w:rsid w:val="006C36EB"/>
    <w:rsid w:val="006C3872"/>
    <w:rsid w:val="006C3925"/>
    <w:rsid w:val="006C3CC6"/>
    <w:rsid w:val="006C3E9C"/>
    <w:rsid w:val="006C3FB1"/>
    <w:rsid w:val="006C4046"/>
    <w:rsid w:val="006C4622"/>
    <w:rsid w:val="006C5310"/>
    <w:rsid w:val="006C54C3"/>
    <w:rsid w:val="006C5834"/>
    <w:rsid w:val="006C5D5C"/>
    <w:rsid w:val="006C607C"/>
    <w:rsid w:val="006C6413"/>
    <w:rsid w:val="006C65F2"/>
    <w:rsid w:val="006C6FBD"/>
    <w:rsid w:val="006C736F"/>
    <w:rsid w:val="006C7388"/>
    <w:rsid w:val="006C75E7"/>
    <w:rsid w:val="006C7C30"/>
    <w:rsid w:val="006C7E94"/>
    <w:rsid w:val="006C7F30"/>
    <w:rsid w:val="006D00BB"/>
    <w:rsid w:val="006D0120"/>
    <w:rsid w:val="006D02DF"/>
    <w:rsid w:val="006D1590"/>
    <w:rsid w:val="006D1591"/>
    <w:rsid w:val="006D161F"/>
    <w:rsid w:val="006D17AC"/>
    <w:rsid w:val="006D1C01"/>
    <w:rsid w:val="006D1C4B"/>
    <w:rsid w:val="006D1DCD"/>
    <w:rsid w:val="006D2187"/>
    <w:rsid w:val="006D3565"/>
    <w:rsid w:val="006D35CB"/>
    <w:rsid w:val="006D364A"/>
    <w:rsid w:val="006D37C9"/>
    <w:rsid w:val="006D3A3A"/>
    <w:rsid w:val="006D3B50"/>
    <w:rsid w:val="006D3C57"/>
    <w:rsid w:val="006D3FB0"/>
    <w:rsid w:val="006D43FD"/>
    <w:rsid w:val="006D4512"/>
    <w:rsid w:val="006D4640"/>
    <w:rsid w:val="006D477F"/>
    <w:rsid w:val="006D4AAE"/>
    <w:rsid w:val="006D4AC1"/>
    <w:rsid w:val="006D5182"/>
    <w:rsid w:val="006D5256"/>
    <w:rsid w:val="006D5335"/>
    <w:rsid w:val="006D54E8"/>
    <w:rsid w:val="006D56BA"/>
    <w:rsid w:val="006D5711"/>
    <w:rsid w:val="006D5835"/>
    <w:rsid w:val="006D62F1"/>
    <w:rsid w:val="006D6ABB"/>
    <w:rsid w:val="006D6C77"/>
    <w:rsid w:val="006D6EA5"/>
    <w:rsid w:val="006D7A5E"/>
    <w:rsid w:val="006D7C84"/>
    <w:rsid w:val="006D7EF3"/>
    <w:rsid w:val="006E0134"/>
    <w:rsid w:val="006E0289"/>
    <w:rsid w:val="006E0429"/>
    <w:rsid w:val="006E0547"/>
    <w:rsid w:val="006E0749"/>
    <w:rsid w:val="006E0E78"/>
    <w:rsid w:val="006E1051"/>
    <w:rsid w:val="006E1460"/>
    <w:rsid w:val="006E189A"/>
    <w:rsid w:val="006E1A11"/>
    <w:rsid w:val="006E1A4B"/>
    <w:rsid w:val="006E1B59"/>
    <w:rsid w:val="006E1C88"/>
    <w:rsid w:val="006E1FED"/>
    <w:rsid w:val="006E254C"/>
    <w:rsid w:val="006E26F5"/>
    <w:rsid w:val="006E29EE"/>
    <w:rsid w:val="006E2A13"/>
    <w:rsid w:val="006E306D"/>
    <w:rsid w:val="006E3AD1"/>
    <w:rsid w:val="006E3D0A"/>
    <w:rsid w:val="006E423E"/>
    <w:rsid w:val="006E4338"/>
    <w:rsid w:val="006E4ABA"/>
    <w:rsid w:val="006E4AE5"/>
    <w:rsid w:val="006E54DE"/>
    <w:rsid w:val="006E552C"/>
    <w:rsid w:val="006E566C"/>
    <w:rsid w:val="006E5FCE"/>
    <w:rsid w:val="006E624E"/>
    <w:rsid w:val="006E69C6"/>
    <w:rsid w:val="006E69CF"/>
    <w:rsid w:val="006E6C0A"/>
    <w:rsid w:val="006E6C91"/>
    <w:rsid w:val="006E6E43"/>
    <w:rsid w:val="006E75D4"/>
    <w:rsid w:val="006E79C0"/>
    <w:rsid w:val="006E7E23"/>
    <w:rsid w:val="006F004C"/>
    <w:rsid w:val="006F00C9"/>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BDB"/>
    <w:rsid w:val="006F424F"/>
    <w:rsid w:val="006F483E"/>
    <w:rsid w:val="006F499D"/>
    <w:rsid w:val="006F49A5"/>
    <w:rsid w:val="006F4F56"/>
    <w:rsid w:val="006F53CE"/>
    <w:rsid w:val="006F595A"/>
    <w:rsid w:val="006F59B7"/>
    <w:rsid w:val="006F5B90"/>
    <w:rsid w:val="006F694C"/>
    <w:rsid w:val="006F6A44"/>
    <w:rsid w:val="006F6AF0"/>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EBE"/>
    <w:rsid w:val="007020E1"/>
    <w:rsid w:val="0070282D"/>
    <w:rsid w:val="0070298B"/>
    <w:rsid w:val="007029C5"/>
    <w:rsid w:val="00702AFB"/>
    <w:rsid w:val="00702E1E"/>
    <w:rsid w:val="007032A9"/>
    <w:rsid w:val="007032C6"/>
    <w:rsid w:val="00703520"/>
    <w:rsid w:val="00703591"/>
    <w:rsid w:val="00703846"/>
    <w:rsid w:val="00703BEA"/>
    <w:rsid w:val="00704058"/>
    <w:rsid w:val="00704220"/>
    <w:rsid w:val="0070454B"/>
    <w:rsid w:val="00704663"/>
    <w:rsid w:val="007046CF"/>
    <w:rsid w:val="007059A7"/>
    <w:rsid w:val="00705ADB"/>
    <w:rsid w:val="00705BDB"/>
    <w:rsid w:val="00705E53"/>
    <w:rsid w:val="00705F6C"/>
    <w:rsid w:val="00706470"/>
    <w:rsid w:val="00706910"/>
    <w:rsid w:val="00706E8F"/>
    <w:rsid w:val="00706EFB"/>
    <w:rsid w:val="00707060"/>
    <w:rsid w:val="00707354"/>
    <w:rsid w:val="0070737B"/>
    <w:rsid w:val="007073A3"/>
    <w:rsid w:val="00707629"/>
    <w:rsid w:val="0070782A"/>
    <w:rsid w:val="00707D55"/>
    <w:rsid w:val="0071021F"/>
    <w:rsid w:val="00710490"/>
    <w:rsid w:val="007107A7"/>
    <w:rsid w:val="007111CB"/>
    <w:rsid w:val="00711B04"/>
    <w:rsid w:val="00711FDB"/>
    <w:rsid w:val="00712666"/>
    <w:rsid w:val="007128C6"/>
    <w:rsid w:val="0071292F"/>
    <w:rsid w:val="00712981"/>
    <w:rsid w:val="00712BF5"/>
    <w:rsid w:val="00712CB0"/>
    <w:rsid w:val="00712CD0"/>
    <w:rsid w:val="00713045"/>
    <w:rsid w:val="007130B5"/>
    <w:rsid w:val="007135DC"/>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D0E"/>
    <w:rsid w:val="00720E1F"/>
    <w:rsid w:val="00721334"/>
    <w:rsid w:val="00721868"/>
    <w:rsid w:val="00721E28"/>
    <w:rsid w:val="00722132"/>
    <w:rsid w:val="0072255D"/>
    <w:rsid w:val="00722744"/>
    <w:rsid w:val="0072294D"/>
    <w:rsid w:val="00722984"/>
    <w:rsid w:val="00722B84"/>
    <w:rsid w:val="00722D69"/>
    <w:rsid w:val="00722DC7"/>
    <w:rsid w:val="00722F4B"/>
    <w:rsid w:val="00723487"/>
    <w:rsid w:val="007234EE"/>
    <w:rsid w:val="007238C5"/>
    <w:rsid w:val="0072393F"/>
    <w:rsid w:val="00723BAB"/>
    <w:rsid w:val="00723CC5"/>
    <w:rsid w:val="00724DFD"/>
    <w:rsid w:val="00725312"/>
    <w:rsid w:val="00725561"/>
    <w:rsid w:val="0072577F"/>
    <w:rsid w:val="00726B9F"/>
    <w:rsid w:val="00726F6B"/>
    <w:rsid w:val="0072734F"/>
    <w:rsid w:val="007274BB"/>
    <w:rsid w:val="007278A2"/>
    <w:rsid w:val="007278CC"/>
    <w:rsid w:val="00727EB6"/>
    <w:rsid w:val="00730088"/>
    <w:rsid w:val="007300F6"/>
    <w:rsid w:val="00730324"/>
    <w:rsid w:val="007303DF"/>
    <w:rsid w:val="007304E5"/>
    <w:rsid w:val="00730900"/>
    <w:rsid w:val="00730C1D"/>
    <w:rsid w:val="00731177"/>
    <w:rsid w:val="0073128C"/>
    <w:rsid w:val="007316A5"/>
    <w:rsid w:val="00731DB3"/>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978"/>
    <w:rsid w:val="00735A56"/>
    <w:rsid w:val="00735B0B"/>
    <w:rsid w:val="00735C7C"/>
    <w:rsid w:val="007362A7"/>
    <w:rsid w:val="00736D1C"/>
    <w:rsid w:val="00736DD5"/>
    <w:rsid w:val="00736E46"/>
    <w:rsid w:val="0073741E"/>
    <w:rsid w:val="0073745E"/>
    <w:rsid w:val="0073751B"/>
    <w:rsid w:val="007375C0"/>
    <w:rsid w:val="0073770F"/>
    <w:rsid w:val="007377C4"/>
    <w:rsid w:val="00740343"/>
    <w:rsid w:val="0074058F"/>
    <w:rsid w:val="0074068D"/>
    <w:rsid w:val="007408F5"/>
    <w:rsid w:val="00740B4B"/>
    <w:rsid w:val="00741508"/>
    <w:rsid w:val="0074171B"/>
    <w:rsid w:val="007418A7"/>
    <w:rsid w:val="007419EB"/>
    <w:rsid w:val="00741AD6"/>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75BF"/>
    <w:rsid w:val="007475E6"/>
    <w:rsid w:val="00747CC6"/>
    <w:rsid w:val="00747F96"/>
    <w:rsid w:val="00750114"/>
    <w:rsid w:val="0075036D"/>
    <w:rsid w:val="00750638"/>
    <w:rsid w:val="00750663"/>
    <w:rsid w:val="007506B7"/>
    <w:rsid w:val="00750768"/>
    <w:rsid w:val="0075087C"/>
    <w:rsid w:val="00750CF1"/>
    <w:rsid w:val="00750F4E"/>
    <w:rsid w:val="00751829"/>
    <w:rsid w:val="00751951"/>
    <w:rsid w:val="00751A95"/>
    <w:rsid w:val="00751B06"/>
    <w:rsid w:val="00751C16"/>
    <w:rsid w:val="00751DE8"/>
    <w:rsid w:val="00752223"/>
    <w:rsid w:val="0075291E"/>
    <w:rsid w:val="00752E15"/>
    <w:rsid w:val="00752F15"/>
    <w:rsid w:val="007531D6"/>
    <w:rsid w:val="00753396"/>
    <w:rsid w:val="00753900"/>
    <w:rsid w:val="00753CC4"/>
    <w:rsid w:val="00754C8C"/>
    <w:rsid w:val="00755213"/>
    <w:rsid w:val="007568BF"/>
    <w:rsid w:val="00757240"/>
    <w:rsid w:val="0075729D"/>
    <w:rsid w:val="007578E7"/>
    <w:rsid w:val="00757AF7"/>
    <w:rsid w:val="00757CD4"/>
    <w:rsid w:val="00757DD4"/>
    <w:rsid w:val="0076004D"/>
    <w:rsid w:val="0076091B"/>
    <w:rsid w:val="00760BA4"/>
    <w:rsid w:val="00760DA8"/>
    <w:rsid w:val="0076101F"/>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6FEA"/>
    <w:rsid w:val="007670FE"/>
    <w:rsid w:val="00767702"/>
    <w:rsid w:val="00767B66"/>
    <w:rsid w:val="00767FD4"/>
    <w:rsid w:val="00770142"/>
    <w:rsid w:val="0077061E"/>
    <w:rsid w:val="00770639"/>
    <w:rsid w:val="0077086E"/>
    <w:rsid w:val="00770E4A"/>
    <w:rsid w:val="007710CF"/>
    <w:rsid w:val="007711C2"/>
    <w:rsid w:val="007711D8"/>
    <w:rsid w:val="00771D10"/>
    <w:rsid w:val="0077292E"/>
    <w:rsid w:val="00772936"/>
    <w:rsid w:val="00772B2A"/>
    <w:rsid w:val="00772B53"/>
    <w:rsid w:val="00772CAE"/>
    <w:rsid w:val="00772E13"/>
    <w:rsid w:val="007735A0"/>
    <w:rsid w:val="0077388B"/>
    <w:rsid w:val="00773B05"/>
    <w:rsid w:val="00773ECD"/>
    <w:rsid w:val="007741D3"/>
    <w:rsid w:val="007743A8"/>
    <w:rsid w:val="00774EFD"/>
    <w:rsid w:val="007750AA"/>
    <w:rsid w:val="00775123"/>
    <w:rsid w:val="0077523C"/>
    <w:rsid w:val="00775E23"/>
    <w:rsid w:val="00776608"/>
    <w:rsid w:val="00776925"/>
    <w:rsid w:val="00776C46"/>
    <w:rsid w:val="007776EC"/>
    <w:rsid w:val="00777914"/>
    <w:rsid w:val="0077797D"/>
    <w:rsid w:val="00777EA8"/>
    <w:rsid w:val="00777EE5"/>
    <w:rsid w:val="00780139"/>
    <w:rsid w:val="007802F9"/>
    <w:rsid w:val="00780AE4"/>
    <w:rsid w:val="00780B64"/>
    <w:rsid w:val="00780CD2"/>
    <w:rsid w:val="00780EC0"/>
    <w:rsid w:val="00781A4F"/>
    <w:rsid w:val="00781CF7"/>
    <w:rsid w:val="00781D27"/>
    <w:rsid w:val="007823AA"/>
    <w:rsid w:val="007825DA"/>
    <w:rsid w:val="00782689"/>
    <w:rsid w:val="00782AC8"/>
    <w:rsid w:val="00782F50"/>
    <w:rsid w:val="00783516"/>
    <w:rsid w:val="00783BC6"/>
    <w:rsid w:val="00784809"/>
    <w:rsid w:val="00784945"/>
    <w:rsid w:val="00784A2A"/>
    <w:rsid w:val="00784A64"/>
    <w:rsid w:val="00784A66"/>
    <w:rsid w:val="00784D99"/>
    <w:rsid w:val="0078533D"/>
    <w:rsid w:val="007853B0"/>
    <w:rsid w:val="00785715"/>
    <w:rsid w:val="007858B2"/>
    <w:rsid w:val="007859D1"/>
    <w:rsid w:val="00785CE7"/>
    <w:rsid w:val="00785D83"/>
    <w:rsid w:val="00785DC6"/>
    <w:rsid w:val="00785E18"/>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3D4"/>
    <w:rsid w:val="00790EB2"/>
    <w:rsid w:val="007918CA"/>
    <w:rsid w:val="00791A96"/>
    <w:rsid w:val="00791AB1"/>
    <w:rsid w:val="00791ADD"/>
    <w:rsid w:val="00791AF6"/>
    <w:rsid w:val="00791C19"/>
    <w:rsid w:val="00791FE6"/>
    <w:rsid w:val="0079243A"/>
    <w:rsid w:val="007924A5"/>
    <w:rsid w:val="007926E1"/>
    <w:rsid w:val="00792707"/>
    <w:rsid w:val="00792748"/>
    <w:rsid w:val="00792C6D"/>
    <w:rsid w:val="0079323C"/>
    <w:rsid w:val="00793ABA"/>
    <w:rsid w:val="00793F1A"/>
    <w:rsid w:val="00794316"/>
    <w:rsid w:val="00794351"/>
    <w:rsid w:val="0079465F"/>
    <w:rsid w:val="0079485D"/>
    <w:rsid w:val="0079488A"/>
    <w:rsid w:val="00794BB3"/>
    <w:rsid w:val="00794F6F"/>
    <w:rsid w:val="007957A5"/>
    <w:rsid w:val="00795DCB"/>
    <w:rsid w:val="007965BC"/>
    <w:rsid w:val="007968A7"/>
    <w:rsid w:val="00796B9D"/>
    <w:rsid w:val="00796BC7"/>
    <w:rsid w:val="00796C69"/>
    <w:rsid w:val="00796FF7"/>
    <w:rsid w:val="007974DB"/>
    <w:rsid w:val="007974EA"/>
    <w:rsid w:val="007977CD"/>
    <w:rsid w:val="0079785A"/>
    <w:rsid w:val="00797FA7"/>
    <w:rsid w:val="007A05D8"/>
    <w:rsid w:val="007A0837"/>
    <w:rsid w:val="007A0B29"/>
    <w:rsid w:val="007A1266"/>
    <w:rsid w:val="007A1557"/>
    <w:rsid w:val="007A1775"/>
    <w:rsid w:val="007A18A0"/>
    <w:rsid w:val="007A1AA5"/>
    <w:rsid w:val="007A1B3C"/>
    <w:rsid w:val="007A1C26"/>
    <w:rsid w:val="007A1D67"/>
    <w:rsid w:val="007A224E"/>
    <w:rsid w:val="007A2D84"/>
    <w:rsid w:val="007A2EF6"/>
    <w:rsid w:val="007A345A"/>
    <w:rsid w:val="007A35C8"/>
    <w:rsid w:val="007A372A"/>
    <w:rsid w:val="007A3A4E"/>
    <w:rsid w:val="007A3B2E"/>
    <w:rsid w:val="007A3E44"/>
    <w:rsid w:val="007A3E88"/>
    <w:rsid w:val="007A5143"/>
    <w:rsid w:val="007A53EC"/>
    <w:rsid w:val="007A56A6"/>
    <w:rsid w:val="007A5C3C"/>
    <w:rsid w:val="007A657A"/>
    <w:rsid w:val="007A65D3"/>
    <w:rsid w:val="007A66AC"/>
    <w:rsid w:val="007A6934"/>
    <w:rsid w:val="007A6A4F"/>
    <w:rsid w:val="007A6C2F"/>
    <w:rsid w:val="007A6C4D"/>
    <w:rsid w:val="007A71B6"/>
    <w:rsid w:val="007A71F8"/>
    <w:rsid w:val="007A7877"/>
    <w:rsid w:val="007A7A89"/>
    <w:rsid w:val="007A7CA5"/>
    <w:rsid w:val="007A7DA2"/>
    <w:rsid w:val="007B0082"/>
    <w:rsid w:val="007B0A1F"/>
    <w:rsid w:val="007B12DE"/>
    <w:rsid w:val="007B1B76"/>
    <w:rsid w:val="007B1C57"/>
    <w:rsid w:val="007B247C"/>
    <w:rsid w:val="007B2838"/>
    <w:rsid w:val="007B2D6E"/>
    <w:rsid w:val="007B31F2"/>
    <w:rsid w:val="007B3557"/>
    <w:rsid w:val="007B3C71"/>
    <w:rsid w:val="007B3E52"/>
    <w:rsid w:val="007B4AB8"/>
    <w:rsid w:val="007B56C8"/>
    <w:rsid w:val="007B5A7A"/>
    <w:rsid w:val="007B5B84"/>
    <w:rsid w:val="007B609B"/>
    <w:rsid w:val="007B6323"/>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4CF"/>
    <w:rsid w:val="007C04D7"/>
    <w:rsid w:val="007C08C5"/>
    <w:rsid w:val="007C0C32"/>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A4D"/>
    <w:rsid w:val="007C5D4A"/>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0F95"/>
    <w:rsid w:val="007D1C26"/>
    <w:rsid w:val="007D1DDC"/>
    <w:rsid w:val="007D2171"/>
    <w:rsid w:val="007D24AC"/>
    <w:rsid w:val="007D25C3"/>
    <w:rsid w:val="007D2740"/>
    <w:rsid w:val="007D29B6"/>
    <w:rsid w:val="007D317F"/>
    <w:rsid w:val="007D31A0"/>
    <w:rsid w:val="007D36F6"/>
    <w:rsid w:val="007D38BD"/>
    <w:rsid w:val="007D39D7"/>
    <w:rsid w:val="007D4215"/>
    <w:rsid w:val="007D42AE"/>
    <w:rsid w:val="007D4520"/>
    <w:rsid w:val="007D469B"/>
    <w:rsid w:val="007D4C0E"/>
    <w:rsid w:val="007D5269"/>
    <w:rsid w:val="007D5307"/>
    <w:rsid w:val="007D5A31"/>
    <w:rsid w:val="007D5BE6"/>
    <w:rsid w:val="007D6734"/>
    <w:rsid w:val="007D67CD"/>
    <w:rsid w:val="007D67D7"/>
    <w:rsid w:val="007D69E6"/>
    <w:rsid w:val="007D6AD4"/>
    <w:rsid w:val="007D6E87"/>
    <w:rsid w:val="007D7968"/>
    <w:rsid w:val="007D79D6"/>
    <w:rsid w:val="007D7B74"/>
    <w:rsid w:val="007D7E80"/>
    <w:rsid w:val="007E02CF"/>
    <w:rsid w:val="007E03D8"/>
    <w:rsid w:val="007E05FC"/>
    <w:rsid w:val="007E06EF"/>
    <w:rsid w:val="007E0CB3"/>
    <w:rsid w:val="007E1104"/>
    <w:rsid w:val="007E11E0"/>
    <w:rsid w:val="007E14D4"/>
    <w:rsid w:val="007E163B"/>
    <w:rsid w:val="007E1A8B"/>
    <w:rsid w:val="007E1C63"/>
    <w:rsid w:val="007E1F26"/>
    <w:rsid w:val="007E2574"/>
    <w:rsid w:val="007E2B3C"/>
    <w:rsid w:val="007E3013"/>
    <w:rsid w:val="007E3051"/>
    <w:rsid w:val="007E306B"/>
    <w:rsid w:val="007E3814"/>
    <w:rsid w:val="007E3A4D"/>
    <w:rsid w:val="007E44E0"/>
    <w:rsid w:val="007E4BDA"/>
    <w:rsid w:val="007E4EB5"/>
    <w:rsid w:val="007E563C"/>
    <w:rsid w:val="007E5698"/>
    <w:rsid w:val="007E5F12"/>
    <w:rsid w:val="007E612A"/>
    <w:rsid w:val="007E62B9"/>
    <w:rsid w:val="007E6559"/>
    <w:rsid w:val="007E6D8B"/>
    <w:rsid w:val="007E6F4A"/>
    <w:rsid w:val="007E71AB"/>
    <w:rsid w:val="007E7647"/>
    <w:rsid w:val="007E769F"/>
    <w:rsid w:val="007E7935"/>
    <w:rsid w:val="007E7ADD"/>
    <w:rsid w:val="007F057E"/>
    <w:rsid w:val="007F08C4"/>
    <w:rsid w:val="007F0ED8"/>
    <w:rsid w:val="007F0F9D"/>
    <w:rsid w:val="007F1273"/>
    <w:rsid w:val="007F1324"/>
    <w:rsid w:val="007F1658"/>
    <w:rsid w:val="007F1A01"/>
    <w:rsid w:val="007F1E12"/>
    <w:rsid w:val="007F22BC"/>
    <w:rsid w:val="007F23A9"/>
    <w:rsid w:val="007F24A4"/>
    <w:rsid w:val="007F27D9"/>
    <w:rsid w:val="007F2CEF"/>
    <w:rsid w:val="007F2D53"/>
    <w:rsid w:val="007F2E55"/>
    <w:rsid w:val="007F2F1B"/>
    <w:rsid w:val="007F31B9"/>
    <w:rsid w:val="007F3702"/>
    <w:rsid w:val="007F4584"/>
    <w:rsid w:val="007F4614"/>
    <w:rsid w:val="007F4772"/>
    <w:rsid w:val="007F4CFE"/>
    <w:rsid w:val="007F50CF"/>
    <w:rsid w:val="007F5214"/>
    <w:rsid w:val="007F5268"/>
    <w:rsid w:val="007F527E"/>
    <w:rsid w:val="007F5AE6"/>
    <w:rsid w:val="007F5C6E"/>
    <w:rsid w:val="007F5E9A"/>
    <w:rsid w:val="007F6077"/>
    <w:rsid w:val="007F68C3"/>
    <w:rsid w:val="007F694E"/>
    <w:rsid w:val="007F771E"/>
    <w:rsid w:val="007F7948"/>
    <w:rsid w:val="00800327"/>
    <w:rsid w:val="0080063F"/>
    <w:rsid w:val="008008A0"/>
    <w:rsid w:val="00800AAF"/>
    <w:rsid w:val="008011D5"/>
    <w:rsid w:val="00801582"/>
    <w:rsid w:val="00801792"/>
    <w:rsid w:val="00801AF2"/>
    <w:rsid w:val="00801DC1"/>
    <w:rsid w:val="00801EDE"/>
    <w:rsid w:val="008026AA"/>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66E6"/>
    <w:rsid w:val="00806944"/>
    <w:rsid w:val="00807BA3"/>
    <w:rsid w:val="00807BC5"/>
    <w:rsid w:val="00807DD5"/>
    <w:rsid w:val="00807EBA"/>
    <w:rsid w:val="00810A09"/>
    <w:rsid w:val="00810D06"/>
    <w:rsid w:val="00810E5C"/>
    <w:rsid w:val="0081117E"/>
    <w:rsid w:val="008113BD"/>
    <w:rsid w:val="008114BE"/>
    <w:rsid w:val="008116A2"/>
    <w:rsid w:val="00811EF7"/>
    <w:rsid w:val="00812E87"/>
    <w:rsid w:val="00812F5D"/>
    <w:rsid w:val="00812FC8"/>
    <w:rsid w:val="00813346"/>
    <w:rsid w:val="008143E0"/>
    <w:rsid w:val="00814BBF"/>
    <w:rsid w:val="008151D7"/>
    <w:rsid w:val="00815291"/>
    <w:rsid w:val="008153FE"/>
    <w:rsid w:val="00815617"/>
    <w:rsid w:val="008158CB"/>
    <w:rsid w:val="00815952"/>
    <w:rsid w:val="00815A31"/>
    <w:rsid w:val="00815B85"/>
    <w:rsid w:val="00815BF5"/>
    <w:rsid w:val="00816372"/>
    <w:rsid w:val="008168E8"/>
    <w:rsid w:val="0081697C"/>
    <w:rsid w:val="00816A53"/>
    <w:rsid w:val="00816D34"/>
    <w:rsid w:val="00817465"/>
    <w:rsid w:val="0082117E"/>
    <w:rsid w:val="0082161A"/>
    <w:rsid w:val="0082177F"/>
    <w:rsid w:val="008217AE"/>
    <w:rsid w:val="008218D0"/>
    <w:rsid w:val="00821B83"/>
    <w:rsid w:val="00821E52"/>
    <w:rsid w:val="00822095"/>
    <w:rsid w:val="00822212"/>
    <w:rsid w:val="0082229E"/>
    <w:rsid w:val="00822942"/>
    <w:rsid w:val="00822B5F"/>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5E9"/>
    <w:rsid w:val="00825687"/>
    <w:rsid w:val="008256E5"/>
    <w:rsid w:val="00826177"/>
    <w:rsid w:val="008263F5"/>
    <w:rsid w:val="008267E8"/>
    <w:rsid w:val="00826915"/>
    <w:rsid w:val="00826B00"/>
    <w:rsid w:val="00826CFB"/>
    <w:rsid w:val="00827462"/>
    <w:rsid w:val="00827B22"/>
    <w:rsid w:val="00827C04"/>
    <w:rsid w:val="00827DFB"/>
    <w:rsid w:val="008304E4"/>
    <w:rsid w:val="00830526"/>
    <w:rsid w:val="008306F1"/>
    <w:rsid w:val="00831007"/>
    <w:rsid w:val="00831046"/>
    <w:rsid w:val="008314D7"/>
    <w:rsid w:val="00831A65"/>
    <w:rsid w:val="008320FA"/>
    <w:rsid w:val="0083272F"/>
    <w:rsid w:val="00832956"/>
    <w:rsid w:val="00832F84"/>
    <w:rsid w:val="0083302D"/>
    <w:rsid w:val="00833628"/>
    <w:rsid w:val="008338E9"/>
    <w:rsid w:val="00833DE5"/>
    <w:rsid w:val="00833E31"/>
    <w:rsid w:val="00834524"/>
    <w:rsid w:val="00834746"/>
    <w:rsid w:val="00834A81"/>
    <w:rsid w:val="00834D48"/>
    <w:rsid w:val="008354FB"/>
    <w:rsid w:val="00835712"/>
    <w:rsid w:val="00835D22"/>
    <w:rsid w:val="008363AD"/>
    <w:rsid w:val="0083649C"/>
    <w:rsid w:val="00836857"/>
    <w:rsid w:val="00836BB7"/>
    <w:rsid w:val="00836D94"/>
    <w:rsid w:val="00836D98"/>
    <w:rsid w:val="00836E79"/>
    <w:rsid w:val="008370C7"/>
    <w:rsid w:val="008374B8"/>
    <w:rsid w:val="008400CC"/>
    <w:rsid w:val="008407DC"/>
    <w:rsid w:val="008408A8"/>
    <w:rsid w:val="00840AFE"/>
    <w:rsid w:val="00840D6B"/>
    <w:rsid w:val="00840DC4"/>
    <w:rsid w:val="00841206"/>
    <w:rsid w:val="00841239"/>
    <w:rsid w:val="00841537"/>
    <w:rsid w:val="008419BA"/>
    <w:rsid w:val="00841BF6"/>
    <w:rsid w:val="00842114"/>
    <w:rsid w:val="00842170"/>
    <w:rsid w:val="008424BE"/>
    <w:rsid w:val="00842780"/>
    <w:rsid w:val="00842835"/>
    <w:rsid w:val="00842FBD"/>
    <w:rsid w:val="0084332B"/>
    <w:rsid w:val="008434B2"/>
    <w:rsid w:val="008434E1"/>
    <w:rsid w:val="008438A1"/>
    <w:rsid w:val="00843CD1"/>
    <w:rsid w:val="00843F84"/>
    <w:rsid w:val="0084428B"/>
    <w:rsid w:val="0084457F"/>
    <w:rsid w:val="00844AC4"/>
    <w:rsid w:val="00844BBA"/>
    <w:rsid w:val="00844DA9"/>
    <w:rsid w:val="00844EF9"/>
    <w:rsid w:val="0084597B"/>
    <w:rsid w:val="008459B0"/>
    <w:rsid w:val="00845DD1"/>
    <w:rsid w:val="00845EBE"/>
    <w:rsid w:val="00846341"/>
    <w:rsid w:val="008464FA"/>
    <w:rsid w:val="00846B52"/>
    <w:rsid w:val="00846CFC"/>
    <w:rsid w:val="0084740C"/>
    <w:rsid w:val="00847476"/>
    <w:rsid w:val="0084757D"/>
    <w:rsid w:val="00847AD5"/>
    <w:rsid w:val="00847BE7"/>
    <w:rsid w:val="00847F0A"/>
    <w:rsid w:val="00847FE8"/>
    <w:rsid w:val="00850467"/>
    <w:rsid w:val="00850516"/>
    <w:rsid w:val="00850975"/>
    <w:rsid w:val="00850D2B"/>
    <w:rsid w:val="00850DD5"/>
    <w:rsid w:val="00851083"/>
    <w:rsid w:val="008511D4"/>
    <w:rsid w:val="008515F1"/>
    <w:rsid w:val="00851952"/>
    <w:rsid w:val="00851D86"/>
    <w:rsid w:val="0085226E"/>
    <w:rsid w:val="008523E0"/>
    <w:rsid w:val="0085272C"/>
    <w:rsid w:val="00852A73"/>
    <w:rsid w:val="00852DA1"/>
    <w:rsid w:val="00852F4D"/>
    <w:rsid w:val="008530AD"/>
    <w:rsid w:val="00853462"/>
    <w:rsid w:val="00853509"/>
    <w:rsid w:val="00853D13"/>
    <w:rsid w:val="00853D8D"/>
    <w:rsid w:val="00853F41"/>
    <w:rsid w:val="0085406D"/>
    <w:rsid w:val="008541A8"/>
    <w:rsid w:val="0085453F"/>
    <w:rsid w:val="00855290"/>
    <w:rsid w:val="00855762"/>
    <w:rsid w:val="00855C5B"/>
    <w:rsid w:val="00855E87"/>
    <w:rsid w:val="00856194"/>
    <w:rsid w:val="008562C4"/>
    <w:rsid w:val="00856491"/>
    <w:rsid w:val="008568DB"/>
    <w:rsid w:val="00857125"/>
    <w:rsid w:val="008572FF"/>
    <w:rsid w:val="0086015E"/>
    <w:rsid w:val="00861224"/>
    <w:rsid w:val="008612B6"/>
    <w:rsid w:val="00861388"/>
    <w:rsid w:val="00861926"/>
    <w:rsid w:val="00861ACA"/>
    <w:rsid w:val="00862267"/>
    <w:rsid w:val="0086244F"/>
    <w:rsid w:val="00862574"/>
    <w:rsid w:val="00862620"/>
    <w:rsid w:val="008626FE"/>
    <w:rsid w:val="008627E5"/>
    <w:rsid w:val="0086286A"/>
    <w:rsid w:val="00862C01"/>
    <w:rsid w:val="00863383"/>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4EA1"/>
    <w:rsid w:val="0086506D"/>
    <w:rsid w:val="00865D9E"/>
    <w:rsid w:val="008663B9"/>
    <w:rsid w:val="008663E1"/>
    <w:rsid w:val="00866657"/>
    <w:rsid w:val="008666FE"/>
    <w:rsid w:val="008668AA"/>
    <w:rsid w:val="008670AA"/>
    <w:rsid w:val="0086779C"/>
    <w:rsid w:val="00870056"/>
    <w:rsid w:val="0087006F"/>
    <w:rsid w:val="008706D0"/>
    <w:rsid w:val="0087073C"/>
    <w:rsid w:val="0087076C"/>
    <w:rsid w:val="00870966"/>
    <w:rsid w:val="00870FF9"/>
    <w:rsid w:val="0087106E"/>
    <w:rsid w:val="00871617"/>
    <w:rsid w:val="008716C2"/>
    <w:rsid w:val="00871A2F"/>
    <w:rsid w:val="00871BF0"/>
    <w:rsid w:val="00872AA2"/>
    <w:rsid w:val="00872BB5"/>
    <w:rsid w:val="00872F9F"/>
    <w:rsid w:val="00873018"/>
    <w:rsid w:val="00873B06"/>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37F"/>
    <w:rsid w:val="00877F11"/>
    <w:rsid w:val="008801C8"/>
    <w:rsid w:val="00880533"/>
    <w:rsid w:val="008807E5"/>
    <w:rsid w:val="0088085E"/>
    <w:rsid w:val="008808F9"/>
    <w:rsid w:val="00880D5A"/>
    <w:rsid w:val="00880E9A"/>
    <w:rsid w:val="00881357"/>
    <w:rsid w:val="00881475"/>
    <w:rsid w:val="00881A74"/>
    <w:rsid w:val="00881B5B"/>
    <w:rsid w:val="00881F71"/>
    <w:rsid w:val="008820E3"/>
    <w:rsid w:val="00882421"/>
    <w:rsid w:val="008825AE"/>
    <w:rsid w:val="00882673"/>
    <w:rsid w:val="00882700"/>
    <w:rsid w:val="008828F6"/>
    <w:rsid w:val="00882996"/>
    <w:rsid w:val="00882C1B"/>
    <w:rsid w:val="008833E1"/>
    <w:rsid w:val="008835AE"/>
    <w:rsid w:val="008835F9"/>
    <w:rsid w:val="00883AE9"/>
    <w:rsid w:val="00883ECA"/>
    <w:rsid w:val="008842F2"/>
    <w:rsid w:val="00884738"/>
    <w:rsid w:val="00884EC4"/>
    <w:rsid w:val="0088506A"/>
    <w:rsid w:val="008859E3"/>
    <w:rsid w:val="00885C4C"/>
    <w:rsid w:val="00885F7C"/>
    <w:rsid w:val="00886063"/>
    <w:rsid w:val="008860E3"/>
    <w:rsid w:val="00886104"/>
    <w:rsid w:val="008868CB"/>
    <w:rsid w:val="00886D37"/>
    <w:rsid w:val="0088772B"/>
    <w:rsid w:val="008877A1"/>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A9D"/>
    <w:rsid w:val="00894C99"/>
    <w:rsid w:val="00894CC4"/>
    <w:rsid w:val="0089502B"/>
    <w:rsid w:val="008952B6"/>
    <w:rsid w:val="00895307"/>
    <w:rsid w:val="0089551F"/>
    <w:rsid w:val="008959A8"/>
    <w:rsid w:val="00896127"/>
    <w:rsid w:val="00896428"/>
    <w:rsid w:val="0089652B"/>
    <w:rsid w:val="00896BE1"/>
    <w:rsid w:val="008979BC"/>
    <w:rsid w:val="00897AD7"/>
    <w:rsid w:val="00897FB7"/>
    <w:rsid w:val="008A03B1"/>
    <w:rsid w:val="008A0886"/>
    <w:rsid w:val="008A089F"/>
    <w:rsid w:val="008A0C38"/>
    <w:rsid w:val="008A0D3C"/>
    <w:rsid w:val="008A0F04"/>
    <w:rsid w:val="008A110C"/>
    <w:rsid w:val="008A12D2"/>
    <w:rsid w:val="008A1372"/>
    <w:rsid w:val="008A15D3"/>
    <w:rsid w:val="008A15D7"/>
    <w:rsid w:val="008A1711"/>
    <w:rsid w:val="008A2033"/>
    <w:rsid w:val="008A237C"/>
    <w:rsid w:val="008A2593"/>
    <w:rsid w:val="008A29FF"/>
    <w:rsid w:val="008A2BDE"/>
    <w:rsid w:val="008A2BFB"/>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A7F25"/>
    <w:rsid w:val="008B00F5"/>
    <w:rsid w:val="008B01F3"/>
    <w:rsid w:val="008B0622"/>
    <w:rsid w:val="008B11EE"/>
    <w:rsid w:val="008B125D"/>
    <w:rsid w:val="008B1531"/>
    <w:rsid w:val="008B1615"/>
    <w:rsid w:val="008B1638"/>
    <w:rsid w:val="008B1903"/>
    <w:rsid w:val="008B192F"/>
    <w:rsid w:val="008B1E38"/>
    <w:rsid w:val="008B2376"/>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584"/>
    <w:rsid w:val="008B46C9"/>
    <w:rsid w:val="008B4CC0"/>
    <w:rsid w:val="008B4D06"/>
    <w:rsid w:val="008B4F66"/>
    <w:rsid w:val="008B5426"/>
    <w:rsid w:val="008B5929"/>
    <w:rsid w:val="008B62A8"/>
    <w:rsid w:val="008B6369"/>
    <w:rsid w:val="008B6491"/>
    <w:rsid w:val="008B67B3"/>
    <w:rsid w:val="008B7391"/>
    <w:rsid w:val="008C015A"/>
    <w:rsid w:val="008C044E"/>
    <w:rsid w:val="008C061C"/>
    <w:rsid w:val="008C07DD"/>
    <w:rsid w:val="008C0B48"/>
    <w:rsid w:val="008C0E93"/>
    <w:rsid w:val="008C10AD"/>
    <w:rsid w:val="008C1119"/>
    <w:rsid w:val="008C146D"/>
    <w:rsid w:val="008C17DF"/>
    <w:rsid w:val="008C1825"/>
    <w:rsid w:val="008C22DF"/>
    <w:rsid w:val="008C24F7"/>
    <w:rsid w:val="008C258C"/>
    <w:rsid w:val="008C262A"/>
    <w:rsid w:val="008C2AD5"/>
    <w:rsid w:val="008C2BD8"/>
    <w:rsid w:val="008C2EB2"/>
    <w:rsid w:val="008C323E"/>
    <w:rsid w:val="008C3296"/>
    <w:rsid w:val="008C3AF9"/>
    <w:rsid w:val="008C3CA7"/>
    <w:rsid w:val="008C417A"/>
    <w:rsid w:val="008C4B4B"/>
    <w:rsid w:val="008C4E19"/>
    <w:rsid w:val="008C4F80"/>
    <w:rsid w:val="008C59F3"/>
    <w:rsid w:val="008C5C6B"/>
    <w:rsid w:val="008C7639"/>
    <w:rsid w:val="008C798E"/>
    <w:rsid w:val="008C7C1A"/>
    <w:rsid w:val="008C7E00"/>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F52"/>
    <w:rsid w:val="008D614F"/>
    <w:rsid w:val="008D6B0E"/>
    <w:rsid w:val="008D6B99"/>
    <w:rsid w:val="008D6DD8"/>
    <w:rsid w:val="008D6F11"/>
    <w:rsid w:val="008D7126"/>
    <w:rsid w:val="008D747F"/>
    <w:rsid w:val="008D7839"/>
    <w:rsid w:val="008D7A7C"/>
    <w:rsid w:val="008D7C2C"/>
    <w:rsid w:val="008E0AAB"/>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E64"/>
    <w:rsid w:val="008E5FF9"/>
    <w:rsid w:val="008E63F2"/>
    <w:rsid w:val="008E670E"/>
    <w:rsid w:val="008E69A1"/>
    <w:rsid w:val="008E69C1"/>
    <w:rsid w:val="008E6F11"/>
    <w:rsid w:val="008E7289"/>
    <w:rsid w:val="008E73F0"/>
    <w:rsid w:val="008E7430"/>
    <w:rsid w:val="008E7AF3"/>
    <w:rsid w:val="008F0056"/>
    <w:rsid w:val="008F0415"/>
    <w:rsid w:val="008F060F"/>
    <w:rsid w:val="008F07D6"/>
    <w:rsid w:val="008F0C06"/>
    <w:rsid w:val="008F1222"/>
    <w:rsid w:val="008F14A7"/>
    <w:rsid w:val="008F16BD"/>
    <w:rsid w:val="008F19A3"/>
    <w:rsid w:val="008F19C0"/>
    <w:rsid w:val="008F1B6E"/>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185"/>
    <w:rsid w:val="008F71FF"/>
    <w:rsid w:val="008F75BE"/>
    <w:rsid w:val="008F75C1"/>
    <w:rsid w:val="008F7CEA"/>
    <w:rsid w:val="00900379"/>
    <w:rsid w:val="00900574"/>
    <w:rsid w:val="009005A4"/>
    <w:rsid w:val="00900981"/>
    <w:rsid w:val="0090159F"/>
    <w:rsid w:val="00901C2E"/>
    <w:rsid w:val="00901EC5"/>
    <w:rsid w:val="00901FD4"/>
    <w:rsid w:val="0090204D"/>
    <w:rsid w:val="009032E7"/>
    <w:rsid w:val="00903884"/>
    <w:rsid w:val="0090404A"/>
    <w:rsid w:val="0090428F"/>
    <w:rsid w:val="00904459"/>
    <w:rsid w:val="00904FE6"/>
    <w:rsid w:val="00905293"/>
    <w:rsid w:val="009059AF"/>
    <w:rsid w:val="00906059"/>
    <w:rsid w:val="00906577"/>
    <w:rsid w:val="00906AAE"/>
    <w:rsid w:val="00906D91"/>
    <w:rsid w:val="009071AF"/>
    <w:rsid w:val="0091047D"/>
    <w:rsid w:val="0091094F"/>
    <w:rsid w:val="00910B7B"/>
    <w:rsid w:val="009113E4"/>
    <w:rsid w:val="009116EE"/>
    <w:rsid w:val="00912582"/>
    <w:rsid w:val="00912B63"/>
    <w:rsid w:val="00912E41"/>
    <w:rsid w:val="00912F59"/>
    <w:rsid w:val="0091335B"/>
    <w:rsid w:val="00913626"/>
    <w:rsid w:val="00914ABB"/>
    <w:rsid w:val="00914B44"/>
    <w:rsid w:val="00914E13"/>
    <w:rsid w:val="00915D09"/>
    <w:rsid w:val="00916154"/>
    <w:rsid w:val="009162AE"/>
    <w:rsid w:val="0091671E"/>
    <w:rsid w:val="0091697A"/>
    <w:rsid w:val="009172C0"/>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840"/>
    <w:rsid w:val="0092399E"/>
    <w:rsid w:val="009243D1"/>
    <w:rsid w:val="0092443F"/>
    <w:rsid w:val="00924571"/>
    <w:rsid w:val="009247FB"/>
    <w:rsid w:val="00924F53"/>
    <w:rsid w:val="009250C3"/>
    <w:rsid w:val="0092526E"/>
    <w:rsid w:val="00925A87"/>
    <w:rsid w:val="00925ABE"/>
    <w:rsid w:val="00925DA8"/>
    <w:rsid w:val="00926165"/>
    <w:rsid w:val="009262DC"/>
    <w:rsid w:val="00926C5B"/>
    <w:rsid w:val="009271A8"/>
    <w:rsid w:val="009271CB"/>
    <w:rsid w:val="00927603"/>
    <w:rsid w:val="009276DD"/>
    <w:rsid w:val="00927717"/>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3073"/>
    <w:rsid w:val="009337B2"/>
    <w:rsid w:val="00933C8E"/>
    <w:rsid w:val="00933DD2"/>
    <w:rsid w:val="00933DF6"/>
    <w:rsid w:val="00933F1B"/>
    <w:rsid w:val="009341DB"/>
    <w:rsid w:val="009344F0"/>
    <w:rsid w:val="009345BF"/>
    <w:rsid w:val="009345C6"/>
    <w:rsid w:val="0093494A"/>
    <w:rsid w:val="00934C25"/>
    <w:rsid w:val="00935208"/>
    <w:rsid w:val="009357E0"/>
    <w:rsid w:val="0093589F"/>
    <w:rsid w:val="00935A5F"/>
    <w:rsid w:val="00935BD9"/>
    <w:rsid w:val="00935CC9"/>
    <w:rsid w:val="00935F8A"/>
    <w:rsid w:val="0093601A"/>
    <w:rsid w:val="009365CC"/>
    <w:rsid w:val="00937141"/>
    <w:rsid w:val="00937565"/>
    <w:rsid w:val="0093783F"/>
    <w:rsid w:val="00937DEE"/>
    <w:rsid w:val="00940E91"/>
    <w:rsid w:val="00940F2A"/>
    <w:rsid w:val="0094141B"/>
    <w:rsid w:val="00941BD9"/>
    <w:rsid w:val="00941E03"/>
    <w:rsid w:val="00941E29"/>
    <w:rsid w:val="009423AC"/>
    <w:rsid w:val="009427C0"/>
    <w:rsid w:val="00942A5E"/>
    <w:rsid w:val="00943047"/>
    <w:rsid w:val="00943206"/>
    <w:rsid w:val="0094377F"/>
    <w:rsid w:val="00943D58"/>
    <w:rsid w:val="00943DAD"/>
    <w:rsid w:val="00944257"/>
    <w:rsid w:val="009442EA"/>
    <w:rsid w:val="00944318"/>
    <w:rsid w:val="009447B9"/>
    <w:rsid w:val="00944B4E"/>
    <w:rsid w:val="00944BC8"/>
    <w:rsid w:val="00944BE0"/>
    <w:rsid w:val="00944BE7"/>
    <w:rsid w:val="00944C9D"/>
    <w:rsid w:val="00944F36"/>
    <w:rsid w:val="009452C9"/>
    <w:rsid w:val="0094546F"/>
    <w:rsid w:val="00945817"/>
    <w:rsid w:val="00946671"/>
    <w:rsid w:val="009467EF"/>
    <w:rsid w:val="00946F93"/>
    <w:rsid w:val="009477EF"/>
    <w:rsid w:val="00947DBB"/>
    <w:rsid w:val="00947F46"/>
    <w:rsid w:val="009501E8"/>
    <w:rsid w:val="009504A7"/>
    <w:rsid w:val="00950BCF"/>
    <w:rsid w:val="00950EF3"/>
    <w:rsid w:val="00951009"/>
    <w:rsid w:val="0095151E"/>
    <w:rsid w:val="009518F2"/>
    <w:rsid w:val="00951935"/>
    <w:rsid w:val="009524A0"/>
    <w:rsid w:val="00952B29"/>
    <w:rsid w:val="009531D9"/>
    <w:rsid w:val="0095377A"/>
    <w:rsid w:val="00953893"/>
    <w:rsid w:val="00953AFC"/>
    <w:rsid w:val="00953C55"/>
    <w:rsid w:val="00953EFB"/>
    <w:rsid w:val="00954C18"/>
    <w:rsid w:val="009550FD"/>
    <w:rsid w:val="00956325"/>
    <w:rsid w:val="009565FF"/>
    <w:rsid w:val="00956819"/>
    <w:rsid w:val="00956916"/>
    <w:rsid w:val="00956989"/>
    <w:rsid w:val="00956EAE"/>
    <w:rsid w:val="00957027"/>
    <w:rsid w:val="0095718F"/>
    <w:rsid w:val="009571A6"/>
    <w:rsid w:val="00957531"/>
    <w:rsid w:val="00957573"/>
    <w:rsid w:val="009575B5"/>
    <w:rsid w:val="009577D4"/>
    <w:rsid w:val="00957AD9"/>
    <w:rsid w:val="00957B49"/>
    <w:rsid w:val="0096020D"/>
    <w:rsid w:val="009607A9"/>
    <w:rsid w:val="00960E36"/>
    <w:rsid w:val="00960F89"/>
    <w:rsid w:val="009611FC"/>
    <w:rsid w:val="0096124B"/>
    <w:rsid w:val="00961A44"/>
    <w:rsid w:val="00961AA1"/>
    <w:rsid w:val="00961FE6"/>
    <w:rsid w:val="009625D7"/>
    <w:rsid w:val="009629AD"/>
    <w:rsid w:val="00963058"/>
    <w:rsid w:val="0096312A"/>
    <w:rsid w:val="0096339B"/>
    <w:rsid w:val="00963BC4"/>
    <w:rsid w:val="0096402E"/>
    <w:rsid w:val="00964324"/>
    <w:rsid w:val="00964964"/>
    <w:rsid w:val="00964A5D"/>
    <w:rsid w:val="00964BA1"/>
    <w:rsid w:val="00965467"/>
    <w:rsid w:val="00965666"/>
    <w:rsid w:val="00965A55"/>
    <w:rsid w:val="00965E59"/>
    <w:rsid w:val="009664ED"/>
    <w:rsid w:val="00966C8F"/>
    <w:rsid w:val="00966F8E"/>
    <w:rsid w:val="009670EB"/>
    <w:rsid w:val="00967A18"/>
    <w:rsid w:val="00967B36"/>
    <w:rsid w:val="00967D42"/>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23C"/>
    <w:rsid w:val="00981590"/>
    <w:rsid w:val="0098172D"/>
    <w:rsid w:val="00981E99"/>
    <w:rsid w:val="009821B5"/>
    <w:rsid w:val="009828B9"/>
    <w:rsid w:val="00982A96"/>
    <w:rsid w:val="00982B1B"/>
    <w:rsid w:val="00982C09"/>
    <w:rsid w:val="00982D2D"/>
    <w:rsid w:val="009837DD"/>
    <w:rsid w:val="00983A91"/>
    <w:rsid w:val="00984BED"/>
    <w:rsid w:val="00984C2C"/>
    <w:rsid w:val="00984DEA"/>
    <w:rsid w:val="00984FB4"/>
    <w:rsid w:val="0098531C"/>
    <w:rsid w:val="00985674"/>
    <w:rsid w:val="009856A6"/>
    <w:rsid w:val="009857B5"/>
    <w:rsid w:val="009864A2"/>
    <w:rsid w:val="00986520"/>
    <w:rsid w:val="009874B9"/>
    <w:rsid w:val="009905E2"/>
    <w:rsid w:val="00990AA6"/>
    <w:rsid w:val="00990B78"/>
    <w:rsid w:val="0099180B"/>
    <w:rsid w:val="00991942"/>
    <w:rsid w:val="00991C93"/>
    <w:rsid w:val="00991DD0"/>
    <w:rsid w:val="00992380"/>
    <w:rsid w:val="009932AC"/>
    <w:rsid w:val="0099331F"/>
    <w:rsid w:val="00993706"/>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CDA"/>
    <w:rsid w:val="00997D2C"/>
    <w:rsid w:val="009A00CC"/>
    <w:rsid w:val="009A0BC6"/>
    <w:rsid w:val="009A0F54"/>
    <w:rsid w:val="009A111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B5"/>
    <w:rsid w:val="009A62C3"/>
    <w:rsid w:val="009A633D"/>
    <w:rsid w:val="009A6F60"/>
    <w:rsid w:val="009A7721"/>
    <w:rsid w:val="009A7C96"/>
    <w:rsid w:val="009A7E07"/>
    <w:rsid w:val="009B0016"/>
    <w:rsid w:val="009B0968"/>
    <w:rsid w:val="009B0F88"/>
    <w:rsid w:val="009B1A28"/>
    <w:rsid w:val="009B1B80"/>
    <w:rsid w:val="009B1DE0"/>
    <w:rsid w:val="009B218F"/>
    <w:rsid w:val="009B25B1"/>
    <w:rsid w:val="009B277B"/>
    <w:rsid w:val="009B2AD2"/>
    <w:rsid w:val="009B3140"/>
    <w:rsid w:val="009B3260"/>
    <w:rsid w:val="009B32A3"/>
    <w:rsid w:val="009B339E"/>
    <w:rsid w:val="009B3BFB"/>
    <w:rsid w:val="009B3E3F"/>
    <w:rsid w:val="009B5650"/>
    <w:rsid w:val="009B57E1"/>
    <w:rsid w:val="009B67DA"/>
    <w:rsid w:val="009B68AA"/>
    <w:rsid w:val="009B6C6A"/>
    <w:rsid w:val="009B6CFA"/>
    <w:rsid w:val="009B6D66"/>
    <w:rsid w:val="009B7046"/>
    <w:rsid w:val="009B71B6"/>
    <w:rsid w:val="009B7217"/>
    <w:rsid w:val="009B7570"/>
    <w:rsid w:val="009B7AF0"/>
    <w:rsid w:val="009C038F"/>
    <w:rsid w:val="009C09E7"/>
    <w:rsid w:val="009C0DEB"/>
    <w:rsid w:val="009C0E08"/>
    <w:rsid w:val="009C1703"/>
    <w:rsid w:val="009C1735"/>
    <w:rsid w:val="009C1978"/>
    <w:rsid w:val="009C1EEB"/>
    <w:rsid w:val="009C22E5"/>
    <w:rsid w:val="009C2367"/>
    <w:rsid w:val="009C2788"/>
    <w:rsid w:val="009C2815"/>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216"/>
    <w:rsid w:val="009D1A65"/>
    <w:rsid w:val="009D1B69"/>
    <w:rsid w:val="009D1FE2"/>
    <w:rsid w:val="009D2726"/>
    <w:rsid w:val="009D2A5A"/>
    <w:rsid w:val="009D2FB1"/>
    <w:rsid w:val="009D30D9"/>
    <w:rsid w:val="009D3527"/>
    <w:rsid w:val="009D43E6"/>
    <w:rsid w:val="009D480C"/>
    <w:rsid w:val="009D4B7F"/>
    <w:rsid w:val="009D4BF9"/>
    <w:rsid w:val="009D539C"/>
    <w:rsid w:val="009D5447"/>
    <w:rsid w:val="009D54F4"/>
    <w:rsid w:val="009D5AB9"/>
    <w:rsid w:val="009D5B53"/>
    <w:rsid w:val="009D5C5A"/>
    <w:rsid w:val="009D5DB3"/>
    <w:rsid w:val="009D6200"/>
    <w:rsid w:val="009D629C"/>
    <w:rsid w:val="009D660B"/>
    <w:rsid w:val="009D6769"/>
    <w:rsid w:val="009D75C3"/>
    <w:rsid w:val="009D7658"/>
    <w:rsid w:val="009D765F"/>
    <w:rsid w:val="009D7B2C"/>
    <w:rsid w:val="009D7C13"/>
    <w:rsid w:val="009E00AC"/>
    <w:rsid w:val="009E079D"/>
    <w:rsid w:val="009E0E20"/>
    <w:rsid w:val="009E0E51"/>
    <w:rsid w:val="009E1259"/>
    <w:rsid w:val="009E1450"/>
    <w:rsid w:val="009E158B"/>
    <w:rsid w:val="009E15F7"/>
    <w:rsid w:val="009E1B68"/>
    <w:rsid w:val="009E1BAC"/>
    <w:rsid w:val="009E1D0F"/>
    <w:rsid w:val="009E1F33"/>
    <w:rsid w:val="009E2B76"/>
    <w:rsid w:val="009E2D09"/>
    <w:rsid w:val="009E32A0"/>
    <w:rsid w:val="009E3996"/>
    <w:rsid w:val="009E3B50"/>
    <w:rsid w:val="009E3D38"/>
    <w:rsid w:val="009E3D51"/>
    <w:rsid w:val="009E47E0"/>
    <w:rsid w:val="009E49DB"/>
    <w:rsid w:val="009E51B6"/>
    <w:rsid w:val="009E548E"/>
    <w:rsid w:val="009E5AB8"/>
    <w:rsid w:val="009E6C54"/>
    <w:rsid w:val="009E6C94"/>
    <w:rsid w:val="009E6F1E"/>
    <w:rsid w:val="009E728C"/>
    <w:rsid w:val="009E7321"/>
    <w:rsid w:val="009E797A"/>
    <w:rsid w:val="009F0177"/>
    <w:rsid w:val="009F040E"/>
    <w:rsid w:val="009F0522"/>
    <w:rsid w:val="009F09FA"/>
    <w:rsid w:val="009F0A5D"/>
    <w:rsid w:val="009F0C5E"/>
    <w:rsid w:val="009F0FD1"/>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64A"/>
    <w:rsid w:val="009F770A"/>
    <w:rsid w:val="009F79E9"/>
    <w:rsid w:val="00A0001A"/>
    <w:rsid w:val="00A0006B"/>
    <w:rsid w:val="00A00476"/>
    <w:rsid w:val="00A00639"/>
    <w:rsid w:val="00A00709"/>
    <w:rsid w:val="00A0085B"/>
    <w:rsid w:val="00A00B28"/>
    <w:rsid w:val="00A012D2"/>
    <w:rsid w:val="00A018F2"/>
    <w:rsid w:val="00A01A40"/>
    <w:rsid w:val="00A01B1D"/>
    <w:rsid w:val="00A01C38"/>
    <w:rsid w:val="00A01E88"/>
    <w:rsid w:val="00A02323"/>
    <w:rsid w:val="00A02B5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46C"/>
    <w:rsid w:val="00A0579B"/>
    <w:rsid w:val="00A05961"/>
    <w:rsid w:val="00A05AE6"/>
    <w:rsid w:val="00A05E6A"/>
    <w:rsid w:val="00A06069"/>
    <w:rsid w:val="00A060A1"/>
    <w:rsid w:val="00A0649B"/>
    <w:rsid w:val="00A06CCE"/>
    <w:rsid w:val="00A06D3B"/>
    <w:rsid w:val="00A06F2C"/>
    <w:rsid w:val="00A0715A"/>
    <w:rsid w:val="00A073B7"/>
    <w:rsid w:val="00A0744C"/>
    <w:rsid w:val="00A074E3"/>
    <w:rsid w:val="00A076B6"/>
    <w:rsid w:val="00A079AD"/>
    <w:rsid w:val="00A07A05"/>
    <w:rsid w:val="00A07DDA"/>
    <w:rsid w:val="00A07F83"/>
    <w:rsid w:val="00A10255"/>
    <w:rsid w:val="00A105A4"/>
    <w:rsid w:val="00A10B7A"/>
    <w:rsid w:val="00A1114C"/>
    <w:rsid w:val="00A112DB"/>
    <w:rsid w:val="00A1198C"/>
    <w:rsid w:val="00A1226E"/>
    <w:rsid w:val="00A123B7"/>
    <w:rsid w:val="00A12C50"/>
    <w:rsid w:val="00A12DC2"/>
    <w:rsid w:val="00A1305D"/>
    <w:rsid w:val="00A130ED"/>
    <w:rsid w:val="00A13384"/>
    <w:rsid w:val="00A13613"/>
    <w:rsid w:val="00A13968"/>
    <w:rsid w:val="00A13F54"/>
    <w:rsid w:val="00A144B3"/>
    <w:rsid w:val="00A14637"/>
    <w:rsid w:val="00A14CB7"/>
    <w:rsid w:val="00A15717"/>
    <w:rsid w:val="00A1577A"/>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0CD1"/>
    <w:rsid w:val="00A2109F"/>
    <w:rsid w:val="00A212FA"/>
    <w:rsid w:val="00A2148C"/>
    <w:rsid w:val="00A21504"/>
    <w:rsid w:val="00A216E7"/>
    <w:rsid w:val="00A217C2"/>
    <w:rsid w:val="00A218A6"/>
    <w:rsid w:val="00A21B9D"/>
    <w:rsid w:val="00A21E70"/>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3FC"/>
    <w:rsid w:val="00A25460"/>
    <w:rsid w:val="00A25623"/>
    <w:rsid w:val="00A25AF8"/>
    <w:rsid w:val="00A263F6"/>
    <w:rsid w:val="00A26A14"/>
    <w:rsid w:val="00A26AB5"/>
    <w:rsid w:val="00A26EB3"/>
    <w:rsid w:val="00A27404"/>
    <w:rsid w:val="00A276E2"/>
    <w:rsid w:val="00A30126"/>
    <w:rsid w:val="00A30197"/>
    <w:rsid w:val="00A30542"/>
    <w:rsid w:val="00A30754"/>
    <w:rsid w:val="00A308F5"/>
    <w:rsid w:val="00A30977"/>
    <w:rsid w:val="00A30D1C"/>
    <w:rsid w:val="00A31B23"/>
    <w:rsid w:val="00A32281"/>
    <w:rsid w:val="00A323F6"/>
    <w:rsid w:val="00A326D3"/>
    <w:rsid w:val="00A328FC"/>
    <w:rsid w:val="00A32A73"/>
    <w:rsid w:val="00A335D3"/>
    <w:rsid w:val="00A33633"/>
    <w:rsid w:val="00A33855"/>
    <w:rsid w:val="00A34759"/>
    <w:rsid w:val="00A348E0"/>
    <w:rsid w:val="00A35D46"/>
    <w:rsid w:val="00A36459"/>
    <w:rsid w:val="00A36AA5"/>
    <w:rsid w:val="00A36ACF"/>
    <w:rsid w:val="00A376F3"/>
    <w:rsid w:val="00A37CCF"/>
    <w:rsid w:val="00A37EB4"/>
    <w:rsid w:val="00A40CD7"/>
    <w:rsid w:val="00A40D3B"/>
    <w:rsid w:val="00A40F13"/>
    <w:rsid w:val="00A418B4"/>
    <w:rsid w:val="00A41A18"/>
    <w:rsid w:val="00A41A27"/>
    <w:rsid w:val="00A41B59"/>
    <w:rsid w:val="00A420FB"/>
    <w:rsid w:val="00A4261C"/>
    <w:rsid w:val="00A426B3"/>
    <w:rsid w:val="00A42815"/>
    <w:rsid w:val="00A42838"/>
    <w:rsid w:val="00A42CDF"/>
    <w:rsid w:val="00A4317A"/>
    <w:rsid w:val="00A433AD"/>
    <w:rsid w:val="00A43472"/>
    <w:rsid w:val="00A43496"/>
    <w:rsid w:val="00A438C3"/>
    <w:rsid w:val="00A439E2"/>
    <w:rsid w:val="00A43C6B"/>
    <w:rsid w:val="00A44126"/>
    <w:rsid w:val="00A44539"/>
    <w:rsid w:val="00A44CB1"/>
    <w:rsid w:val="00A44E76"/>
    <w:rsid w:val="00A45D49"/>
    <w:rsid w:val="00A45DD5"/>
    <w:rsid w:val="00A46D8F"/>
    <w:rsid w:val="00A46E3A"/>
    <w:rsid w:val="00A4731F"/>
    <w:rsid w:val="00A477B5"/>
    <w:rsid w:val="00A47ECA"/>
    <w:rsid w:val="00A50230"/>
    <w:rsid w:val="00A50500"/>
    <w:rsid w:val="00A50B82"/>
    <w:rsid w:val="00A50DD1"/>
    <w:rsid w:val="00A51675"/>
    <w:rsid w:val="00A51AEE"/>
    <w:rsid w:val="00A51BBE"/>
    <w:rsid w:val="00A51BE5"/>
    <w:rsid w:val="00A520DD"/>
    <w:rsid w:val="00A5344C"/>
    <w:rsid w:val="00A53598"/>
    <w:rsid w:val="00A53618"/>
    <w:rsid w:val="00A53703"/>
    <w:rsid w:val="00A5375D"/>
    <w:rsid w:val="00A53908"/>
    <w:rsid w:val="00A53B60"/>
    <w:rsid w:val="00A53C0D"/>
    <w:rsid w:val="00A54291"/>
    <w:rsid w:val="00A54762"/>
    <w:rsid w:val="00A5484F"/>
    <w:rsid w:val="00A5497D"/>
    <w:rsid w:val="00A5531F"/>
    <w:rsid w:val="00A55538"/>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B30"/>
    <w:rsid w:val="00A60B63"/>
    <w:rsid w:val="00A60CCB"/>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FDB"/>
    <w:rsid w:val="00A65002"/>
    <w:rsid w:val="00A651A1"/>
    <w:rsid w:val="00A651E2"/>
    <w:rsid w:val="00A654E8"/>
    <w:rsid w:val="00A657E3"/>
    <w:rsid w:val="00A657EB"/>
    <w:rsid w:val="00A65BB5"/>
    <w:rsid w:val="00A65C85"/>
    <w:rsid w:val="00A65F3B"/>
    <w:rsid w:val="00A6626F"/>
    <w:rsid w:val="00A66D91"/>
    <w:rsid w:val="00A66E57"/>
    <w:rsid w:val="00A671E9"/>
    <w:rsid w:val="00A67338"/>
    <w:rsid w:val="00A67D46"/>
    <w:rsid w:val="00A67DF7"/>
    <w:rsid w:val="00A67E75"/>
    <w:rsid w:val="00A70166"/>
    <w:rsid w:val="00A703B7"/>
    <w:rsid w:val="00A706AB"/>
    <w:rsid w:val="00A70751"/>
    <w:rsid w:val="00A71007"/>
    <w:rsid w:val="00A71541"/>
    <w:rsid w:val="00A71D17"/>
    <w:rsid w:val="00A725FF"/>
    <w:rsid w:val="00A72630"/>
    <w:rsid w:val="00A7272B"/>
    <w:rsid w:val="00A72A45"/>
    <w:rsid w:val="00A734DE"/>
    <w:rsid w:val="00A739C7"/>
    <w:rsid w:val="00A73B0B"/>
    <w:rsid w:val="00A74065"/>
    <w:rsid w:val="00A7408B"/>
    <w:rsid w:val="00A744DF"/>
    <w:rsid w:val="00A745B1"/>
    <w:rsid w:val="00A74C94"/>
    <w:rsid w:val="00A74F5A"/>
    <w:rsid w:val="00A75315"/>
    <w:rsid w:val="00A75D85"/>
    <w:rsid w:val="00A76136"/>
    <w:rsid w:val="00A7630E"/>
    <w:rsid w:val="00A76C77"/>
    <w:rsid w:val="00A76D09"/>
    <w:rsid w:val="00A77198"/>
    <w:rsid w:val="00A77584"/>
    <w:rsid w:val="00A77BB5"/>
    <w:rsid w:val="00A77D5B"/>
    <w:rsid w:val="00A8053F"/>
    <w:rsid w:val="00A80587"/>
    <w:rsid w:val="00A807E9"/>
    <w:rsid w:val="00A80997"/>
    <w:rsid w:val="00A81143"/>
    <w:rsid w:val="00A811B4"/>
    <w:rsid w:val="00A8165B"/>
    <w:rsid w:val="00A8189A"/>
    <w:rsid w:val="00A822AB"/>
    <w:rsid w:val="00A8234A"/>
    <w:rsid w:val="00A8238E"/>
    <w:rsid w:val="00A8262B"/>
    <w:rsid w:val="00A82722"/>
    <w:rsid w:val="00A82BE9"/>
    <w:rsid w:val="00A830CF"/>
    <w:rsid w:val="00A8328C"/>
    <w:rsid w:val="00A835CE"/>
    <w:rsid w:val="00A84022"/>
    <w:rsid w:val="00A84088"/>
    <w:rsid w:val="00A8489A"/>
    <w:rsid w:val="00A84FAF"/>
    <w:rsid w:val="00A8579C"/>
    <w:rsid w:val="00A857EF"/>
    <w:rsid w:val="00A858A3"/>
    <w:rsid w:val="00A85D00"/>
    <w:rsid w:val="00A860C8"/>
    <w:rsid w:val="00A861AF"/>
    <w:rsid w:val="00A8633D"/>
    <w:rsid w:val="00A8682A"/>
    <w:rsid w:val="00A8688A"/>
    <w:rsid w:val="00A871C3"/>
    <w:rsid w:val="00A87271"/>
    <w:rsid w:val="00A876BF"/>
    <w:rsid w:val="00A87995"/>
    <w:rsid w:val="00A87B54"/>
    <w:rsid w:val="00A87CC1"/>
    <w:rsid w:val="00A87F9E"/>
    <w:rsid w:val="00A905E1"/>
    <w:rsid w:val="00A90795"/>
    <w:rsid w:val="00A908CC"/>
    <w:rsid w:val="00A90B10"/>
    <w:rsid w:val="00A90B11"/>
    <w:rsid w:val="00A90BBE"/>
    <w:rsid w:val="00A914A9"/>
    <w:rsid w:val="00A91CFD"/>
    <w:rsid w:val="00A922F5"/>
    <w:rsid w:val="00A923B5"/>
    <w:rsid w:val="00A928F0"/>
    <w:rsid w:val="00A92C7C"/>
    <w:rsid w:val="00A92DE1"/>
    <w:rsid w:val="00A92E45"/>
    <w:rsid w:val="00A9320F"/>
    <w:rsid w:val="00A93357"/>
    <w:rsid w:val="00A935E6"/>
    <w:rsid w:val="00A93613"/>
    <w:rsid w:val="00A936E2"/>
    <w:rsid w:val="00A93AD5"/>
    <w:rsid w:val="00A93AD7"/>
    <w:rsid w:val="00A93C12"/>
    <w:rsid w:val="00A93FD5"/>
    <w:rsid w:val="00A94266"/>
    <w:rsid w:val="00A945C0"/>
    <w:rsid w:val="00A94BC3"/>
    <w:rsid w:val="00A94E1B"/>
    <w:rsid w:val="00A952F9"/>
    <w:rsid w:val="00A9549F"/>
    <w:rsid w:val="00A95B8F"/>
    <w:rsid w:val="00A95EE6"/>
    <w:rsid w:val="00A962FB"/>
    <w:rsid w:val="00A9693B"/>
    <w:rsid w:val="00A96C66"/>
    <w:rsid w:val="00A972BC"/>
    <w:rsid w:val="00A97B15"/>
    <w:rsid w:val="00A97D9F"/>
    <w:rsid w:val="00AA027D"/>
    <w:rsid w:val="00AA04FD"/>
    <w:rsid w:val="00AA0578"/>
    <w:rsid w:val="00AA07E8"/>
    <w:rsid w:val="00AA0DBE"/>
    <w:rsid w:val="00AA0FC7"/>
    <w:rsid w:val="00AA11D9"/>
    <w:rsid w:val="00AA12BB"/>
    <w:rsid w:val="00AA1BB6"/>
    <w:rsid w:val="00AA1DD2"/>
    <w:rsid w:val="00AA207D"/>
    <w:rsid w:val="00AA22E7"/>
    <w:rsid w:val="00AA26AA"/>
    <w:rsid w:val="00AA2784"/>
    <w:rsid w:val="00AA2B79"/>
    <w:rsid w:val="00AA2EAE"/>
    <w:rsid w:val="00AA305F"/>
    <w:rsid w:val="00AA30D9"/>
    <w:rsid w:val="00AA354B"/>
    <w:rsid w:val="00AA3813"/>
    <w:rsid w:val="00AA4017"/>
    <w:rsid w:val="00AA468E"/>
    <w:rsid w:val="00AA4916"/>
    <w:rsid w:val="00AA4E65"/>
    <w:rsid w:val="00AA514B"/>
    <w:rsid w:val="00AA5569"/>
    <w:rsid w:val="00AA55B3"/>
    <w:rsid w:val="00AA586E"/>
    <w:rsid w:val="00AA5A0A"/>
    <w:rsid w:val="00AA5B23"/>
    <w:rsid w:val="00AA60F1"/>
    <w:rsid w:val="00AA6475"/>
    <w:rsid w:val="00AA6F07"/>
    <w:rsid w:val="00AA6F4A"/>
    <w:rsid w:val="00AA72AA"/>
    <w:rsid w:val="00AA7ABD"/>
    <w:rsid w:val="00AA7E8A"/>
    <w:rsid w:val="00AB05F8"/>
    <w:rsid w:val="00AB0976"/>
    <w:rsid w:val="00AB09C4"/>
    <w:rsid w:val="00AB0AB5"/>
    <w:rsid w:val="00AB0D7D"/>
    <w:rsid w:val="00AB0E82"/>
    <w:rsid w:val="00AB15A6"/>
    <w:rsid w:val="00AB15E2"/>
    <w:rsid w:val="00AB167D"/>
    <w:rsid w:val="00AB19D5"/>
    <w:rsid w:val="00AB1A80"/>
    <w:rsid w:val="00AB1BB4"/>
    <w:rsid w:val="00AB1D7A"/>
    <w:rsid w:val="00AB1F23"/>
    <w:rsid w:val="00AB20B4"/>
    <w:rsid w:val="00AB238C"/>
    <w:rsid w:val="00AB2560"/>
    <w:rsid w:val="00AB261F"/>
    <w:rsid w:val="00AB2933"/>
    <w:rsid w:val="00AB2C12"/>
    <w:rsid w:val="00AB2DCC"/>
    <w:rsid w:val="00AB3004"/>
    <w:rsid w:val="00AB35F3"/>
    <w:rsid w:val="00AB3AB4"/>
    <w:rsid w:val="00AB3E00"/>
    <w:rsid w:val="00AB41B0"/>
    <w:rsid w:val="00AB493E"/>
    <w:rsid w:val="00AB4A43"/>
    <w:rsid w:val="00AB52B2"/>
    <w:rsid w:val="00AB5CA7"/>
    <w:rsid w:val="00AB5D69"/>
    <w:rsid w:val="00AB5FA4"/>
    <w:rsid w:val="00AB6269"/>
    <w:rsid w:val="00AB6EFB"/>
    <w:rsid w:val="00AB746D"/>
    <w:rsid w:val="00AB75C6"/>
    <w:rsid w:val="00AB78AE"/>
    <w:rsid w:val="00AB7A92"/>
    <w:rsid w:val="00AB7E04"/>
    <w:rsid w:val="00AB7E40"/>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D4C"/>
    <w:rsid w:val="00AC2E81"/>
    <w:rsid w:val="00AC31BC"/>
    <w:rsid w:val="00AC34C7"/>
    <w:rsid w:val="00AC3899"/>
    <w:rsid w:val="00AC3DEE"/>
    <w:rsid w:val="00AC43F5"/>
    <w:rsid w:val="00AC45B7"/>
    <w:rsid w:val="00AC4E1C"/>
    <w:rsid w:val="00AC5A2E"/>
    <w:rsid w:val="00AC5C10"/>
    <w:rsid w:val="00AC5FAB"/>
    <w:rsid w:val="00AC685F"/>
    <w:rsid w:val="00AC689B"/>
    <w:rsid w:val="00AC72E5"/>
    <w:rsid w:val="00AC747B"/>
    <w:rsid w:val="00AC750C"/>
    <w:rsid w:val="00AD0474"/>
    <w:rsid w:val="00AD0F61"/>
    <w:rsid w:val="00AD0FB0"/>
    <w:rsid w:val="00AD12EF"/>
    <w:rsid w:val="00AD1B93"/>
    <w:rsid w:val="00AD1BC5"/>
    <w:rsid w:val="00AD1D7D"/>
    <w:rsid w:val="00AD227B"/>
    <w:rsid w:val="00AD2413"/>
    <w:rsid w:val="00AD265F"/>
    <w:rsid w:val="00AD271E"/>
    <w:rsid w:val="00AD2EEC"/>
    <w:rsid w:val="00AD2FA1"/>
    <w:rsid w:val="00AD3043"/>
    <w:rsid w:val="00AD338C"/>
    <w:rsid w:val="00AD3C33"/>
    <w:rsid w:val="00AD3DEF"/>
    <w:rsid w:val="00AD4CE8"/>
    <w:rsid w:val="00AD5138"/>
    <w:rsid w:val="00AD5151"/>
    <w:rsid w:val="00AD5743"/>
    <w:rsid w:val="00AD5AD1"/>
    <w:rsid w:val="00AD6403"/>
    <w:rsid w:val="00AD6658"/>
    <w:rsid w:val="00AD6830"/>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0F9D"/>
    <w:rsid w:val="00AE143B"/>
    <w:rsid w:val="00AE1672"/>
    <w:rsid w:val="00AE173B"/>
    <w:rsid w:val="00AE1CCD"/>
    <w:rsid w:val="00AE1E41"/>
    <w:rsid w:val="00AE205C"/>
    <w:rsid w:val="00AE2061"/>
    <w:rsid w:val="00AE2074"/>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6B4A"/>
    <w:rsid w:val="00AE723A"/>
    <w:rsid w:val="00AE794D"/>
    <w:rsid w:val="00AE7974"/>
    <w:rsid w:val="00AE7A65"/>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D7"/>
    <w:rsid w:val="00AF4CAC"/>
    <w:rsid w:val="00AF4D12"/>
    <w:rsid w:val="00AF51CF"/>
    <w:rsid w:val="00AF55C0"/>
    <w:rsid w:val="00AF5635"/>
    <w:rsid w:val="00AF57A0"/>
    <w:rsid w:val="00AF5A00"/>
    <w:rsid w:val="00AF68D8"/>
    <w:rsid w:val="00AF6C7A"/>
    <w:rsid w:val="00AF700B"/>
    <w:rsid w:val="00AF7625"/>
    <w:rsid w:val="00AF762B"/>
    <w:rsid w:val="00AF7E7F"/>
    <w:rsid w:val="00B00012"/>
    <w:rsid w:val="00B00387"/>
    <w:rsid w:val="00B0083B"/>
    <w:rsid w:val="00B00C84"/>
    <w:rsid w:val="00B00D45"/>
    <w:rsid w:val="00B00FFC"/>
    <w:rsid w:val="00B014E9"/>
    <w:rsid w:val="00B01C36"/>
    <w:rsid w:val="00B01E4B"/>
    <w:rsid w:val="00B027B4"/>
    <w:rsid w:val="00B02B01"/>
    <w:rsid w:val="00B02E8B"/>
    <w:rsid w:val="00B02F7A"/>
    <w:rsid w:val="00B033EE"/>
    <w:rsid w:val="00B03426"/>
    <w:rsid w:val="00B044E5"/>
    <w:rsid w:val="00B047D6"/>
    <w:rsid w:val="00B0496F"/>
    <w:rsid w:val="00B04EBA"/>
    <w:rsid w:val="00B051A0"/>
    <w:rsid w:val="00B0523D"/>
    <w:rsid w:val="00B056D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98E"/>
    <w:rsid w:val="00B11A65"/>
    <w:rsid w:val="00B11A67"/>
    <w:rsid w:val="00B127FD"/>
    <w:rsid w:val="00B12838"/>
    <w:rsid w:val="00B12B46"/>
    <w:rsid w:val="00B12CAA"/>
    <w:rsid w:val="00B12D93"/>
    <w:rsid w:val="00B12E3F"/>
    <w:rsid w:val="00B12EAD"/>
    <w:rsid w:val="00B13007"/>
    <w:rsid w:val="00B1363B"/>
    <w:rsid w:val="00B13926"/>
    <w:rsid w:val="00B13B20"/>
    <w:rsid w:val="00B13BE4"/>
    <w:rsid w:val="00B13EDC"/>
    <w:rsid w:val="00B13EFF"/>
    <w:rsid w:val="00B14768"/>
    <w:rsid w:val="00B1485E"/>
    <w:rsid w:val="00B150F6"/>
    <w:rsid w:val="00B153E6"/>
    <w:rsid w:val="00B1566C"/>
    <w:rsid w:val="00B15CD8"/>
    <w:rsid w:val="00B15F38"/>
    <w:rsid w:val="00B1601D"/>
    <w:rsid w:val="00B16CB9"/>
    <w:rsid w:val="00B16D8D"/>
    <w:rsid w:val="00B17295"/>
    <w:rsid w:val="00B17DE6"/>
    <w:rsid w:val="00B17E36"/>
    <w:rsid w:val="00B20203"/>
    <w:rsid w:val="00B20225"/>
    <w:rsid w:val="00B20550"/>
    <w:rsid w:val="00B2120E"/>
    <w:rsid w:val="00B2192F"/>
    <w:rsid w:val="00B226C3"/>
    <w:rsid w:val="00B2295A"/>
    <w:rsid w:val="00B22BE4"/>
    <w:rsid w:val="00B23109"/>
    <w:rsid w:val="00B2325A"/>
    <w:rsid w:val="00B2334B"/>
    <w:rsid w:val="00B2340D"/>
    <w:rsid w:val="00B23938"/>
    <w:rsid w:val="00B239A0"/>
    <w:rsid w:val="00B23DED"/>
    <w:rsid w:val="00B23F02"/>
    <w:rsid w:val="00B240C2"/>
    <w:rsid w:val="00B2431B"/>
    <w:rsid w:val="00B2438C"/>
    <w:rsid w:val="00B24782"/>
    <w:rsid w:val="00B24BB0"/>
    <w:rsid w:val="00B24C1D"/>
    <w:rsid w:val="00B24C8B"/>
    <w:rsid w:val="00B24DC0"/>
    <w:rsid w:val="00B2509A"/>
    <w:rsid w:val="00B256CA"/>
    <w:rsid w:val="00B257BB"/>
    <w:rsid w:val="00B2592B"/>
    <w:rsid w:val="00B25B9D"/>
    <w:rsid w:val="00B25D17"/>
    <w:rsid w:val="00B26053"/>
    <w:rsid w:val="00B26100"/>
    <w:rsid w:val="00B26228"/>
    <w:rsid w:val="00B267C4"/>
    <w:rsid w:val="00B26B36"/>
    <w:rsid w:val="00B26C25"/>
    <w:rsid w:val="00B26E4C"/>
    <w:rsid w:val="00B26EE5"/>
    <w:rsid w:val="00B27981"/>
    <w:rsid w:val="00B27DB1"/>
    <w:rsid w:val="00B27E4E"/>
    <w:rsid w:val="00B303AD"/>
    <w:rsid w:val="00B305E6"/>
    <w:rsid w:val="00B3068A"/>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4F96"/>
    <w:rsid w:val="00B3565C"/>
    <w:rsid w:val="00B35C37"/>
    <w:rsid w:val="00B35EDB"/>
    <w:rsid w:val="00B36063"/>
    <w:rsid w:val="00B3607A"/>
    <w:rsid w:val="00B3607D"/>
    <w:rsid w:val="00B3653F"/>
    <w:rsid w:val="00B36B47"/>
    <w:rsid w:val="00B36F9A"/>
    <w:rsid w:val="00B371B4"/>
    <w:rsid w:val="00B3765B"/>
    <w:rsid w:val="00B376C4"/>
    <w:rsid w:val="00B37975"/>
    <w:rsid w:val="00B37E9D"/>
    <w:rsid w:val="00B4021B"/>
    <w:rsid w:val="00B402B3"/>
    <w:rsid w:val="00B402FE"/>
    <w:rsid w:val="00B4044D"/>
    <w:rsid w:val="00B406E1"/>
    <w:rsid w:val="00B40E97"/>
    <w:rsid w:val="00B41095"/>
    <w:rsid w:val="00B411A3"/>
    <w:rsid w:val="00B414E6"/>
    <w:rsid w:val="00B4164A"/>
    <w:rsid w:val="00B418E6"/>
    <w:rsid w:val="00B41F72"/>
    <w:rsid w:val="00B41FEA"/>
    <w:rsid w:val="00B42351"/>
    <w:rsid w:val="00B425D0"/>
    <w:rsid w:val="00B4279E"/>
    <w:rsid w:val="00B427EE"/>
    <w:rsid w:val="00B42BC0"/>
    <w:rsid w:val="00B42E4A"/>
    <w:rsid w:val="00B42E4E"/>
    <w:rsid w:val="00B42EDB"/>
    <w:rsid w:val="00B430EB"/>
    <w:rsid w:val="00B43338"/>
    <w:rsid w:val="00B43551"/>
    <w:rsid w:val="00B436EB"/>
    <w:rsid w:val="00B4389D"/>
    <w:rsid w:val="00B44184"/>
    <w:rsid w:val="00B441FE"/>
    <w:rsid w:val="00B4436B"/>
    <w:rsid w:val="00B443D9"/>
    <w:rsid w:val="00B4472B"/>
    <w:rsid w:val="00B4493D"/>
    <w:rsid w:val="00B44D53"/>
    <w:rsid w:val="00B4507C"/>
    <w:rsid w:val="00B45480"/>
    <w:rsid w:val="00B4563E"/>
    <w:rsid w:val="00B458E8"/>
    <w:rsid w:val="00B45A63"/>
    <w:rsid w:val="00B45B5F"/>
    <w:rsid w:val="00B45D36"/>
    <w:rsid w:val="00B46335"/>
    <w:rsid w:val="00B46C58"/>
    <w:rsid w:val="00B46CB1"/>
    <w:rsid w:val="00B46E29"/>
    <w:rsid w:val="00B47098"/>
    <w:rsid w:val="00B47642"/>
    <w:rsid w:val="00B47B41"/>
    <w:rsid w:val="00B504FA"/>
    <w:rsid w:val="00B514B2"/>
    <w:rsid w:val="00B51BBC"/>
    <w:rsid w:val="00B51F9E"/>
    <w:rsid w:val="00B522D8"/>
    <w:rsid w:val="00B52CAF"/>
    <w:rsid w:val="00B535BC"/>
    <w:rsid w:val="00B54576"/>
    <w:rsid w:val="00B54B2F"/>
    <w:rsid w:val="00B5513D"/>
    <w:rsid w:val="00B553A1"/>
    <w:rsid w:val="00B55514"/>
    <w:rsid w:val="00B55A24"/>
    <w:rsid w:val="00B55D67"/>
    <w:rsid w:val="00B56A7D"/>
    <w:rsid w:val="00B56C8C"/>
    <w:rsid w:val="00B56D1D"/>
    <w:rsid w:val="00B57679"/>
    <w:rsid w:val="00B577CC"/>
    <w:rsid w:val="00B57820"/>
    <w:rsid w:val="00B57D58"/>
    <w:rsid w:val="00B57E52"/>
    <w:rsid w:val="00B57E9D"/>
    <w:rsid w:val="00B600BB"/>
    <w:rsid w:val="00B6039E"/>
    <w:rsid w:val="00B60475"/>
    <w:rsid w:val="00B60477"/>
    <w:rsid w:val="00B6095B"/>
    <w:rsid w:val="00B60AFC"/>
    <w:rsid w:val="00B60EC7"/>
    <w:rsid w:val="00B60F9D"/>
    <w:rsid w:val="00B613F9"/>
    <w:rsid w:val="00B62678"/>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CC"/>
    <w:rsid w:val="00B66608"/>
    <w:rsid w:val="00B66C39"/>
    <w:rsid w:val="00B66EC8"/>
    <w:rsid w:val="00B674EB"/>
    <w:rsid w:val="00B67597"/>
    <w:rsid w:val="00B6759B"/>
    <w:rsid w:val="00B67AC1"/>
    <w:rsid w:val="00B67DAE"/>
    <w:rsid w:val="00B67E1F"/>
    <w:rsid w:val="00B70097"/>
    <w:rsid w:val="00B70863"/>
    <w:rsid w:val="00B70BBE"/>
    <w:rsid w:val="00B70F49"/>
    <w:rsid w:val="00B7107F"/>
    <w:rsid w:val="00B7116F"/>
    <w:rsid w:val="00B711B2"/>
    <w:rsid w:val="00B71787"/>
    <w:rsid w:val="00B71E64"/>
    <w:rsid w:val="00B721E4"/>
    <w:rsid w:val="00B723BC"/>
    <w:rsid w:val="00B725E5"/>
    <w:rsid w:val="00B725FF"/>
    <w:rsid w:val="00B736BD"/>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416"/>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63A"/>
    <w:rsid w:val="00B839DC"/>
    <w:rsid w:val="00B842E6"/>
    <w:rsid w:val="00B847F6"/>
    <w:rsid w:val="00B84B82"/>
    <w:rsid w:val="00B84CCA"/>
    <w:rsid w:val="00B84D5E"/>
    <w:rsid w:val="00B84DFF"/>
    <w:rsid w:val="00B8510A"/>
    <w:rsid w:val="00B85627"/>
    <w:rsid w:val="00B85B00"/>
    <w:rsid w:val="00B8652E"/>
    <w:rsid w:val="00B866DE"/>
    <w:rsid w:val="00B86B50"/>
    <w:rsid w:val="00B86DAB"/>
    <w:rsid w:val="00B871C1"/>
    <w:rsid w:val="00B87280"/>
    <w:rsid w:val="00B876EB"/>
    <w:rsid w:val="00B87804"/>
    <w:rsid w:val="00B87E0B"/>
    <w:rsid w:val="00B9003E"/>
    <w:rsid w:val="00B9064B"/>
    <w:rsid w:val="00B90B10"/>
    <w:rsid w:val="00B90C3E"/>
    <w:rsid w:val="00B90D3F"/>
    <w:rsid w:val="00B90F16"/>
    <w:rsid w:val="00B9163E"/>
    <w:rsid w:val="00B91D04"/>
    <w:rsid w:val="00B91FDC"/>
    <w:rsid w:val="00B921B0"/>
    <w:rsid w:val="00B921CD"/>
    <w:rsid w:val="00B92708"/>
    <w:rsid w:val="00B9284D"/>
    <w:rsid w:val="00B92A32"/>
    <w:rsid w:val="00B93301"/>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3EC"/>
    <w:rsid w:val="00B979AE"/>
    <w:rsid w:val="00B97EC0"/>
    <w:rsid w:val="00BA0426"/>
    <w:rsid w:val="00BA08FD"/>
    <w:rsid w:val="00BA0A45"/>
    <w:rsid w:val="00BA0AC4"/>
    <w:rsid w:val="00BA0BF7"/>
    <w:rsid w:val="00BA0F0A"/>
    <w:rsid w:val="00BA101D"/>
    <w:rsid w:val="00BA10C9"/>
    <w:rsid w:val="00BA11BE"/>
    <w:rsid w:val="00BA1DE2"/>
    <w:rsid w:val="00BA1F18"/>
    <w:rsid w:val="00BA23AA"/>
    <w:rsid w:val="00BA23D0"/>
    <w:rsid w:val="00BA29BF"/>
    <w:rsid w:val="00BA2B03"/>
    <w:rsid w:val="00BA2CB9"/>
    <w:rsid w:val="00BA3487"/>
    <w:rsid w:val="00BA3517"/>
    <w:rsid w:val="00BA3EE6"/>
    <w:rsid w:val="00BA3F5A"/>
    <w:rsid w:val="00BA4548"/>
    <w:rsid w:val="00BA4621"/>
    <w:rsid w:val="00BA475F"/>
    <w:rsid w:val="00BA5089"/>
    <w:rsid w:val="00BA55DA"/>
    <w:rsid w:val="00BA571E"/>
    <w:rsid w:val="00BA57C7"/>
    <w:rsid w:val="00BA57D8"/>
    <w:rsid w:val="00BA5816"/>
    <w:rsid w:val="00BA5AAA"/>
    <w:rsid w:val="00BA5B26"/>
    <w:rsid w:val="00BA5D8C"/>
    <w:rsid w:val="00BA5E38"/>
    <w:rsid w:val="00BA5F29"/>
    <w:rsid w:val="00BA5FF9"/>
    <w:rsid w:val="00BA6105"/>
    <w:rsid w:val="00BA6200"/>
    <w:rsid w:val="00BA6702"/>
    <w:rsid w:val="00BA6C55"/>
    <w:rsid w:val="00BA72BB"/>
    <w:rsid w:val="00BA7336"/>
    <w:rsid w:val="00BA736C"/>
    <w:rsid w:val="00BA73B5"/>
    <w:rsid w:val="00BA78CC"/>
    <w:rsid w:val="00BA7C48"/>
    <w:rsid w:val="00BB01DA"/>
    <w:rsid w:val="00BB0249"/>
    <w:rsid w:val="00BB02F3"/>
    <w:rsid w:val="00BB0BE7"/>
    <w:rsid w:val="00BB0F14"/>
    <w:rsid w:val="00BB1152"/>
    <w:rsid w:val="00BB14FA"/>
    <w:rsid w:val="00BB1760"/>
    <w:rsid w:val="00BB1824"/>
    <w:rsid w:val="00BB1883"/>
    <w:rsid w:val="00BB1D52"/>
    <w:rsid w:val="00BB1EAC"/>
    <w:rsid w:val="00BB20CB"/>
    <w:rsid w:val="00BB22EA"/>
    <w:rsid w:val="00BB2364"/>
    <w:rsid w:val="00BB2499"/>
    <w:rsid w:val="00BB2738"/>
    <w:rsid w:val="00BB2966"/>
    <w:rsid w:val="00BB2A67"/>
    <w:rsid w:val="00BB2AE6"/>
    <w:rsid w:val="00BB3B10"/>
    <w:rsid w:val="00BB4369"/>
    <w:rsid w:val="00BB4FB3"/>
    <w:rsid w:val="00BB52E2"/>
    <w:rsid w:val="00BB5334"/>
    <w:rsid w:val="00BB550A"/>
    <w:rsid w:val="00BB57DD"/>
    <w:rsid w:val="00BB5839"/>
    <w:rsid w:val="00BB5A2E"/>
    <w:rsid w:val="00BB5B91"/>
    <w:rsid w:val="00BB639E"/>
    <w:rsid w:val="00BB641B"/>
    <w:rsid w:val="00BB642E"/>
    <w:rsid w:val="00BB6677"/>
    <w:rsid w:val="00BB6745"/>
    <w:rsid w:val="00BB6ECD"/>
    <w:rsid w:val="00BB707F"/>
    <w:rsid w:val="00BB7101"/>
    <w:rsid w:val="00BB7252"/>
    <w:rsid w:val="00BB75BE"/>
    <w:rsid w:val="00BB761B"/>
    <w:rsid w:val="00BB764C"/>
    <w:rsid w:val="00BB7CD6"/>
    <w:rsid w:val="00BC0122"/>
    <w:rsid w:val="00BC0571"/>
    <w:rsid w:val="00BC066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5E2D"/>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227D"/>
    <w:rsid w:val="00BD23FF"/>
    <w:rsid w:val="00BD261F"/>
    <w:rsid w:val="00BD27FA"/>
    <w:rsid w:val="00BD2AD4"/>
    <w:rsid w:val="00BD2B76"/>
    <w:rsid w:val="00BD2BE9"/>
    <w:rsid w:val="00BD2D63"/>
    <w:rsid w:val="00BD30DF"/>
    <w:rsid w:val="00BD318D"/>
    <w:rsid w:val="00BD3385"/>
    <w:rsid w:val="00BD372B"/>
    <w:rsid w:val="00BD3768"/>
    <w:rsid w:val="00BD3F7D"/>
    <w:rsid w:val="00BD41F2"/>
    <w:rsid w:val="00BD447F"/>
    <w:rsid w:val="00BD4C1A"/>
    <w:rsid w:val="00BD5494"/>
    <w:rsid w:val="00BD5DA1"/>
    <w:rsid w:val="00BD5EF5"/>
    <w:rsid w:val="00BD6334"/>
    <w:rsid w:val="00BD65DE"/>
    <w:rsid w:val="00BD6886"/>
    <w:rsid w:val="00BD7B24"/>
    <w:rsid w:val="00BE0407"/>
    <w:rsid w:val="00BE0530"/>
    <w:rsid w:val="00BE0E07"/>
    <w:rsid w:val="00BE11AD"/>
    <w:rsid w:val="00BE1424"/>
    <w:rsid w:val="00BE1602"/>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50A"/>
    <w:rsid w:val="00BE69FF"/>
    <w:rsid w:val="00BE6C7D"/>
    <w:rsid w:val="00BE6D3C"/>
    <w:rsid w:val="00BE7C46"/>
    <w:rsid w:val="00BF00C0"/>
    <w:rsid w:val="00BF07B8"/>
    <w:rsid w:val="00BF09B6"/>
    <w:rsid w:val="00BF0A05"/>
    <w:rsid w:val="00BF0B1C"/>
    <w:rsid w:val="00BF0DD1"/>
    <w:rsid w:val="00BF0F18"/>
    <w:rsid w:val="00BF15F6"/>
    <w:rsid w:val="00BF19FA"/>
    <w:rsid w:val="00BF1BC3"/>
    <w:rsid w:val="00BF1ECE"/>
    <w:rsid w:val="00BF1F9B"/>
    <w:rsid w:val="00BF2626"/>
    <w:rsid w:val="00BF27FB"/>
    <w:rsid w:val="00BF2E21"/>
    <w:rsid w:val="00BF3471"/>
    <w:rsid w:val="00BF37C4"/>
    <w:rsid w:val="00BF3F2F"/>
    <w:rsid w:val="00BF40E4"/>
    <w:rsid w:val="00BF419F"/>
    <w:rsid w:val="00BF4651"/>
    <w:rsid w:val="00BF4DEF"/>
    <w:rsid w:val="00BF5587"/>
    <w:rsid w:val="00BF5761"/>
    <w:rsid w:val="00BF5A2B"/>
    <w:rsid w:val="00BF5AF9"/>
    <w:rsid w:val="00BF5BAC"/>
    <w:rsid w:val="00BF5BC0"/>
    <w:rsid w:val="00BF5CC6"/>
    <w:rsid w:val="00BF5CE5"/>
    <w:rsid w:val="00BF601F"/>
    <w:rsid w:val="00BF64E3"/>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8BE"/>
    <w:rsid w:val="00C0299C"/>
    <w:rsid w:val="00C02C0B"/>
    <w:rsid w:val="00C02D38"/>
    <w:rsid w:val="00C03077"/>
    <w:rsid w:val="00C03131"/>
    <w:rsid w:val="00C0318A"/>
    <w:rsid w:val="00C0388A"/>
    <w:rsid w:val="00C03BCA"/>
    <w:rsid w:val="00C03D37"/>
    <w:rsid w:val="00C03EEA"/>
    <w:rsid w:val="00C03F67"/>
    <w:rsid w:val="00C03F8C"/>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FB2"/>
    <w:rsid w:val="00C10162"/>
    <w:rsid w:val="00C10256"/>
    <w:rsid w:val="00C1045F"/>
    <w:rsid w:val="00C10646"/>
    <w:rsid w:val="00C10878"/>
    <w:rsid w:val="00C108D9"/>
    <w:rsid w:val="00C10AC1"/>
    <w:rsid w:val="00C10C9F"/>
    <w:rsid w:val="00C1100B"/>
    <w:rsid w:val="00C1111A"/>
    <w:rsid w:val="00C11179"/>
    <w:rsid w:val="00C1121E"/>
    <w:rsid w:val="00C11596"/>
    <w:rsid w:val="00C11CFD"/>
    <w:rsid w:val="00C12078"/>
    <w:rsid w:val="00C123D9"/>
    <w:rsid w:val="00C1262E"/>
    <w:rsid w:val="00C12698"/>
    <w:rsid w:val="00C126AA"/>
    <w:rsid w:val="00C128AA"/>
    <w:rsid w:val="00C12919"/>
    <w:rsid w:val="00C12EA7"/>
    <w:rsid w:val="00C13196"/>
    <w:rsid w:val="00C131AC"/>
    <w:rsid w:val="00C1353F"/>
    <w:rsid w:val="00C13541"/>
    <w:rsid w:val="00C137BB"/>
    <w:rsid w:val="00C13A5D"/>
    <w:rsid w:val="00C13A92"/>
    <w:rsid w:val="00C13AD8"/>
    <w:rsid w:val="00C13FAD"/>
    <w:rsid w:val="00C1418F"/>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F2B"/>
    <w:rsid w:val="00C17137"/>
    <w:rsid w:val="00C20046"/>
    <w:rsid w:val="00C20231"/>
    <w:rsid w:val="00C2036A"/>
    <w:rsid w:val="00C20819"/>
    <w:rsid w:val="00C20E57"/>
    <w:rsid w:val="00C21ECB"/>
    <w:rsid w:val="00C21F30"/>
    <w:rsid w:val="00C2212C"/>
    <w:rsid w:val="00C22264"/>
    <w:rsid w:val="00C223D7"/>
    <w:rsid w:val="00C22440"/>
    <w:rsid w:val="00C224DB"/>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27C95"/>
    <w:rsid w:val="00C27CC7"/>
    <w:rsid w:val="00C3086C"/>
    <w:rsid w:val="00C30C4F"/>
    <w:rsid w:val="00C30EF7"/>
    <w:rsid w:val="00C311BD"/>
    <w:rsid w:val="00C316FE"/>
    <w:rsid w:val="00C3177D"/>
    <w:rsid w:val="00C3206F"/>
    <w:rsid w:val="00C327DB"/>
    <w:rsid w:val="00C32D48"/>
    <w:rsid w:val="00C32DF1"/>
    <w:rsid w:val="00C33252"/>
    <w:rsid w:val="00C33450"/>
    <w:rsid w:val="00C33982"/>
    <w:rsid w:val="00C33D7E"/>
    <w:rsid w:val="00C34C8C"/>
    <w:rsid w:val="00C34FA7"/>
    <w:rsid w:val="00C356A7"/>
    <w:rsid w:val="00C357B3"/>
    <w:rsid w:val="00C3584D"/>
    <w:rsid w:val="00C35AF2"/>
    <w:rsid w:val="00C35D63"/>
    <w:rsid w:val="00C364B6"/>
    <w:rsid w:val="00C3680B"/>
    <w:rsid w:val="00C36A9D"/>
    <w:rsid w:val="00C37018"/>
    <w:rsid w:val="00C37615"/>
    <w:rsid w:val="00C37A3D"/>
    <w:rsid w:val="00C408DA"/>
    <w:rsid w:val="00C40FF6"/>
    <w:rsid w:val="00C41624"/>
    <w:rsid w:val="00C4178E"/>
    <w:rsid w:val="00C4192B"/>
    <w:rsid w:val="00C42636"/>
    <w:rsid w:val="00C42922"/>
    <w:rsid w:val="00C429D5"/>
    <w:rsid w:val="00C42BB6"/>
    <w:rsid w:val="00C42D82"/>
    <w:rsid w:val="00C42FA6"/>
    <w:rsid w:val="00C431A6"/>
    <w:rsid w:val="00C4358A"/>
    <w:rsid w:val="00C4361B"/>
    <w:rsid w:val="00C43F1F"/>
    <w:rsid w:val="00C447C0"/>
    <w:rsid w:val="00C45977"/>
    <w:rsid w:val="00C45B0A"/>
    <w:rsid w:val="00C46186"/>
    <w:rsid w:val="00C4621E"/>
    <w:rsid w:val="00C46397"/>
    <w:rsid w:val="00C4650F"/>
    <w:rsid w:val="00C46612"/>
    <w:rsid w:val="00C46659"/>
    <w:rsid w:val="00C46FB0"/>
    <w:rsid w:val="00C472E5"/>
    <w:rsid w:val="00C474B1"/>
    <w:rsid w:val="00C4758A"/>
    <w:rsid w:val="00C47AAD"/>
    <w:rsid w:val="00C47D2C"/>
    <w:rsid w:val="00C47FA7"/>
    <w:rsid w:val="00C5092E"/>
    <w:rsid w:val="00C50AD1"/>
    <w:rsid w:val="00C50BA9"/>
    <w:rsid w:val="00C50BAF"/>
    <w:rsid w:val="00C50C4C"/>
    <w:rsid w:val="00C50E0F"/>
    <w:rsid w:val="00C50F76"/>
    <w:rsid w:val="00C51652"/>
    <w:rsid w:val="00C51DDE"/>
    <w:rsid w:val="00C51F13"/>
    <w:rsid w:val="00C522B5"/>
    <w:rsid w:val="00C5249F"/>
    <w:rsid w:val="00C52636"/>
    <w:rsid w:val="00C52766"/>
    <w:rsid w:val="00C52A9B"/>
    <w:rsid w:val="00C52E86"/>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4FB"/>
    <w:rsid w:val="00C565A5"/>
    <w:rsid w:val="00C569F2"/>
    <w:rsid w:val="00C5752F"/>
    <w:rsid w:val="00C575B4"/>
    <w:rsid w:val="00C57D1B"/>
    <w:rsid w:val="00C57EBE"/>
    <w:rsid w:val="00C57F4F"/>
    <w:rsid w:val="00C60229"/>
    <w:rsid w:val="00C6026E"/>
    <w:rsid w:val="00C602B8"/>
    <w:rsid w:val="00C60432"/>
    <w:rsid w:val="00C605DE"/>
    <w:rsid w:val="00C606C8"/>
    <w:rsid w:val="00C61752"/>
    <w:rsid w:val="00C62112"/>
    <w:rsid w:val="00C625EC"/>
    <w:rsid w:val="00C626A2"/>
    <w:rsid w:val="00C62B17"/>
    <w:rsid w:val="00C62B2A"/>
    <w:rsid w:val="00C6315D"/>
    <w:rsid w:val="00C63601"/>
    <w:rsid w:val="00C637AF"/>
    <w:rsid w:val="00C63813"/>
    <w:rsid w:val="00C63BA4"/>
    <w:rsid w:val="00C6454A"/>
    <w:rsid w:val="00C649E7"/>
    <w:rsid w:val="00C649FA"/>
    <w:rsid w:val="00C64FB8"/>
    <w:rsid w:val="00C65099"/>
    <w:rsid w:val="00C652C6"/>
    <w:rsid w:val="00C6540B"/>
    <w:rsid w:val="00C65DA5"/>
    <w:rsid w:val="00C65F20"/>
    <w:rsid w:val="00C662B4"/>
    <w:rsid w:val="00C66367"/>
    <w:rsid w:val="00C6664A"/>
    <w:rsid w:val="00C6666C"/>
    <w:rsid w:val="00C667D5"/>
    <w:rsid w:val="00C6694F"/>
    <w:rsid w:val="00C66A77"/>
    <w:rsid w:val="00C67486"/>
    <w:rsid w:val="00C67639"/>
    <w:rsid w:val="00C67674"/>
    <w:rsid w:val="00C679EB"/>
    <w:rsid w:val="00C67EA1"/>
    <w:rsid w:val="00C710AE"/>
    <w:rsid w:val="00C720F8"/>
    <w:rsid w:val="00C72119"/>
    <w:rsid w:val="00C72A4D"/>
    <w:rsid w:val="00C73380"/>
    <w:rsid w:val="00C733A9"/>
    <w:rsid w:val="00C73519"/>
    <w:rsid w:val="00C73B64"/>
    <w:rsid w:val="00C73C7E"/>
    <w:rsid w:val="00C74910"/>
    <w:rsid w:val="00C74FE2"/>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43B"/>
    <w:rsid w:val="00C8048D"/>
    <w:rsid w:val="00C8091A"/>
    <w:rsid w:val="00C809C6"/>
    <w:rsid w:val="00C81A8C"/>
    <w:rsid w:val="00C81EF0"/>
    <w:rsid w:val="00C8228C"/>
    <w:rsid w:val="00C8291E"/>
    <w:rsid w:val="00C82BA6"/>
    <w:rsid w:val="00C835F8"/>
    <w:rsid w:val="00C83828"/>
    <w:rsid w:val="00C839C2"/>
    <w:rsid w:val="00C840F5"/>
    <w:rsid w:val="00C846FB"/>
    <w:rsid w:val="00C84A8A"/>
    <w:rsid w:val="00C85A02"/>
    <w:rsid w:val="00C85BBF"/>
    <w:rsid w:val="00C85E39"/>
    <w:rsid w:val="00C85ED0"/>
    <w:rsid w:val="00C86A16"/>
    <w:rsid w:val="00C86AC0"/>
    <w:rsid w:val="00C86F2D"/>
    <w:rsid w:val="00C86F6D"/>
    <w:rsid w:val="00C87378"/>
    <w:rsid w:val="00C875CD"/>
    <w:rsid w:val="00C87759"/>
    <w:rsid w:val="00C90119"/>
    <w:rsid w:val="00C90364"/>
    <w:rsid w:val="00C90B71"/>
    <w:rsid w:val="00C9136C"/>
    <w:rsid w:val="00C9140B"/>
    <w:rsid w:val="00C91C3D"/>
    <w:rsid w:val="00C9246E"/>
    <w:rsid w:val="00C9257A"/>
    <w:rsid w:val="00C92943"/>
    <w:rsid w:val="00C9336F"/>
    <w:rsid w:val="00C93463"/>
    <w:rsid w:val="00C93E0A"/>
    <w:rsid w:val="00C94048"/>
    <w:rsid w:val="00C945FB"/>
    <w:rsid w:val="00C94A8B"/>
    <w:rsid w:val="00C94B4F"/>
    <w:rsid w:val="00C95641"/>
    <w:rsid w:val="00C95765"/>
    <w:rsid w:val="00C9592E"/>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823"/>
    <w:rsid w:val="00CA0B9D"/>
    <w:rsid w:val="00CA17B6"/>
    <w:rsid w:val="00CA1B81"/>
    <w:rsid w:val="00CA1D60"/>
    <w:rsid w:val="00CA2296"/>
    <w:rsid w:val="00CA2329"/>
    <w:rsid w:val="00CA233E"/>
    <w:rsid w:val="00CA2CC6"/>
    <w:rsid w:val="00CA2CEF"/>
    <w:rsid w:val="00CA2D03"/>
    <w:rsid w:val="00CA2F35"/>
    <w:rsid w:val="00CA300D"/>
    <w:rsid w:val="00CA321D"/>
    <w:rsid w:val="00CA33A0"/>
    <w:rsid w:val="00CA389B"/>
    <w:rsid w:val="00CA38EF"/>
    <w:rsid w:val="00CA3A67"/>
    <w:rsid w:val="00CA3BD6"/>
    <w:rsid w:val="00CA3EC5"/>
    <w:rsid w:val="00CA4A56"/>
    <w:rsid w:val="00CA5479"/>
    <w:rsid w:val="00CA5538"/>
    <w:rsid w:val="00CA55B2"/>
    <w:rsid w:val="00CA5ED4"/>
    <w:rsid w:val="00CA6116"/>
    <w:rsid w:val="00CA6290"/>
    <w:rsid w:val="00CA6418"/>
    <w:rsid w:val="00CA65D2"/>
    <w:rsid w:val="00CA65EA"/>
    <w:rsid w:val="00CA690F"/>
    <w:rsid w:val="00CA6A8C"/>
    <w:rsid w:val="00CA6AB1"/>
    <w:rsid w:val="00CA717B"/>
    <w:rsid w:val="00CA7455"/>
    <w:rsid w:val="00CA746E"/>
    <w:rsid w:val="00CA7882"/>
    <w:rsid w:val="00CA7D88"/>
    <w:rsid w:val="00CB0392"/>
    <w:rsid w:val="00CB0BD5"/>
    <w:rsid w:val="00CB0E1D"/>
    <w:rsid w:val="00CB108E"/>
    <w:rsid w:val="00CB1123"/>
    <w:rsid w:val="00CB1430"/>
    <w:rsid w:val="00CB14DC"/>
    <w:rsid w:val="00CB24D6"/>
    <w:rsid w:val="00CB2609"/>
    <w:rsid w:val="00CB2835"/>
    <w:rsid w:val="00CB3538"/>
    <w:rsid w:val="00CB376D"/>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57F"/>
    <w:rsid w:val="00CB7D95"/>
    <w:rsid w:val="00CC0397"/>
    <w:rsid w:val="00CC0616"/>
    <w:rsid w:val="00CC0788"/>
    <w:rsid w:val="00CC091E"/>
    <w:rsid w:val="00CC0B32"/>
    <w:rsid w:val="00CC0BDD"/>
    <w:rsid w:val="00CC1A2D"/>
    <w:rsid w:val="00CC1A2F"/>
    <w:rsid w:val="00CC1E8D"/>
    <w:rsid w:val="00CC27B8"/>
    <w:rsid w:val="00CC2890"/>
    <w:rsid w:val="00CC290D"/>
    <w:rsid w:val="00CC2924"/>
    <w:rsid w:val="00CC2C4E"/>
    <w:rsid w:val="00CC318E"/>
    <w:rsid w:val="00CC3339"/>
    <w:rsid w:val="00CC339A"/>
    <w:rsid w:val="00CC349C"/>
    <w:rsid w:val="00CC3648"/>
    <w:rsid w:val="00CC36D2"/>
    <w:rsid w:val="00CC36ED"/>
    <w:rsid w:val="00CC3762"/>
    <w:rsid w:val="00CC3930"/>
    <w:rsid w:val="00CC3A11"/>
    <w:rsid w:val="00CC3C34"/>
    <w:rsid w:val="00CC40DE"/>
    <w:rsid w:val="00CC467A"/>
    <w:rsid w:val="00CC4697"/>
    <w:rsid w:val="00CC4757"/>
    <w:rsid w:val="00CC4815"/>
    <w:rsid w:val="00CC5012"/>
    <w:rsid w:val="00CC5292"/>
    <w:rsid w:val="00CC5B43"/>
    <w:rsid w:val="00CC6010"/>
    <w:rsid w:val="00CC62DF"/>
    <w:rsid w:val="00CC6458"/>
    <w:rsid w:val="00CC6EB8"/>
    <w:rsid w:val="00CC7194"/>
    <w:rsid w:val="00CC732C"/>
    <w:rsid w:val="00CC744D"/>
    <w:rsid w:val="00CC7538"/>
    <w:rsid w:val="00CC756A"/>
    <w:rsid w:val="00CC787C"/>
    <w:rsid w:val="00CC7963"/>
    <w:rsid w:val="00CC7D9F"/>
    <w:rsid w:val="00CD00A6"/>
    <w:rsid w:val="00CD018A"/>
    <w:rsid w:val="00CD04F8"/>
    <w:rsid w:val="00CD0C68"/>
    <w:rsid w:val="00CD0CA0"/>
    <w:rsid w:val="00CD1220"/>
    <w:rsid w:val="00CD2101"/>
    <w:rsid w:val="00CD22A9"/>
    <w:rsid w:val="00CD23E0"/>
    <w:rsid w:val="00CD29D6"/>
    <w:rsid w:val="00CD2CDF"/>
    <w:rsid w:val="00CD2CEB"/>
    <w:rsid w:val="00CD2FB6"/>
    <w:rsid w:val="00CD30C6"/>
    <w:rsid w:val="00CD30F1"/>
    <w:rsid w:val="00CD34A5"/>
    <w:rsid w:val="00CD36E4"/>
    <w:rsid w:val="00CD3830"/>
    <w:rsid w:val="00CD3883"/>
    <w:rsid w:val="00CD40E6"/>
    <w:rsid w:val="00CD4500"/>
    <w:rsid w:val="00CD4E78"/>
    <w:rsid w:val="00CD5DED"/>
    <w:rsid w:val="00CD6263"/>
    <w:rsid w:val="00CD6290"/>
    <w:rsid w:val="00CD6662"/>
    <w:rsid w:val="00CD66C3"/>
    <w:rsid w:val="00CD6E38"/>
    <w:rsid w:val="00CD6F75"/>
    <w:rsid w:val="00CD7001"/>
    <w:rsid w:val="00CD72DB"/>
    <w:rsid w:val="00CD764F"/>
    <w:rsid w:val="00CD7A29"/>
    <w:rsid w:val="00CD7AB6"/>
    <w:rsid w:val="00CD7F80"/>
    <w:rsid w:val="00CD7F81"/>
    <w:rsid w:val="00CD7FD4"/>
    <w:rsid w:val="00CE00A3"/>
    <w:rsid w:val="00CE0376"/>
    <w:rsid w:val="00CE05E0"/>
    <w:rsid w:val="00CE0DE5"/>
    <w:rsid w:val="00CE0F9E"/>
    <w:rsid w:val="00CE1857"/>
    <w:rsid w:val="00CE18BB"/>
    <w:rsid w:val="00CE199C"/>
    <w:rsid w:val="00CE1D52"/>
    <w:rsid w:val="00CE22A4"/>
    <w:rsid w:val="00CE24DC"/>
    <w:rsid w:val="00CE2DBC"/>
    <w:rsid w:val="00CE323D"/>
    <w:rsid w:val="00CE37AC"/>
    <w:rsid w:val="00CE3B42"/>
    <w:rsid w:val="00CE3DF1"/>
    <w:rsid w:val="00CE3E7F"/>
    <w:rsid w:val="00CE3F0C"/>
    <w:rsid w:val="00CE4702"/>
    <w:rsid w:val="00CE4E32"/>
    <w:rsid w:val="00CE526A"/>
    <w:rsid w:val="00CE5483"/>
    <w:rsid w:val="00CE5596"/>
    <w:rsid w:val="00CE571E"/>
    <w:rsid w:val="00CE5967"/>
    <w:rsid w:val="00CE5B2D"/>
    <w:rsid w:val="00CE5DE2"/>
    <w:rsid w:val="00CE5DEB"/>
    <w:rsid w:val="00CE6158"/>
    <w:rsid w:val="00CE64A0"/>
    <w:rsid w:val="00CE65BD"/>
    <w:rsid w:val="00CE6635"/>
    <w:rsid w:val="00CE6CF8"/>
    <w:rsid w:val="00CE7251"/>
    <w:rsid w:val="00CE7B35"/>
    <w:rsid w:val="00CF004E"/>
    <w:rsid w:val="00CF02B9"/>
    <w:rsid w:val="00CF1372"/>
    <w:rsid w:val="00CF1AB1"/>
    <w:rsid w:val="00CF21B5"/>
    <w:rsid w:val="00CF2508"/>
    <w:rsid w:val="00CF2662"/>
    <w:rsid w:val="00CF2E0D"/>
    <w:rsid w:val="00CF2F59"/>
    <w:rsid w:val="00CF3536"/>
    <w:rsid w:val="00CF4085"/>
    <w:rsid w:val="00CF416F"/>
    <w:rsid w:val="00CF43B3"/>
    <w:rsid w:val="00CF48A5"/>
    <w:rsid w:val="00CF48DB"/>
    <w:rsid w:val="00CF4DFD"/>
    <w:rsid w:val="00CF588B"/>
    <w:rsid w:val="00CF5E03"/>
    <w:rsid w:val="00CF62CA"/>
    <w:rsid w:val="00CF66B6"/>
    <w:rsid w:val="00CF6CB9"/>
    <w:rsid w:val="00CF7CDD"/>
    <w:rsid w:val="00CF7CF5"/>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4EF"/>
    <w:rsid w:val="00D0282D"/>
    <w:rsid w:val="00D02E2F"/>
    <w:rsid w:val="00D02ED4"/>
    <w:rsid w:val="00D03092"/>
    <w:rsid w:val="00D03498"/>
    <w:rsid w:val="00D034EF"/>
    <w:rsid w:val="00D0380E"/>
    <w:rsid w:val="00D03BDB"/>
    <w:rsid w:val="00D03D1C"/>
    <w:rsid w:val="00D041A5"/>
    <w:rsid w:val="00D049DA"/>
    <w:rsid w:val="00D04DFA"/>
    <w:rsid w:val="00D054DC"/>
    <w:rsid w:val="00D05515"/>
    <w:rsid w:val="00D055AC"/>
    <w:rsid w:val="00D05B20"/>
    <w:rsid w:val="00D05E8E"/>
    <w:rsid w:val="00D06011"/>
    <w:rsid w:val="00D061F7"/>
    <w:rsid w:val="00D0682F"/>
    <w:rsid w:val="00D07570"/>
    <w:rsid w:val="00D075CF"/>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4FA0"/>
    <w:rsid w:val="00D1532A"/>
    <w:rsid w:val="00D15647"/>
    <w:rsid w:val="00D15888"/>
    <w:rsid w:val="00D15F70"/>
    <w:rsid w:val="00D16665"/>
    <w:rsid w:val="00D16732"/>
    <w:rsid w:val="00D168CC"/>
    <w:rsid w:val="00D16C1D"/>
    <w:rsid w:val="00D16C9F"/>
    <w:rsid w:val="00D16F3A"/>
    <w:rsid w:val="00D17073"/>
    <w:rsid w:val="00D1768D"/>
    <w:rsid w:val="00D17B5A"/>
    <w:rsid w:val="00D17BAF"/>
    <w:rsid w:val="00D17FEC"/>
    <w:rsid w:val="00D20252"/>
    <w:rsid w:val="00D202FC"/>
    <w:rsid w:val="00D213E5"/>
    <w:rsid w:val="00D21860"/>
    <w:rsid w:val="00D21CD7"/>
    <w:rsid w:val="00D21D4B"/>
    <w:rsid w:val="00D22314"/>
    <w:rsid w:val="00D223C4"/>
    <w:rsid w:val="00D224A3"/>
    <w:rsid w:val="00D225F0"/>
    <w:rsid w:val="00D22926"/>
    <w:rsid w:val="00D22C74"/>
    <w:rsid w:val="00D22F57"/>
    <w:rsid w:val="00D232FC"/>
    <w:rsid w:val="00D233EF"/>
    <w:rsid w:val="00D23A26"/>
    <w:rsid w:val="00D23B18"/>
    <w:rsid w:val="00D24387"/>
    <w:rsid w:val="00D243DD"/>
    <w:rsid w:val="00D24613"/>
    <w:rsid w:val="00D24C5C"/>
    <w:rsid w:val="00D24DFB"/>
    <w:rsid w:val="00D24F84"/>
    <w:rsid w:val="00D25315"/>
    <w:rsid w:val="00D2538A"/>
    <w:rsid w:val="00D253FF"/>
    <w:rsid w:val="00D255DE"/>
    <w:rsid w:val="00D2568D"/>
    <w:rsid w:val="00D25A4C"/>
    <w:rsid w:val="00D25A70"/>
    <w:rsid w:val="00D26079"/>
    <w:rsid w:val="00D2607D"/>
    <w:rsid w:val="00D260F3"/>
    <w:rsid w:val="00D269B2"/>
    <w:rsid w:val="00D26A3F"/>
    <w:rsid w:val="00D2709E"/>
    <w:rsid w:val="00D271CE"/>
    <w:rsid w:val="00D27318"/>
    <w:rsid w:val="00D279E8"/>
    <w:rsid w:val="00D27EE1"/>
    <w:rsid w:val="00D3015E"/>
    <w:rsid w:val="00D306CF"/>
    <w:rsid w:val="00D30D54"/>
    <w:rsid w:val="00D3110D"/>
    <w:rsid w:val="00D316F1"/>
    <w:rsid w:val="00D31814"/>
    <w:rsid w:val="00D3188B"/>
    <w:rsid w:val="00D319AE"/>
    <w:rsid w:val="00D31FA3"/>
    <w:rsid w:val="00D32651"/>
    <w:rsid w:val="00D332B1"/>
    <w:rsid w:val="00D33868"/>
    <w:rsid w:val="00D33B82"/>
    <w:rsid w:val="00D34064"/>
    <w:rsid w:val="00D3424E"/>
    <w:rsid w:val="00D343DF"/>
    <w:rsid w:val="00D345F9"/>
    <w:rsid w:val="00D35243"/>
    <w:rsid w:val="00D352D3"/>
    <w:rsid w:val="00D35666"/>
    <w:rsid w:val="00D358A7"/>
    <w:rsid w:val="00D35961"/>
    <w:rsid w:val="00D3596F"/>
    <w:rsid w:val="00D36172"/>
    <w:rsid w:val="00D3620F"/>
    <w:rsid w:val="00D374DB"/>
    <w:rsid w:val="00D379F5"/>
    <w:rsid w:val="00D37E9F"/>
    <w:rsid w:val="00D4008C"/>
    <w:rsid w:val="00D400B7"/>
    <w:rsid w:val="00D4040D"/>
    <w:rsid w:val="00D407BF"/>
    <w:rsid w:val="00D407FC"/>
    <w:rsid w:val="00D40830"/>
    <w:rsid w:val="00D40C3D"/>
    <w:rsid w:val="00D415EB"/>
    <w:rsid w:val="00D415FC"/>
    <w:rsid w:val="00D42251"/>
    <w:rsid w:val="00D423FB"/>
    <w:rsid w:val="00D425CC"/>
    <w:rsid w:val="00D42D91"/>
    <w:rsid w:val="00D42DD4"/>
    <w:rsid w:val="00D42E23"/>
    <w:rsid w:val="00D44776"/>
    <w:rsid w:val="00D447D1"/>
    <w:rsid w:val="00D44946"/>
    <w:rsid w:val="00D44B5A"/>
    <w:rsid w:val="00D44F35"/>
    <w:rsid w:val="00D45036"/>
    <w:rsid w:val="00D453BF"/>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CB1"/>
    <w:rsid w:val="00D51EA7"/>
    <w:rsid w:val="00D51F53"/>
    <w:rsid w:val="00D523A5"/>
    <w:rsid w:val="00D529AA"/>
    <w:rsid w:val="00D52A07"/>
    <w:rsid w:val="00D52AC3"/>
    <w:rsid w:val="00D52FDB"/>
    <w:rsid w:val="00D53067"/>
    <w:rsid w:val="00D53198"/>
    <w:rsid w:val="00D53737"/>
    <w:rsid w:val="00D53F6E"/>
    <w:rsid w:val="00D54100"/>
    <w:rsid w:val="00D543C1"/>
    <w:rsid w:val="00D543C9"/>
    <w:rsid w:val="00D544B9"/>
    <w:rsid w:val="00D54600"/>
    <w:rsid w:val="00D5499F"/>
    <w:rsid w:val="00D54BAF"/>
    <w:rsid w:val="00D55286"/>
    <w:rsid w:val="00D55480"/>
    <w:rsid w:val="00D55930"/>
    <w:rsid w:val="00D559F6"/>
    <w:rsid w:val="00D55B06"/>
    <w:rsid w:val="00D56188"/>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28"/>
    <w:rsid w:val="00D62F41"/>
    <w:rsid w:val="00D630BF"/>
    <w:rsid w:val="00D633EF"/>
    <w:rsid w:val="00D63700"/>
    <w:rsid w:val="00D63799"/>
    <w:rsid w:val="00D638C1"/>
    <w:rsid w:val="00D63FBB"/>
    <w:rsid w:val="00D64D66"/>
    <w:rsid w:val="00D654CD"/>
    <w:rsid w:val="00D655DC"/>
    <w:rsid w:val="00D6569E"/>
    <w:rsid w:val="00D65AD7"/>
    <w:rsid w:val="00D65EEC"/>
    <w:rsid w:val="00D660B4"/>
    <w:rsid w:val="00D66171"/>
    <w:rsid w:val="00D66275"/>
    <w:rsid w:val="00D66AA3"/>
    <w:rsid w:val="00D66E5A"/>
    <w:rsid w:val="00D67171"/>
    <w:rsid w:val="00D704F9"/>
    <w:rsid w:val="00D70536"/>
    <w:rsid w:val="00D70557"/>
    <w:rsid w:val="00D70842"/>
    <w:rsid w:val="00D70CEF"/>
    <w:rsid w:val="00D70F16"/>
    <w:rsid w:val="00D710D1"/>
    <w:rsid w:val="00D712D5"/>
    <w:rsid w:val="00D712F6"/>
    <w:rsid w:val="00D713C7"/>
    <w:rsid w:val="00D720F2"/>
    <w:rsid w:val="00D7382D"/>
    <w:rsid w:val="00D738AB"/>
    <w:rsid w:val="00D73BCD"/>
    <w:rsid w:val="00D74448"/>
    <w:rsid w:val="00D74513"/>
    <w:rsid w:val="00D748A8"/>
    <w:rsid w:val="00D74C75"/>
    <w:rsid w:val="00D7551E"/>
    <w:rsid w:val="00D757F0"/>
    <w:rsid w:val="00D75C3D"/>
    <w:rsid w:val="00D75D24"/>
    <w:rsid w:val="00D76406"/>
    <w:rsid w:val="00D766B8"/>
    <w:rsid w:val="00D76702"/>
    <w:rsid w:val="00D774BE"/>
    <w:rsid w:val="00D779AE"/>
    <w:rsid w:val="00D77A48"/>
    <w:rsid w:val="00D77C8B"/>
    <w:rsid w:val="00D8058D"/>
    <w:rsid w:val="00D81755"/>
    <w:rsid w:val="00D81E1B"/>
    <w:rsid w:val="00D82EA6"/>
    <w:rsid w:val="00D8309D"/>
    <w:rsid w:val="00D836AB"/>
    <w:rsid w:val="00D837C2"/>
    <w:rsid w:val="00D83F6A"/>
    <w:rsid w:val="00D84537"/>
    <w:rsid w:val="00D84EE6"/>
    <w:rsid w:val="00D8503E"/>
    <w:rsid w:val="00D85168"/>
    <w:rsid w:val="00D85215"/>
    <w:rsid w:val="00D85529"/>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4010"/>
    <w:rsid w:val="00D9446F"/>
    <w:rsid w:val="00D948E8"/>
    <w:rsid w:val="00D94C56"/>
    <w:rsid w:val="00D9513B"/>
    <w:rsid w:val="00D953A8"/>
    <w:rsid w:val="00D95799"/>
    <w:rsid w:val="00D959E8"/>
    <w:rsid w:val="00D964F2"/>
    <w:rsid w:val="00D96976"/>
    <w:rsid w:val="00D96A95"/>
    <w:rsid w:val="00D970DB"/>
    <w:rsid w:val="00D9734C"/>
    <w:rsid w:val="00D9761E"/>
    <w:rsid w:val="00D97CBD"/>
    <w:rsid w:val="00DA024E"/>
    <w:rsid w:val="00DA0655"/>
    <w:rsid w:val="00DA0828"/>
    <w:rsid w:val="00DA0EE7"/>
    <w:rsid w:val="00DA1055"/>
    <w:rsid w:val="00DA1065"/>
    <w:rsid w:val="00DA158F"/>
    <w:rsid w:val="00DA16C1"/>
    <w:rsid w:val="00DA19A4"/>
    <w:rsid w:val="00DA1AA8"/>
    <w:rsid w:val="00DA1BD0"/>
    <w:rsid w:val="00DA1DCC"/>
    <w:rsid w:val="00DA206A"/>
    <w:rsid w:val="00DA2074"/>
    <w:rsid w:val="00DA26A6"/>
    <w:rsid w:val="00DA2D6A"/>
    <w:rsid w:val="00DA3529"/>
    <w:rsid w:val="00DA3A6F"/>
    <w:rsid w:val="00DA3B37"/>
    <w:rsid w:val="00DA3D03"/>
    <w:rsid w:val="00DA3ECF"/>
    <w:rsid w:val="00DA413C"/>
    <w:rsid w:val="00DA4E33"/>
    <w:rsid w:val="00DA541C"/>
    <w:rsid w:val="00DA5AB3"/>
    <w:rsid w:val="00DA60DF"/>
    <w:rsid w:val="00DA6242"/>
    <w:rsid w:val="00DA642F"/>
    <w:rsid w:val="00DA6467"/>
    <w:rsid w:val="00DA6624"/>
    <w:rsid w:val="00DA70D7"/>
    <w:rsid w:val="00DA7351"/>
    <w:rsid w:val="00DA7858"/>
    <w:rsid w:val="00DA7E0F"/>
    <w:rsid w:val="00DB03AB"/>
    <w:rsid w:val="00DB0897"/>
    <w:rsid w:val="00DB095F"/>
    <w:rsid w:val="00DB0B4A"/>
    <w:rsid w:val="00DB0CE6"/>
    <w:rsid w:val="00DB1071"/>
    <w:rsid w:val="00DB1BE8"/>
    <w:rsid w:val="00DB1BEE"/>
    <w:rsid w:val="00DB1D59"/>
    <w:rsid w:val="00DB1DB7"/>
    <w:rsid w:val="00DB1F63"/>
    <w:rsid w:val="00DB2079"/>
    <w:rsid w:val="00DB23C9"/>
    <w:rsid w:val="00DB23E8"/>
    <w:rsid w:val="00DB250C"/>
    <w:rsid w:val="00DB2526"/>
    <w:rsid w:val="00DB27EB"/>
    <w:rsid w:val="00DB2FF3"/>
    <w:rsid w:val="00DB3005"/>
    <w:rsid w:val="00DB322F"/>
    <w:rsid w:val="00DB356E"/>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29"/>
    <w:rsid w:val="00DB724A"/>
    <w:rsid w:val="00DB77F6"/>
    <w:rsid w:val="00DB784A"/>
    <w:rsid w:val="00DB7B0E"/>
    <w:rsid w:val="00DB7B6D"/>
    <w:rsid w:val="00DB7CD0"/>
    <w:rsid w:val="00DC03D6"/>
    <w:rsid w:val="00DC06BB"/>
    <w:rsid w:val="00DC0833"/>
    <w:rsid w:val="00DC0957"/>
    <w:rsid w:val="00DC0B01"/>
    <w:rsid w:val="00DC0D4C"/>
    <w:rsid w:val="00DC1D2F"/>
    <w:rsid w:val="00DC2CDC"/>
    <w:rsid w:val="00DC2D9D"/>
    <w:rsid w:val="00DC2F23"/>
    <w:rsid w:val="00DC2FA2"/>
    <w:rsid w:val="00DC3199"/>
    <w:rsid w:val="00DC32AB"/>
    <w:rsid w:val="00DC3A0A"/>
    <w:rsid w:val="00DC3A77"/>
    <w:rsid w:val="00DC3E02"/>
    <w:rsid w:val="00DC4988"/>
    <w:rsid w:val="00DC4C4F"/>
    <w:rsid w:val="00DC51CB"/>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B8F"/>
    <w:rsid w:val="00DD0BA2"/>
    <w:rsid w:val="00DD0C27"/>
    <w:rsid w:val="00DD0E22"/>
    <w:rsid w:val="00DD136A"/>
    <w:rsid w:val="00DD1426"/>
    <w:rsid w:val="00DD1BE0"/>
    <w:rsid w:val="00DD1EC2"/>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5ECA"/>
    <w:rsid w:val="00DD63B5"/>
    <w:rsid w:val="00DD6693"/>
    <w:rsid w:val="00DD6A18"/>
    <w:rsid w:val="00DD6D7E"/>
    <w:rsid w:val="00DD7497"/>
    <w:rsid w:val="00DD7DB6"/>
    <w:rsid w:val="00DE0402"/>
    <w:rsid w:val="00DE1466"/>
    <w:rsid w:val="00DE1691"/>
    <w:rsid w:val="00DE18E3"/>
    <w:rsid w:val="00DE191C"/>
    <w:rsid w:val="00DE2344"/>
    <w:rsid w:val="00DE249A"/>
    <w:rsid w:val="00DE2B68"/>
    <w:rsid w:val="00DE2BDD"/>
    <w:rsid w:val="00DE2D96"/>
    <w:rsid w:val="00DE2E2C"/>
    <w:rsid w:val="00DE2E9F"/>
    <w:rsid w:val="00DE2F30"/>
    <w:rsid w:val="00DE3134"/>
    <w:rsid w:val="00DE3447"/>
    <w:rsid w:val="00DE3713"/>
    <w:rsid w:val="00DE3CD8"/>
    <w:rsid w:val="00DE3F23"/>
    <w:rsid w:val="00DE4259"/>
    <w:rsid w:val="00DE482F"/>
    <w:rsid w:val="00DE49D2"/>
    <w:rsid w:val="00DE4DC4"/>
    <w:rsid w:val="00DE4E1B"/>
    <w:rsid w:val="00DE4F1E"/>
    <w:rsid w:val="00DE547A"/>
    <w:rsid w:val="00DE5970"/>
    <w:rsid w:val="00DE5C7A"/>
    <w:rsid w:val="00DE6107"/>
    <w:rsid w:val="00DE6893"/>
    <w:rsid w:val="00DE69DC"/>
    <w:rsid w:val="00DE6C05"/>
    <w:rsid w:val="00DE6E46"/>
    <w:rsid w:val="00DE7CA1"/>
    <w:rsid w:val="00DF0016"/>
    <w:rsid w:val="00DF00C4"/>
    <w:rsid w:val="00DF14D9"/>
    <w:rsid w:val="00DF1C0E"/>
    <w:rsid w:val="00DF1FC6"/>
    <w:rsid w:val="00DF2269"/>
    <w:rsid w:val="00DF2411"/>
    <w:rsid w:val="00DF26B2"/>
    <w:rsid w:val="00DF2A76"/>
    <w:rsid w:val="00DF2CC1"/>
    <w:rsid w:val="00DF2D65"/>
    <w:rsid w:val="00DF2E33"/>
    <w:rsid w:val="00DF3074"/>
    <w:rsid w:val="00DF36D5"/>
    <w:rsid w:val="00DF38E1"/>
    <w:rsid w:val="00DF3A7B"/>
    <w:rsid w:val="00DF3B92"/>
    <w:rsid w:val="00DF3D64"/>
    <w:rsid w:val="00DF4091"/>
    <w:rsid w:val="00DF4950"/>
    <w:rsid w:val="00DF4C89"/>
    <w:rsid w:val="00DF4CA9"/>
    <w:rsid w:val="00DF4DED"/>
    <w:rsid w:val="00DF4DF3"/>
    <w:rsid w:val="00DF53FD"/>
    <w:rsid w:val="00DF5623"/>
    <w:rsid w:val="00DF56AD"/>
    <w:rsid w:val="00DF5875"/>
    <w:rsid w:val="00DF599A"/>
    <w:rsid w:val="00DF5D21"/>
    <w:rsid w:val="00DF5DA3"/>
    <w:rsid w:val="00DF5DE4"/>
    <w:rsid w:val="00DF6066"/>
    <w:rsid w:val="00DF6079"/>
    <w:rsid w:val="00DF61E7"/>
    <w:rsid w:val="00DF6446"/>
    <w:rsid w:val="00DF6897"/>
    <w:rsid w:val="00DF6DC3"/>
    <w:rsid w:val="00DF6F2F"/>
    <w:rsid w:val="00DF726B"/>
    <w:rsid w:val="00DF761E"/>
    <w:rsid w:val="00DF77CD"/>
    <w:rsid w:val="00DF7C9B"/>
    <w:rsid w:val="00DF7F1F"/>
    <w:rsid w:val="00E00426"/>
    <w:rsid w:val="00E00526"/>
    <w:rsid w:val="00E00612"/>
    <w:rsid w:val="00E00912"/>
    <w:rsid w:val="00E01086"/>
    <w:rsid w:val="00E0186F"/>
    <w:rsid w:val="00E01F52"/>
    <w:rsid w:val="00E0202F"/>
    <w:rsid w:val="00E021F1"/>
    <w:rsid w:val="00E0299B"/>
    <w:rsid w:val="00E02D1E"/>
    <w:rsid w:val="00E0347E"/>
    <w:rsid w:val="00E038E1"/>
    <w:rsid w:val="00E03B5B"/>
    <w:rsid w:val="00E0429D"/>
    <w:rsid w:val="00E044D1"/>
    <w:rsid w:val="00E046D7"/>
    <w:rsid w:val="00E047BD"/>
    <w:rsid w:val="00E04C6A"/>
    <w:rsid w:val="00E04D20"/>
    <w:rsid w:val="00E05896"/>
    <w:rsid w:val="00E05B0C"/>
    <w:rsid w:val="00E05C0D"/>
    <w:rsid w:val="00E05CC1"/>
    <w:rsid w:val="00E05DC1"/>
    <w:rsid w:val="00E06090"/>
    <w:rsid w:val="00E06163"/>
    <w:rsid w:val="00E06818"/>
    <w:rsid w:val="00E068E6"/>
    <w:rsid w:val="00E06A70"/>
    <w:rsid w:val="00E06A8C"/>
    <w:rsid w:val="00E06DB7"/>
    <w:rsid w:val="00E06DE0"/>
    <w:rsid w:val="00E0704A"/>
    <w:rsid w:val="00E07814"/>
    <w:rsid w:val="00E07BE8"/>
    <w:rsid w:val="00E1033A"/>
    <w:rsid w:val="00E10874"/>
    <w:rsid w:val="00E10B3A"/>
    <w:rsid w:val="00E10E78"/>
    <w:rsid w:val="00E1152C"/>
    <w:rsid w:val="00E120A0"/>
    <w:rsid w:val="00E120BC"/>
    <w:rsid w:val="00E123BD"/>
    <w:rsid w:val="00E12BF4"/>
    <w:rsid w:val="00E12C40"/>
    <w:rsid w:val="00E12D1D"/>
    <w:rsid w:val="00E12FB2"/>
    <w:rsid w:val="00E13356"/>
    <w:rsid w:val="00E13550"/>
    <w:rsid w:val="00E135F9"/>
    <w:rsid w:val="00E139C6"/>
    <w:rsid w:val="00E144E3"/>
    <w:rsid w:val="00E147E3"/>
    <w:rsid w:val="00E14A23"/>
    <w:rsid w:val="00E15167"/>
    <w:rsid w:val="00E15180"/>
    <w:rsid w:val="00E15482"/>
    <w:rsid w:val="00E15505"/>
    <w:rsid w:val="00E15608"/>
    <w:rsid w:val="00E156B4"/>
    <w:rsid w:val="00E157E4"/>
    <w:rsid w:val="00E15EAD"/>
    <w:rsid w:val="00E160B1"/>
    <w:rsid w:val="00E162B3"/>
    <w:rsid w:val="00E164B3"/>
    <w:rsid w:val="00E16687"/>
    <w:rsid w:val="00E16CE5"/>
    <w:rsid w:val="00E16E19"/>
    <w:rsid w:val="00E16E52"/>
    <w:rsid w:val="00E16F5C"/>
    <w:rsid w:val="00E16FE7"/>
    <w:rsid w:val="00E1759D"/>
    <w:rsid w:val="00E17797"/>
    <w:rsid w:val="00E204CD"/>
    <w:rsid w:val="00E2079F"/>
    <w:rsid w:val="00E20C27"/>
    <w:rsid w:val="00E20D8B"/>
    <w:rsid w:val="00E21275"/>
    <w:rsid w:val="00E214CE"/>
    <w:rsid w:val="00E21CE4"/>
    <w:rsid w:val="00E221F7"/>
    <w:rsid w:val="00E22408"/>
    <w:rsid w:val="00E22841"/>
    <w:rsid w:val="00E22A7C"/>
    <w:rsid w:val="00E22E3B"/>
    <w:rsid w:val="00E22E40"/>
    <w:rsid w:val="00E22F14"/>
    <w:rsid w:val="00E23209"/>
    <w:rsid w:val="00E235BE"/>
    <w:rsid w:val="00E2373A"/>
    <w:rsid w:val="00E238BA"/>
    <w:rsid w:val="00E23BB3"/>
    <w:rsid w:val="00E23ED5"/>
    <w:rsid w:val="00E240BF"/>
    <w:rsid w:val="00E247F5"/>
    <w:rsid w:val="00E24A1E"/>
    <w:rsid w:val="00E24B81"/>
    <w:rsid w:val="00E24C9E"/>
    <w:rsid w:val="00E252B8"/>
    <w:rsid w:val="00E256DD"/>
    <w:rsid w:val="00E25723"/>
    <w:rsid w:val="00E25BFE"/>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4A4"/>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851"/>
    <w:rsid w:val="00E35E4C"/>
    <w:rsid w:val="00E36EF7"/>
    <w:rsid w:val="00E370FC"/>
    <w:rsid w:val="00E3742F"/>
    <w:rsid w:val="00E37719"/>
    <w:rsid w:val="00E3790B"/>
    <w:rsid w:val="00E379C4"/>
    <w:rsid w:val="00E37D41"/>
    <w:rsid w:val="00E37F77"/>
    <w:rsid w:val="00E402CF"/>
    <w:rsid w:val="00E40590"/>
    <w:rsid w:val="00E40613"/>
    <w:rsid w:val="00E40871"/>
    <w:rsid w:val="00E40AFE"/>
    <w:rsid w:val="00E40BD6"/>
    <w:rsid w:val="00E40CF4"/>
    <w:rsid w:val="00E41028"/>
    <w:rsid w:val="00E4156F"/>
    <w:rsid w:val="00E415DF"/>
    <w:rsid w:val="00E41CD0"/>
    <w:rsid w:val="00E41D1F"/>
    <w:rsid w:val="00E41FA5"/>
    <w:rsid w:val="00E42112"/>
    <w:rsid w:val="00E42299"/>
    <w:rsid w:val="00E425D8"/>
    <w:rsid w:val="00E42616"/>
    <w:rsid w:val="00E42EC1"/>
    <w:rsid w:val="00E432C8"/>
    <w:rsid w:val="00E433C8"/>
    <w:rsid w:val="00E433D2"/>
    <w:rsid w:val="00E43B4E"/>
    <w:rsid w:val="00E44532"/>
    <w:rsid w:val="00E4461C"/>
    <w:rsid w:val="00E4477E"/>
    <w:rsid w:val="00E44994"/>
    <w:rsid w:val="00E44C3B"/>
    <w:rsid w:val="00E45273"/>
    <w:rsid w:val="00E452DD"/>
    <w:rsid w:val="00E45443"/>
    <w:rsid w:val="00E45B6B"/>
    <w:rsid w:val="00E45BD2"/>
    <w:rsid w:val="00E45D18"/>
    <w:rsid w:val="00E46072"/>
    <w:rsid w:val="00E468B0"/>
    <w:rsid w:val="00E46AC8"/>
    <w:rsid w:val="00E46C74"/>
    <w:rsid w:val="00E46CDA"/>
    <w:rsid w:val="00E46D81"/>
    <w:rsid w:val="00E47155"/>
    <w:rsid w:val="00E4796B"/>
    <w:rsid w:val="00E479A0"/>
    <w:rsid w:val="00E47B3F"/>
    <w:rsid w:val="00E47D07"/>
    <w:rsid w:val="00E50056"/>
    <w:rsid w:val="00E500AF"/>
    <w:rsid w:val="00E5031A"/>
    <w:rsid w:val="00E50351"/>
    <w:rsid w:val="00E50481"/>
    <w:rsid w:val="00E50744"/>
    <w:rsid w:val="00E50F2C"/>
    <w:rsid w:val="00E514E2"/>
    <w:rsid w:val="00E517F4"/>
    <w:rsid w:val="00E5190A"/>
    <w:rsid w:val="00E51CBA"/>
    <w:rsid w:val="00E52051"/>
    <w:rsid w:val="00E522C7"/>
    <w:rsid w:val="00E52443"/>
    <w:rsid w:val="00E52720"/>
    <w:rsid w:val="00E52D80"/>
    <w:rsid w:val="00E52E0F"/>
    <w:rsid w:val="00E52EA0"/>
    <w:rsid w:val="00E534CA"/>
    <w:rsid w:val="00E53735"/>
    <w:rsid w:val="00E5396D"/>
    <w:rsid w:val="00E542D5"/>
    <w:rsid w:val="00E54459"/>
    <w:rsid w:val="00E54869"/>
    <w:rsid w:val="00E548C8"/>
    <w:rsid w:val="00E54AA8"/>
    <w:rsid w:val="00E55217"/>
    <w:rsid w:val="00E552B6"/>
    <w:rsid w:val="00E553EB"/>
    <w:rsid w:val="00E554A7"/>
    <w:rsid w:val="00E554CB"/>
    <w:rsid w:val="00E55BC8"/>
    <w:rsid w:val="00E55FEE"/>
    <w:rsid w:val="00E5635B"/>
    <w:rsid w:val="00E5695D"/>
    <w:rsid w:val="00E56BBD"/>
    <w:rsid w:val="00E570CD"/>
    <w:rsid w:val="00E57163"/>
    <w:rsid w:val="00E57273"/>
    <w:rsid w:val="00E57300"/>
    <w:rsid w:val="00E57936"/>
    <w:rsid w:val="00E57E4A"/>
    <w:rsid w:val="00E60160"/>
    <w:rsid w:val="00E602D6"/>
    <w:rsid w:val="00E605BA"/>
    <w:rsid w:val="00E605E2"/>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2D0C"/>
    <w:rsid w:val="00E63043"/>
    <w:rsid w:val="00E632AB"/>
    <w:rsid w:val="00E63896"/>
    <w:rsid w:val="00E64099"/>
    <w:rsid w:val="00E6424B"/>
    <w:rsid w:val="00E642B6"/>
    <w:rsid w:val="00E649D9"/>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6FEE"/>
    <w:rsid w:val="00E67000"/>
    <w:rsid w:val="00E67056"/>
    <w:rsid w:val="00E676E5"/>
    <w:rsid w:val="00E67CFD"/>
    <w:rsid w:val="00E70480"/>
    <w:rsid w:val="00E707D8"/>
    <w:rsid w:val="00E70CFB"/>
    <w:rsid w:val="00E70F52"/>
    <w:rsid w:val="00E70FA6"/>
    <w:rsid w:val="00E718EB"/>
    <w:rsid w:val="00E71E97"/>
    <w:rsid w:val="00E72015"/>
    <w:rsid w:val="00E72551"/>
    <w:rsid w:val="00E73C5C"/>
    <w:rsid w:val="00E740DE"/>
    <w:rsid w:val="00E74272"/>
    <w:rsid w:val="00E74D58"/>
    <w:rsid w:val="00E74E08"/>
    <w:rsid w:val="00E74F1B"/>
    <w:rsid w:val="00E757A2"/>
    <w:rsid w:val="00E75E12"/>
    <w:rsid w:val="00E76B36"/>
    <w:rsid w:val="00E76C45"/>
    <w:rsid w:val="00E7732D"/>
    <w:rsid w:val="00E773AD"/>
    <w:rsid w:val="00E778C8"/>
    <w:rsid w:val="00E77EED"/>
    <w:rsid w:val="00E80082"/>
    <w:rsid w:val="00E8038D"/>
    <w:rsid w:val="00E80763"/>
    <w:rsid w:val="00E80983"/>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8D3"/>
    <w:rsid w:val="00E84B3D"/>
    <w:rsid w:val="00E84B6E"/>
    <w:rsid w:val="00E84CDB"/>
    <w:rsid w:val="00E85600"/>
    <w:rsid w:val="00E85D1B"/>
    <w:rsid w:val="00E85E0F"/>
    <w:rsid w:val="00E85FC3"/>
    <w:rsid w:val="00E8602B"/>
    <w:rsid w:val="00E860C7"/>
    <w:rsid w:val="00E86208"/>
    <w:rsid w:val="00E862EA"/>
    <w:rsid w:val="00E865FA"/>
    <w:rsid w:val="00E86814"/>
    <w:rsid w:val="00E86A80"/>
    <w:rsid w:val="00E86C88"/>
    <w:rsid w:val="00E8740B"/>
    <w:rsid w:val="00E87A7A"/>
    <w:rsid w:val="00E87D6F"/>
    <w:rsid w:val="00E87F30"/>
    <w:rsid w:val="00E9027B"/>
    <w:rsid w:val="00E90628"/>
    <w:rsid w:val="00E90846"/>
    <w:rsid w:val="00E910A7"/>
    <w:rsid w:val="00E910E5"/>
    <w:rsid w:val="00E9114A"/>
    <w:rsid w:val="00E9137A"/>
    <w:rsid w:val="00E915E2"/>
    <w:rsid w:val="00E91CF6"/>
    <w:rsid w:val="00E91D2B"/>
    <w:rsid w:val="00E92006"/>
    <w:rsid w:val="00E92613"/>
    <w:rsid w:val="00E92ACD"/>
    <w:rsid w:val="00E92E19"/>
    <w:rsid w:val="00E9357D"/>
    <w:rsid w:val="00E94740"/>
    <w:rsid w:val="00E947B3"/>
    <w:rsid w:val="00E948A1"/>
    <w:rsid w:val="00E94A24"/>
    <w:rsid w:val="00E94EE3"/>
    <w:rsid w:val="00E95528"/>
    <w:rsid w:val="00E95AF0"/>
    <w:rsid w:val="00E95E45"/>
    <w:rsid w:val="00E9649A"/>
    <w:rsid w:val="00E970B8"/>
    <w:rsid w:val="00E97B6B"/>
    <w:rsid w:val="00EA00D8"/>
    <w:rsid w:val="00EA04C6"/>
    <w:rsid w:val="00EA0600"/>
    <w:rsid w:val="00EA0798"/>
    <w:rsid w:val="00EA0DA6"/>
    <w:rsid w:val="00EA0F5C"/>
    <w:rsid w:val="00EA111D"/>
    <w:rsid w:val="00EA11DA"/>
    <w:rsid w:val="00EA1620"/>
    <w:rsid w:val="00EA1F08"/>
    <w:rsid w:val="00EA1F13"/>
    <w:rsid w:val="00EA2616"/>
    <w:rsid w:val="00EA269B"/>
    <w:rsid w:val="00EA2E37"/>
    <w:rsid w:val="00EA32DB"/>
    <w:rsid w:val="00EA3311"/>
    <w:rsid w:val="00EA3356"/>
    <w:rsid w:val="00EA377F"/>
    <w:rsid w:val="00EA37BD"/>
    <w:rsid w:val="00EA3B36"/>
    <w:rsid w:val="00EA4099"/>
    <w:rsid w:val="00EA41F3"/>
    <w:rsid w:val="00EA4511"/>
    <w:rsid w:val="00EA4687"/>
    <w:rsid w:val="00EA4EF6"/>
    <w:rsid w:val="00EA4F24"/>
    <w:rsid w:val="00EA5182"/>
    <w:rsid w:val="00EA5790"/>
    <w:rsid w:val="00EA6C32"/>
    <w:rsid w:val="00EA6D02"/>
    <w:rsid w:val="00EA6E9C"/>
    <w:rsid w:val="00EA7781"/>
    <w:rsid w:val="00EA7EC5"/>
    <w:rsid w:val="00EB0360"/>
    <w:rsid w:val="00EB0432"/>
    <w:rsid w:val="00EB07F1"/>
    <w:rsid w:val="00EB0A7E"/>
    <w:rsid w:val="00EB10F9"/>
    <w:rsid w:val="00EB113E"/>
    <w:rsid w:val="00EB131C"/>
    <w:rsid w:val="00EB185F"/>
    <w:rsid w:val="00EB251D"/>
    <w:rsid w:val="00EB2551"/>
    <w:rsid w:val="00EB259E"/>
    <w:rsid w:val="00EB26FA"/>
    <w:rsid w:val="00EB2A9B"/>
    <w:rsid w:val="00EB3111"/>
    <w:rsid w:val="00EB341B"/>
    <w:rsid w:val="00EB3FB9"/>
    <w:rsid w:val="00EB4199"/>
    <w:rsid w:val="00EB4218"/>
    <w:rsid w:val="00EB44FB"/>
    <w:rsid w:val="00EB45AB"/>
    <w:rsid w:val="00EB4AE9"/>
    <w:rsid w:val="00EB4F20"/>
    <w:rsid w:val="00EB52F4"/>
    <w:rsid w:val="00EB53B2"/>
    <w:rsid w:val="00EB58BD"/>
    <w:rsid w:val="00EB5C39"/>
    <w:rsid w:val="00EB5F16"/>
    <w:rsid w:val="00EB5FEE"/>
    <w:rsid w:val="00EB61B8"/>
    <w:rsid w:val="00EB6289"/>
    <w:rsid w:val="00EB69E9"/>
    <w:rsid w:val="00EB6A56"/>
    <w:rsid w:val="00EB6D62"/>
    <w:rsid w:val="00EB6EBC"/>
    <w:rsid w:val="00EB6F46"/>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BEF"/>
    <w:rsid w:val="00EC2E77"/>
    <w:rsid w:val="00EC31D3"/>
    <w:rsid w:val="00EC3B4C"/>
    <w:rsid w:val="00EC3CA9"/>
    <w:rsid w:val="00EC3DC2"/>
    <w:rsid w:val="00EC41A4"/>
    <w:rsid w:val="00EC45C8"/>
    <w:rsid w:val="00EC48E2"/>
    <w:rsid w:val="00EC4C5C"/>
    <w:rsid w:val="00EC5DEE"/>
    <w:rsid w:val="00EC6013"/>
    <w:rsid w:val="00EC631F"/>
    <w:rsid w:val="00EC65B0"/>
    <w:rsid w:val="00EC6703"/>
    <w:rsid w:val="00EC752E"/>
    <w:rsid w:val="00EC7674"/>
    <w:rsid w:val="00EC79CE"/>
    <w:rsid w:val="00EC79E5"/>
    <w:rsid w:val="00EC7A21"/>
    <w:rsid w:val="00EC7DE6"/>
    <w:rsid w:val="00EC7F32"/>
    <w:rsid w:val="00ED09E7"/>
    <w:rsid w:val="00ED0B36"/>
    <w:rsid w:val="00ED1429"/>
    <w:rsid w:val="00ED1EDF"/>
    <w:rsid w:val="00ED247F"/>
    <w:rsid w:val="00ED2832"/>
    <w:rsid w:val="00ED3008"/>
    <w:rsid w:val="00ED3239"/>
    <w:rsid w:val="00ED3511"/>
    <w:rsid w:val="00ED3623"/>
    <w:rsid w:val="00ED36B0"/>
    <w:rsid w:val="00ED3867"/>
    <w:rsid w:val="00ED3AC9"/>
    <w:rsid w:val="00ED3B0F"/>
    <w:rsid w:val="00ED3E3E"/>
    <w:rsid w:val="00ED432C"/>
    <w:rsid w:val="00ED44ED"/>
    <w:rsid w:val="00ED451C"/>
    <w:rsid w:val="00ED4B6B"/>
    <w:rsid w:val="00ED4D4F"/>
    <w:rsid w:val="00ED5404"/>
    <w:rsid w:val="00ED54E5"/>
    <w:rsid w:val="00ED54F5"/>
    <w:rsid w:val="00ED5546"/>
    <w:rsid w:val="00ED59DD"/>
    <w:rsid w:val="00ED5AD3"/>
    <w:rsid w:val="00ED5F40"/>
    <w:rsid w:val="00ED71B1"/>
    <w:rsid w:val="00ED7EE0"/>
    <w:rsid w:val="00ED7FD1"/>
    <w:rsid w:val="00EE0312"/>
    <w:rsid w:val="00EE04FD"/>
    <w:rsid w:val="00EE071C"/>
    <w:rsid w:val="00EE0AD2"/>
    <w:rsid w:val="00EE0AE2"/>
    <w:rsid w:val="00EE0B22"/>
    <w:rsid w:val="00EE0DB3"/>
    <w:rsid w:val="00EE0F6D"/>
    <w:rsid w:val="00EE1323"/>
    <w:rsid w:val="00EE18D5"/>
    <w:rsid w:val="00EE1BC7"/>
    <w:rsid w:val="00EE1C3D"/>
    <w:rsid w:val="00EE1DF2"/>
    <w:rsid w:val="00EE2573"/>
    <w:rsid w:val="00EE25AE"/>
    <w:rsid w:val="00EE260E"/>
    <w:rsid w:val="00EE305D"/>
    <w:rsid w:val="00EE37D5"/>
    <w:rsid w:val="00EE3ED0"/>
    <w:rsid w:val="00EE434A"/>
    <w:rsid w:val="00EE4394"/>
    <w:rsid w:val="00EE45A9"/>
    <w:rsid w:val="00EE4B4E"/>
    <w:rsid w:val="00EE4E8E"/>
    <w:rsid w:val="00EE5086"/>
    <w:rsid w:val="00EE51B6"/>
    <w:rsid w:val="00EE51EE"/>
    <w:rsid w:val="00EE5441"/>
    <w:rsid w:val="00EE5BF6"/>
    <w:rsid w:val="00EE6092"/>
    <w:rsid w:val="00EE67EC"/>
    <w:rsid w:val="00EE7788"/>
    <w:rsid w:val="00EE78D8"/>
    <w:rsid w:val="00EE7982"/>
    <w:rsid w:val="00EE7D34"/>
    <w:rsid w:val="00EF0359"/>
    <w:rsid w:val="00EF08E1"/>
    <w:rsid w:val="00EF0E14"/>
    <w:rsid w:val="00EF1824"/>
    <w:rsid w:val="00EF24C8"/>
    <w:rsid w:val="00EF27A1"/>
    <w:rsid w:val="00EF32F5"/>
    <w:rsid w:val="00EF3D4D"/>
    <w:rsid w:val="00EF3E0C"/>
    <w:rsid w:val="00EF4535"/>
    <w:rsid w:val="00EF5023"/>
    <w:rsid w:val="00EF50D7"/>
    <w:rsid w:val="00EF52C8"/>
    <w:rsid w:val="00EF5415"/>
    <w:rsid w:val="00EF5871"/>
    <w:rsid w:val="00EF5B0C"/>
    <w:rsid w:val="00EF5B85"/>
    <w:rsid w:val="00EF5D61"/>
    <w:rsid w:val="00EF5E46"/>
    <w:rsid w:val="00EF5F6D"/>
    <w:rsid w:val="00EF623B"/>
    <w:rsid w:val="00EF62BF"/>
    <w:rsid w:val="00EF62FF"/>
    <w:rsid w:val="00EF68B8"/>
    <w:rsid w:val="00EF6A93"/>
    <w:rsid w:val="00EF73CE"/>
    <w:rsid w:val="00EF7AD0"/>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1D67"/>
    <w:rsid w:val="00F1212A"/>
    <w:rsid w:val="00F12471"/>
    <w:rsid w:val="00F13392"/>
    <w:rsid w:val="00F1364C"/>
    <w:rsid w:val="00F138B2"/>
    <w:rsid w:val="00F13CBC"/>
    <w:rsid w:val="00F13DF2"/>
    <w:rsid w:val="00F140EA"/>
    <w:rsid w:val="00F14410"/>
    <w:rsid w:val="00F14497"/>
    <w:rsid w:val="00F14ED3"/>
    <w:rsid w:val="00F15185"/>
    <w:rsid w:val="00F1528F"/>
    <w:rsid w:val="00F1554E"/>
    <w:rsid w:val="00F15746"/>
    <w:rsid w:val="00F15CDB"/>
    <w:rsid w:val="00F162A9"/>
    <w:rsid w:val="00F16AB2"/>
    <w:rsid w:val="00F17205"/>
    <w:rsid w:val="00F17456"/>
    <w:rsid w:val="00F17BEB"/>
    <w:rsid w:val="00F17E28"/>
    <w:rsid w:val="00F17EAF"/>
    <w:rsid w:val="00F200A5"/>
    <w:rsid w:val="00F204BF"/>
    <w:rsid w:val="00F2079E"/>
    <w:rsid w:val="00F20E3A"/>
    <w:rsid w:val="00F21617"/>
    <w:rsid w:val="00F217E3"/>
    <w:rsid w:val="00F21E80"/>
    <w:rsid w:val="00F220A3"/>
    <w:rsid w:val="00F2270F"/>
    <w:rsid w:val="00F22F60"/>
    <w:rsid w:val="00F23355"/>
    <w:rsid w:val="00F2351E"/>
    <w:rsid w:val="00F23891"/>
    <w:rsid w:val="00F23C75"/>
    <w:rsid w:val="00F23F4A"/>
    <w:rsid w:val="00F240DD"/>
    <w:rsid w:val="00F241F7"/>
    <w:rsid w:val="00F242CF"/>
    <w:rsid w:val="00F242F1"/>
    <w:rsid w:val="00F24496"/>
    <w:rsid w:val="00F246AC"/>
    <w:rsid w:val="00F24920"/>
    <w:rsid w:val="00F24937"/>
    <w:rsid w:val="00F24AA9"/>
    <w:rsid w:val="00F24F26"/>
    <w:rsid w:val="00F252F7"/>
    <w:rsid w:val="00F25601"/>
    <w:rsid w:val="00F257A9"/>
    <w:rsid w:val="00F25E2C"/>
    <w:rsid w:val="00F2624A"/>
    <w:rsid w:val="00F26449"/>
    <w:rsid w:val="00F26E08"/>
    <w:rsid w:val="00F271A6"/>
    <w:rsid w:val="00F2742E"/>
    <w:rsid w:val="00F27432"/>
    <w:rsid w:val="00F275DF"/>
    <w:rsid w:val="00F27A43"/>
    <w:rsid w:val="00F27B97"/>
    <w:rsid w:val="00F27FE3"/>
    <w:rsid w:val="00F30795"/>
    <w:rsid w:val="00F31654"/>
    <w:rsid w:val="00F316A9"/>
    <w:rsid w:val="00F319C7"/>
    <w:rsid w:val="00F31A76"/>
    <w:rsid w:val="00F31AC0"/>
    <w:rsid w:val="00F31FAB"/>
    <w:rsid w:val="00F321E0"/>
    <w:rsid w:val="00F32323"/>
    <w:rsid w:val="00F32601"/>
    <w:rsid w:val="00F326E7"/>
    <w:rsid w:val="00F3304B"/>
    <w:rsid w:val="00F3305B"/>
    <w:rsid w:val="00F33261"/>
    <w:rsid w:val="00F33658"/>
    <w:rsid w:val="00F336D2"/>
    <w:rsid w:val="00F3415C"/>
    <w:rsid w:val="00F34339"/>
    <w:rsid w:val="00F344B0"/>
    <w:rsid w:val="00F3456B"/>
    <w:rsid w:val="00F34952"/>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78F"/>
    <w:rsid w:val="00F4079A"/>
    <w:rsid w:val="00F40D5B"/>
    <w:rsid w:val="00F40ECB"/>
    <w:rsid w:val="00F41030"/>
    <w:rsid w:val="00F413FC"/>
    <w:rsid w:val="00F41464"/>
    <w:rsid w:val="00F41884"/>
    <w:rsid w:val="00F41B01"/>
    <w:rsid w:val="00F41F3A"/>
    <w:rsid w:val="00F41F6F"/>
    <w:rsid w:val="00F42333"/>
    <w:rsid w:val="00F424CF"/>
    <w:rsid w:val="00F42DA2"/>
    <w:rsid w:val="00F42E8C"/>
    <w:rsid w:val="00F436A5"/>
    <w:rsid w:val="00F43E5B"/>
    <w:rsid w:val="00F43F73"/>
    <w:rsid w:val="00F43F97"/>
    <w:rsid w:val="00F4412E"/>
    <w:rsid w:val="00F44254"/>
    <w:rsid w:val="00F443A5"/>
    <w:rsid w:val="00F443B8"/>
    <w:rsid w:val="00F44B42"/>
    <w:rsid w:val="00F44BFA"/>
    <w:rsid w:val="00F45507"/>
    <w:rsid w:val="00F45533"/>
    <w:rsid w:val="00F45557"/>
    <w:rsid w:val="00F455EF"/>
    <w:rsid w:val="00F4561E"/>
    <w:rsid w:val="00F45B9D"/>
    <w:rsid w:val="00F45DCA"/>
    <w:rsid w:val="00F4614F"/>
    <w:rsid w:val="00F463E2"/>
    <w:rsid w:val="00F46663"/>
    <w:rsid w:val="00F4674A"/>
    <w:rsid w:val="00F46EC8"/>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250"/>
    <w:rsid w:val="00F5283A"/>
    <w:rsid w:val="00F52ABE"/>
    <w:rsid w:val="00F52B5C"/>
    <w:rsid w:val="00F52C18"/>
    <w:rsid w:val="00F52EE2"/>
    <w:rsid w:val="00F5374F"/>
    <w:rsid w:val="00F53764"/>
    <w:rsid w:val="00F53D3C"/>
    <w:rsid w:val="00F540E3"/>
    <w:rsid w:val="00F542AD"/>
    <w:rsid w:val="00F54400"/>
    <w:rsid w:val="00F55098"/>
    <w:rsid w:val="00F5551E"/>
    <w:rsid w:val="00F5560A"/>
    <w:rsid w:val="00F55E8F"/>
    <w:rsid w:val="00F56DEB"/>
    <w:rsid w:val="00F56E38"/>
    <w:rsid w:val="00F5751E"/>
    <w:rsid w:val="00F57614"/>
    <w:rsid w:val="00F57BF8"/>
    <w:rsid w:val="00F57D00"/>
    <w:rsid w:val="00F6006E"/>
    <w:rsid w:val="00F604A9"/>
    <w:rsid w:val="00F60615"/>
    <w:rsid w:val="00F60950"/>
    <w:rsid w:val="00F60BBF"/>
    <w:rsid w:val="00F60EB1"/>
    <w:rsid w:val="00F60FB7"/>
    <w:rsid w:val="00F61665"/>
    <w:rsid w:val="00F6190F"/>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15F"/>
    <w:rsid w:val="00F67365"/>
    <w:rsid w:val="00F6759F"/>
    <w:rsid w:val="00F67844"/>
    <w:rsid w:val="00F6794C"/>
    <w:rsid w:val="00F67A5B"/>
    <w:rsid w:val="00F67EFD"/>
    <w:rsid w:val="00F67FB0"/>
    <w:rsid w:val="00F7011C"/>
    <w:rsid w:val="00F701BC"/>
    <w:rsid w:val="00F7033F"/>
    <w:rsid w:val="00F70A95"/>
    <w:rsid w:val="00F71334"/>
    <w:rsid w:val="00F71AF6"/>
    <w:rsid w:val="00F71B2A"/>
    <w:rsid w:val="00F71F5C"/>
    <w:rsid w:val="00F7214D"/>
    <w:rsid w:val="00F72261"/>
    <w:rsid w:val="00F72754"/>
    <w:rsid w:val="00F7281B"/>
    <w:rsid w:val="00F72C96"/>
    <w:rsid w:val="00F73237"/>
    <w:rsid w:val="00F7350B"/>
    <w:rsid w:val="00F73746"/>
    <w:rsid w:val="00F73E76"/>
    <w:rsid w:val="00F73EC6"/>
    <w:rsid w:val="00F73F9B"/>
    <w:rsid w:val="00F7444F"/>
    <w:rsid w:val="00F74BFA"/>
    <w:rsid w:val="00F759AD"/>
    <w:rsid w:val="00F7612C"/>
    <w:rsid w:val="00F76541"/>
    <w:rsid w:val="00F767CD"/>
    <w:rsid w:val="00F76B98"/>
    <w:rsid w:val="00F76C37"/>
    <w:rsid w:val="00F76D8E"/>
    <w:rsid w:val="00F76F82"/>
    <w:rsid w:val="00F7779D"/>
    <w:rsid w:val="00F777A6"/>
    <w:rsid w:val="00F777E1"/>
    <w:rsid w:val="00F7786C"/>
    <w:rsid w:val="00F77A80"/>
    <w:rsid w:val="00F77ADC"/>
    <w:rsid w:val="00F77D7C"/>
    <w:rsid w:val="00F77EA0"/>
    <w:rsid w:val="00F77ED1"/>
    <w:rsid w:val="00F800EE"/>
    <w:rsid w:val="00F80A16"/>
    <w:rsid w:val="00F80BFC"/>
    <w:rsid w:val="00F80FBA"/>
    <w:rsid w:val="00F81519"/>
    <w:rsid w:val="00F8160A"/>
    <w:rsid w:val="00F8181B"/>
    <w:rsid w:val="00F81863"/>
    <w:rsid w:val="00F8191F"/>
    <w:rsid w:val="00F81DB6"/>
    <w:rsid w:val="00F821F0"/>
    <w:rsid w:val="00F82530"/>
    <w:rsid w:val="00F828FA"/>
    <w:rsid w:val="00F8291B"/>
    <w:rsid w:val="00F82BBD"/>
    <w:rsid w:val="00F8314F"/>
    <w:rsid w:val="00F8327B"/>
    <w:rsid w:val="00F832B4"/>
    <w:rsid w:val="00F83AEC"/>
    <w:rsid w:val="00F84146"/>
    <w:rsid w:val="00F84372"/>
    <w:rsid w:val="00F84391"/>
    <w:rsid w:val="00F84696"/>
    <w:rsid w:val="00F846F0"/>
    <w:rsid w:val="00F84765"/>
    <w:rsid w:val="00F84E28"/>
    <w:rsid w:val="00F84E6A"/>
    <w:rsid w:val="00F84E6C"/>
    <w:rsid w:val="00F85D30"/>
    <w:rsid w:val="00F8616C"/>
    <w:rsid w:val="00F86189"/>
    <w:rsid w:val="00F868FD"/>
    <w:rsid w:val="00F86900"/>
    <w:rsid w:val="00F86D15"/>
    <w:rsid w:val="00F86EE7"/>
    <w:rsid w:val="00F87045"/>
    <w:rsid w:val="00F87B57"/>
    <w:rsid w:val="00F87B6C"/>
    <w:rsid w:val="00F87F52"/>
    <w:rsid w:val="00F9021F"/>
    <w:rsid w:val="00F90C62"/>
    <w:rsid w:val="00F90CC6"/>
    <w:rsid w:val="00F90F20"/>
    <w:rsid w:val="00F91072"/>
    <w:rsid w:val="00F9130A"/>
    <w:rsid w:val="00F91367"/>
    <w:rsid w:val="00F9150A"/>
    <w:rsid w:val="00F918CC"/>
    <w:rsid w:val="00F91C86"/>
    <w:rsid w:val="00F91E92"/>
    <w:rsid w:val="00F91F4E"/>
    <w:rsid w:val="00F92175"/>
    <w:rsid w:val="00F92360"/>
    <w:rsid w:val="00F9272D"/>
    <w:rsid w:val="00F92C35"/>
    <w:rsid w:val="00F92D60"/>
    <w:rsid w:val="00F93111"/>
    <w:rsid w:val="00F938A3"/>
    <w:rsid w:val="00F93942"/>
    <w:rsid w:val="00F93D2E"/>
    <w:rsid w:val="00F946A1"/>
    <w:rsid w:val="00F94860"/>
    <w:rsid w:val="00F9493C"/>
    <w:rsid w:val="00F94980"/>
    <w:rsid w:val="00F94A3E"/>
    <w:rsid w:val="00F9524E"/>
    <w:rsid w:val="00F9594D"/>
    <w:rsid w:val="00F95A31"/>
    <w:rsid w:val="00F95A53"/>
    <w:rsid w:val="00F95AA3"/>
    <w:rsid w:val="00F95AFA"/>
    <w:rsid w:val="00F95B3B"/>
    <w:rsid w:val="00F95F4F"/>
    <w:rsid w:val="00F966BE"/>
    <w:rsid w:val="00F966DD"/>
    <w:rsid w:val="00F9685E"/>
    <w:rsid w:val="00F968E6"/>
    <w:rsid w:val="00F969C5"/>
    <w:rsid w:val="00F96A86"/>
    <w:rsid w:val="00F96DC0"/>
    <w:rsid w:val="00F97493"/>
    <w:rsid w:val="00F976E9"/>
    <w:rsid w:val="00F978FB"/>
    <w:rsid w:val="00F97AF0"/>
    <w:rsid w:val="00F97BCC"/>
    <w:rsid w:val="00F97C0B"/>
    <w:rsid w:val="00F97D31"/>
    <w:rsid w:val="00FA0151"/>
    <w:rsid w:val="00FA0E57"/>
    <w:rsid w:val="00FA12DB"/>
    <w:rsid w:val="00FA13BB"/>
    <w:rsid w:val="00FA1909"/>
    <w:rsid w:val="00FA2144"/>
    <w:rsid w:val="00FA2851"/>
    <w:rsid w:val="00FA2CE7"/>
    <w:rsid w:val="00FA3010"/>
    <w:rsid w:val="00FA30AC"/>
    <w:rsid w:val="00FA347A"/>
    <w:rsid w:val="00FA38B1"/>
    <w:rsid w:val="00FA3A96"/>
    <w:rsid w:val="00FA3C47"/>
    <w:rsid w:val="00FA3ECE"/>
    <w:rsid w:val="00FA4897"/>
    <w:rsid w:val="00FA4B3E"/>
    <w:rsid w:val="00FA543B"/>
    <w:rsid w:val="00FA58D6"/>
    <w:rsid w:val="00FA634A"/>
    <w:rsid w:val="00FA67BB"/>
    <w:rsid w:val="00FA7390"/>
    <w:rsid w:val="00FA79D6"/>
    <w:rsid w:val="00FA7A38"/>
    <w:rsid w:val="00FA7FE0"/>
    <w:rsid w:val="00FB0421"/>
    <w:rsid w:val="00FB0423"/>
    <w:rsid w:val="00FB08AA"/>
    <w:rsid w:val="00FB0F9B"/>
    <w:rsid w:val="00FB0FB2"/>
    <w:rsid w:val="00FB1811"/>
    <w:rsid w:val="00FB181E"/>
    <w:rsid w:val="00FB1B5F"/>
    <w:rsid w:val="00FB2740"/>
    <w:rsid w:val="00FB27F7"/>
    <w:rsid w:val="00FB2EDE"/>
    <w:rsid w:val="00FB31E0"/>
    <w:rsid w:val="00FB368C"/>
    <w:rsid w:val="00FB39ED"/>
    <w:rsid w:val="00FB3E13"/>
    <w:rsid w:val="00FB3EB0"/>
    <w:rsid w:val="00FB47A4"/>
    <w:rsid w:val="00FB4AB9"/>
    <w:rsid w:val="00FB4B20"/>
    <w:rsid w:val="00FB4F86"/>
    <w:rsid w:val="00FB515B"/>
    <w:rsid w:val="00FB5279"/>
    <w:rsid w:val="00FB52AB"/>
    <w:rsid w:val="00FB549C"/>
    <w:rsid w:val="00FB56C2"/>
    <w:rsid w:val="00FB61EB"/>
    <w:rsid w:val="00FB6225"/>
    <w:rsid w:val="00FB6249"/>
    <w:rsid w:val="00FB65F1"/>
    <w:rsid w:val="00FB6B3E"/>
    <w:rsid w:val="00FB706B"/>
    <w:rsid w:val="00FB7120"/>
    <w:rsid w:val="00FB7417"/>
    <w:rsid w:val="00FB7B7C"/>
    <w:rsid w:val="00FB7EC0"/>
    <w:rsid w:val="00FC0194"/>
    <w:rsid w:val="00FC0430"/>
    <w:rsid w:val="00FC1138"/>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4A61"/>
    <w:rsid w:val="00FC5170"/>
    <w:rsid w:val="00FC5250"/>
    <w:rsid w:val="00FC53FA"/>
    <w:rsid w:val="00FC5450"/>
    <w:rsid w:val="00FC5465"/>
    <w:rsid w:val="00FC552B"/>
    <w:rsid w:val="00FC553E"/>
    <w:rsid w:val="00FC581B"/>
    <w:rsid w:val="00FC5D93"/>
    <w:rsid w:val="00FC64A2"/>
    <w:rsid w:val="00FC653D"/>
    <w:rsid w:val="00FC6893"/>
    <w:rsid w:val="00FC6DCF"/>
    <w:rsid w:val="00FC6ECB"/>
    <w:rsid w:val="00FC71AF"/>
    <w:rsid w:val="00FC739B"/>
    <w:rsid w:val="00FC75B6"/>
    <w:rsid w:val="00FC7B73"/>
    <w:rsid w:val="00FC7B9E"/>
    <w:rsid w:val="00FC7D8F"/>
    <w:rsid w:val="00FC7F32"/>
    <w:rsid w:val="00FD0158"/>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4B6F"/>
    <w:rsid w:val="00FD5467"/>
    <w:rsid w:val="00FD56F0"/>
    <w:rsid w:val="00FD58D0"/>
    <w:rsid w:val="00FD6FEF"/>
    <w:rsid w:val="00FD7217"/>
    <w:rsid w:val="00FD7B8E"/>
    <w:rsid w:val="00FD7CFF"/>
    <w:rsid w:val="00FD7E1C"/>
    <w:rsid w:val="00FE026C"/>
    <w:rsid w:val="00FE0285"/>
    <w:rsid w:val="00FE091F"/>
    <w:rsid w:val="00FE0B0D"/>
    <w:rsid w:val="00FE0C36"/>
    <w:rsid w:val="00FE140B"/>
    <w:rsid w:val="00FE1440"/>
    <w:rsid w:val="00FE1D7A"/>
    <w:rsid w:val="00FE208E"/>
    <w:rsid w:val="00FE24F5"/>
    <w:rsid w:val="00FE25F0"/>
    <w:rsid w:val="00FE2993"/>
    <w:rsid w:val="00FE2CAA"/>
    <w:rsid w:val="00FE2DC2"/>
    <w:rsid w:val="00FE38D1"/>
    <w:rsid w:val="00FE3985"/>
    <w:rsid w:val="00FE3A2C"/>
    <w:rsid w:val="00FE413C"/>
    <w:rsid w:val="00FE4363"/>
    <w:rsid w:val="00FE4760"/>
    <w:rsid w:val="00FE5163"/>
    <w:rsid w:val="00FE52DF"/>
    <w:rsid w:val="00FE5DA0"/>
    <w:rsid w:val="00FE5E6F"/>
    <w:rsid w:val="00FE6386"/>
    <w:rsid w:val="00FE65D8"/>
    <w:rsid w:val="00FE6A61"/>
    <w:rsid w:val="00FE799F"/>
    <w:rsid w:val="00FE7AFE"/>
    <w:rsid w:val="00FE7B57"/>
    <w:rsid w:val="00FE7DE9"/>
    <w:rsid w:val="00FF04DD"/>
    <w:rsid w:val="00FF059E"/>
    <w:rsid w:val="00FF0847"/>
    <w:rsid w:val="00FF1398"/>
    <w:rsid w:val="00FF170C"/>
    <w:rsid w:val="00FF1D96"/>
    <w:rsid w:val="00FF22C4"/>
    <w:rsid w:val="00FF2556"/>
    <w:rsid w:val="00FF2566"/>
    <w:rsid w:val="00FF2B5F"/>
    <w:rsid w:val="00FF43C1"/>
    <w:rsid w:val="00FF451A"/>
    <w:rsid w:val="00FF4954"/>
    <w:rsid w:val="00FF498A"/>
    <w:rsid w:val="00FF4A7B"/>
    <w:rsid w:val="00FF5072"/>
    <w:rsid w:val="00FF50AC"/>
    <w:rsid w:val="00FF51AC"/>
    <w:rsid w:val="00FF54B6"/>
    <w:rsid w:val="00FF559C"/>
    <w:rsid w:val="00FF63F5"/>
    <w:rsid w:val="00FF688E"/>
    <w:rsid w:val="00FF6D3D"/>
    <w:rsid w:val="00FF6DFC"/>
    <w:rsid w:val="00FF7079"/>
    <w:rsid w:val="00FF73C8"/>
    <w:rsid w:val="00FF753C"/>
    <w:rsid w:val="00FF7725"/>
    <w:rsid w:val="00FF78BB"/>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615"/>
    <w:rPr>
      <w:sz w:val="24"/>
      <w:szCs w:val="24"/>
      <w:lang w:val="es-ES" w:eastAsia="es-ES"/>
    </w:rPr>
  </w:style>
  <w:style w:type="paragraph" w:styleId="Heading1">
    <w:name w:val="heading 1"/>
    <w:basedOn w:val="Normal"/>
    <w:link w:val="Heading1Char"/>
    <w:uiPriority w:val="99"/>
    <w:qFormat/>
    <w:rsid w:val="00647A87"/>
    <w:pPr>
      <w:spacing w:before="100" w:beforeAutospacing="1" w:after="100" w:afterAutospacing="1"/>
      <w:outlineLvl w:val="0"/>
    </w:pPr>
    <w:rPr>
      <w:rFonts w:ascii="Cambria" w:hAnsi="Cambria"/>
      <w:b/>
      <w:kern w:val="32"/>
      <w:sz w:val="32"/>
      <w:szCs w:val="20"/>
    </w:rPr>
  </w:style>
  <w:style w:type="paragraph" w:styleId="Heading2">
    <w:name w:val="heading 2"/>
    <w:basedOn w:val="Normal"/>
    <w:next w:val="Normal"/>
    <w:link w:val="Heading2Char"/>
    <w:uiPriority w:val="99"/>
    <w:qFormat/>
    <w:locked/>
    <w:rsid w:val="00BA57C7"/>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C03077"/>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A2329"/>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6D0120"/>
    <w:rPr>
      <w:rFonts w:ascii="Cambria" w:hAnsi="Cambria" w:cs="Times New Roman"/>
      <w:b/>
      <w:bCs/>
      <w:i/>
      <w:iCs/>
      <w:sz w:val="28"/>
      <w:szCs w:val="28"/>
      <w:lang w:val="es-ES" w:eastAsia="es-ES"/>
    </w:rPr>
  </w:style>
  <w:style w:type="character" w:customStyle="1" w:styleId="Heading6Char">
    <w:name w:val="Heading 6 Char"/>
    <w:basedOn w:val="DefaultParagraphFont"/>
    <w:link w:val="Heading6"/>
    <w:uiPriority w:val="99"/>
    <w:semiHidden/>
    <w:locked/>
    <w:rsid w:val="00AD227B"/>
    <w:rPr>
      <w:rFonts w:ascii="Calibri" w:hAnsi="Calibri" w:cs="Times New Roman"/>
      <w:b/>
      <w:bCs/>
      <w:lang w:val="es-ES" w:eastAsia="es-ES"/>
    </w:rPr>
  </w:style>
  <w:style w:type="paragraph" w:styleId="NormalWeb">
    <w:name w:val="Normal (Web)"/>
    <w:basedOn w:val="Normal"/>
    <w:uiPriority w:val="99"/>
    <w:rsid w:val="00895307"/>
    <w:pPr>
      <w:spacing w:before="100" w:beforeAutospacing="1" w:after="100" w:afterAutospacing="1"/>
    </w:pPr>
  </w:style>
  <w:style w:type="character" w:styleId="Hyperlink">
    <w:name w:val="Hyperlink"/>
    <w:basedOn w:val="DefaultParagraphFont"/>
    <w:uiPriority w:val="99"/>
    <w:rsid w:val="00895307"/>
    <w:rPr>
      <w:rFonts w:cs="Times New Roman"/>
      <w:color w:val="0000FF"/>
      <w:u w:val="single"/>
    </w:rPr>
  </w:style>
  <w:style w:type="character" w:styleId="Emphasis">
    <w:name w:val="Emphasis"/>
    <w:basedOn w:val="DefaultParagraphFont"/>
    <w:uiPriority w:val="99"/>
    <w:qFormat/>
    <w:locked/>
    <w:rsid w:val="000C4A6E"/>
    <w:rPr>
      <w:rFonts w:cs="Times New Roman"/>
      <w:i/>
    </w:rPr>
  </w:style>
  <w:style w:type="character" w:styleId="Strong">
    <w:name w:val="Strong"/>
    <w:basedOn w:val="DefaultParagraphFont"/>
    <w:uiPriority w:val="99"/>
    <w:qFormat/>
    <w:locked/>
    <w:rsid w:val="00320175"/>
    <w:rPr>
      <w:rFonts w:cs="Times New Roman"/>
      <w:b/>
      <w:bCs/>
    </w:rPr>
  </w:style>
  <w:style w:type="character" w:customStyle="1" w:styleId="lrjpw9z5x55">
    <w:name w:val="lrjpw9z5x55"/>
    <w:basedOn w:val="DefaultParagraphFont"/>
    <w:uiPriority w:val="99"/>
    <w:rsid w:val="00B150F6"/>
    <w:rPr>
      <w:rFonts w:cs="Times New Roman"/>
    </w:rPr>
  </w:style>
  <w:style w:type="character" w:customStyle="1" w:styleId="y9k3w5z28">
    <w:name w:val="y9k3w5z28"/>
    <w:basedOn w:val="DefaultParagraphFont"/>
    <w:uiPriority w:val="99"/>
    <w:rsid w:val="00B150F6"/>
    <w:rPr>
      <w:rFonts w:cs="Times New Roman"/>
    </w:rPr>
  </w:style>
  <w:style w:type="character" w:customStyle="1" w:styleId="grame">
    <w:name w:val="grame"/>
    <w:basedOn w:val="DefaultParagraphFont"/>
    <w:uiPriority w:val="99"/>
    <w:rsid w:val="00B150F6"/>
    <w:rPr>
      <w:rFonts w:cs="Times New Roman"/>
    </w:rPr>
  </w:style>
  <w:style w:type="character" w:customStyle="1" w:styleId="spelle">
    <w:name w:val="spelle"/>
    <w:basedOn w:val="DefaultParagraphFont"/>
    <w:uiPriority w:val="99"/>
    <w:rsid w:val="00B150F6"/>
    <w:rPr>
      <w:rFonts w:cs="Times New Roman"/>
    </w:rPr>
  </w:style>
  <w:style w:type="character" w:styleId="FollowedHyperlink">
    <w:name w:val="FollowedHyperlink"/>
    <w:basedOn w:val="DefaultParagraphFont"/>
    <w:uiPriority w:val="99"/>
    <w:rsid w:val="00B150F6"/>
    <w:rPr>
      <w:rFonts w:cs="Times New Roman"/>
      <w:color w:val="800080"/>
      <w:u w:val="single"/>
    </w:rPr>
  </w:style>
  <w:style w:type="character" w:customStyle="1" w:styleId="textexposedshow">
    <w:name w:val="text_exposed_show"/>
    <w:basedOn w:val="DefaultParagraphFont"/>
    <w:uiPriority w:val="99"/>
    <w:rsid w:val="004A7096"/>
    <w:rPr>
      <w:rFonts w:cs="Times New Roman"/>
    </w:rPr>
  </w:style>
  <w:style w:type="paragraph" w:customStyle="1" w:styleId="ydp143a36d1msonormal">
    <w:name w:val="ydp143a36d1msonormal"/>
    <w:basedOn w:val="Normal"/>
    <w:uiPriority w:val="99"/>
    <w:rsid w:val="00983A91"/>
    <w:pPr>
      <w:spacing w:before="100" w:beforeAutospacing="1" w:after="100" w:afterAutospacing="1"/>
    </w:pPr>
  </w:style>
  <w:style w:type="character" w:customStyle="1" w:styleId="tlid-translationtranslation">
    <w:name w:val="tlid-translation translation"/>
    <w:basedOn w:val="DefaultParagraphFont"/>
    <w:uiPriority w:val="99"/>
    <w:rsid w:val="00BE1602"/>
    <w:rPr>
      <w:rFonts w:cs="Times New Roman"/>
    </w:rPr>
  </w:style>
  <w:style w:type="character" w:customStyle="1" w:styleId="InternetLink">
    <w:name w:val="Internet Link"/>
    <w:basedOn w:val="DefaultParagraphFont"/>
    <w:uiPriority w:val="99"/>
    <w:rsid w:val="00297500"/>
    <w:rPr>
      <w:rFonts w:cs="Times New Roman"/>
      <w:color w:val="0000FF"/>
      <w:u w:val="single"/>
    </w:rPr>
  </w:style>
  <w:style w:type="character" w:customStyle="1" w:styleId="Destacado">
    <w:name w:val="Destacado"/>
    <w:basedOn w:val="DefaultParagraphFont"/>
    <w:uiPriority w:val="99"/>
    <w:rsid w:val="00297500"/>
    <w:rPr>
      <w:rFonts w:cs="Times New Roman"/>
      <w:i/>
    </w:rPr>
  </w:style>
  <w:style w:type="character" w:customStyle="1" w:styleId="EnlacedeInternet">
    <w:name w:val="Enlace de Internet"/>
    <w:basedOn w:val="DefaultParagraphFont"/>
    <w:uiPriority w:val="99"/>
    <w:rsid w:val="00297500"/>
    <w:rPr>
      <w:rFonts w:cs="Times New Roman"/>
      <w:color w:val="0000FF"/>
      <w:u w:val="single"/>
    </w:rPr>
  </w:style>
  <w:style w:type="character" w:customStyle="1" w:styleId="2k9q">
    <w:name w:val="_2k9q"/>
    <w:basedOn w:val="DefaultParagraphFont"/>
    <w:uiPriority w:val="99"/>
    <w:rsid w:val="00297500"/>
    <w:rPr>
      <w:rFonts w:cs="Times New Roman"/>
    </w:rPr>
  </w:style>
  <w:style w:type="character" w:customStyle="1" w:styleId="o85s3e6dr0">
    <w:name w:val="o85s3e6dr0"/>
    <w:basedOn w:val="DefaultParagraphFont"/>
    <w:uiPriority w:val="99"/>
    <w:rsid w:val="00F3305B"/>
    <w:rPr>
      <w:rFonts w:cs="Times New Roman"/>
    </w:rPr>
  </w:style>
  <w:style w:type="character" w:customStyle="1" w:styleId="o98vcf62">
    <w:name w:val="o98vcf62"/>
    <w:basedOn w:val="DefaultParagraphFont"/>
    <w:uiPriority w:val="99"/>
    <w:rsid w:val="00F3305B"/>
    <w:rPr>
      <w:rFonts w:cs="Times New Roman"/>
    </w:rPr>
  </w:style>
  <w:style w:type="paragraph" w:customStyle="1" w:styleId="ydp8f8755bcmsonormal">
    <w:name w:val="ydp8f8755bcmsonormal"/>
    <w:basedOn w:val="Normal"/>
    <w:uiPriority w:val="99"/>
    <w:rsid w:val="00F3305B"/>
    <w:pPr>
      <w:spacing w:before="100" w:beforeAutospacing="1" w:after="100" w:afterAutospacing="1"/>
    </w:pPr>
  </w:style>
  <w:style w:type="paragraph" w:customStyle="1" w:styleId="ydp9c538ed6msonormal">
    <w:name w:val="ydp9c538ed6msonormal"/>
    <w:basedOn w:val="Normal"/>
    <w:uiPriority w:val="99"/>
    <w:rsid w:val="00F3305B"/>
    <w:pPr>
      <w:spacing w:before="100" w:beforeAutospacing="1" w:after="100" w:afterAutospacing="1"/>
    </w:pPr>
  </w:style>
  <w:style w:type="paragraph" w:customStyle="1" w:styleId="ydpb373b42fmsonormal">
    <w:name w:val="ydpb373b42fmsonormal"/>
    <w:basedOn w:val="Normal"/>
    <w:uiPriority w:val="99"/>
    <w:rsid w:val="00F3305B"/>
    <w:pPr>
      <w:spacing w:before="100" w:beforeAutospacing="1" w:after="100" w:afterAutospacing="1"/>
    </w:pPr>
  </w:style>
  <w:style w:type="character" w:customStyle="1" w:styleId="jlqj4b">
    <w:name w:val="jlqj4b"/>
    <w:basedOn w:val="DefaultParagraphFont"/>
    <w:uiPriority w:val="99"/>
    <w:rsid w:val="00A76C77"/>
    <w:rPr>
      <w:rFonts w:cs="Times New Roman"/>
    </w:rPr>
  </w:style>
  <w:style w:type="character" w:customStyle="1" w:styleId="ListLabel167">
    <w:name w:val="ListLabel 167"/>
    <w:uiPriority w:val="99"/>
    <w:rsid w:val="00EA3B36"/>
    <w:rPr>
      <w:rFonts w:ascii="Arial" w:hAnsi="Arial"/>
      <w:color w:val="0000FF"/>
      <w:sz w:val="20"/>
      <w:u w:val="single"/>
      <w:lang w:eastAsia="es-ES"/>
    </w:rPr>
  </w:style>
  <w:style w:type="character" w:customStyle="1" w:styleId="ListLabel168">
    <w:name w:val="ListLabel 168"/>
    <w:uiPriority w:val="99"/>
    <w:rsid w:val="00EA3B36"/>
    <w:rPr>
      <w:rFonts w:ascii="Arial" w:hAnsi="Arial"/>
      <w:sz w:val="20"/>
      <w:lang w:eastAsia="es-ES"/>
    </w:rPr>
  </w:style>
  <w:style w:type="character" w:customStyle="1" w:styleId="viiyi">
    <w:name w:val="viiyi"/>
    <w:basedOn w:val="DefaultParagraphFont"/>
    <w:uiPriority w:val="99"/>
    <w:rsid w:val="005A7881"/>
    <w:rPr>
      <w:rFonts w:cs="Times New Roman"/>
    </w:rPr>
  </w:style>
  <w:style w:type="character" w:customStyle="1" w:styleId="jlqj4bchmk0b">
    <w:name w:val="jlqj4b chmk0b"/>
    <w:basedOn w:val="DefaultParagraphFont"/>
    <w:uiPriority w:val="99"/>
    <w:rsid w:val="005A7881"/>
    <w:rPr>
      <w:rFonts w:cs="Times New Roman"/>
    </w:rPr>
  </w:style>
  <w:style w:type="paragraph" w:customStyle="1" w:styleId="yiv2918120818msonormal">
    <w:name w:val="yiv2918120818msonormal"/>
    <w:basedOn w:val="Normal"/>
    <w:uiPriority w:val="99"/>
    <w:rsid w:val="008F07D6"/>
    <w:pPr>
      <w:spacing w:before="100" w:beforeAutospacing="1" w:after="100" w:afterAutospacing="1"/>
    </w:pPr>
    <w:rPr>
      <w:lang w:val="es-AR" w:eastAsia="es-AR"/>
    </w:rPr>
  </w:style>
  <w:style w:type="paragraph" w:styleId="NoSpacing">
    <w:name w:val="No Spacing"/>
    <w:uiPriority w:val="99"/>
    <w:qFormat/>
    <w:rsid w:val="008F07D6"/>
    <w:rPr>
      <w:rFonts w:ascii="Calibri" w:hAnsi="Calibri"/>
      <w:lang w:eastAsia="en-US"/>
    </w:rPr>
  </w:style>
</w:styles>
</file>

<file path=word/webSettings.xml><?xml version="1.0" encoding="utf-8"?>
<w:webSettings xmlns:r="http://schemas.openxmlformats.org/officeDocument/2006/relationships" xmlns:w="http://schemas.openxmlformats.org/wordprocessingml/2006/main">
  <w:divs>
    <w:div w:id="1208642117">
      <w:marLeft w:val="0"/>
      <w:marRight w:val="0"/>
      <w:marTop w:val="0"/>
      <w:marBottom w:val="0"/>
      <w:divBdr>
        <w:top w:val="none" w:sz="0" w:space="0" w:color="auto"/>
        <w:left w:val="none" w:sz="0" w:space="0" w:color="auto"/>
        <w:bottom w:val="none" w:sz="0" w:space="0" w:color="auto"/>
        <w:right w:val="none" w:sz="0" w:space="0" w:color="auto"/>
      </w:divBdr>
    </w:div>
    <w:div w:id="1208642118">
      <w:marLeft w:val="0"/>
      <w:marRight w:val="0"/>
      <w:marTop w:val="0"/>
      <w:marBottom w:val="0"/>
      <w:divBdr>
        <w:top w:val="none" w:sz="0" w:space="0" w:color="auto"/>
        <w:left w:val="none" w:sz="0" w:space="0" w:color="auto"/>
        <w:bottom w:val="none" w:sz="0" w:space="0" w:color="auto"/>
        <w:right w:val="none" w:sz="0" w:space="0" w:color="auto"/>
      </w:divBdr>
    </w:div>
    <w:div w:id="1208642119">
      <w:marLeft w:val="0"/>
      <w:marRight w:val="0"/>
      <w:marTop w:val="0"/>
      <w:marBottom w:val="0"/>
      <w:divBdr>
        <w:top w:val="none" w:sz="0" w:space="0" w:color="auto"/>
        <w:left w:val="none" w:sz="0" w:space="0" w:color="auto"/>
        <w:bottom w:val="none" w:sz="0" w:space="0" w:color="auto"/>
        <w:right w:val="none" w:sz="0" w:space="0" w:color="auto"/>
      </w:divBdr>
    </w:div>
    <w:div w:id="1208642120">
      <w:marLeft w:val="0"/>
      <w:marRight w:val="0"/>
      <w:marTop w:val="0"/>
      <w:marBottom w:val="0"/>
      <w:divBdr>
        <w:top w:val="none" w:sz="0" w:space="0" w:color="auto"/>
        <w:left w:val="none" w:sz="0" w:space="0" w:color="auto"/>
        <w:bottom w:val="none" w:sz="0" w:space="0" w:color="auto"/>
        <w:right w:val="none" w:sz="0" w:space="0" w:color="auto"/>
      </w:divBdr>
    </w:div>
    <w:div w:id="1208642121">
      <w:marLeft w:val="0"/>
      <w:marRight w:val="0"/>
      <w:marTop w:val="0"/>
      <w:marBottom w:val="0"/>
      <w:divBdr>
        <w:top w:val="none" w:sz="0" w:space="0" w:color="auto"/>
        <w:left w:val="none" w:sz="0" w:space="0" w:color="auto"/>
        <w:bottom w:val="none" w:sz="0" w:space="0" w:color="auto"/>
        <w:right w:val="none" w:sz="0" w:space="0" w:color="auto"/>
      </w:divBdr>
    </w:div>
    <w:div w:id="1208642122">
      <w:marLeft w:val="0"/>
      <w:marRight w:val="0"/>
      <w:marTop w:val="0"/>
      <w:marBottom w:val="0"/>
      <w:divBdr>
        <w:top w:val="none" w:sz="0" w:space="0" w:color="auto"/>
        <w:left w:val="none" w:sz="0" w:space="0" w:color="auto"/>
        <w:bottom w:val="none" w:sz="0" w:space="0" w:color="auto"/>
        <w:right w:val="none" w:sz="0" w:space="0" w:color="auto"/>
      </w:divBdr>
    </w:div>
    <w:div w:id="1208642123">
      <w:marLeft w:val="0"/>
      <w:marRight w:val="0"/>
      <w:marTop w:val="0"/>
      <w:marBottom w:val="0"/>
      <w:divBdr>
        <w:top w:val="none" w:sz="0" w:space="0" w:color="auto"/>
        <w:left w:val="none" w:sz="0" w:space="0" w:color="auto"/>
        <w:bottom w:val="none" w:sz="0" w:space="0" w:color="auto"/>
        <w:right w:val="none" w:sz="0" w:space="0" w:color="auto"/>
      </w:divBdr>
    </w:div>
    <w:div w:id="1208642124">
      <w:marLeft w:val="0"/>
      <w:marRight w:val="0"/>
      <w:marTop w:val="0"/>
      <w:marBottom w:val="0"/>
      <w:divBdr>
        <w:top w:val="none" w:sz="0" w:space="0" w:color="auto"/>
        <w:left w:val="none" w:sz="0" w:space="0" w:color="auto"/>
        <w:bottom w:val="none" w:sz="0" w:space="0" w:color="auto"/>
        <w:right w:val="none" w:sz="0" w:space="0" w:color="auto"/>
      </w:divBdr>
    </w:div>
    <w:div w:id="1208642125">
      <w:marLeft w:val="0"/>
      <w:marRight w:val="0"/>
      <w:marTop w:val="0"/>
      <w:marBottom w:val="0"/>
      <w:divBdr>
        <w:top w:val="none" w:sz="0" w:space="0" w:color="auto"/>
        <w:left w:val="none" w:sz="0" w:space="0" w:color="auto"/>
        <w:bottom w:val="none" w:sz="0" w:space="0" w:color="auto"/>
        <w:right w:val="none" w:sz="0" w:space="0" w:color="auto"/>
      </w:divBdr>
    </w:div>
    <w:div w:id="1208642126">
      <w:marLeft w:val="0"/>
      <w:marRight w:val="0"/>
      <w:marTop w:val="0"/>
      <w:marBottom w:val="0"/>
      <w:divBdr>
        <w:top w:val="none" w:sz="0" w:space="0" w:color="auto"/>
        <w:left w:val="none" w:sz="0" w:space="0" w:color="auto"/>
        <w:bottom w:val="none" w:sz="0" w:space="0" w:color="auto"/>
        <w:right w:val="none" w:sz="0" w:space="0" w:color="auto"/>
      </w:divBdr>
    </w:div>
    <w:div w:id="1208642127">
      <w:marLeft w:val="0"/>
      <w:marRight w:val="0"/>
      <w:marTop w:val="0"/>
      <w:marBottom w:val="0"/>
      <w:divBdr>
        <w:top w:val="none" w:sz="0" w:space="0" w:color="auto"/>
        <w:left w:val="none" w:sz="0" w:space="0" w:color="auto"/>
        <w:bottom w:val="none" w:sz="0" w:space="0" w:color="auto"/>
        <w:right w:val="none" w:sz="0" w:space="0" w:color="auto"/>
      </w:divBdr>
    </w:div>
    <w:div w:id="1208642128">
      <w:marLeft w:val="0"/>
      <w:marRight w:val="0"/>
      <w:marTop w:val="0"/>
      <w:marBottom w:val="0"/>
      <w:divBdr>
        <w:top w:val="none" w:sz="0" w:space="0" w:color="auto"/>
        <w:left w:val="none" w:sz="0" w:space="0" w:color="auto"/>
        <w:bottom w:val="none" w:sz="0" w:space="0" w:color="auto"/>
        <w:right w:val="none" w:sz="0" w:space="0" w:color="auto"/>
      </w:divBdr>
    </w:div>
    <w:div w:id="1208642129">
      <w:marLeft w:val="0"/>
      <w:marRight w:val="0"/>
      <w:marTop w:val="0"/>
      <w:marBottom w:val="0"/>
      <w:divBdr>
        <w:top w:val="none" w:sz="0" w:space="0" w:color="auto"/>
        <w:left w:val="none" w:sz="0" w:space="0" w:color="auto"/>
        <w:bottom w:val="none" w:sz="0" w:space="0" w:color="auto"/>
        <w:right w:val="none" w:sz="0" w:space="0" w:color="auto"/>
      </w:divBdr>
    </w:div>
    <w:div w:id="1208642130">
      <w:marLeft w:val="0"/>
      <w:marRight w:val="0"/>
      <w:marTop w:val="0"/>
      <w:marBottom w:val="0"/>
      <w:divBdr>
        <w:top w:val="none" w:sz="0" w:space="0" w:color="auto"/>
        <w:left w:val="none" w:sz="0" w:space="0" w:color="auto"/>
        <w:bottom w:val="none" w:sz="0" w:space="0" w:color="auto"/>
        <w:right w:val="none" w:sz="0" w:space="0" w:color="auto"/>
      </w:divBdr>
    </w:div>
    <w:div w:id="1208642132">
      <w:marLeft w:val="0"/>
      <w:marRight w:val="0"/>
      <w:marTop w:val="0"/>
      <w:marBottom w:val="0"/>
      <w:divBdr>
        <w:top w:val="none" w:sz="0" w:space="0" w:color="auto"/>
        <w:left w:val="none" w:sz="0" w:space="0" w:color="auto"/>
        <w:bottom w:val="none" w:sz="0" w:space="0" w:color="auto"/>
        <w:right w:val="none" w:sz="0" w:space="0" w:color="auto"/>
      </w:divBdr>
      <w:divsChild>
        <w:div w:id="1208642131">
          <w:marLeft w:val="0"/>
          <w:marRight w:val="0"/>
          <w:marTop w:val="0"/>
          <w:marBottom w:val="0"/>
          <w:divBdr>
            <w:top w:val="none" w:sz="0" w:space="0" w:color="auto"/>
            <w:left w:val="none" w:sz="0" w:space="0" w:color="auto"/>
            <w:bottom w:val="none" w:sz="0" w:space="0" w:color="auto"/>
            <w:right w:val="none" w:sz="0" w:space="0" w:color="auto"/>
          </w:divBdr>
        </w:div>
      </w:divsChild>
    </w:div>
    <w:div w:id="1208642133">
      <w:marLeft w:val="0"/>
      <w:marRight w:val="0"/>
      <w:marTop w:val="0"/>
      <w:marBottom w:val="0"/>
      <w:divBdr>
        <w:top w:val="none" w:sz="0" w:space="0" w:color="auto"/>
        <w:left w:val="none" w:sz="0" w:space="0" w:color="auto"/>
        <w:bottom w:val="none" w:sz="0" w:space="0" w:color="auto"/>
        <w:right w:val="none" w:sz="0" w:space="0" w:color="auto"/>
      </w:divBdr>
    </w:div>
    <w:div w:id="1208642134">
      <w:marLeft w:val="0"/>
      <w:marRight w:val="0"/>
      <w:marTop w:val="0"/>
      <w:marBottom w:val="0"/>
      <w:divBdr>
        <w:top w:val="none" w:sz="0" w:space="0" w:color="auto"/>
        <w:left w:val="none" w:sz="0" w:space="0" w:color="auto"/>
        <w:bottom w:val="none" w:sz="0" w:space="0" w:color="auto"/>
        <w:right w:val="none" w:sz="0" w:space="0" w:color="auto"/>
      </w:divBdr>
    </w:div>
    <w:div w:id="1208642135">
      <w:marLeft w:val="0"/>
      <w:marRight w:val="0"/>
      <w:marTop w:val="0"/>
      <w:marBottom w:val="0"/>
      <w:divBdr>
        <w:top w:val="none" w:sz="0" w:space="0" w:color="auto"/>
        <w:left w:val="none" w:sz="0" w:space="0" w:color="auto"/>
        <w:bottom w:val="none" w:sz="0" w:space="0" w:color="auto"/>
        <w:right w:val="none" w:sz="0" w:space="0" w:color="auto"/>
      </w:divBdr>
    </w:div>
    <w:div w:id="1208642136">
      <w:marLeft w:val="0"/>
      <w:marRight w:val="0"/>
      <w:marTop w:val="0"/>
      <w:marBottom w:val="0"/>
      <w:divBdr>
        <w:top w:val="none" w:sz="0" w:space="0" w:color="auto"/>
        <w:left w:val="none" w:sz="0" w:space="0" w:color="auto"/>
        <w:bottom w:val="none" w:sz="0" w:space="0" w:color="auto"/>
        <w:right w:val="none" w:sz="0" w:space="0" w:color="auto"/>
      </w:divBdr>
    </w:div>
    <w:div w:id="1208642137">
      <w:marLeft w:val="0"/>
      <w:marRight w:val="0"/>
      <w:marTop w:val="0"/>
      <w:marBottom w:val="0"/>
      <w:divBdr>
        <w:top w:val="none" w:sz="0" w:space="0" w:color="auto"/>
        <w:left w:val="none" w:sz="0" w:space="0" w:color="auto"/>
        <w:bottom w:val="none" w:sz="0" w:space="0" w:color="auto"/>
        <w:right w:val="none" w:sz="0" w:space="0" w:color="auto"/>
      </w:divBdr>
    </w:div>
    <w:div w:id="1208642143">
      <w:marLeft w:val="0"/>
      <w:marRight w:val="0"/>
      <w:marTop w:val="0"/>
      <w:marBottom w:val="0"/>
      <w:divBdr>
        <w:top w:val="none" w:sz="0" w:space="0" w:color="auto"/>
        <w:left w:val="none" w:sz="0" w:space="0" w:color="auto"/>
        <w:bottom w:val="none" w:sz="0" w:space="0" w:color="auto"/>
        <w:right w:val="none" w:sz="0" w:space="0" w:color="auto"/>
      </w:divBdr>
      <w:divsChild>
        <w:div w:id="1208642145">
          <w:marLeft w:val="0"/>
          <w:marRight w:val="0"/>
          <w:marTop w:val="0"/>
          <w:marBottom w:val="0"/>
          <w:divBdr>
            <w:top w:val="none" w:sz="0" w:space="0" w:color="auto"/>
            <w:left w:val="none" w:sz="0" w:space="0" w:color="auto"/>
            <w:bottom w:val="none" w:sz="0" w:space="0" w:color="auto"/>
            <w:right w:val="none" w:sz="0" w:space="0" w:color="auto"/>
          </w:divBdr>
          <w:divsChild>
            <w:div w:id="1208642139">
              <w:marLeft w:val="0"/>
              <w:marRight w:val="0"/>
              <w:marTop w:val="0"/>
              <w:marBottom w:val="0"/>
              <w:divBdr>
                <w:top w:val="none" w:sz="0" w:space="0" w:color="auto"/>
                <w:left w:val="none" w:sz="0" w:space="0" w:color="auto"/>
                <w:bottom w:val="none" w:sz="0" w:space="0" w:color="auto"/>
                <w:right w:val="none" w:sz="0" w:space="0" w:color="auto"/>
              </w:divBdr>
              <w:divsChild>
                <w:div w:id="1208642142">
                  <w:marLeft w:val="0"/>
                  <w:marRight w:val="0"/>
                  <w:marTop w:val="0"/>
                  <w:marBottom w:val="0"/>
                  <w:divBdr>
                    <w:top w:val="none" w:sz="0" w:space="0" w:color="auto"/>
                    <w:left w:val="none" w:sz="0" w:space="0" w:color="auto"/>
                    <w:bottom w:val="none" w:sz="0" w:space="0" w:color="auto"/>
                    <w:right w:val="none" w:sz="0" w:space="0" w:color="auto"/>
                  </w:divBdr>
                  <w:divsChild>
                    <w:div w:id="1208642141">
                      <w:marLeft w:val="0"/>
                      <w:marRight w:val="0"/>
                      <w:marTop w:val="0"/>
                      <w:marBottom w:val="0"/>
                      <w:divBdr>
                        <w:top w:val="none" w:sz="0" w:space="0" w:color="auto"/>
                        <w:left w:val="none" w:sz="0" w:space="0" w:color="auto"/>
                        <w:bottom w:val="none" w:sz="0" w:space="0" w:color="auto"/>
                        <w:right w:val="none" w:sz="0" w:space="0" w:color="auto"/>
                      </w:divBdr>
                      <w:divsChild>
                        <w:div w:id="1208642138">
                          <w:marLeft w:val="0"/>
                          <w:marRight w:val="0"/>
                          <w:marTop w:val="0"/>
                          <w:marBottom w:val="0"/>
                          <w:divBdr>
                            <w:top w:val="none" w:sz="0" w:space="0" w:color="auto"/>
                            <w:left w:val="none" w:sz="0" w:space="0" w:color="auto"/>
                            <w:bottom w:val="none" w:sz="0" w:space="0" w:color="auto"/>
                            <w:right w:val="none" w:sz="0" w:space="0" w:color="auto"/>
                          </w:divBdr>
                        </w:div>
                        <w:div w:id="1208642140">
                          <w:marLeft w:val="0"/>
                          <w:marRight w:val="0"/>
                          <w:marTop w:val="0"/>
                          <w:marBottom w:val="0"/>
                          <w:divBdr>
                            <w:top w:val="none" w:sz="0" w:space="0" w:color="auto"/>
                            <w:left w:val="none" w:sz="0" w:space="0" w:color="auto"/>
                            <w:bottom w:val="none" w:sz="0" w:space="0" w:color="auto"/>
                            <w:right w:val="none" w:sz="0" w:space="0" w:color="auto"/>
                          </w:divBdr>
                        </w:div>
                        <w:div w:id="120864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8642159">
      <w:marLeft w:val="0"/>
      <w:marRight w:val="0"/>
      <w:marTop w:val="0"/>
      <w:marBottom w:val="0"/>
      <w:divBdr>
        <w:top w:val="none" w:sz="0" w:space="0" w:color="auto"/>
        <w:left w:val="none" w:sz="0" w:space="0" w:color="auto"/>
        <w:bottom w:val="none" w:sz="0" w:space="0" w:color="auto"/>
        <w:right w:val="none" w:sz="0" w:space="0" w:color="auto"/>
      </w:divBdr>
    </w:div>
    <w:div w:id="1208642167">
      <w:marLeft w:val="0"/>
      <w:marRight w:val="0"/>
      <w:marTop w:val="0"/>
      <w:marBottom w:val="0"/>
      <w:divBdr>
        <w:top w:val="none" w:sz="0" w:space="0" w:color="auto"/>
        <w:left w:val="none" w:sz="0" w:space="0" w:color="auto"/>
        <w:bottom w:val="none" w:sz="0" w:space="0" w:color="auto"/>
        <w:right w:val="none" w:sz="0" w:space="0" w:color="auto"/>
      </w:divBdr>
    </w:div>
    <w:div w:id="1208642175">
      <w:marLeft w:val="0"/>
      <w:marRight w:val="0"/>
      <w:marTop w:val="0"/>
      <w:marBottom w:val="0"/>
      <w:divBdr>
        <w:top w:val="none" w:sz="0" w:space="0" w:color="auto"/>
        <w:left w:val="none" w:sz="0" w:space="0" w:color="auto"/>
        <w:bottom w:val="none" w:sz="0" w:space="0" w:color="auto"/>
        <w:right w:val="none" w:sz="0" w:space="0" w:color="auto"/>
      </w:divBdr>
      <w:divsChild>
        <w:div w:id="1208642179">
          <w:marLeft w:val="0"/>
          <w:marRight w:val="0"/>
          <w:marTop w:val="15"/>
          <w:marBottom w:val="120"/>
          <w:divBdr>
            <w:top w:val="none" w:sz="0" w:space="0" w:color="auto"/>
            <w:left w:val="none" w:sz="0" w:space="0" w:color="auto"/>
            <w:bottom w:val="none" w:sz="0" w:space="0" w:color="auto"/>
            <w:right w:val="none" w:sz="0" w:space="0" w:color="auto"/>
          </w:divBdr>
          <w:divsChild>
            <w:div w:id="1208642158">
              <w:marLeft w:val="0"/>
              <w:marRight w:val="0"/>
              <w:marTop w:val="0"/>
              <w:marBottom w:val="0"/>
              <w:divBdr>
                <w:top w:val="none" w:sz="0" w:space="0" w:color="auto"/>
                <w:left w:val="none" w:sz="0" w:space="0" w:color="auto"/>
                <w:bottom w:val="none" w:sz="0" w:space="0" w:color="auto"/>
                <w:right w:val="none" w:sz="0" w:space="0" w:color="auto"/>
              </w:divBdr>
              <w:divsChild>
                <w:div w:id="1208642155">
                  <w:marLeft w:val="0"/>
                  <w:marRight w:val="0"/>
                  <w:marTop w:val="0"/>
                  <w:marBottom w:val="0"/>
                  <w:divBdr>
                    <w:top w:val="none" w:sz="0" w:space="0" w:color="auto"/>
                    <w:left w:val="none" w:sz="0" w:space="0" w:color="auto"/>
                    <w:bottom w:val="none" w:sz="0" w:space="0" w:color="auto"/>
                    <w:right w:val="none" w:sz="0" w:space="0" w:color="auto"/>
                  </w:divBdr>
                  <w:divsChild>
                    <w:div w:id="1208642187">
                      <w:marLeft w:val="0"/>
                      <w:marRight w:val="0"/>
                      <w:marTop w:val="0"/>
                      <w:marBottom w:val="0"/>
                      <w:divBdr>
                        <w:top w:val="none" w:sz="0" w:space="0" w:color="auto"/>
                        <w:left w:val="none" w:sz="0" w:space="0" w:color="auto"/>
                        <w:bottom w:val="none" w:sz="0" w:space="0" w:color="auto"/>
                        <w:right w:val="none" w:sz="0" w:space="0" w:color="auto"/>
                      </w:divBdr>
                      <w:divsChild>
                        <w:div w:id="1208642169">
                          <w:marLeft w:val="0"/>
                          <w:marRight w:val="0"/>
                          <w:marTop w:val="0"/>
                          <w:marBottom w:val="0"/>
                          <w:divBdr>
                            <w:top w:val="none" w:sz="0" w:space="0" w:color="auto"/>
                            <w:left w:val="none" w:sz="0" w:space="0" w:color="auto"/>
                            <w:bottom w:val="none" w:sz="0" w:space="0" w:color="auto"/>
                            <w:right w:val="none" w:sz="0" w:space="0" w:color="auto"/>
                          </w:divBdr>
                          <w:divsChild>
                            <w:div w:id="1208642176">
                              <w:marLeft w:val="0"/>
                              <w:marRight w:val="0"/>
                              <w:marTop w:val="120"/>
                              <w:marBottom w:val="120"/>
                              <w:divBdr>
                                <w:top w:val="none" w:sz="0" w:space="0" w:color="auto"/>
                                <w:left w:val="none" w:sz="0" w:space="0" w:color="auto"/>
                                <w:bottom w:val="none" w:sz="0" w:space="0" w:color="auto"/>
                                <w:right w:val="none" w:sz="0" w:space="0" w:color="auto"/>
                              </w:divBdr>
                              <w:divsChild>
                                <w:div w:id="1208642151">
                                  <w:marLeft w:val="0"/>
                                  <w:marRight w:val="0"/>
                                  <w:marTop w:val="0"/>
                                  <w:marBottom w:val="90"/>
                                  <w:divBdr>
                                    <w:top w:val="none" w:sz="0" w:space="0" w:color="auto"/>
                                    <w:left w:val="none" w:sz="0" w:space="0" w:color="auto"/>
                                    <w:bottom w:val="none" w:sz="0" w:space="0" w:color="auto"/>
                                    <w:right w:val="none" w:sz="0" w:space="0" w:color="auto"/>
                                  </w:divBdr>
                                  <w:divsChild>
                                    <w:div w:id="1208642185">
                                      <w:marLeft w:val="0"/>
                                      <w:marRight w:val="0"/>
                                      <w:marTop w:val="0"/>
                                      <w:marBottom w:val="0"/>
                                      <w:divBdr>
                                        <w:top w:val="none" w:sz="0" w:space="0" w:color="auto"/>
                                        <w:left w:val="none" w:sz="0" w:space="0" w:color="auto"/>
                                        <w:bottom w:val="none" w:sz="0" w:space="0" w:color="auto"/>
                                        <w:right w:val="none" w:sz="0" w:space="0" w:color="auto"/>
                                      </w:divBdr>
                                    </w:div>
                                  </w:divsChild>
                                </w:div>
                                <w:div w:id="1208642154">
                                  <w:marLeft w:val="180"/>
                                  <w:marRight w:val="0"/>
                                  <w:marTop w:val="0"/>
                                  <w:marBottom w:val="90"/>
                                  <w:divBdr>
                                    <w:top w:val="none" w:sz="0" w:space="0" w:color="auto"/>
                                    <w:left w:val="none" w:sz="0" w:space="0" w:color="auto"/>
                                    <w:bottom w:val="none" w:sz="0" w:space="0" w:color="auto"/>
                                    <w:right w:val="none" w:sz="0" w:space="0" w:color="auto"/>
                                  </w:divBdr>
                                  <w:divsChild>
                                    <w:div w:id="120864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8642170">
                  <w:marLeft w:val="0"/>
                  <w:marRight w:val="0"/>
                  <w:marTop w:val="0"/>
                  <w:marBottom w:val="0"/>
                  <w:divBdr>
                    <w:top w:val="none" w:sz="0" w:space="0" w:color="auto"/>
                    <w:left w:val="none" w:sz="0" w:space="0" w:color="auto"/>
                    <w:bottom w:val="none" w:sz="0" w:space="0" w:color="auto"/>
                    <w:right w:val="none" w:sz="0" w:space="0" w:color="auto"/>
                  </w:divBdr>
                  <w:divsChild>
                    <w:div w:id="1208642178">
                      <w:marLeft w:val="0"/>
                      <w:marRight w:val="0"/>
                      <w:marTop w:val="0"/>
                      <w:marBottom w:val="0"/>
                      <w:divBdr>
                        <w:top w:val="none" w:sz="0" w:space="0" w:color="auto"/>
                        <w:left w:val="none" w:sz="0" w:space="0" w:color="auto"/>
                        <w:bottom w:val="none" w:sz="0" w:space="0" w:color="auto"/>
                        <w:right w:val="none" w:sz="0" w:space="0" w:color="auto"/>
                      </w:divBdr>
                      <w:divsChild>
                        <w:div w:id="1208642157">
                          <w:marLeft w:val="0"/>
                          <w:marRight w:val="0"/>
                          <w:marTop w:val="0"/>
                          <w:marBottom w:val="0"/>
                          <w:divBdr>
                            <w:top w:val="none" w:sz="0" w:space="0" w:color="auto"/>
                            <w:left w:val="none" w:sz="0" w:space="0" w:color="auto"/>
                            <w:bottom w:val="none" w:sz="0" w:space="0" w:color="auto"/>
                            <w:right w:val="none" w:sz="0" w:space="0" w:color="auto"/>
                          </w:divBdr>
                          <w:divsChild>
                            <w:div w:id="1208642168">
                              <w:marLeft w:val="0"/>
                              <w:marRight w:val="0"/>
                              <w:marTop w:val="120"/>
                              <w:marBottom w:val="120"/>
                              <w:divBdr>
                                <w:top w:val="none" w:sz="0" w:space="0" w:color="auto"/>
                                <w:left w:val="none" w:sz="0" w:space="0" w:color="auto"/>
                                <w:bottom w:val="none" w:sz="0" w:space="0" w:color="auto"/>
                                <w:right w:val="none" w:sz="0" w:space="0" w:color="auto"/>
                              </w:divBdr>
                              <w:divsChild>
                                <w:div w:id="120864218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8642190">
          <w:marLeft w:val="0"/>
          <w:marRight w:val="0"/>
          <w:marTop w:val="15"/>
          <w:marBottom w:val="120"/>
          <w:divBdr>
            <w:top w:val="none" w:sz="0" w:space="0" w:color="auto"/>
            <w:left w:val="none" w:sz="0" w:space="0" w:color="auto"/>
            <w:bottom w:val="none" w:sz="0" w:space="0" w:color="auto"/>
            <w:right w:val="none" w:sz="0" w:space="0" w:color="auto"/>
          </w:divBdr>
          <w:divsChild>
            <w:div w:id="1208642177">
              <w:marLeft w:val="0"/>
              <w:marRight w:val="0"/>
              <w:marTop w:val="0"/>
              <w:marBottom w:val="0"/>
              <w:divBdr>
                <w:top w:val="none" w:sz="0" w:space="0" w:color="auto"/>
                <w:left w:val="none" w:sz="0" w:space="0" w:color="auto"/>
                <w:bottom w:val="none" w:sz="0" w:space="0" w:color="auto"/>
                <w:right w:val="none" w:sz="0" w:space="0" w:color="auto"/>
              </w:divBdr>
              <w:divsChild>
                <w:div w:id="1208642162">
                  <w:marLeft w:val="0"/>
                  <w:marRight w:val="0"/>
                  <w:marTop w:val="0"/>
                  <w:marBottom w:val="0"/>
                  <w:divBdr>
                    <w:top w:val="none" w:sz="0" w:space="0" w:color="auto"/>
                    <w:left w:val="none" w:sz="0" w:space="0" w:color="auto"/>
                    <w:bottom w:val="none" w:sz="0" w:space="0" w:color="auto"/>
                    <w:right w:val="none" w:sz="0" w:space="0" w:color="auto"/>
                  </w:divBdr>
                  <w:divsChild>
                    <w:div w:id="1208642148">
                      <w:marLeft w:val="0"/>
                      <w:marRight w:val="0"/>
                      <w:marTop w:val="0"/>
                      <w:marBottom w:val="0"/>
                      <w:divBdr>
                        <w:top w:val="none" w:sz="0" w:space="0" w:color="auto"/>
                        <w:left w:val="none" w:sz="0" w:space="0" w:color="auto"/>
                        <w:bottom w:val="none" w:sz="0" w:space="0" w:color="auto"/>
                        <w:right w:val="none" w:sz="0" w:space="0" w:color="auto"/>
                      </w:divBdr>
                      <w:divsChild>
                        <w:div w:id="1208642184">
                          <w:marLeft w:val="0"/>
                          <w:marRight w:val="0"/>
                          <w:marTop w:val="0"/>
                          <w:marBottom w:val="0"/>
                          <w:divBdr>
                            <w:top w:val="none" w:sz="0" w:space="0" w:color="auto"/>
                            <w:left w:val="none" w:sz="0" w:space="0" w:color="auto"/>
                            <w:bottom w:val="none" w:sz="0" w:space="0" w:color="auto"/>
                            <w:right w:val="none" w:sz="0" w:space="0" w:color="auto"/>
                          </w:divBdr>
                          <w:divsChild>
                            <w:div w:id="1208642152">
                              <w:marLeft w:val="0"/>
                              <w:marRight w:val="0"/>
                              <w:marTop w:val="240"/>
                              <w:marBottom w:val="240"/>
                              <w:divBdr>
                                <w:top w:val="single" w:sz="6" w:space="12" w:color="DDF9D5"/>
                                <w:left w:val="none" w:sz="0" w:space="0" w:color="auto"/>
                                <w:bottom w:val="single" w:sz="6" w:space="12" w:color="DDF9D5"/>
                                <w:right w:val="none" w:sz="0" w:space="0" w:color="auto"/>
                              </w:divBdr>
                              <w:divsChild>
                                <w:div w:id="1208642164">
                                  <w:marLeft w:val="0"/>
                                  <w:marRight w:val="0"/>
                                  <w:marTop w:val="0"/>
                                  <w:marBottom w:val="0"/>
                                  <w:divBdr>
                                    <w:top w:val="none" w:sz="0" w:space="0" w:color="auto"/>
                                    <w:left w:val="none" w:sz="0" w:space="0" w:color="auto"/>
                                    <w:bottom w:val="none" w:sz="0" w:space="0" w:color="auto"/>
                                    <w:right w:val="none" w:sz="0" w:space="0" w:color="auto"/>
                                  </w:divBdr>
                                </w:div>
                              </w:divsChild>
                            </w:div>
                            <w:div w:id="1208642163">
                              <w:marLeft w:val="0"/>
                              <w:marRight w:val="0"/>
                              <w:marTop w:val="60"/>
                              <w:marBottom w:val="0"/>
                              <w:divBdr>
                                <w:top w:val="none" w:sz="0" w:space="0" w:color="auto"/>
                                <w:left w:val="none" w:sz="0" w:space="0" w:color="auto"/>
                                <w:bottom w:val="none" w:sz="0" w:space="0" w:color="auto"/>
                                <w:right w:val="none" w:sz="0" w:space="0" w:color="auto"/>
                              </w:divBdr>
                            </w:div>
                            <w:div w:id="1208642173">
                              <w:marLeft w:val="0"/>
                              <w:marRight w:val="0"/>
                              <w:marTop w:val="450"/>
                              <w:marBottom w:val="450"/>
                              <w:divBdr>
                                <w:top w:val="none" w:sz="0" w:space="0" w:color="auto"/>
                                <w:left w:val="none" w:sz="0" w:space="0" w:color="auto"/>
                                <w:bottom w:val="none" w:sz="0" w:space="0" w:color="auto"/>
                                <w:right w:val="none" w:sz="0" w:space="0" w:color="auto"/>
                              </w:divBdr>
                            </w:div>
                            <w:div w:id="1208642188">
                              <w:marLeft w:val="0"/>
                              <w:marRight w:val="0"/>
                              <w:marTop w:val="0"/>
                              <w:marBottom w:val="0"/>
                              <w:divBdr>
                                <w:top w:val="none" w:sz="0" w:space="0" w:color="auto"/>
                                <w:left w:val="none" w:sz="0" w:space="0" w:color="auto"/>
                                <w:bottom w:val="none" w:sz="0" w:space="0" w:color="auto"/>
                                <w:right w:val="none" w:sz="0" w:space="0" w:color="auto"/>
                              </w:divBdr>
                              <w:divsChild>
                                <w:div w:id="1208642161">
                                  <w:marLeft w:val="360"/>
                                  <w:marRight w:val="0"/>
                                  <w:marTop w:val="240"/>
                                  <w:marBottom w:val="0"/>
                                  <w:divBdr>
                                    <w:top w:val="none" w:sz="0" w:space="0" w:color="auto"/>
                                    <w:left w:val="none" w:sz="0" w:space="0" w:color="auto"/>
                                    <w:bottom w:val="none" w:sz="0" w:space="0" w:color="auto"/>
                                    <w:right w:val="none" w:sz="0" w:space="0" w:color="auto"/>
                                  </w:divBdr>
                                </w:div>
                                <w:div w:id="1208642182">
                                  <w:marLeft w:val="3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208642165">
                  <w:marLeft w:val="0"/>
                  <w:marRight w:val="0"/>
                  <w:marTop w:val="0"/>
                  <w:marBottom w:val="0"/>
                  <w:divBdr>
                    <w:top w:val="none" w:sz="0" w:space="0" w:color="auto"/>
                    <w:left w:val="none" w:sz="0" w:space="0" w:color="auto"/>
                    <w:bottom w:val="none" w:sz="0" w:space="0" w:color="auto"/>
                    <w:right w:val="none" w:sz="0" w:space="0" w:color="auto"/>
                  </w:divBdr>
                  <w:divsChild>
                    <w:div w:id="1208642146">
                      <w:marLeft w:val="0"/>
                      <w:marRight w:val="0"/>
                      <w:marTop w:val="0"/>
                      <w:marBottom w:val="0"/>
                      <w:divBdr>
                        <w:top w:val="none" w:sz="0" w:space="0" w:color="auto"/>
                        <w:left w:val="none" w:sz="0" w:space="0" w:color="auto"/>
                        <w:bottom w:val="none" w:sz="0" w:space="0" w:color="auto"/>
                        <w:right w:val="none" w:sz="0" w:space="0" w:color="auto"/>
                      </w:divBdr>
                      <w:divsChild>
                        <w:div w:id="1208642147">
                          <w:marLeft w:val="-375"/>
                          <w:marRight w:val="-375"/>
                          <w:marTop w:val="0"/>
                          <w:marBottom w:val="0"/>
                          <w:divBdr>
                            <w:top w:val="none" w:sz="0" w:space="0" w:color="auto"/>
                            <w:left w:val="none" w:sz="0" w:space="0" w:color="auto"/>
                            <w:bottom w:val="none" w:sz="0" w:space="0" w:color="auto"/>
                            <w:right w:val="none" w:sz="0" w:space="0" w:color="auto"/>
                          </w:divBdr>
                          <w:divsChild>
                            <w:div w:id="1208642171">
                              <w:marLeft w:val="0"/>
                              <w:marRight w:val="0"/>
                              <w:marTop w:val="240"/>
                              <w:marBottom w:val="240"/>
                              <w:divBdr>
                                <w:top w:val="single" w:sz="6" w:space="12" w:color="DDF9D5"/>
                                <w:left w:val="none" w:sz="0" w:space="0" w:color="auto"/>
                                <w:bottom w:val="none" w:sz="0" w:space="0" w:color="auto"/>
                                <w:right w:val="none" w:sz="0" w:space="0" w:color="auto"/>
                              </w:divBdr>
                              <w:divsChild>
                                <w:div w:id="1208642156">
                                  <w:marLeft w:val="0"/>
                                  <w:marRight w:val="0"/>
                                  <w:marTop w:val="180"/>
                                  <w:marBottom w:val="0"/>
                                  <w:divBdr>
                                    <w:top w:val="none" w:sz="0" w:space="0" w:color="auto"/>
                                    <w:left w:val="none" w:sz="0" w:space="0" w:color="auto"/>
                                    <w:bottom w:val="none" w:sz="0" w:space="0" w:color="auto"/>
                                    <w:right w:val="none" w:sz="0" w:space="0" w:color="auto"/>
                                  </w:divBdr>
                                </w:div>
                                <w:div w:id="1208642186">
                                  <w:marLeft w:val="0"/>
                                  <w:marRight w:val="0"/>
                                  <w:marTop w:val="0"/>
                                  <w:marBottom w:val="75"/>
                                  <w:divBdr>
                                    <w:top w:val="none" w:sz="0" w:space="0" w:color="auto"/>
                                    <w:left w:val="none" w:sz="0" w:space="0" w:color="auto"/>
                                    <w:bottom w:val="none" w:sz="0" w:space="0" w:color="auto"/>
                                    <w:right w:val="none" w:sz="0" w:space="0" w:color="auto"/>
                                  </w:divBdr>
                                  <w:divsChild>
                                    <w:div w:id="1208642153">
                                      <w:marLeft w:val="0"/>
                                      <w:marRight w:val="0"/>
                                      <w:marTop w:val="0"/>
                                      <w:marBottom w:val="45"/>
                                      <w:divBdr>
                                        <w:top w:val="none" w:sz="0" w:space="0" w:color="auto"/>
                                        <w:left w:val="none" w:sz="0" w:space="0" w:color="auto"/>
                                        <w:bottom w:val="none" w:sz="0" w:space="0" w:color="auto"/>
                                        <w:right w:val="none" w:sz="0" w:space="0" w:color="auto"/>
                                      </w:divBdr>
                                      <w:divsChild>
                                        <w:div w:id="1208642172">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208642189">
                                  <w:marLeft w:val="0"/>
                                  <w:marRight w:val="0"/>
                                  <w:marTop w:val="144"/>
                                  <w:marBottom w:val="144"/>
                                  <w:divBdr>
                                    <w:top w:val="none" w:sz="0" w:space="0" w:color="auto"/>
                                    <w:left w:val="none" w:sz="0" w:space="0" w:color="auto"/>
                                    <w:bottom w:val="none" w:sz="0" w:space="0" w:color="auto"/>
                                    <w:right w:val="none" w:sz="0" w:space="0" w:color="auto"/>
                                  </w:divBdr>
                                </w:div>
                              </w:divsChild>
                            </w:div>
                            <w:div w:id="1208642180">
                              <w:marLeft w:val="0"/>
                              <w:marRight w:val="0"/>
                              <w:marTop w:val="240"/>
                              <w:marBottom w:val="240"/>
                              <w:divBdr>
                                <w:top w:val="single" w:sz="6" w:space="12" w:color="DDF9D5"/>
                                <w:left w:val="none" w:sz="0" w:space="0" w:color="auto"/>
                                <w:bottom w:val="none" w:sz="0" w:space="0" w:color="auto"/>
                                <w:right w:val="none" w:sz="0" w:space="0" w:color="auto"/>
                              </w:divBdr>
                              <w:divsChild>
                                <w:div w:id="1208642149">
                                  <w:marLeft w:val="0"/>
                                  <w:marRight w:val="0"/>
                                  <w:marTop w:val="180"/>
                                  <w:marBottom w:val="0"/>
                                  <w:divBdr>
                                    <w:top w:val="none" w:sz="0" w:space="0" w:color="auto"/>
                                    <w:left w:val="none" w:sz="0" w:space="0" w:color="auto"/>
                                    <w:bottom w:val="none" w:sz="0" w:space="0" w:color="auto"/>
                                    <w:right w:val="none" w:sz="0" w:space="0" w:color="auto"/>
                                  </w:divBdr>
                                </w:div>
                                <w:div w:id="1208642150">
                                  <w:marLeft w:val="0"/>
                                  <w:marRight w:val="0"/>
                                  <w:marTop w:val="0"/>
                                  <w:marBottom w:val="75"/>
                                  <w:divBdr>
                                    <w:top w:val="none" w:sz="0" w:space="0" w:color="auto"/>
                                    <w:left w:val="none" w:sz="0" w:space="0" w:color="auto"/>
                                    <w:bottom w:val="none" w:sz="0" w:space="0" w:color="auto"/>
                                    <w:right w:val="none" w:sz="0" w:space="0" w:color="auto"/>
                                  </w:divBdr>
                                  <w:divsChild>
                                    <w:div w:id="1208642160">
                                      <w:marLeft w:val="0"/>
                                      <w:marRight w:val="0"/>
                                      <w:marTop w:val="0"/>
                                      <w:marBottom w:val="45"/>
                                      <w:divBdr>
                                        <w:top w:val="none" w:sz="0" w:space="0" w:color="auto"/>
                                        <w:left w:val="none" w:sz="0" w:space="0" w:color="auto"/>
                                        <w:bottom w:val="none" w:sz="0" w:space="0" w:color="auto"/>
                                        <w:right w:val="none" w:sz="0" w:space="0" w:color="auto"/>
                                      </w:divBdr>
                                      <w:divsChild>
                                        <w:div w:id="1208642174">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208642183">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8642193">
      <w:marLeft w:val="0"/>
      <w:marRight w:val="0"/>
      <w:marTop w:val="0"/>
      <w:marBottom w:val="0"/>
      <w:divBdr>
        <w:top w:val="none" w:sz="0" w:space="0" w:color="auto"/>
        <w:left w:val="none" w:sz="0" w:space="0" w:color="auto"/>
        <w:bottom w:val="none" w:sz="0" w:space="0" w:color="auto"/>
        <w:right w:val="none" w:sz="0" w:space="0" w:color="auto"/>
      </w:divBdr>
      <w:divsChild>
        <w:div w:id="1208642192">
          <w:marLeft w:val="0"/>
          <w:marRight w:val="0"/>
          <w:marTop w:val="0"/>
          <w:marBottom w:val="0"/>
          <w:divBdr>
            <w:top w:val="none" w:sz="0" w:space="0" w:color="auto"/>
            <w:left w:val="none" w:sz="0" w:space="0" w:color="auto"/>
            <w:bottom w:val="none" w:sz="0" w:space="0" w:color="auto"/>
            <w:right w:val="none" w:sz="0" w:space="0" w:color="auto"/>
          </w:divBdr>
          <w:divsChild>
            <w:div w:id="1208642198">
              <w:marLeft w:val="0"/>
              <w:marRight w:val="0"/>
              <w:marTop w:val="0"/>
              <w:marBottom w:val="0"/>
              <w:divBdr>
                <w:top w:val="none" w:sz="0" w:space="0" w:color="auto"/>
                <w:left w:val="none" w:sz="0" w:space="0" w:color="auto"/>
                <w:bottom w:val="none" w:sz="0" w:space="0" w:color="auto"/>
                <w:right w:val="none" w:sz="0" w:space="0" w:color="auto"/>
              </w:divBdr>
              <w:divsChild>
                <w:div w:id="1208642195">
                  <w:marLeft w:val="0"/>
                  <w:marRight w:val="0"/>
                  <w:marTop w:val="0"/>
                  <w:marBottom w:val="0"/>
                  <w:divBdr>
                    <w:top w:val="none" w:sz="0" w:space="0" w:color="auto"/>
                    <w:left w:val="none" w:sz="0" w:space="0" w:color="auto"/>
                    <w:bottom w:val="none" w:sz="0" w:space="0" w:color="auto"/>
                    <w:right w:val="none" w:sz="0" w:space="0" w:color="auto"/>
                  </w:divBdr>
                  <w:divsChild>
                    <w:div w:id="1208642196">
                      <w:marLeft w:val="0"/>
                      <w:marRight w:val="0"/>
                      <w:marTop w:val="0"/>
                      <w:marBottom w:val="0"/>
                      <w:divBdr>
                        <w:top w:val="none" w:sz="0" w:space="0" w:color="auto"/>
                        <w:left w:val="none" w:sz="0" w:space="0" w:color="auto"/>
                        <w:bottom w:val="none" w:sz="0" w:space="0" w:color="auto"/>
                        <w:right w:val="none" w:sz="0" w:space="0" w:color="auto"/>
                      </w:divBdr>
                      <w:divsChild>
                        <w:div w:id="1208642194">
                          <w:marLeft w:val="0"/>
                          <w:marRight w:val="0"/>
                          <w:marTop w:val="0"/>
                          <w:marBottom w:val="0"/>
                          <w:divBdr>
                            <w:top w:val="none" w:sz="0" w:space="0" w:color="auto"/>
                            <w:left w:val="none" w:sz="0" w:space="0" w:color="auto"/>
                            <w:bottom w:val="none" w:sz="0" w:space="0" w:color="auto"/>
                            <w:right w:val="none" w:sz="0" w:space="0" w:color="auto"/>
                          </w:divBdr>
                          <w:divsChild>
                            <w:div w:id="1208642191">
                              <w:marLeft w:val="0"/>
                              <w:marRight w:val="0"/>
                              <w:marTop w:val="0"/>
                              <w:marBottom w:val="0"/>
                              <w:divBdr>
                                <w:top w:val="none" w:sz="0" w:space="0" w:color="auto"/>
                                <w:left w:val="none" w:sz="0" w:space="0" w:color="auto"/>
                                <w:bottom w:val="none" w:sz="0" w:space="0" w:color="auto"/>
                                <w:right w:val="none" w:sz="0" w:space="0" w:color="auto"/>
                              </w:divBdr>
                              <w:divsChild>
                                <w:div w:id="120864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8642199">
      <w:marLeft w:val="0"/>
      <w:marRight w:val="0"/>
      <w:marTop w:val="0"/>
      <w:marBottom w:val="0"/>
      <w:divBdr>
        <w:top w:val="none" w:sz="0" w:space="0" w:color="auto"/>
        <w:left w:val="none" w:sz="0" w:space="0" w:color="auto"/>
        <w:bottom w:val="none" w:sz="0" w:space="0" w:color="auto"/>
        <w:right w:val="none" w:sz="0" w:space="0" w:color="auto"/>
      </w:divBdr>
    </w:div>
    <w:div w:id="1208642200">
      <w:marLeft w:val="0"/>
      <w:marRight w:val="0"/>
      <w:marTop w:val="0"/>
      <w:marBottom w:val="0"/>
      <w:divBdr>
        <w:top w:val="none" w:sz="0" w:space="0" w:color="auto"/>
        <w:left w:val="none" w:sz="0" w:space="0" w:color="auto"/>
        <w:bottom w:val="none" w:sz="0" w:space="0" w:color="auto"/>
        <w:right w:val="none" w:sz="0" w:space="0" w:color="auto"/>
      </w:divBdr>
    </w:div>
    <w:div w:id="1208642201">
      <w:marLeft w:val="0"/>
      <w:marRight w:val="0"/>
      <w:marTop w:val="0"/>
      <w:marBottom w:val="0"/>
      <w:divBdr>
        <w:top w:val="none" w:sz="0" w:space="0" w:color="auto"/>
        <w:left w:val="none" w:sz="0" w:space="0" w:color="auto"/>
        <w:bottom w:val="none" w:sz="0" w:space="0" w:color="auto"/>
        <w:right w:val="none" w:sz="0" w:space="0" w:color="auto"/>
      </w:divBdr>
    </w:div>
    <w:div w:id="1208642202">
      <w:marLeft w:val="0"/>
      <w:marRight w:val="0"/>
      <w:marTop w:val="0"/>
      <w:marBottom w:val="0"/>
      <w:divBdr>
        <w:top w:val="none" w:sz="0" w:space="0" w:color="auto"/>
        <w:left w:val="none" w:sz="0" w:space="0" w:color="auto"/>
        <w:bottom w:val="none" w:sz="0" w:space="0" w:color="auto"/>
        <w:right w:val="none" w:sz="0" w:space="0" w:color="auto"/>
      </w:divBdr>
    </w:div>
    <w:div w:id="1208642203">
      <w:marLeft w:val="0"/>
      <w:marRight w:val="0"/>
      <w:marTop w:val="0"/>
      <w:marBottom w:val="0"/>
      <w:divBdr>
        <w:top w:val="none" w:sz="0" w:space="0" w:color="auto"/>
        <w:left w:val="none" w:sz="0" w:space="0" w:color="auto"/>
        <w:bottom w:val="none" w:sz="0" w:space="0" w:color="auto"/>
        <w:right w:val="none" w:sz="0" w:space="0" w:color="auto"/>
      </w:divBdr>
    </w:div>
    <w:div w:id="1208642204">
      <w:marLeft w:val="0"/>
      <w:marRight w:val="0"/>
      <w:marTop w:val="0"/>
      <w:marBottom w:val="0"/>
      <w:divBdr>
        <w:top w:val="none" w:sz="0" w:space="0" w:color="auto"/>
        <w:left w:val="none" w:sz="0" w:space="0" w:color="auto"/>
        <w:bottom w:val="none" w:sz="0" w:space="0" w:color="auto"/>
        <w:right w:val="none" w:sz="0" w:space="0" w:color="auto"/>
      </w:divBdr>
    </w:div>
    <w:div w:id="1208642205">
      <w:marLeft w:val="0"/>
      <w:marRight w:val="0"/>
      <w:marTop w:val="0"/>
      <w:marBottom w:val="0"/>
      <w:divBdr>
        <w:top w:val="none" w:sz="0" w:space="0" w:color="auto"/>
        <w:left w:val="none" w:sz="0" w:space="0" w:color="auto"/>
        <w:bottom w:val="none" w:sz="0" w:space="0" w:color="auto"/>
        <w:right w:val="none" w:sz="0" w:space="0" w:color="auto"/>
      </w:divBdr>
    </w:div>
    <w:div w:id="1208642206">
      <w:marLeft w:val="0"/>
      <w:marRight w:val="0"/>
      <w:marTop w:val="0"/>
      <w:marBottom w:val="0"/>
      <w:divBdr>
        <w:top w:val="none" w:sz="0" w:space="0" w:color="auto"/>
        <w:left w:val="none" w:sz="0" w:space="0" w:color="auto"/>
        <w:bottom w:val="none" w:sz="0" w:space="0" w:color="auto"/>
        <w:right w:val="none" w:sz="0" w:space="0" w:color="auto"/>
      </w:divBdr>
    </w:div>
    <w:div w:id="1208642207">
      <w:marLeft w:val="0"/>
      <w:marRight w:val="0"/>
      <w:marTop w:val="0"/>
      <w:marBottom w:val="0"/>
      <w:divBdr>
        <w:top w:val="none" w:sz="0" w:space="0" w:color="auto"/>
        <w:left w:val="none" w:sz="0" w:space="0" w:color="auto"/>
        <w:bottom w:val="none" w:sz="0" w:space="0" w:color="auto"/>
        <w:right w:val="none" w:sz="0" w:space="0" w:color="auto"/>
      </w:divBdr>
    </w:div>
    <w:div w:id="1208642208">
      <w:marLeft w:val="0"/>
      <w:marRight w:val="0"/>
      <w:marTop w:val="0"/>
      <w:marBottom w:val="0"/>
      <w:divBdr>
        <w:top w:val="none" w:sz="0" w:space="0" w:color="auto"/>
        <w:left w:val="none" w:sz="0" w:space="0" w:color="auto"/>
        <w:bottom w:val="none" w:sz="0" w:space="0" w:color="auto"/>
        <w:right w:val="none" w:sz="0" w:space="0" w:color="auto"/>
      </w:divBdr>
    </w:div>
    <w:div w:id="1208642209">
      <w:marLeft w:val="0"/>
      <w:marRight w:val="0"/>
      <w:marTop w:val="0"/>
      <w:marBottom w:val="0"/>
      <w:divBdr>
        <w:top w:val="none" w:sz="0" w:space="0" w:color="auto"/>
        <w:left w:val="none" w:sz="0" w:space="0" w:color="auto"/>
        <w:bottom w:val="none" w:sz="0" w:space="0" w:color="auto"/>
        <w:right w:val="none" w:sz="0" w:space="0" w:color="auto"/>
      </w:divBdr>
    </w:div>
    <w:div w:id="1208642210">
      <w:marLeft w:val="0"/>
      <w:marRight w:val="0"/>
      <w:marTop w:val="0"/>
      <w:marBottom w:val="0"/>
      <w:divBdr>
        <w:top w:val="none" w:sz="0" w:space="0" w:color="auto"/>
        <w:left w:val="none" w:sz="0" w:space="0" w:color="auto"/>
        <w:bottom w:val="none" w:sz="0" w:space="0" w:color="auto"/>
        <w:right w:val="none" w:sz="0" w:space="0" w:color="auto"/>
      </w:divBdr>
    </w:div>
    <w:div w:id="1208642211">
      <w:marLeft w:val="0"/>
      <w:marRight w:val="0"/>
      <w:marTop w:val="0"/>
      <w:marBottom w:val="0"/>
      <w:divBdr>
        <w:top w:val="none" w:sz="0" w:space="0" w:color="auto"/>
        <w:left w:val="none" w:sz="0" w:space="0" w:color="auto"/>
        <w:bottom w:val="none" w:sz="0" w:space="0" w:color="auto"/>
        <w:right w:val="none" w:sz="0" w:space="0" w:color="auto"/>
      </w:divBdr>
    </w:div>
    <w:div w:id="1208642212">
      <w:marLeft w:val="0"/>
      <w:marRight w:val="0"/>
      <w:marTop w:val="0"/>
      <w:marBottom w:val="0"/>
      <w:divBdr>
        <w:top w:val="none" w:sz="0" w:space="0" w:color="auto"/>
        <w:left w:val="none" w:sz="0" w:space="0" w:color="auto"/>
        <w:bottom w:val="none" w:sz="0" w:space="0" w:color="auto"/>
        <w:right w:val="none" w:sz="0" w:space="0" w:color="auto"/>
      </w:divBdr>
    </w:div>
    <w:div w:id="1208642213">
      <w:marLeft w:val="0"/>
      <w:marRight w:val="0"/>
      <w:marTop w:val="0"/>
      <w:marBottom w:val="0"/>
      <w:divBdr>
        <w:top w:val="none" w:sz="0" w:space="0" w:color="auto"/>
        <w:left w:val="none" w:sz="0" w:space="0" w:color="auto"/>
        <w:bottom w:val="none" w:sz="0" w:space="0" w:color="auto"/>
        <w:right w:val="none" w:sz="0" w:space="0" w:color="auto"/>
      </w:divBdr>
    </w:div>
    <w:div w:id="1208642225">
      <w:marLeft w:val="0"/>
      <w:marRight w:val="0"/>
      <w:marTop w:val="0"/>
      <w:marBottom w:val="0"/>
      <w:divBdr>
        <w:top w:val="none" w:sz="0" w:space="0" w:color="auto"/>
        <w:left w:val="none" w:sz="0" w:space="0" w:color="auto"/>
        <w:bottom w:val="none" w:sz="0" w:space="0" w:color="auto"/>
        <w:right w:val="none" w:sz="0" w:space="0" w:color="auto"/>
      </w:divBdr>
      <w:divsChild>
        <w:div w:id="1208642220">
          <w:marLeft w:val="0"/>
          <w:marRight w:val="0"/>
          <w:marTop w:val="0"/>
          <w:marBottom w:val="0"/>
          <w:divBdr>
            <w:top w:val="none" w:sz="0" w:space="0" w:color="auto"/>
            <w:left w:val="none" w:sz="0" w:space="0" w:color="auto"/>
            <w:bottom w:val="none" w:sz="0" w:space="0" w:color="auto"/>
            <w:right w:val="none" w:sz="0" w:space="0" w:color="auto"/>
          </w:divBdr>
        </w:div>
      </w:divsChild>
    </w:div>
    <w:div w:id="1208642233">
      <w:marLeft w:val="0"/>
      <w:marRight w:val="0"/>
      <w:marTop w:val="0"/>
      <w:marBottom w:val="0"/>
      <w:divBdr>
        <w:top w:val="none" w:sz="0" w:space="0" w:color="auto"/>
        <w:left w:val="none" w:sz="0" w:space="0" w:color="auto"/>
        <w:bottom w:val="none" w:sz="0" w:space="0" w:color="auto"/>
        <w:right w:val="none" w:sz="0" w:space="0" w:color="auto"/>
      </w:divBdr>
      <w:divsChild>
        <w:div w:id="1208642230">
          <w:marLeft w:val="0"/>
          <w:marRight w:val="0"/>
          <w:marTop w:val="0"/>
          <w:marBottom w:val="0"/>
          <w:divBdr>
            <w:top w:val="none" w:sz="0" w:space="0" w:color="auto"/>
            <w:left w:val="none" w:sz="0" w:space="0" w:color="auto"/>
            <w:bottom w:val="none" w:sz="0" w:space="0" w:color="auto"/>
            <w:right w:val="none" w:sz="0" w:space="0" w:color="auto"/>
          </w:divBdr>
          <w:divsChild>
            <w:div w:id="1208642215">
              <w:marLeft w:val="0"/>
              <w:marRight w:val="0"/>
              <w:marTop w:val="0"/>
              <w:marBottom w:val="0"/>
              <w:divBdr>
                <w:top w:val="none" w:sz="0" w:space="0" w:color="auto"/>
                <w:left w:val="none" w:sz="0" w:space="0" w:color="auto"/>
                <w:bottom w:val="none" w:sz="0" w:space="0" w:color="auto"/>
                <w:right w:val="none" w:sz="0" w:space="0" w:color="auto"/>
              </w:divBdr>
              <w:divsChild>
                <w:div w:id="1208642229">
                  <w:marLeft w:val="0"/>
                  <w:marRight w:val="0"/>
                  <w:marTop w:val="0"/>
                  <w:marBottom w:val="0"/>
                  <w:divBdr>
                    <w:top w:val="none" w:sz="0" w:space="0" w:color="auto"/>
                    <w:left w:val="none" w:sz="0" w:space="0" w:color="auto"/>
                    <w:bottom w:val="none" w:sz="0" w:space="0" w:color="auto"/>
                    <w:right w:val="none" w:sz="0" w:space="0" w:color="auto"/>
                  </w:divBdr>
                  <w:divsChild>
                    <w:div w:id="1208642214">
                      <w:marLeft w:val="0"/>
                      <w:marRight w:val="0"/>
                      <w:marTop w:val="0"/>
                      <w:marBottom w:val="0"/>
                      <w:divBdr>
                        <w:top w:val="none" w:sz="0" w:space="0" w:color="auto"/>
                        <w:left w:val="none" w:sz="0" w:space="0" w:color="auto"/>
                        <w:bottom w:val="none" w:sz="0" w:space="0" w:color="auto"/>
                        <w:right w:val="none" w:sz="0" w:space="0" w:color="auto"/>
                      </w:divBdr>
                    </w:div>
                    <w:div w:id="1208642216">
                      <w:marLeft w:val="0"/>
                      <w:marRight w:val="0"/>
                      <w:marTop w:val="0"/>
                      <w:marBottom w:val="0"/>
                      <w:divBdr>
                        <w:top w:val="none" w:sz="0" w:space="0" w:color="auto"/>
                        <w:left w:val="none" w:sz="0" w:space="0" w:color="auto"/>
                        <w:bottom w:val="none" w:sz="0" w:space="0" w:color="auto"/>
                        <w:right w:val="none" w:sz="0" w:space="0" w:color="auto"/>
                      </w:divBdr>
                    </w:div>
                    <w:div w:id="1208642217">
                      <w:marLeft w:val="0"/>
                      <w:marRight w:val="0"/>
                      <w:marTop w:val="0"/>
                      <w:marBottom w:val="0"/>
                      <w:divBdr>
                        <w:top w:val="none" w:sz="0" w:space="0" w:color="auto"/>
                        <w:left w:val="none" w:sz="0" w:space="0" w:color="auto"/>
                        <w:bottom w:val="none" w:sz="0" w:space="0" w:color="auto"/>
                        <w:right w:val="none" w:sz="0" w:space="0" w:color="auto"/>
                      </w:divBdr>
                    </w:div>
                    <w:div w:id="1208642218">
                      <w:marLeft w:val="0"/>
                      <w:marRight w:val="0"/>
                      <w:marTop w:val="0"/>
                      <w:marBottom w:val="0"/>
                      <w:divBdr>
                        <w:top w:val="none" w:sz="0" w:space="0" w:color="auto"/>
                        <w:left w:val="none" w:sz="0" w:space="0" w:color="auto"/>
                        <w:bottom w:val="none" w:sz="0" w:space="0" w:color="auto"/>
                        <w:right w:val="none" w:sz="0" w:space="0" w:color="auto"/>
                      </w:divBdr>
                    </w:div>
                    <w:div w:id="1208642219">
                      <w:marLeft w:val="0"/>
                      <w:marRight w:val="0"/>
                      <w:marTop w:val="0"/>
                      <w:marBottom w:val="0"/>
                      <w:divBdr>
                        <w:top w:val="none" w:sz="0" w:space="0" w:color="auto"/>
                        <w:left w:val="none" w:sz="0" w:space="0" w:color="auto"/>
                        <w:bottom w:val="none" w:sz="0" w:space="0" w:color="auto"/>
                        <w:right w:val="none" w:sz="0" w:space="0" w:color="auto"/>
                      </w:divBdr>
                    </w:div>
                    <w:div w:id="1208642221">
                      <w:marLeft w:val="0"/>
                      <w:marRight w:val="0"/>
                      <w:marTop w:val="0"/>
                      <w:marBottom w:val="0"/>
                      <w:divBdr>
                        <w:top w:val="none" w:sz="0" w:space="0" w:color="auto"/>
                        <w:left w:val="none" w:sz="0" w:space="0" w:color="auto"/>
                        <w:bottom w:val="none" w:sz="0" w:space="0" w:color="auto"/>
                        <w:right w:val="none" w:sz="0" w:space="0" w:color="auto"/>
                      </w:divBdr>
                    </w:div>
                    <w:div w:id="1208642222">
                      <w:marLeft w:val="0"/>
                      <w:marRight w:val="0"/>
                      <w:marTop w:val="0"/>
                      <w:marBottom w:val="0"/>
                      <w:divBdr>
                        <w:top w:val="none" w:sz="0" w:space="0" w:color="auto"/>
                        <w:left w:val="none" w:sz="0" w:space="0" w:color="auto"/>
                        <w:bottom w:val="none" w:sz="0" w:space="0" w:color="auto"/>
                        <w:right w:val="none" w:sz="0" w:space="0" w:color="auto"/>
                      </w:divBdr>
                    </w:div>
                    <w:div w:id="1208642223">
                      <w:marLeft w:val="0"/>
                      <w:marRight w:val="0"/>
                      <w:marTop w:val="0"/>
                      <w:marBottom w:val="0"/>
                      <w:divBdr>
                        <w:top w:val="none" w:sz="0" w:space="0" w:color="auto"/>
                        <w:left w:val="none" w:sz="0" w:space="0" w:color="auto"/>
                        <w:bottom w:val="none" w:sz="0" w:space="0" w:color="auto"/>
                        <w:right w:val="none" w:sz="0" w:space="0" w:color="auto"/>
                      </w:divBdr>
                    </w:div>
                    <w:div w:id="1208642224">
                      <w:marLeft w:val="0"/>
                      <w:marRight w:val="0"/>
                      <w:marTop w:val="0"/>
                      <w:marBottom w:val="0"/>
                      <w:divBdr>
                        <w:top w:val="none" w:sz="0" w:space="0" w:color="auto"/>
                        <w:left w:val="none" w:sz="0" w:space="0" w:color="auto"/>
                        <w:bottom w:val="none" w:sz="0" w:space="0" w:color="auto"/>
                        <w:right w:val="none" w:sz="0" w:space="0" w:color="auto"/>
                      </w:divBdr>
                    </w:div>
                    <w:div w:id="1208642226">
                      <w:marLeft w:val="0"/>
                      <w:marRight w:val="0"/>
                      <w:marTop w:val="0"/>
                      <w:marBottom w:val="0"/>
                      <w:divBdr>
                        <w:top w:val="none" w:sz="0" w:space="0" w:color="auto"/>
                        <w:left w:val="none" w:sz="0" w:space="0" w:color="auto"/>
                        <w:bottom w:val="none" w:sz="0" w:space="0" w:color="auto"/>
                        <w:right w:val="none" w:sz="0" w:space="0" w:color="auto"/>
                      </w:divBdr>
                    </w:div>
                    <w:div w:id="1208642227">
                      <w:marLeft w:val="0"/>
                      <w:marRight w:val="0"/>
                      <w:marTop w:val="0"/>
                      <w:marBottom w:val="0"/>
                      <w:divBdr>
                        <w:top w:val="none" w:sz="0" w:space="0" w:color="auto"/>
                        <w:left w:val="none" w:sz="0" w:space="0" w:color="auto"/>
                        <w:bottom w:val="none" w:sz="0" w:space="0" w:color="auto"/>
                        <w:right w:val="none" w:sz="0" w:space="0" w:color="auto"/>
                      </w:divBdr>
                    </w:div>
                    <w:div w:id="1208642228">
                      <w:marLeft w:val="0"/>
                      <w:marRight w:val="0"/>
                      <w:marTop w:val="0"/>
                      <w:marBottom w:val="0"/>
                      <w:divBdr>
                        <w:top w:val="none" w:sz="0" w:space="0" w:color="auto"/>
                        <w:left w:val="none" w:sz="0" w:space="0" w:color="auto"/>
                        <w:bottom w:val="none" w:sz="0" w:space="0" w:color="auto"/>
                        <w:right w:val="none" w:sz="0" w:space="0" w:color="auto"/>
                      </w:divBdr>
                    </w:div>
                    <w:div w:id="1208642231">
                      <w:marLeft w:val="0"/>
                      <w:marRight w:val="0"/>
                      <w:marTop w:val="0"/>
                      <w:marBottom w:val="0"/>
                      <w:divBdr>
                        <w:top w:val="none" w:sz="0" w:space="0" w:color="auto"/>
                        <w:left w:val="none" w:sz="0" w:space="0" w:color="auto"/>
                        <w:bottom w:val="none" w:sz="0" w:space="0" w:color="auto"/>
                        <w:right w:val="none" w:sz="0" w:space="0" w:color="auto"/>
                      </w:divBdr>
                    </w:div>
                    <w:div w:id="1208642232">
                      <w:marLeft w:val="0"/>
                      <w:marRight w:val="0"/>
                      <w:marTop w:val="0"/>
                      <w:marBottom w:val="0"/>
                      <w:divBdr>
                        <w:top w:val="none" w:sz="0" w:space="0" w:color="auto"/>
                        <w:left w:val="none" w:sz="0" w:space="0" w:color="auto"/>
                        <w:bottom w:val="none" w:sz="0" w:space="0" w:color="auto"/>
                        <w:right w:val="none" w:sz="0" w:space="0" w:color="auto"/>
                      </w:divBdr>
                    </w:div>
                    <w:div w:id="120864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8642235">
      <w:marLeft w:val="0"/>
      <w:marRight w:val="0"/>
      <w:marTop w:val="0"/>
      <w:marBottom w:val="0"/>
      <w:divBdr>
        <w:top w:val="none" w:sz="0" w:space="0" w:color="auto"/>
        <w:left w:val="none" w:sz="0" w:space="0" w:color="auto"/>
        <w:bottom w:val="none" w:sz="0" w:space="0" w:color="auto"/>
        <w:right w:val="none" w:sz="0" w:space="0" w:color="auto"/>
      </w:divBdr>
    </w:div>
    <w:div w:id="1208642236">
      <w:marLeft w:val="0"/>
      <w:marRight w:val="0"/>
      <w:marTop w:val="0"/>
      <w:marBottom w:val="0"/>
      <w:divBdr>
        <w:top w:val="none" w:sz="0" w:space="0" w:color="auto"/>
        <w:left w:val="none" w:sz="0" w:space="0" w:color="auto"/>
        <w:bottom w:val="none" w:sz="0" w:space="0" w:color="auto"/>
        <w:right w:val="none" w:sz="0" w:space="0" w:color="auto"/>
      </w:divBdr>
    </w:div>
    <w:div w:id="1208642237">
      <w:marLeft w:val="0"/>
      <w:marRight w:val="0"/>
      <w:marTop w:val="0"/>
      <w:marBottom w:val="0"/>
      <w:divBdr>
        <w:top w:val="none" w:sz="0" w:space="0" w:color="auto"/>
        <w:left w:val="none" w:sz="0" w:space="0" w:color="auto"/>
        <w:bottom w:val="none" w:sz="0" w:space="0" w:color="auto"/>
        <w:right w:val="none" w:sz="0" w:space="0" w:color="auto"/>
      </w:divBdr>
    </w:div>
    <w:div w:id="1208642238">
      <w:marLeft w:val="0"/>
      <w:marRight w:val="0"/>
      <w:marTop w:val="0"/>
      <w:marBottom w:val="0"/>
      <w:divBdr>
        <w:top w:val="none" w:sz="0" w:space="0" w:color="auto"/>
        <w:left w:val="none" w:sz="0" w:space="0" w:color="auto"/>
        <w:bottom w:val="none" w:sz="0" w:space="0" w:color="auto"/>
        <w:right w:val="none" w:sz="0" w:space="0" w:color="auto"/>
      </w:divBdr>
    </w:div>
    <w:div w:id="1208642239">
      <w:marLeft w:val="0"/>
      <w:marRight w:val="0"/>
      <w:marTop w:val="0"/>
      <w:marBottom w:val="0"/>
      <w:divBdr>
        <w:top w:val="none" w:sz="0" w:space="0" w:color="auto"/>
        <w:left w:val="none" w:sz="0" w:space="0" w:color="auto"/>
        <w:bottom w:val="none" w:sz="0" w:space="0" w:color="auto"/>
        <w:right w:val="none" w:sz="0" w:space="0" w:color="auto"/>
      </w:divBdr>
    </w:div>
    <w:div w:id="1208642240">
      <w:marLeft w:val="0"/>
      <w:marRight w:val="0"/>
      <w:marTop w:val="0"/>
      <w:marBottom w:val="0"/>
      <w:divBdr>
        <w:top w:val="none" w:sz="0" w:space="0" w:color="auto"/>
        <w:left w:val="none" w:sz="0" w:space="0" w:color="auto"/>
        <w:bottom w:val="none" w:sz="0" w:space="0" w:color="auto"/>
        <w:right w:val="none" w:sz="0" w:space="0" w:color="auto"/>
      </w:divBdr>
    </w:div>
    <w:div w:id="1208642241">
      <w:marLeft w:val="0"/>
      <w:marRight w:val="0"/>
      <w:marTop w:val="0"/>
      <w:marBottom w:val="0"/>
      <w:divBdr>
        <w:top w:val="none" w:sz="0" w:space="0" w:color="auto"/>
        <w:left w:val="none" w:sz="0" w:space="0" w:color="auto"/>
        <w:bottom w:val="none" w:sz="0" w:space="0" w:color="auto"/>
        <w:right w:val="none" w:sz="0" w:space="0" w:color="auto"/>
      </w:divBdr>
    </w:div>
    <w:div w:id="1208642242">
      <w:marLeft w:val="0"/>
      <w:marRight w:val="0"/>
      <w:marTop w:val="0"/>
      <w:marBottom w:val="0"/>
      <w:divBdr>
        <w:top w:val="none" w:sz="0" w:space="0" w:color="auto"/>
        <w:left w:val="none" w:sz="0" w:space="0" w:color="auto"/>
        <w:bottom w:val="none" w:sz="0" w:space="0" w:color="auto"/>
        <w:right w:val="none" w:sz="0" w:space="0" w:color="auto"/>
      </w:divBdr>
    </w:div>
    <w:div w:id="1208642243">
      <w:marLeft w:val="0"/>
      <w:marRight w:val="0"/>
      <w:marTop w:val="0"/>
      <w:marBottom w:val="0"/>
      <w:divBdr>
        <w:top w:val="none" w:sz="0" w:space="0" w:color="auto"/>
        <w:left w:val="none" w:sz="0" w:space="0" w:color="auto"/>
        <w:bottom w:val="none" w:sz="0" w:space="0" w:color="auto"/>
        <w:right w:val="none" w:sz="0" w:space="0" w:color="auto"/>
      </w:divBdr>
    </w:div>
    <w:div w:id="1208642244">
      <w:marLeft w:val="0"/>
      <w:marRight w:val="0"/>
      <w:marTop w:val="0"/>
      <w:marBottom w:val="0"/>
      <w:divBdr>
        <w:top w:val="none" w:sz="0" w:space="0" w:color="auto"/>
        <w:left w:val="none" w:sz="0" w:space="0" w:color="auto"/>
        <w:bottom w:val="none" w:sz="0" w:space="0" w:color="auto"/>
        <w:right w:val="none" w:sz="0" w:space="0" w:color="auto"/>
      </w:divBdr>
    </w:div>
    <w:div w:id="1208642245">
      <w:marLeft w:val="0"/>
      <w:marRight w:val="0"/>
      <w:marTop w:val="0"/>
      <w:marBottom w:val="0"/>
      <w:divBdr>
        <w:top w:val="none" w:sz="0" w:space="0" w:color="auto"/>
        <w:left w:val="none" w:sz="0" w:space="0" w:color="auto"/>
        <w:bottom w:val="none" w:sz="0" w:space="0" w:color="auto"/>
        <w:right w:val="none" w:sz="0" w:space="0" w:color="auto"/>
      </w:divBdr>
    </w:div>
    <w:div w:id="1208642246">
      <w:marLeft w:val="0"/>
      <w:marRight w:val="0"/>
      <w:marTop w:val="0"/>
      <w:marBottom w:val="0"/>
      <w:divBdr>
        <w:top w:val="none" w:sz="0" w:space="0" w:color="auto"/>
        <w:left w:val="none" w:sz="0" w:space="0" w:color="auto"/>
        <w:bottom w:val="none" w:sz="0" w:space="0" w:color="auto"/>
        <w:right w:val="none" w:sz="0" w:space="0" w:color="auto"/>
      </w:divBdr>
    </w:div>
    <w:div w:id="1208642247">
      <w:marLeft w:val="0"/>
      <w:marRight w:val="0"/>
      <w:marTop w:val="0"/>
      <w:marBottom w:val="0"/>
      <w:divBdr>
        <w:top w:val="none" w:sz="0" w:space="0" w:color="auto"/>
        <w:left w:val="none" w:sz="0" w:space="0" w:color="auto"/>
        <w:bottom w:val="none" w:sz="0" w:space="0" w:color="auto"/>
        <w:right w:val="none" w:sz="0" w:space="0" w:color="auto"/>
      </w:divBdr>
    </w:div>
    <w:div w:id="1208642248">
      <w:marLeft w:val="0"/>
      <w:marRight w:val="0"/>
      <w:marTop w:val="0"/>
      <w:marBottom w:val="0"/>
      <w:divBdr>
        <w:top w:val="none" w:sz="0" w:space="0" w:color="auto"/>
        <w:left w:val="none" w:sz="0" w:space="0" w:color="auto"/>
        <w:bottom w:val="none" w:sz="0" w:space="0" w:color="auto"/>
        <w:right w:val="none" w:sz="0" w:space="0" w:color="auto"/>
      </w:divBdr>
    </w:div>
    <w:div w:id="1208642249">
      <w:marLeft w:val="0"/>
      <w:marRight w:val="0"/>
      <w:marTop w:val="0"/>
      <w:marBottom w:val="0"/>
      <w:divBdr>
        <w:top w:val="none" w:sz="0" w:space="0" w:color="auto"/>
        <w:left w:val="none" w:sz="0" w:space="0" w:color="auto"/>
        <w:bottom w:val="none" w:sz="0" w:space="0" w:color="auto"/>
        <w:right w:val="none" w:sz="0" w:space="0" w:color="auto"/>
      </w:divBdr>
    </w:div>
    <w:div w:id="1208642250">
      <w:marLeft w:val="0"/>
      <w:marRight w:val="0"/>
      <w:marTop w:val="0"/>
      <w:marBottom w:val="0"/>
      <w:divBdr>
        <w:top w:val="none" w:sz="0" w:space="0" w:color="auto"/>
        <w:left w:val="none" w:sz="0" w:space="0" w:color="auto"/>
        <w:bottom w:val="none" w:sz="0" w:space="0" w:color="auto"/>
        <w:right w:val="none" w:sz="0" w:space="0" w:color="auto"/>
      </w:divBdr>
    </w:div>
    <w:div w:id="1208642251">
      <w:marLeft w:val="0"/>
      <w:marRight w:val="0"/>
      <w:marTop w:val="0"/>
      <w:marBottom w:val="0"/>
      <w:divBdr>
        <w:top w:val="none" w:sz="0" w:space="0" w:color="auto"/>
        <w:left w:val="none" w:sz="0" w:space="0" w:color="auto"/>
        <w:bottom w:val="none" w:sz="0" w:space="0" w:color="auto"/>
        <w:right w:val="none" w:sz="0" w:space="0" w:color="auto"/>
      </w:divBdr>
    </w:div>
    <w:div w:id="1208642252">
      <w:marLeft w:val="0"/>
      <w:marRight w:val="0"/>
      <w:marTop w:val="0"/>
      <w:marBottom w:val="0"/>
      <w:divBdr>
        <w:top w:val="none" w:sz="0" w:space="0" w:color="auto"/>
        <w:left w:val="none" w:sz="0" w:space="0" w:color="auto"/>
        <w:bottom w:val="none" w:sz="0" w:space="0" w:color="auto"/>
        <w:right w:val="none" w:sz="0" w:space="0" w:color="auto"/>
      </w:divBdr>
    </w:div>
    <w:div w:id="1208642253">
      <w:marLeft w:val="0"/>
      <w:marRight w:val="0"/>
      <w:marTop w:val="0"/>
      <w:marBottom w:val="0"/>
      <w:divBdr>
        <w:top w:val="none" w:sz="0" w:space="0" w:color="auto"/>
        <w:left w:val="none" w:sz="0" w:space="0" w:color="auto"/>
        <w:bottom w:val="none" w:sz="0" w:space="0" w:color="auto"/>
        <w:right w:val="none" w:sz="0" w:space="0" w:color="auto"/>
      </w:divBdr>
    </w:div>
    <w:div w:id="1208642254">
      <w:marLeft w:val="0"/>
      <w:marRight w:val="0"/>
      <w:marTop w:val="0"/>
      <w:marBottom w:val="0"/>
      <w:divBdr>
        <w:top w:val="none" w:sz="0" w:space="0" w:color="auto"/>
        <w:left w:val="none" w:sz="0" w:space="0" w:color="auto"/>
        <w:bottom w:val="none" w:sz="0" w:space="0" w:color="auto"/>
        <w:right w:val="none" w:sz="0" w:space="0" w:color="auto"/>
      </w:divBdr>
    </w:div>
    <w:div w:id="1208642255">
      <w:marLeft w:val="0"/>
      <w:marRight w:val="0"/>
      <w:marTop w:val="0"/>
      <w:marBottom w:val="0"/>
      <w:divBdr>
        <w:top w:val="none" w:sz="0" w:space="0" w:color="auto"/>
        <w:left w:val="none" w:sz="0" w:space="0" w:color="auto"/>
        <w:bottom w:val="none" w:sz="0" w:space="0" w:color="auto"/>
        <w:right w:val="none" w:sz="0" w:space="0" w:color="auto"/>
      </w:divBdr>
    </w:div>
    <w:div w:id="1208642256">
      <w:marLeft w:val="0"/>
      <w:marRight w:val="0"/>
      <w:marTop w:val="0"/>
      <w:marBottom w:val="0"/>
      <w:divBdr>
        <w:top w:val="none" w:sz="0" w:space="0" w:color="auto"/>
        <w:left w:val="none" w:sz="0" w:space="0" w:color="auto"/>
        <w:bottom w:val="none" w:sz="0" w:space="0" w:color="auto"/>
        <w:right w:val="none" w:sz="0" w:space="0" w:color="auto"/>
      </w:divBdr>
    </w:div>
    <w:div w:id="1208642257">
      <w:marLeft w:val="0"/>
      <w:marRight w:val="0"/>
      <w:marTop w:val="0"/>
      <w:marBottom w:val="0"/>
      <w:divBdr>
        <w:top w:val="none" w:sz="0" w:space="0" w:color="auto"/>
        <w:left w:val="none" w:sz="0" w:space="0" w:color="auto"/>
        <w:bottom w:val="none" w:sz="0" w:space="0" w:color="auto"/>
        <w:right w:val="none" w:sz="0" w:space="0" w:color="auto"/>
      </w:divBdr>
    </w:div>
    <w:div w:id="1208642258">
      <w:marLeft w:val="0"/>
      <w:marRight w:val="0"/>
      <w:marTop w:val="0"/>
      <w:marBottom w:val="0"/>
      <w:divBdr>
        <w:top w:val="none" w:sz="0" w:space="0" w:color="auto"/>
        <w:left w:val="none" w:sz="0" w:space="0" w:color="auto"/>
        <w:bottom w:val="none" w:sz="0" w:space="0" w:color="auto"/>
        <w:right w:val="none" w:sz="0" w:space="0" w:color="auto"/>
      </w:divBdr>
    </w:div>
    <w:div w:id="1208642259">
      <w:marLeft w:val="0"/>
      <w:marRight w:val="0"/>
      <w:marTop w:val="0"/>
      <w:marBottom w:val="0"/>
      <w:divBdr>
        <w:top w:val="none" w:sz="0" w:space="0" w:color="auto"/>
        <w:left w:val="none" w:sz="0" w:space="0" w:color="auto"/>
        <w:bottom w:val="none" w:sz="0" w:space="0" w:color="auto"/>
        <w:right w:val="none" w:sz="0" w:space="0" w:color="auto"/>
      </w:divBdr>
    </w:div>
    <w:div w:id="1208642260">
      <w:marLeft w:val="0"/>
      <w:marRight w:val="0"/>
      <w:marTop w:val="0"/>
      <w:marBottom w:val="0"/>
      <w:divBdr>
        <w:top w:val="none" w:sz="0" w:space="0" w:color="auto"/>
        <w:left w:val="none" w:sz="0" w:space="0" w:color="auto"/>
        <w:bottom w:val="none" w:sz="0" w:space="0" w:color="auto"/>
        <w:right w:val="none" w:sz="0" w:space="0" w:color="auto"/>
      </w:divBdr>
    </w:div>
    <w:div w:id="1208642261">
      <w:marLeft w:val="0"/>
      <w:marRight w:val="0"/>
      <w:marTop w:val="0"/>
      <w:marBottom w:val="0"/>
      <w:divBdr>
        <w:top w:val="none" w:sz="0" w:space="0" w:color="auto"/>
        <w:left w:val="none" w:sz="0" w:space="0" w:color="auto"/>
        <w:bottom w:val="none" w:sz="0" w:space="0" w:color="auto"/>
        <w:right w:val="none" w:sz="0" w:space="0" w:color="auto"/>
      </w:divBdr>
    </w:div>
    <w:div w:id="1208642262">
      <w:marLeft w:val="0"/>
      <w:marRight w:val="0"/>
      <w:marTop w:val="0"/>
      <w:marBottom w:val="0"/>
      <w:divBdr>
        <w:top w:val="none" w:sz="0" w:space="0" w:color="auto"/>
        <w:left w:val="none" w:sz="0" w:space="0" w:color="auto"/>
        <w:bottom w:val="none" w:sz="0" w:space="0" w:color="auto"/>
        <w:right w:val="none" w:sz="0" w:space="0" w:color="auto"/>
      </w:divBdr>
    </w:div>
    <w:div w:id="1208642263">
      <w:marLeft w:val="0"/>
      <w:marRight w:val="0"/>
      <w:marTop w:val="0"/>
      <w:marBottom w:val="0"/>
      <w:divBdr>
        <w:top w:val="none" w:sz="0" w:space="0" w:color="auto"/>
        <w:left w:val="none" w:sz="0" w:space="0" w:color="auto"/>
        <w:bottom w:val="none" w:sz="0" w:space="0" w:color="auto"/>
        <w:right w:val="none" w:sz="0" w:space="0" w:color="auto"/>
      </w:divBdr>
    </w:div>
    <w:div w:id="1208642264">
      <w:marLeft w:val="0"/>
      <w:marRight w:val="0"/>
      <w:marTop w:val="0"/>
      <w:marBottom w:val="0"/>
      <w:divBdr>
        <w:top w:val="none" w:sz="0" w:space="0" w:color="auto"/>
        <w:left w:val="none" w:sz="0" w:space="0" w:color="auto"/>
        <w:bottom w:val="none" w:sz="0" w:space="0" w:color="auto"/>
        <w:right w:val="none" w:sz="0" w:space="0" w:color="auto"/>
      </w:divBdr>
    </w:div>
    <w:div w:id="1208642265">
      <w:marLeft w:val="0"/>
      <w:marRight w:val="0"/>
      <w:marTop w:val="0"/>
      <w:marBottom w:val="0"/>
      <w:divBdr>
        <w:top w:val="none" w:sz="0" w:space="0" w:color="auto"/>
        <w:left w:val="none" w:sz="0" w:space="0" w:color="auto"/>
        <w:bottom w:val="none" w:sz="0" w:space="0" w:color="auto"/>
        <w:right w:val="none" w:sz="0" w:space="0" w:color="auto"/>
      </w:divBdr>
    </w:div>
    <w:div w:id="1208642266">
      <w:marLeft w:val="0"/>
      <w:marRight w:val="0"/>
      <w:marTop w:val="0"/>
      <w:marBottom w:val="0"/>
      <w:divBdr>
        <w:top w:val="none" w:sz="0" w:space="0" w:color="auto"/>
        <w:left w:val="none" w:sz="0" w:space="0" w:color="auto"/>
        <w:bottom w:val="none" w:sz="0" w:space="0" w:color="auto"/>
        <w:right w:val="none" w:sz="0" w:space="0" w:color="auto"/>
      </w:divBdr>
    </w:div>
    <w:div w:id="1208642267">
      <w:marLeft w:val="0"/>
      <w:marRight w:val="0"/>
      <w:marTop w:val="0"/>
      <w:marBottom w:val="0"/>
      <w:divBdr>
        <w:top w:val="none" w:sz="0" w:space="0" w:color="auto"/>
        <w:left w:val="none" w:sz="0" w:space="0" w:color="auto"/>
        <w:bottom w:val="none" w:sz="0" w:space="0" w:color="auto"/>
        <w:right w:val="none" w:sz="0" w:space="0" w:color="auto"/>
      </w:divBdr>
    </w:div>
    <w:div w:id="1208642268">
      <w:marLeft w:val="0"/>
      <w:marRight w:val="0"/>
      <w:marTop w:val="0"/>
      <w:marBottom w:val="0"/>
      <w:divBdr>
        <w:top w:val="none" w:sz="0" w:space="0" w:color="auto"/>
        <w:left w:val="none" w:sz="0" w:space="0" w:color="auto"/>
        <w:bottom w:val="none" w:sz="0" w:space="0" w:color="auto"/>
        <w:right w:val="none" w:sz="0" w:space="0" w:color="auto"/>
      </w:divBdr>
    </w:div>
    <w:div w:id="1208642269">
      <w:marLeft w:val="0"/>
      <w:marRight w:val="0"/>
      <w:marTop w:val="0"/>
      <w:marBottom w:val="0"/>
      <w:divBdr>
        <w:top w:val="none" w:sz="0" w:space="0" w:color="auto"/>
        <w:left w:val="none" w:sz="0" w:space="0" w:color="auto"/>
        <w:bottom w:val="none" w:sz="0" w:space="0" w:color="auto"/>
        <w:right w:val="none" w:sz="0" w:space="0" w:color="auto"/>
      </w:divBdr>
    </w:div>
    <w:div w:id="1208642270">
      <w:marLeft w:val="0"/>
      <w:marRight w:val="0"/>
      <w:marTop w:val="0"/>
      <w:marBottom w:val="0"/>
      <w:divBdr>
        <w:top w:val="none" w:sz="0" w:space="0" w:color="auto"/>
        <w:left w:val="none" w:sz="0" w:space="0" w:color="auto"/>
        <w:bottom w:val="none" w:sz="0" w:space="0" w:color="auto"/>
        <w:right w:val="none" w:sz="0" w:space="0" w:color="auto"/>
      </w:divBdr>
    </w:div>
    <w:div w:id="1208642271">
      <w:marLeft w:val="0"/>
      <w:marRight w:val="0"/>
      <w:marTop w:val="0"/>
      <w:marBottom w:val="0"/>
      <w:divBdr>
        <w:top w:val="none" w:sz="0" w:space="0" w:color="auto"/>
        <w:left w:val="none" w:sz="0" w:space="0" w:color="auto"/>
        <w:bottom w:val="none" w:sz="0" w:space="0" w:color="auto"/>
        <w:right w:val="none" w:sz="0" w:space="0" w:color="auto"/>
      </w:divBdr>
    </w:div>
    <w:div w:id="1208642272">
      <w:marLeft w:val="0"/>
      <w:marRight w:val="0"/>
      <w:marTop w:val="0"/>
      <w:marBottom w:val="0"/>
      <w:divBdr>
        <w:top w:val="none" w:sz="0" w:space="0" w:color="auto"/>
        <w:left w:val="none" w:sz="0" w:space="0" w:color="auto"/>
        <w:bottom w:val="none" w:sz="0" w:space="0" w:color="auto"/>
        <w:right w:val="none" w:sz="0" w:space="0" w:color="auto"/>
      </w:divBdr>
    </w:div>
    <w:div w:id="1208642273">
      <w:marLeft w:val="0"/>
      <w:marRight w:val="0"/>
      <w:marTop w:val="0"/>
      <w:marBottom w:val="0"/>
      <w:divBdr>
        <w:top w:val="none" w:sz="0" w:space="0" w:color="auto"/>
        <w:left w:val="none" w:sz="0" w:space="0" w:color="auto"/>
        <w:bottom w:val="none" w:sz="0" w:space="0" w:color="auto"/>
        <w:right w:val="none" w:sz="0" w:space="0" w:color="auto"/>
      </w:divBdr>
    </w:div>
    <w:div w:id="1208642274">
      <w:marLeft w:val="0"/>
      <w:marRight w:val="0"/>
      <w:marTop w:val="0"/>
      <w:marBottom w:val="0"/>
      <w:divBdr>
        <w:top w:val="none" w:sz="0" w:space="0" w:color="auto"/>
        <w:left w:val="none" w:sz="0" w:space="0" w:color="auto"/>
        <w:bottom w:val="none" w:sz="0" w:space="0" w:color="auto"/>
        <w:right w:val="none" w:sz="0" w:space="0" w:color="auto"/>
      </w:divBdr>
    </w:div>
    <w:div w:id="1208642275">
      <w:marLeft w:val="0"/>
      <w:marRight w:val="0"/>
      <w:marTop w:val="0"/>
      <w:marBottom w:val="0"/>
      <w:divBdr>
        <w:top w:val="none" w:sz="0" w:space="0" w:color="auto"/>
        <w:left w:val="none" w:sz="0" w:space="0" w:color="auto"/>
        <w:bottom w:val="none" w:sz="0" w:space="0" w:color="auto"/>
        <w:right w:val="none" w:sz="0" w:space="0" w:color="auto"/>
      </w:divBdr>
    </w:div>
    <w:div w:id="1208642276">
      <w:marLeft w:val="0"/>
      <w:marRight w:val="0"/>
      <w:marTop w:val="0"/>
      <w:marBottom w:val="0"/>
      <w:divBdr>
        <w:top w:val="none" w:sz="0" w:space="0" w:color="auto"/>
        <w:left w:val="none" w:sz="0" w:space="0" w:color="auto"/>
        <w:bottom w:val="none" w:sz="0" w:space="0" w:color="auto"/>
        <w:right w:val="none" w:sz="0" w:space="0" w:color="auto"/>
      </w:divBdr>
    </w:div>
    <w:div w:id="1208642277">
      <w:marLeft w:val="0"/>
      <w:marRight w:val="0"/>
      <w:marTop w:val="0"/>
      <w:marBottom w:val="0"/>
      <w:divBdr>
        <w:top w:val="none" w:sz="0" w:space="0" w:color="auto"/>
        <w:left w:val="none" w:sz="0" w:space="0" w:color="auto"/>
        <w:bottom w:val="none" w:sz="0" w:space="0" w:color="auto"/>
        <w:right w:val="none" w:sz="0" w:space="0" w:color="auto"/>
      </w:divBdr>
    </w:div>
    <w:div w:id="1208642278">
      <w:marLeft w:val="0"/>
      <w:marRight w:val="0"/>
      <w:marTop w:val="0"/>
      <w:marBottom w:val="0"/>
      <w:divBdr>
        <w:top w:val="none" w:sz="0" w:space="0" w:color="auto"/>
        <w:left w:val="none" w:sz="0" w:space="0" w:color="auto"/>
        <w:bottom w:val="none" w:sz="0" w:space="0" w:color="auto"/>
        <w:right w:val="none" w:sz="0" w:space="0" w:color="auto"/>
      </w:divBdr>
    </w:div>
    <w:div w:id="1208642279">
      <w:marLeft w:val="0"/>
      <w:marRight w:val="0"/>
      <w:marTop w:val="0"/>
      <w:marBottom w:val="0"/>
      <w:divBdr>
        <w:top w:val="none" w:sz="0" w:space="0" w:color="auto"/>
        <w:left w:val="none" w:sz="0" w:space="0" w:color="auto"/>
        <w:bottom w:val="none" w:sz="0" w:space="0" w:color="auto"/>
        <w:right w:val="none" w:sz="0" w:space="0" w:color="auto"/>
      </w:divBdr>
    </w:div>
    <w:div w:id="1208642280">
      <w:marLeft w:val="0"/>
      <w:marRight w:val="0"/>
      <w:marTop w:val="0"/>
      <w:marBottom w:val="0"/>
      <w:divBdr>
        <w:top w:val="none" w:sz="0" w:space="0" w:color="auto"/>
        <w:left w:val="none" w:sz="0" w:space="0" w:color="auto"/>
        <w:bottom w:val="none" w:sz="0" w:space="0" w:color="auto"/>
        <w:right w:val="none" w:sz="0" w:space="0" w:color="auto"/>
      </w:divBdr>
    </w:div>
    <w:div w:id="1208642281">
      <w:marLeft w:val="0"/>
      <w:marRight w:val="0"/>
      <w:marTop w:val="0"/>
      <w:marBottom w:val="0"/>
      <w:divBdr>
        <w:top w:val="none" w:sz="0" w:space="0" w:color="auto"/>
        <w:left w:val="none" w:sz="0" w:space="0" w:color="auto"/>
        <w:bottom w:val="none" w:sz="0" w:space="0" w:color="auto"/>
        <w:right w:val="none" w:sz="0" w:space="0" w:color="auto"/>
      </w:divBdr>
    </w:div>
    <w:div w:id="1208642282">
      <w:marLeft w:val="0"/>
      <w:marRight w:val="0"/>
      <w:marTop w:val="0"/>
      <w:marBottom w:val="0"/>
      <w:divBdr>
        <w:top w:val="none" w:sz="0" w:space="0" w:color="auto"/>
        <w:left w:val="none" w:sz="0" w:space="0" w:color="auto"/>
        <w:bottom w:val="none" w:sz="0" w:space="0" w:color="auto"/>
        <w:right w:val="none" w:sz="0" w:space="0" w:color="auto"/>
      </w:divBdr>
    </w:div>
    <w:div w:id="1208642283">
      <w:marLeft w:val="0"/>
      <w:marRight w:val="0"/>
      <w:marTop w:val="0"/>
      <w:marBottom w:val="0"/>
      <w:divBdr>
        <w:top w:val="none" w:sz="0" w:space="0" w:color="auto"/>
        <w:left w:val="none" w:sz="0" w:space="0" w:color="auto"/>
        <w:bottom w:val="none" w:sz="0" w:space="0" w:color="auto"/>
        <w:right w:val="none" w:sz="0" w:space="0" w:color="auto"/>
      </w:divBdr>
    </w:div>
    <w:div w:id="1208642284">
      <w:marLeft w:val="0"/>
      <w:marRight w:val="0"/>
      <w:marTop w:val="0"/>
      <w:marBottom w:val="0"/>
      <w:divBdr>
        <w:top w:val="none" w:sz="0" w:space="0" w:color="auto"/>
        <w:left w:val="none" w:sz="0" w:space="0" w:color="auto"/>
        <w:bottom w:val="none" w:sz="0" w:space="0" w:color="auto"/>
        <w:right w:val="none" w:sz="0" w:space="0" w:color="auto"/>
      </w:divBdr>
    </w:div>
    <w:div w:id="1208642285">
      <w:marLeft w:val="0"/>
      <w:marRight w:val="0"/>
      <w:marTop w:val="0"/>
      <w:marBottom w:val="0"/>
      <w:divBdr>
        <w:top w:val="none" w:sz="0" w:space="0" w:color="auto"/>
        <w:left w:val="none" w:sz="0" w:space="0" w:color="auto"/>
        <w:bottom w:val="none" w:sz="0" w:space="0" w:color="auto"/>
        <w:right w:val="none" w:sz="0" w:space="0" w:color="auto"/>
      </w:divBdr>
    </w:div>
    <w:div w:id="1208642286">
      <w:marLeft w:val="0"/>
      <w:marRight w:val="0"/>
      <w:marTop w:val="0"/>
      <w:marBottom w:val="0"/>
      <w:divBdr>
        <w:top w:val="none" w:sz="0" w:space="0" w:color="auto"/>
        <w:left w:val="none" w:sz="0" w:space="0" w:color="auto"/>
        <w:bottom w:val="none" w:sz="0" w:space="0" w:color="auto"/>
        <w:right w:val="none" w:sz="0" w:space="0" w:color="auto"/>
      </w:divBdr>
    </w:div>
    <w:div w:id="1208642287">
      <w:marLeft w:val="0"/>
      <w:marRight w:val="0"/>
      <w:marTop w:val="0"/>
      <w:marBottom w:val="0"/>
      <w:divBdr>
        <w:top w:val="none" w:sz="0" w:space="0" w:color="auto"/>
        <w:left w:val="none" w:sz="0" w:space="0" w:color="auto"/>
        <w:bottom w:val="none" w:sz="0" w:space="0" w:color="auto"/>
        <w:right w:val="none" w:sz="0" w:space="0" w:color="auto"/>
      </w:divBdr>
    </w:div>
    <w:div w:id="1208642288">
      <w:marLeft w:val="0"/>
      <w:marRight w:val="0"/>
      <w:marTop w:val="0"/>
      <w:marBottom w:val="0"/>
      <w:divBdr>
        <w:top w:val="none" w:sz="0" w:space="0" w:color="auto"/>
        <w:left w:val="none" w:sz="0" w:space="0" w:color="auto"/>
        <w:bottom w:val="none" w:sz="0" w:space="0" w:color="auto"/>
        <w:right w:val="none" w:sz="0" w:space="0" w:color="auto"/>
      </w:divBdr>
    </w:div>
    <w:div w:id="1208642289">
      <w:marLeft w:val="0"/>
      <w:marRight w:val="0"/>
      <w:marTop w:val="0"/>
      <w:marBottom w:val="0"/>
      <w:divBdr>
        <w:top w:val="none" w:sz="0" w:space="0" w:color="auto"/>
        <w:left w:val="none" w:sz="0" w:space="0" w:color="auto"/>
        <w:bottom w:val="none" w:sz="0" w:space="0" w:color="auto"/>
        <w:right w:val="none" w:sz="0" w:space="0" w:color="auto"/>
      </w:divBdr>
    </w:div>
    <w:div w:id="1208642290">
      <w:marLeft w:val="0"/>
      <w:marRight w:val="0"/>
      <w:marTop w:val="0"/>
      <w:marBottom w:val="0"/>
      <w:divBdr>
        <w:top w:val="none" w:sz="0" w:space="0" w:color="auto"/>
        <w:left w:val="none" w:sz="0" w:space="0" w:color="auto"/>
        <w:bottom w:val="none" w:sz="0" w:space="0" w:color="auto"/>
        <w:right w:val="none" w:sz="0" w:space="0" w:color="auto"/>
      </w:divBdr>
    </w:div>
    <w:div w:id="1208642291">
      <w:marLeft w:val="0"/>
      <w:marRight w:val="0"/>
      <w:marTop w:val="0"/>
      <w:marBottom w:val="0"/>
      <w:divBdr>
        <w:top w:val="none" w:sz="0" w:space="0" w:color="auto"/>
        <w:left w:val="none" w:sz="0" w:space="0" w:color="auto"/>
        <w:bottom w:val="none" w:sz="0" w:space="0" w:color="auto"/>
        <w:right w:val="none" w:sz="0" w:space="0" w:color="auto"/>
      </w:divBdr>
    </w:div>
    <w:div w:id="1208642292">
      <w:marLeft w:val="0"/>
      <w:marRight w:val="0"/>
      <w:marTop w:val="0"/>
      <w:marBottom w:val="0"/>
      <w:divBdr>
        <w:top w:val="none" w:sz="0" w:space="0" w:color="auto"/>
        <w:left w:val="none" w:sz="0" w:space="0" w:color="auto"/>
        <w:bottom w:val="none" w:sz="0" w:space="0" w:color="auto"/>
        <w:right w:val="none" w:sz="0" w:space="0" w:color="auto"/>
      </w:divBdr>
    </w:div>
    <w:div w:id="1208642293">
      <w:marLeft w:val="0"/>
      <w:marRight w:val="0"/>
      <w:marTop w:val="0"/>
      <w:marBottom w:val="0"/>
      <w:divBdr>
        <w:top w:val="none" w:sz="0" w:space="0" w:color="auto"/>
        <w:left w:val="none" w:sz="0" w:space="0" w:color="auto"/>
        <w:bottom w:val="none" w:sz="0" w:space="0" w:color="auto"/>
        <w:right w:val="none" w:sz="0" w:space="0" w:color="auto"/>
      </w:divBdr>
    </w:div>
    <w:div w:id="1208642294">
      <w:marLeft w:val="0"/>
      <w:marRight w:val="0"/>
      <w:marTop w:val="0"/>
      <w:marBottom w:val="0"/>
      <w:divBdr>
        <w:top w:val="none" w:sz="0" w:space="0" w:color="auto"/>
        <w:left w:val="none" w:sz="0" w:space="0" w:color="auto"/>
        <w:bottom w:val="none" w:sz="0" w:space="0" w:color="auto"/>
        <w:right w:val="none" w:sz="0" w:space="0" w:color="auto"/>
      </w:divBdr>
    </w:div>
    <w:div w:id="1208642295">
      <w:marLeft w:val="0"/>
      <w:marRight w:val="0"/>
      <w:marTop w:val="0"/>
      <w:marBottom w:val="0"/>
      <w:divBdr>
        <w:top w:val="none" w:sz="0" w:space="0" w:color="auto"/>
        <w:left w:val="none" w:sz="0" w:space="0" w:color="auto"/>
        <w:bottom w:val="none" w:sz="0" w:space="0" w:color="auto"/>
        <w:right w:val="none" w:sz="0" w:space="0" w:color="auto"/>
      </w:divBdr>
    </w:div>
    <w:div w:id="1208642296">
      <w:marLeft w:val="0"/>
      <w:marRight w:val="0"/>
      <w:marTop w:val="0"/>
      <w:marBottom w:val="0"/>
      <w:divBdr>
        <w:top w:val="none" w:sz="0" w:space="0" w:color="auto"/>
        <w:left w:val="none" w:sz="0" w:space="0" w:color="auto"/>
        <w:bottom w:val="none" w:sz="0" w:space="0" w:color="auto"/>
        <w:right w:val="none" w:sz="0" w:space="0" w:color="auto"/>
      </w:divBdr>
    </w:div>
    <w:div w:id="1208642297">
      <w:marLeft w:val="0"/>
      <w:marRight w:val="0"/>
      <w:marTop w:val="0"/>
      <w:marBottom w:val="0"/>
      <w:divBdr>
        <w:top w:val="none" w:sz="0" w:space="0" w:color="auto"/>
        <w:left w:val="none" w:sz="0" w:space="0" w:color="auto"/>
        <w:bottom w:val="none" w:sz="0" w:space="0" w:color="auto"/>
        <w:right w:val="none" w:sz="0" w:space="0" w:color="auto"/>
      </w:divBdr>
    </w:div>
    <w:div w:id="1208642298">
      <w:marLeft w:val="0"/>
      <w:marRight w:val="0"/>
      <w:marTop w:val="0"/>
      <w:marBottom w:val="0"/>
      <w:divBdr>
        <w:top w:val="none" w:sz="0" w:space="0" w:color="auto"/>
        <w:left w:val="none" w:sz="0" w:space="0" w:color="auto"/>
        <w:bottom w:val="none" w:sz="0" w:space="0" w:color="auto"/>
        <w:right w:val="none" w:sz="0" w:space="0" w:color="auto"/>
      </w:divBdr>
    </w:div>
    <w:div w:id="1208642299">
      <w:marLeft w:val="0"/>
      <w:marRight w:val="0"/>
      <w:marTop w:val="0"/>
      <w:marBottom w:val="0"/>
      <w:divBdr>
        <w:top w:val="none" w:sz="0" w:space="0" w:color="auto"/>
        <w:left w:val="none" w:sz="0" w:space="0" w:color="auto"/>
        <w:bottom w:val="none" w:sz="0" w:space="0" w:color="auto"/>
        <w:right w:val="none" w:sz="0" w:space="0" w:color="auto"/>
      </w:divBdr>
    </w:div>
    <w:div w:id="1208642300">
      <w:marLeft w:val="0"/>
      <w:marRight w:val="0"/>
      <w:marTop w:val="0"/>
      <w:marBottom w:val="0"/>
      <w:divBdr>
        <w:top w:val="none" w:sz="0" w:space="0" w:color="auto"/>
        <w:left w:val="none" w:sz="0" w:space="0" w:color="auto"/>
        <w:bottom w:val="none" w:sz="0" w:space="0" w:color="auto"/>
        <w:right w:val="none" w:sz="0" w:space="0" w:color="auto"/>
      </w:divBdr>
    </w:div>
    <w:div w:id="1208642301">
      <w:marLeft w:val="0"/>
      <w:marRight w:val="0"/>
      <w:marTop w:val="0"/>
      <w:marBottom w:val="0"/>
      <w:divBdr>
        <w:top w:val="none" w:sz="0" w:space="0" w:color="auto"/>
        <w:left w:val="none" w:sz="0" w:space="0" w:color="auto"/>
        <w:bottom w:val="none" w:sz="0" w:space="0" w:color="auto"/>
        <w:right w:val="none" w:sz="0" w:space="0" w:color="auto"/>
      </w:divBdr>
    </w:div>
    <w:div w:id="1208642307">
      <w:marLeft w:val="0"/>
      <w:marRight w:val="0"/>
      <w:marTop w:val="0"/>
      <w:marBottom w:val="0"/>
      <w:divBdr>
        <w:top w:val="none" w:sz="0" w:space="0" w:color="auto"/>
        <w:left w:val="none" w:sz="0" w:space="0" w:color="auto"/>
        <w:bottom w:val="none" w:sz="0" w:space="0" w:color="auto"/>
        <w:right w:val="none" w:sz="0" w:space="0" w:color="auto"/>
      </w:divBdr>
      <w:divsChild>
        <w:div w:id="1208642303">
          <w:marLeft w:val="0"/>
          <w:marRight w:val="0"/>
          <w:marTop w:val="120"/>
          <w:marBottom w:val="0"/>
          <w:divBdr>
            <w:top w:val="none" w:sz="0" w:space="0" w:color="auto"/>
            <w:left w:val="none" w:sz="0" w:space="0" w:color="auto"/>
            <w:bottom w:val="none" w:sz="0" w:space="0" w:color="auto"/>
            <w:right w:val="none" w:sz="0" w:space="0" w:color="auto"/>
          </w:divBdr>
          <w:divsChild>
            <w:div w:id="1208642302">
              <w:marLeft w:val="0"/>
              <w:marRight w:val="0"/>
              <w:marTop w:val="0"/>
              <w:marBottom w:val="0"/>
              <w:divBdr>
                <w:top w:val="none" w:sz="0" w:space="0" w:color="auto"/>
                <w:left w:val="none" w:sz="0" w:space="0" w:color="auto"/>
                <w:bottom w:val="none" w:sz="0" w:space="0" w:color="auto"/>
                <w:right w:val="none" w:sz="0" w:space="0" w:color="auto"/>
              </w:divBdr>
            </w:div>
            <w:div w:id="1208642310">
              <w:marLeft w:val="0"/>
              <w:marRight w:val="0"/>
              <w:marTop w:val="0"/>
              <w:marBottom w:val="0"/>
              <w:divBdr>
                <w:top w:val="none" w:sz="0" w:space="0" w:color="auto"/>
                <w:left w:val="none" w:sz="0" w:space="0" w:color="auto"/>
                <w:bottom w:val="none" w:sz="0" w:space="0" w:color="auto"/>
                <w:right w:val="none" w:sz="0" w:space="0" w:color="auto"/>
              </w:divBdr>
            </w:div>
            <w:div w:id="1208642312">
              <w:marLeft w:val="0"/>
              <w:marRight w:val="0"/>
              <w:marTop w:val="0"/>
              <w:marBottom w:val="0"/>
              <w:divBdr>
                <w:top w:val="none" w:sz="0" w:space="0" w:color="auto"/>
                <w:left w:val="none" w:sz="0" w:space="0" w:color="auto"/>
                <w:bottom w:val="none" w:sz="0" w:space="0" w:color="auto"/>
                <w:right w:val="none" w:sz="0" w:space="0" w:color="auto"/>
              </w:divBdr>
            </w:div>
          </w:divsChild>
        </w:div>
        <w:div w:id="1208642304">
          <w:marLeft w:val="0"/>
          <w:marRight w:val="0"/>
          <w:marTop w:val="120"/>
          <w:marBottom w:val="0"/>
          <w:divBdr>
            <w:top w:val="none" w:sz="0" w:space="0" w:color="auto"/>
            <w:left w:val="none" w:sz="0" w:space="0" w:color="auto"/>
            <w:bottom w:val="none" w:sz="0" w:space="0" w:color="auto"/>
            <w:right w:val="none" w:sz="0" w:space="0" w:color="auto"/>
          </w:divBdr>
          <w:divsChild>
            <w:div w:id="1208642306">
              <w:marLeft w:val="0"/>
              <w:marRight w:val="0"/>
              <w:marTop w:val="0"/>
              <w:marBottom w:val="0"/>
              <w:divBdr>
                <w:top w:val="none" w:sz="0" w:space="0" w:color="auto"/>
                <w:left w:val="none" w:sz="0" w:space="0" w:color="auto"/>
                <w:bottom w:val="none" w:sz="0" w:space="0" w:color="auto"/>
                <w:right w:val="none" w:sz="0" w:space="0" w:color="auto"/>
              </w:divBdr>
            </w:div>
          </w:divsChild>
        </w:div>
        <w:div w:id="1208642308">
          <w:marLeft w:val="0"/>
          <w:marRight w:val="0"/>
          <w:marTop w:val="120"/>
          <w:marBottom w:val="0"/>
          <w:divBdr>
            <w:top w:val="none" w:sz="0" w:space="0" w:color="auto"/>
            <w:left w:val="none" w:sz="0" w:space="0" w:color="auto"/>
            <w:bottom w:val="none" w:sz="0" w:space="0" w:color="auto"/>
            <w:right w:val="none" w:sz="0" w:space="0" w:color="auto"/>
          </w:divBdr>
          <w:divsChild>
            <w:div w:id="1208642309">
              <w:marLeft w:val="0"/>
              <w:marRight w:val="0"/>
              <w:marTop w:val="0"/>
              <w:marBottom w:val="0"/>
              <w:divBdr>
                <w:top w:val="none" w:sz="0" w:space="0" w:color="auto"/>
                <w:left w:val="none" w:sz="0" w:space="0" w:color="auto"/>
                <w:bottom w:val="none" w:sz="0" w:space="0" w:color="auto"/>
                <w:right w:val="none" w:sz="0" w:space="0" w:color="auto"/>
              </w:divBdr>
            </w:div>
          </w:divsChild>
        </w:div>
        <w:div w:id="1208642311">
          <w:marLeft w:val="0"/>
          <w:marRight w:val="0"/>
          <w:marTop w:val="120"/>
          <w:marBottom w:val="0"/>
          <w:divBdr>
            <w:top w:val="none" w:sz="0" w:space="0" w:color="auto"/>
            <w:left w:val="none" w:sz="0" w:space="0" w:color="auto"/>
            <w:bottom w:val="none" w:sz="0" w:space="0" w:color="auto"/>
            <w:right w:val="none" w:sz="0" w:space="0" w:color="auto"/>
          </w:divBdr>
          <w:divsChild>
            <w:div w:id="1208642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642313">
      <w:marLeft w:val="0"/>
      <w:marRight w:val="0"/>
      <w:marTop w:val="0"/>
      <w:marBottom w:val="0"/>
      <w:divBdr>
        <w:top w:val="none" w:sz="0" w:space="0" w:color="auto"/>
        <w:left w:val="none" w:sz="0" w:space="0" w:color="auto"/>
        <w:bottom w:val="none" w:sz="0" w:space="0" w:color="auto"/>
        <w:right w:val="none" w:sz="0" w:space="0" w:color="auto"/>
      </w:divBdr>
    </w:div>
    <w:div w:id="1208642314">
      <w:marLeft w:val="0"/>
      <w:marRight w:val="0"/>
      <w:marTop w:val="0"/>
      <w:marBottom w:val="0"/>
      <w:divBdr>
        <w:top w:val="none" w:sz="0" w:space="0" w:color="auto"/>
        <w:left w:val="none" w:sz="0" w:space="0" w:color="auto"/>
        <w:bottom w:val="none" w:sz="0" w:space="0" w:color="auto"/>
        <w:right w:val="none" w:sz="0" w:space="0" w:color="auto"/>
      </w:divBdr>
    </w:div>
    <w:div w:id="1208642315">
      <w:marLeft w:val="0"/>
      <w:marRight w:val="0"/>
      <w:marTop w:val="0"/>
      <w:marBottom w:val="0"/>
      <w:divBdr>
        <w:top w:val="none" w:sz="0" w:space="0" w:color="auto"/>
        <w:left w:val="none" w:sz="0" w:space="0" w:color="auto"/>
        <w:bottom w:val="none" w:sz="0" w:space="0" w:color="auto"/>
        <w:right w:val="none" w:sz="0" w:space="0" w:color="auto"/>
      </w:divBdr>
    </w:div>
    <w:div w:id="1208642316">
      <w:marLeft w:val="0"/>
      <w:marRight w:val="0"/>
      <w:marTop w:val="0"/>
      <w:marBottom w:val="0"/>
      <w:divBdr>
        <w:top w:val="none" w:sz="0" w:space="0" w:color="auto"/>
        <w:left w:val="none" w:sz="0" w:space="0" w:color="auto"/>
        <w:bottom w:val="none" w:sz="0" w:space="0" w:color="auto"/>
        <w:right w:val="none" w:sz="0" w:space="0" w:color="auto"/>
      </w:divBdr>
    </w:div>
    <w:div w:id="1208642317">
      <w:marLeft w:val="0"/>
      <w:marRight w:val="0"/>
      <w:marTop w:val="0"/>
      <w:marBottom w:val="0"/>
      <w:divBdr>
        <w:top w:val="none" w:sz="0" w:space="0" w:color="auto"/>
        <w:left w:val="none" w:sz="0" w:space="0" w:color="auto"/>
        <w:bottom w:val="none" w:sz="0" w:space="0" w:color="auto"/>
        <w:right w:val="none" w:sz="0" w:space="0" w:color="auto"/>
      </w:divBdr>
    </w:div>
    <w:div w:id="1208642318">
      <w:marLeft w:val="0"/>
      <w:marRight w:val="0"/>
      <w:marTop w:val="0"/>
      <w:marBottom w:val="0"/>
      <w:divBdr>
        <w:top w:val="none" w:sz="0" w:space="0" w:color="auto"/>
        <w:left w:val="none" w:sz="0" w:space="0" w:color="auto"/>
        <w:bottom w:val="none" w:sz="0" w:space="0" w:color="auto"/>
        <w:right w:val="none" w:sz="0" w:space="0" w:color="auto"/>
      </w:divBdr>
    </w:div>
    <w:div w:id="1208642319">
      <w:marLeft w:val="0"/>
      <w:marRight w:val="0"/>
      <w:marTop w:val="0"/>
      <w:marBottom w:val="0"/>
      <w:divBdr>
        <w:top w:val="none" w:sz="0" w:space="0" w:color="auto"/>
        <w:left w:val="none" w:sz="0" w:space="0" w:color="auto"/>
        <w:bottom w:val="none" w:sz="0" w:space="0" w:color="auto"/>
        <w:right w:val="none" w:sz="0" w:space="0" w:color="auto"/>
      </w:divBdr>
    </w:div>
    <w:div w:id="1208642320">
      <w:marLeft w:val="0"/>
      <w:marRight w:val="0"/>
      <w:marTop w:val="0"/>
      <w:marBottom w:val="0"/>
      <w:divBdr>
        <w:top w:val="none" w:sz="0" w:space="0" w:color="auto"/>
        <w:left w:val="none" w:sz="0" w:space="0" w:color="auto"/>
        <w:bottom w:val="none" w:sz="0" w:space="0" w:color="auto"/>
        <w:right w:val="none" w:sz="0" w:space="0" w:color="auto"/>
      </w:divBdr>
    </w:div>
    <w:div w:id="1208642321">
      <w:marLeft w:val="0"/>
      <w:marRight w:val="0"/>
      <w:marTop w:val="0"/>
      <w:marBottom w:val="0"/>
      <w:divBdr>
        <w:top w:val="none" w:sz="0" w:space="0" w:color="auto"/>
        <w:left w:val="none" w:sz="0" w:space="0" w:color="auto"/>
        <w:bottom w:val="none" w:sz="0" w:space="0" w:color="auto"/>
        <w:right w:val="none" w:sz="0" w:space="0" w:color="auto"/>
      </w:divBdr>
    </w:div>
    <w:div w:id="1208642322">
      <w:marLeft w:val="0"/>
      <w:marRight w:val="0"/>
      <w:marTop w:val="0"/>
      <w:marBottom w:val="0"/>
      <w:divBdr>
        <w:top w:val="none" w:sz="0" w:space="0" w:color="auto"/>
        <w:left w:val="none" w:sz="0" w:space="0" w:color="auto"/>
        <w:bottom w:val="none" w:sz="0" w:space="0" w:color="auto"/>
        <w:right w:val="none" w:sz="0" w:space="0" w:color="auto"/>
      </w:divBdr>
    </w:div>
    <w:div w:id="1208642323">
      <w:marLeft w:val="0"/>
      <w:marRight w:val="0"/>
      <w:marTop w:val="0"/>
      <w:marBottom w:val="0"/>
      <w:divBdr>
        <w:top w:val="none" w:sz="0" w:space="0" w:color="auto"/>
        <w:left w:val="none" w:sz="0" w:space="0" w:color="auto"/>
        <w:bottom w:val="none" w:sz="0" w:space="0" w:color="auto"/>
        <w:right w:val="none" w:sz="0" w:space="0" w:color="auto"/>
      </w:divBdr>
    </w:div>
    <w:div w:id="1208642324">
      <w:marLeft w:val="0"/>
      <w:marRight w:val="0"/>
      <w:marTop w:val="0"/>
      <w:marBottom w:val="0"/>
      <w:divBdr>
        <w:top w:val="none" w:sz="0" w:space="0" w:color="auto"/>
        <w:left w:val="none" w:sz="0" w:space="0" w:color="auto"/>
        <w:bottom w:val="none" w:sz="0" w:space="0" w:color="auto"/>
        <w:right w:val="none" w:sz="0" w:space="0" w:color="auto"/>
      </w:divBdr>
    </w:div>
    <w:div w:id="1208642325">
      <w:marLeft w:val="0"/>
      <w:marRight w:val="0"/>
      <w:marTop w:val="0"/>
      <w:marBottom w:val="0"/>
      <w:divBdr>
        <w:top w:val="none" w:sz="0" w:space="0" w:color="auto"/>
        <w:left w:val="none" w:sz="0" w:space="0" w:color="auto"/>
        <w:bottom w:val="none" w:sz="0" w:space="0" w:color="auto"/>
        <w:right w:val="none" w:sz="0" w:space="0" w:color="auto"/>
      </w:divBdr>
    </w:div>
    <w:div w:id="1208642326">
      <w:marLeft w:val="0"/>
      <w:marRight w:val="0"/>
      <w:marTop w:val="0"/>
      <w:marBottom w:val="0"/>
      <w:divBdr>
        <w:top w:val="none" w:sz="0" w:space="0" w:color="auto"/>
        <w:left w:val="none" w:sz="0" w:space="0" w:color="auto"/>
        <w:bottom w:val="none" w:sz="0" w:space="0" w:color="auto"/>
        <w:right w:val="none" w:sz="0" w:space="0" w:color="auto"/>
      </w:divBdr>
    </w:div>
    <w:div w:id="1208642327">
      <w:marLeft w:val="0"/>
      <w:marRight w:val="0"/>
      <w:marTop w:val="0"/>
      <w:marBottom w:val="0"/>
      <w:divBdr>
        <w:top w:val="none" w:sz="0" w:space="0" w:color="auto"/>
        <w:left w:val="none" w:sz="0" w:space="0" w:color="auto"/>
        <w:bottom w:val="none" w:sz="0" w:space="0" w:color="auto"/>
        <w:right w:val="none" w:sz="0" w:space="0" w:color="auto"/>
      </w:divBdr>
    </w:div>
    <w:div w:id="1208642328">
      <w:marLeft w:val="0"/>
      <w:marRight w:val="0"/>
      <w:marTop w:val="0"/>
      <w:marBottom w:val="0"/>
      <w:divBdr>
        <w:top w:val="none" w:sz="0" w:space="0" w:color="auto"/>
        <w:left w:val="none" w:sz="0" w:space="0" w:color="auto"/>
        <w:bottom w:val="none" w:sz="0" w:space="0" w:color="auto"/>
        <w:right w:val="none" w:sz="0" w:space="0" w:color="auto"/>
      </w:divBdr>
    </w:div>
    <w:div w:id="1208642329">
      <w:marLeft w:val="0"/>
      <w:marRight w:val="0"/>
      <w:marTop w:val="0"/>
      <w:marBottom w:val="0"/>
      <w:divBdr>
        <w:top w:val="none" w:sz="0" w:space="0" w:color="auto"/>
        <w:left w:val="none" w:sz="0" w:space="0" w:color="auto"/>
        <w:bottom w:val="none" w:sz="0" w:space="0" w:color="auto"/>
        <w:right w:val="none" w:sz="0" w:space="0" w:color="auto"/>
      </w:divBdr>
    </w:div>
    <w:div w:id="1208642330">
      <w:marLeft w:val="0"/>
      <w:marRight w:val="0"/>
      <w:marTop w:val="0"/>
      <w:marBottom w:val="0"/>
      <w:divBdr>
        <w:top w:val="none" w:sz="0" w:space="0" w:color="auto"/>
        <w:left w:val="none" w:sz="0" w:space="0" w:color="auto"/>
        <w:bottom w:val="none" w:sz="0" w:space="0" w:color="auto"/>
        <w:right w:val="none" w:sz="0" w:space="0" w:color="auto"/>
      </w:divBdr>
    </w:div>
    <w:div w:id="1208642331">
      <w:marLeft w:val="0"/>
      <w:marRight w:val="0"/>
      <w:marTop w:val="0"/>
      <w:marBottom w:val="0"/>
      <w:divBdr>
        <w:top w:val="none" w:sz="0" w:space="0" w:color="auto"/>
        <w:left w:val="none" w:sz="0" w:space="0" w:color="auto"/>
        <w:bottom w:val="none" w:sz="0" w:space="0" w:color="auto"/>
        <w:right w:val="none" w:sz="0" w:space="0" w:color="auto"/>
      </w:divBdr>
    </w:div>
    <w:div w:id="1208642332">
      <w:marLeft w:val="0"/>
      <w:marRight w:val="0"/>
      <w:marTop w:val="0"/>
      <w:marBottom w:val="0"/>
      <w:divBdr>
        <w:top w:val="none" w:sz="0" w:space="0" w:color="auto"/>
        <w:left w:val="none" w:sz="0" w:space="0" w:color="auto"/>
        <w:bottom w:val="none" w:sz="0" w:space="0" w:color="auto"/>
        <w:right w:val="none" w:sz="0" w:space="0" w:color="auto"/>
      </w:divBdr>
    </w:div>
    <w:div w:id="1208642333">
      <w:marLeft w:val="0"/>
      <w:marRight w:val="0"/>
      <w:marTop w:val="0"/>
      <w:marBottom w:val="0"/>
      <w:divBdr>
        <w:top w:val="none" w:sz="0" w:space="0" w:color="auto"/>
        <w:left w:val="none" w:sz="0" w:space="0" w:color="auto"/>
        <w:bottom w:val="none" w:sz="0" w:space="0" w:color="auto"/>
        <w:right w:val="none" w:sz="0" w:space="0" w:color="auto"/>
      </w:divBdr>
    </w:div>
    <w:div w:id="1208642334">
      <w:marLeft w:val="0"/>
      <w:marRight w:val="0"/>
      <w:marTop w:val="0"/>
      <w:marBottom w:val="0"/>
      <w:divBdr>
        <w:top w:val="none" w:sz="0" w:space="0" w:color="auto"/>
        <w:left w:val="none" w:sz="0" w:space="0" w:color="auto"/>
        <w:bottom w:val="none" w:sz="0" w:space="0" w:color="auto"/>
        <w:right w:val="none" w:sz="0" w:space="0" w:color="auto"/>
      </w:divBdr>
    </w:div>
    <w:div w:id="1208642335">
      <w:marLeft w:val="0"/>
      <w:marRight w:val="0"/>
      <w:marTop w:val="0"/>
      <w:marBottom w:val="0"/>
      <w:divBdr>
        <w:top w:val="none" w:sz="0" w:space="0" w:color="auto"/>
        <w:left w:val="none" w:sz="0" w:space="0" w:color="auto"/>
        <w:bottom w:val="none" w:sz="0" w:space="0" w:color="auto"/>
        <w:right w:val="none" w:sz="0" w:space="0" w:color="auto"/>
      </w:divBdr>
    </w:div>
    <w:div w:id="1208642336">
      <w:marLeft w:val="0"/>
      <w:marRight w:val="0"/>
      <w:marTop w:val="0"/>
      <w:marBottom w:val="0"/>
      <w:divBdr>
        <w:top w:val="none" w:sz="0" w:space="0" w:color="auto"/>
        <w:left w:val="none" w:sz="0" w:space="0" w:color="auto"/>
        <w:bottom w:val="none" w:sz="0" w:space="0" w:color="auto"/>
        <w:right w:val="none" w:sz="0" w:space="0" w:color="auto"/>
      </w:divBdr>
    </w:div>
    <w:div w:id="1208642337">
      <w:marLeft w:val="0"/>
      <w:marRight w:val="0"/>
      <w:marTop w:val="0"/>
      <w:marBottom w:val="0"/>
      <w:divBdr>
        <w:top w:val="none" w:sz="0" w:space="0" w:color="auto"/>
        <w:left w:val="none" w:sz="0" w:space="0" w:color="auto"/>
        <w:bottom w:val="none" w:sz="0" w:space="0" w:color="auto"/>
        <w:right w:val="none" w:sz="0" w:space="0" w:color="auto"/>
      </w:divBdr>
    </w:div>
    <w:div w:id="1208642338">
      <w:marLeft w:val="0"/>
      <w:marRight w:val="0"/>
      <w:marTop w:val="0"/>
      <w:marBottom w:val="0"/>
      <w:divBdr>
        <w:top w:val="none" w:sz="0" w:space="0" w:color="auto"/>
        <w:left w:val="none" w:sz="0" w:space="0" w:color="auto"/>
        <w:bottom w:val="none" w:sz="0" w:space="0" w:color="auto"/>
        <w:right w:val="none" w:sz="0" w:space="0" w:color="auto"/>
      </w:divBdr>
    </w:div>
    <w:div w:id="1208642339">
      <w:marLeft w:val="0"/>
      <w:marRight w:val="0"/>
      <w:marTop w:val="0"/>
      <w:marBottom w:val="0"/>
      <w:divBdr>
        <w:top w:val="none" w:sz="0" w:space="0" w:color="auto"/>
        <w:left w:val="none" w:sz="0" w:space="0" w:color="auto"/>
        <w:bottom w:val="none" w:sz="0" w:space="0" w:color="auto"/>
        <w:right w:val="none" w:sz="0" w:space="0" w:color="auto"/>
      </w:divBdr>
    </w:div>
    <w:div w:id="1208642340">
      <w:marLeft w:val="0"/>
      <w:marRight w:val="0"/>
      <w:marTop w:val="0"/>
      <w:marBottom w:val="0"/>
      <w:divBdr>
        <w:top w:val="none" w:sz="0" w:space="0" w:color="auto"/>
        <w:left w:val="none" w:sz="0" w:space="0" w:color="auto"/>
        <w:bottom w:val="none" w:sz="0" w:space="0" w:color="auto"/>
        <w:right w:val="none" w:sz="0" w:space="0" w:color="auto"/>
      </w:divBdr>
    </w:div>
    <w:div w:id="1208642341">
      <w:marLeft w:val="0"/>
      <w:marRight w:val="0"/>
      <w:marTop w:val="0"/>
      <w:marBottom w:val="0"/>
      <w:divBdr>
        <w:top w:val="none" w:sz="0" w:space="0" w:color="auto"/>
        <w:left w:val="none" w:sz="0" w:space="0" w:color="auto"/>
        <w:bottom w:val="none" w:sz="0" w:space="0" w:color="auto"/>
        <w:right w:val="none" w:sz="0" w:space="0" w:color="auto"/>
      </w:divBdr>
    </w:div>
    <w:div w:id="1208642342">
      <w:marLeft w:val="0"/>
      <w:marRight w:val="0"/>
      <w:marTop w:val="0"/>
      <w:marBottom w:val="0"/>
      <w:divBdr>
        <w:top w:val="none" w:sz="0" w:space="0" w:color="auto"/>
        <w:left w:val="none" w:sz="0" w:space="0" w:color="auto"/>
        <w:bottom w:val="none" w:sz="0" w:space="0" w:color="auto"/>
        <w:right w:val="none" w:sz="0" w:space="0" w:color="auto"/>
      </w:divBdr>
    </w:div>
    <w:div w:id="1208642343">
      <w:marLeft w:val="0"/>
      <w:marRight w:val="0"/>
      <w:marTop w:val="0"/>
      <w:marBottom w:val="0"/>
      <w:divBdr>
        <w:top w:val="none" w:sz="0" w:space="0" w:color="auto"/>
        <w:left w:val="none" w:sz="0" w:space="0" w:color="auto"/>
        <w:bottom w:val="none" w:sz="0" w:space="0" w:color="auto"/>
        <w:right w:val="none" w:sz="0" w:space="0" w:color="auto"/>
      </w:divBdr>
    </w:div>
    <w:div w:id="1208642344">
      <w:marLeft w:val="0"/>
      <w:marRight w:val="0"/>
      <w:marTop w:val="0"/>
      <w:marBottom w:val="0"/>
      <w:divBdr>
        <w:top w:val="none" w:sz="0" w:space="0" w:color="auto"/>
        <w:left w:val="none" w:sz="0" w:space="0" w:color="auto"/>
        <w:bottom w:val="none" w:sz="0" w:space="0" w:color="auto"/>
        <w:right w:val="none" w:sz="0" w:space="0" w:color="auto"/>
      </w:divBdr>
    </w:div>
    <w:div w:id="1208642345">
      <w:marLeft w:val="0"/>
      <w:marRight w:val="0"/>
      <w:marTop w:val="0"/>
      <w:marBottom w:val="0"/>
      <w:divBdr>
        <w:top w:val="none" w:sz="0" w:space="0" w:color="auto"/>
        <w:left w:val="none" w:sz="0" w:space="0" w:color="auto"/>
        <w:bottom w:val="none" w:sz="0" w:space="0" w:color="auto"/>
        <w:right w:val="none" w:sz="0" w:space="0" w:color="auto"/>
      </w:divBdr>
    </w:div>
    <w:div w:id="1208642346">
      <w:marLeft w:val="0"/>
      <w:marRight w:val="0"/>
      <w:marTop w:val="0"/>
      <w:marBottom w:val="0"/>
      <w:divBdr>
        <w:top w:val="none" w:sz="0" w:space="0" w:color="auto"/>
        <w:left w:val="none" w:sz="0" w:space="0" w:color="auto"/>
        <w:bottom w:val="none" w:sz="0" w:space="0" w:color="auto"/>
        <w:right w:val="none" w:sz="0" w:space="0" w:color="auto"/>
      </w:divBdr>
    </w:div>
    <w:div w:id="1208642347">
      <w:marLeft w:val="0"/>
      <w:marRight w:val="0"/>
      <w:marTop w:val="0"/>
      <w:marBottom w:val="0"/>
      <w:divBdr>
        <w:top w:val="none" w:sz="0" w:space="0" w:color="auto"/>
        <w:left w:val="none" w:sz="0" w:space="0" w:color="auto"/>
        <w:bottom w:val="none" w:sz="0" w:space="0" w:color="auto"/>
        <w:right w:val="none" w:sz="0" w:space="0" w:color="auto"/>
      </w:divBdr>
    </w:div>
    <w:div w:id="1208642348">
      <w:marLeft w:val="0"/>
      <w:marRight w:val="0"/>
      <w:marTop w:val="0"/>
      <w:marBottom w:val="0"/>
      <w:divBdr>
        <w:top w:val="none" w:sz="0" w:space="0" w:color="auto"/>
        <w:left w:val="none" w:sz="0" w:space="0" w:color="auto"/>
        <w:bottom w:val="none" w:sz="0" w:space="0" w:color="auto"/>
        <w:right w:val="none" w:sz="0" w:space="0" w:color="auto"/>
      </w:divBdr>
    </w:div>
    <w:div w:id="1208642349">
      <w:marLeft w:val="0"/>
      <w:marRight w:val="0"/>
      <w:marTop w:val="0"/>
      <w:marBottom w:val="0"/>
      <w:divBdr>
        <w:top w:val="none" w:sz="0" w:space="0" w:color="auto"/>
        <w:left w:val="none" w:sz="0" w:space="0" w:color="auto"/>
        <w:bottom w:val="none" w:sz="0" w:space="0" w:color="auto"/>
        <w:right w:val="none" w:sz="0" w:space="0" w:color="auto"/>
      </w:divBdr>
    </w:div>
    <w:div w:id="1208642350">
      <w:marLeft w:val="0"/>
      <w:marRight w:val="0"/>
      <w:marTop w:val="0"/>
      <w:marBottom w:val="0"/>
      <w:divBdr>
        <w:top w:val="none" w:sz="0" w:space="0" w:color="auto"/>
        <w:left w:val="none" w:sz="0" w:space="0" w:color="auto"/>
        <w:bottom w:val="none" w:sz="0" w:space="0" w:color="auto"/>
        <w:right w:val="none" w:sz="0" w:space="0" w:color="auto"/>
      </w:divBdr>
    </w:div>
    <w:div w:id="1208642351">
      <w:marLeft w:val="0"/>
      <w:marRight w:val="0"/>
      <w:marTop w:val="0"/>
      <w:marBottom w:val="0"/>
      <w:divBdr>
        <w:top w:val="none" w:sz="0" w:space="0" w:color="auto"/>
        <w:left w:val="none" w:sz="0" w:space="0" w:color="auto"/>
        <w:bottom w:val="none" w:sz="0" w:space="0" w:color="auto"/>
        <w:right w:val="none" w:sz="0" w:space="0" w:color="auto"/>
      </w:divBdr>
    </w:div>
    <w:div w:id="1208642352">
      <w:marLeft w:val="0"/>
      <w:marRight w:val="0"/>
      <w:marTop w:val="0"/>
      <w:marBottom w:val="0"/>
      <w:divBdr>
        <w:top w:val="none" w:sz="0" w:space="0" w:color="auto"/>
        <w:left w:val="none" w:sz="0" w:space="0" w:color="auto"/>
        <w:bottom w:val="none" w:sz="0" w:space="0" w:color="auto"/>
        <w:right w:val="none" w:sz="0" w:space="0" w:color="auto"/>
      </w:divBdr>
    </w:div>
    <w:div w:id="1208642353">
      <w:marLeft w:val="0"/>
      <w:marRight w:val="0"/>
      <w:marTop w:val="0"/>
      <w:marBottom w:val="0"/>
      <w:divBdr>
        <w:top w:val="none" w:sz="0" w:space="0" w:color="auto"/>
        <w:left w:val="none" w:sz="0" w:space="0" w:color="auto"/>
        <w:bottom w:val="none" w:sz="0" w:space="0" w:color="auto"/>
        <w:right w:val="none" w:sz="0" w:space="0" w:color="auto"/>
      </w:divBdr>
    </w:div>
    <w:div w:id="1208642354">
      <w:marLeft w:val="0"/>
      <w:marRight w:val="0"/>
      <w:marTop w:val="0"/>
      <w:marBottom w:val="0"/>
      <w:divBdr>
        <w:top w:val="none" w:sz="0" w:space="0" w:color="auto"/>
        <w:left w:val="none" w:sz="0" w:space="0" w:color="auto"/>
        <w:bottom w:val="none" w:sz="0" w:space="0" w:color="auto"/>
        <w:right w:val="none" w:sz="0" w:space="0" w:color="auto"/>
      </w:divBdr>
    </w:div>
    <w:div w:id="1208642355">
      <w:marLeft w:val="0"/>
      <w:marRight w:val="0"/>
      <w:marTop w:val="0"/>
      <w:marBottom w:val="0"/>
      <w:divBdr>
        <w:top w:val="none" w:sz="0" w:space="0" w:color="auto"/>
        <w:left w:val="none" w:sz="0" w:space="0" w:color="auto"/>
        <w:bottom w:val="none" w:sz="0" w:space="0" w:color="auto"/>
        <w:right w:val="none" w:sz="0" w:space="0" w:color="auto"/>
      </w:divBdr>
    </w:div>
    <w:div w:id="1208642356">
      <w:marLeft w:val="0"/>
      <w:marRight w:val="0"/>
      <w:marTop w:val="0"/>
      <w:marBottom w:val="0"/>
      <w:divBdr>
        <w:top w:val="none" w:sz="0" w:space="0" w:color="auto"/>
        <w:left w:val="none" w:sz="0" w:space="0" w:color="auto"/>
        <w:bottom w:val="none" w:sz="0" w:space="0" w:color="auto"/>
        <w:right w:val="none" w:sz="0" w:space="0" w:color="auto"/>
      </w:divBdr>
    </w:div>
    <w:div w:id="1208642357">
      <w:marLeft w:val="0"/>
      <w:marRight w:val="0"/>
      <w:marTop w:val="0"/>
      <w:marBottom w:val="0"/>
      <w:divBdr>
        <w:top w:val="none" w:sz="0" w:space="0" w:color="auto"/>
        <w:left w:val="none" w:sz="0" w:space="0" w:color="auto"/>
        <w:bottom w:val="none" w:sz="0" w:space="0" w:color="auto"/>
        <w:right w:val="none" w:sz="0" w:space="0" w:color="auto"/>
      </w:divBdr>
    </w:div>
    <w:div w:id="1208642358">
      <w:marLeft w:val="0"/>
      <w:marRight w:val="0"/>
      <w:marTop w:val="0"/>
      <w:marBottom w:val="0"/>
      <w:divBdr>
        <w:top w:val="none" w:sz="0" w:space="0" w:color="auto"/>
        <w:left w:val="none" w:sz="0" w:space="0" w:color="auto"/>
        <w:bottom w:val="none" w:sz="0" w:space="0" w:color="auto"/>
        <w:right w:val="none" w:sz="0" w:space="0" w:color="auto"/>
      </w:divBdr>
    </w:div>
    <w:div w:id="1208642359">
      <w:marLeft w:val="0"/>
      <w:marRight w:val="0"/>
      <w:marTop w:val="0"/>
      <w:marBottom w:val="0"/>
      <w:divBdr>
        <w:top w:val="none" w:sz="0" w:space="0" w:color="auto"/>
        <w:left w:val="none" w:sz="0" w:space="0" w:color="auto"/>
        <w:bottom w:val="none" w:sz="0" w:space="0" w:color="auto"/>
        <w:right w:val="none" w:sz="0" w:space="0" w:color="auto"/>
      </w:divBdr>
    </w:div>
    <w:div w:id="1208642360">
      <w:marLeft w:val="0"/>
      <w:marRight w:val="0"/>
      <w:marTop w:val="0"/>
      <w:marBottom w:val="0"/>
      <w:divBdr>
        <w:top w:val="none" w:sz="0" w:space="0" w:color="auto"/>
        <w:left w:val="none" w:sz="0" w:space="0" w:color="auto"/>
        <w:bottom w:val="none" w:sz="0" w:space="0" w:color="auto"/>
        <w:right w:val="none" w:sz="0" w:space="0" w:color="auto"/>
      </w:divBdr>
    </w:div>
    <w:div w:id="1208642363">
      <w:marLeft w:val="0"/>
      <w:marRight w:val="0"/>
      <w:marTop w:val="0"/>
      <w:marBottom w:val="0"/>
      <w:divBdr>
        <w:top w:val="none" w:sz="0" w:space="0" w:color="auto"/>
        <w:left w:val="none" w:sz="0" w:space="0" w:color="auto"/>
        <w:bottom w:val="none" w:sz="0" w:space="0" w:color="auto"/>
        <w:right w:val="none" w:sz="0" w:space="0" w:color="auto"/>
      </w:divBdr>
      <w:divsChild>
        <w:div w:id="1208642362">
          <w:marLeft w:val="0"/>
          <w:marRight w:val="0"/>
          <w:marTop w:val="0"/>
          <w:marBottom w:val="0"/>
          <w:divBdr>
            <w:top w:val="none" w:sz="0" w:space="0" w:color="auto"/>
            <w:left w:val="none" w:sz="0" w:space="0" w:color="auto"/>
            <w:bottom w:val="none" w:sz="0" w:space="0" w:color="auto"/>
            <w:right w:val="none" w:sz="0" w:space="0" w:color="auto"/>
          </w:divBdr>
        </w:div>
        <w:div w:id="1208642367">
          <w:marLeft w:val="0"/>
          <w:marRight w:val="0"/>
          <w:marTop w:val="0"/>
          <w:marBottom w:val="0"/>
          <w:divBdr>
            <w:top w:val="none" w:sz="0" w:space="0" w:color="auto"/>
            <w:left w:val="none" w:sz="0" w:space="0" w:color="auto"/>
            <w:bottom w:val="none" w:sz="0" w:space="0" w:color="auto"/>
            <w:right w:val="none" w:sz="0" w:space="0" w:color="auto"/>
          </w:divBdr>
        </w:div>
        <w:div w:id="1208642368">
          <w:marLeft w:val="0"/>
          <w:marRight w:val="0"/>
          <w:marTop w:val="0"/>
          <w:marBottom w:val="0"/>
          <w:divBdr>
            <w:top w:val="none" w:sz="0" w:space="0" w:color="auto"/>
            <w:left w:val="none" w:sz="0" w:space="0" w:color="auto"/>
            <w:bottom w:val="none" w:sz="0" w:space="0" w:color="auto"/>
            <w:right w:val="none" w:sz="0" w:space="0" w:color="auto"/>
          </w:divBdr>
        </w:div>
        <w:div w:id="1208642370">
          <w:marLeft w:val="0"/>
          <w:marRight w:val="0"/>
          <w:marTop w:val="0"/>
          <w:marBottom w:val="0"/>
          <w:divBdr>
            <w:top w:val="none" w:sz="0" w:space="0" w:color="auto"/>
            <w:left w:val="none" w:sz="0" w:space="0" w:color="auto"/>
            <w:bottom w:val="none" w:sz="0" w:space="0" w:color="auto"/>
            <w:right w:val="none" w:sz="0" w:space="0" w:color="auto"/>
          </w:divBdr>
        </w:div>
      </w:divsChild>
    </w:div>
    <w:div w:id="1208642369">
      <w:marLeft w:val="0"/>
      <w:marRight w:val="0"/>
      <w:marTop w:val="0"/>
      <w:marBottom w:val="0"/>
      <w:divBdr>
        <w:top w:val="none" w:sz="0" w:space="0" w:color="auto"/>
        <w:left w:val="none" w:sz="0" w:space="0" w:color="auto"/>
        <w:bottom w:val="none" w:sz="0" w:space="0" w:color="auto"/>
        <w:right w:val="none" w:sz="0" w:space="0" w:color="auto"/>
      </w:divBdr>
      <w:divsChild>
        <w:div w:id="1208642361">
          <w:marLeft w:val="0"/>
          <w:marRight w:val="0"/>
          <w:marTop w:val="120"/>
          <w:marBottom w:val="0"/>
          <w:divBdr>
            <w:top w:val="none" w:sz="0" w:space="0" w:color="auto"/>
            <w:left w:val="none" w:sz="0" w:space="0" w:color="auto"/>
            <w:bottom w:val="none" w:sz="0" w:space="0" w:color="auto"/>
            <w:right w:val="none" w:sz="0" w:space="0" w:color="auto"/>
          </w:divBdr>
          <w:divsChild>
            <w:div w:id="1208642365">
              <w:marLeft w:val="0"/>
              <w:marRight w:val="0"/>
              <w:marTop w:val="0"/>
              <w:marBottom w:val="0"/>
              <w:divBdr>
                <w:top w:val="none" w:sz="0" w:space="0" w:color="auto"/>
                <w:left w:val="none" w:sz="0" w:space="0" w:color="auto"/>
                <w:bottom w:val="none" w:sz="0" w:space="0" w:color="auto"/>
                <w:right w:val="none" w:sz="0" w:space="0" w:color="auto"/>
              </w:divBdr>
            </w:div>
            <w:div w:id="1208642371">
              <w:marLeft w:val="0"/>
              <w:marRight w:val="0"/>
              <w:marTop w:val="0"/>
              <w:marBottom w:val="0"/>
              <w:divBdr>
                <w:top w:val="none" w:sz="0" w:space="0" w:color="auto"/>
                <w:left w:val="none" w:sz="0" w:space="0" w:color="auto"/>
                <w:bottom w:val="none" w:sz="0" w:space="0" w:color="auto"/>
                <w:right w:val="none" w:sz="0" w:space="0" w:color="auto"/>
              </w:divBdr>
            </w:div>
          </w:divsChild>
        </w:div>
        <w:div w:id="1208642364">
          <w:marLeft w:val="0"/>
          <w:marRight w:val="0"/>
          <w:marTop w:val="120"/>
          <w:marBottom w:val="0"/>
          <w:divBdr>
            <w:top w:val="none" w:sz="0" w:space="0" w:color="auto"/>
            <w:left w:val="none" w:sz="0" w:space="0" w:color="auto"/>
            <w:bottom w:val="none" w:sz="0" w:space="0" w:color="auto"/>
            <w:right w:val="none" w:sz="0" w:space="0" w:color="auto"/>
          </w:divBdr>
          <w:divsChild>
            <w:div w:id="120864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642373">
      <w:marLeft w:val="0"/>
      <w:marRight w:val="0"/>
      <w:marTop w:val="0"/>
      <w:marBottom w:val="0"/>
      <w:divBdr>
        <w:top w:val="none" w:sz="0" w:space="0" w:color="auto"/>
        <w:left w:val="none" w:sz="0" w:space="0" w:color="auto"/>
        <w:bottom w:val="none" w:sz="0" w:space="0" w:color="auto"/>
        <w:right w:val="none" w:sz="0" w:space="0" w:color="auto"/>
      </w:divBdr>
      <w:divsChild>
        <w:div w:id="1208642375">
          <w:marLeft w:val="0"/>
          <w:marRight w:val="0"/>
          <w:marTop w:val="0"/>
          <w:marBottom w:val="0"/>
          <w:divBdr>
            <w:top w:val="none" w:sz="0" w:space="0" w:color="auto"/>
            <w:left w:val="none" w:sz="0" w:space="0" w:color="auto"/>
            <w:bottom w:val="none" w:sz="0" w:space="0" w:color="auto"/>
            <w:right w:val="none" w:sz="0" w:space="0" w:color="auto"/>
          </w:divBdr>
        </w:div>
        <w:div w:id="1208642384">
          <w:marLeft w:val="0"/>
          <w:marRight w:val="0"/>
          <w:marTop w:val="120"/>
          <w:marBottom w:val="0"/>
          <w:divBdr>
            <w:top w:val="none" w:sz="0" w:space="0" w:color="auto"/>
            <w:left w:val="none" w:sz="0" w:space="0" w:color="auto"/>
            <w:bottom w:val="none" w:sz="0" w:space="0" w:color="auto"/>
            <w:right w:val="none" w:sz="0" w:space="0" w:color="auto"/>
          </w:divBdr>
          <w:divsChild>
            <w:div w:id="1208642379">
              <w:marLeft w:val="0"/>
              <w:marRight w:val="0"/>
              <w:marTop w:val="0"/>
              <w:marBottom w:val="0"/>
              <w:divBdr>
                <w:top w:val="none" w:sz="0" w:space="0" w:color="auto"/>
                <w:left w:val="none" w:sz="0" w:space="0" w:color="auto"/>
                <w:bottom w:val="none" w:sz="0" w:space="0" w:color="auto"/>
                <w:right w:val="none" w:sz="0" w:space="0" w:color="auto"/>
              </w:divBdr>
            </w:div>
          </w:divsChild>
        </w:div>
        <w:div w:id="1208642389">
          <w:marLeft w:val="0"/>
          <w:marRight w:val="0"/>
          <w:marTop w:val="0"/>
          <w:marBottom w:val="0"/>
          <w:divBdr>
            <w:top w:val="none" w:sz="0" w:space="0" w:color="auto"/>
            <w:left w:val="none" w:sz="0" w:space="0" w:color="auto"/>
            <w:bottom w:val="none" w:sz="0" w:space="0" w:color="auto"/>
            <w:right w:val="none" w:sz="0" w:space="0" w:color="auto"/>
          </w:divBdr>
        </w:div>
        <w:div w:id="1208642391">
          <w:marLeft w:val="0"/>
          <w:marRight w:val="0"/>
          <w:marTop w:val="0"/>
          <w:marBottom w:val="0"/>
          <w:divBdr>
            <w:top w:val="none" w:sz="0" w:space="0" w:color="auto"/>
            <w:left w:val="none" w:sz="0" w:space="0" w:color="auto"/>
            <w:bottom w:val="none" w:sz="0" w:space="0" w:color="auto"/>
            <w:right w:val="none" w:sz="0" w:space="0" w:color="auto"/>
          </w:divBdr>
        </w:div>
      </w:divsChild>
    </w:div>
    <w:div w:id="1208642374">
      <w:marLeft w:val="0"/>
      <w:marRight w:val="0"/>
      <w:marTop w:val="0"/>
      <w:marBottom w:val="0"/>
      <w:divBdr>
        <w:top w:val="none" w:sz="0" w:space="0" w:color="auto"/>
        <w:left w:val="none" w:sz="0" w:space="0" w:color="auto"/>
        <w:bottom w:val="none" w:sz="0" w:space="0" w:color="auto"/>
        <w:right w:val="none" w:sz="0" w:space="0" w:color="auto"/>
      </w:divBdr>
    </w:div>
    <w:div w:id="1208642380">
      <w:marLeft w:val="0"/>
      <w:marRight w:val="0"/>
      <w:marTop w:val="0"/>
      <w:marBottom w:val="0"/>
      <w:divBdr>
        <w:top w:val="none" w:sz="0" w:space="0" w:color="auto"/>
        <w:left w:val="none" w:sz="0" w:space="0" w:color="auto"/>
        <w:bottom w:val="none" w:sz="0" w:space="0" w:color="auto"/>
        <w:right w:val="none" w:sz="0" w:space="0" w:color="auto"/>
      </w:divBdr>
    </w:div>
    <w:div w:id="1208642385">
      <w:marLeft w:val="0"/>
      <w:marRight w:val="0"/>
      <w:marTop w:val="0"/>
      <w:marBottom w:val="0"/>
      <w:divBdr>
        <w:top w:val="none" w:sz="0" w:space="0" w:color="auto"/>
        <w:left w:val="none" w:sz="0" w:space="0" w:color="auto"/>
        <w:bottom w:val="none" w:sz="0" w:space="0" w:color="auto"/>
        <w:right w:val="none" w:sz="0" w:space="0" w:color="auto"/>
      </w:divBdr>
      <w:divsChild>
        <w:div w:id="1208642372">
          <w:marLeft w:val="0"/>
          <w:marRight w:val="0"/>
          <w:marTop w:val="120"/>
          <w:marBottom w:val="0"/>
          <w:divBdr>
            <w:top w:val="none" w:sz="0" w:space="0" w:color="auto"/>
            <w:left w:val="none" w:sz="0" w:space="0" w:color="auto"/>
            <w:bottom w:val="none" w:sz="0" w:space="0" w:color="auto"/>
            <w:right w:val="none" w:sz="0" w:space="0" w:color="auto"/>
          </w:divBdr>
          <w:divsChild>
            <w:div w:id="1208642390">
              <w:marLeft w:val="0"/>
              <w:marRight w:val="0"/>
              <w:marTop w:val="0"/>
              <w:marBottom w:val="0"/>
              <w:divBdr>
                <w:top w:val="none" w:sz="0" w:space="0" w:color="auto"/>
                <w:left w:val="none" w:sz="0" w:space="0" w:color="auto"/>
                <w:bottom w:val="none" w:sz="0" w:space="0" w:color="auto"/>
                <w:right w:val="none" w:sz="0" w:space="0" w:color="auto"/>
              </w:divBdr>
            </w:div>
          </w:divsChild>
        </w:div>
        <w:div w:id="1208642376">
          <w:marLeft w:val="0"/>
          <w:marRight w:val="0"/>
          <w:marTop w:val="120"/>
          <w:marBottom w:val="0"/>
          <w:divBdr>
            <w:top w:val="none" w:sz="0" w:space="0" w:color="auto"/>
            <w:left w:val="none" w:sz="0" w:space="0" w:color="auto"/>
            <w:bottom w:val="none" w:sz="0" w:space="0" w:color="auto"/>
            <w:right w:val="none" w:sz="0" w:space="0" w:color="auto"/>
          </w:divBdr>
          <w:divsChild>
            <w:div w:id="1208642381">
              <w:marLeft w:val="0"/>
              <w:marRight w:val="0"/>
              <w:marTop w:val="0"/>
              <w:marBottom w:val="0"/>
              <w:divBdr>
                <w:top w:val="none" w:sz="0" w:space="0" w:color="auto"/>
                <w:left w:val="none" w:sz="0" w:space="0" w:color="auto"/>
                <w:bottom w:val="none" w:sz="0" w:space="0" w:color="auto"/>
                <w:right w:val="none" w:sz="0" w:space="0" w:color="auto"/>
              </w:divBdr>
            </w:div>
            <w:div w:id="1208642386">
              <w:marLeft w:val="0"/>
              <w:marRight w:val="0"/>
              <w:marTop w:val="0"/>
              <w:marBottom w:val="0"/>
              <w:divBdr>
                <w:top w:val="none" w:sz="0" w:space="0" w:color="auto"/>
                <w:left w:val="none" w:sz="0" w:space="0" w:color="auto"/>
                <w:bottom w:val="none" w:sz="0" w:space="0" w:color="auto"/>
                <w:right w:val="none" w:sz="0" w:space="0" w:color="auto"/>
              </w:divBdr>
            </w:div>
            <w:div w:id="1208642388">
              <w:marLeft w:val="0"/>
              <w:marRight w:val="0"/>
              <w:marTop w:val="0"/>
              <w:marBottom w:val="0"/>
              <w:divBdr>
                <w:top w:val="none" w:sz="0" w:space="0" w:color="auto"/>
                <w:left w:val="none" w:sz="0" w:space="0" w:color="auto"/>
                <w:bottom w:val="none" w:sz="0" w:space="0" w:color="auto"/>
                <w:right w:val="none" w:sz="0" w:space="0" w:color="auto"/>
              </w:divBdr>
            </w:div>
          </w:divsChild>
        </w:div>
        <w:div w:id="1208642382">
          <w:marLeft w:val="0"/>
          <w:marRight w:val="0"/>
          <w:marTop w:val="0"/>
          <w:marBottom w:val="0"/>
          <w:divBdr>
            <w:top w:val="none" w:sz="0" w:space="0" w:color="auto"/>
            <w:left w:val="none" w:sz="0" w:space="0" w:color="auto"/>
            <w:bottom w:val="none" w:sz="0" w:space="0" w:color="auto"/>
            <w:right w:val="none" w:sz="0" w:space="0" w:color="auto"/>
          </w:divBdr>
        </w:div>
        <w:div w:id="1208642383">
          <w:marLeft w:val="0"/>
          <w:marRight w:val="0"/>
          <w:marTop w:val="120"/>
          <w:marBottom w:val="0"/>
          <w:divBdr>
            <w:top w:val="none" w:sz="0" w:space="0" w:color="auto"/>
            <w:left w:val="none" w:sz="0" w:space="0" w:color="auto"/>
            <w:bottom w:val="none" w:sz="0" w:space="0" w:color="auto"/>
            <w:right w:val="none" w:sz="0" w:space="0" w:color="auto"/>
          </w:divBdr>
          <w:divsChild>
            <w:div w:id="1208642378">
              <w:marLeft w:val="0"/>
              <w:marRight w:val="0"/>
              <w:marTop w:val="0"/>
              <w:marBottom w:val="0"/>
              <w:divBdr>
                <w:top w:val="none" w:sz="0" w:space="0" w:color="auto"/>
                <w:left w:val="none" w:sz="0" w:space="0" w:color="auto"/>
                <w:bottom w:val="none" w:sz="0" w:space="0" w:color="auto"/>
                <w:right w:val="none" w:sz="0" w:space="0" w:color="auto"/>
              </w:divBdr>
            </w:div>
          </w:divsChild>
        </w:div>
        <w:div w:id="1208642387">
          <w:marLeft w:val="0"/>
          <w:marRight w:val="0"/>
          <w:marTop w:val="120"/>
          <w:marBottom w:val="0"/>
          <w:divBdr>
            <w:top w:val="none" w:sz="0" w:space="0" w:color="auto"/>
            <w:left w:val="none" w:sz="0" w:space="0" w:color="auto"/>
            <w:bottom w:val="none" w:sz="0" w:space="0" w:color="auto"/>
            <w:right w:val="none" w:sz="0" w:space="0" w:color="auto"/>
          </w:divBdr>
          <w:divsChild>
            <w:div w:id="120864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642392">
      <w:marLeft w:val="0"/>
      <w:marRight w:val="0"/>
      <w:marTop w:val="0"/>
      <w:marBottom w:val="0"/>
      <w:divBdr>
        <w:top w:val="none" w:sz="0" w:space="0" w:color="auto"/>
        <w:left w:val="none" w:sz="0" w:space="0" w:color="auto"/>
        <w:bottom w:val="none" w:sz="0" w:space="0" w:color="auto"/>
        <w:right w:val="none" w:sz="0" w:space="0" w:color="auto"/>
      </w:divBdr>
    </w:div>
    <w:div w:id="1208642393">
      <w:marLeft w:val="0"/>
      <w:marRight w:val="0"/>
      <w:marTop w:val="0"/>
      <w:marBottom w:val="0"/>
      <w:divBdr>
        <w:top w:val="none" w:sz="0" w:space="0" w:color="auto"/>
        <w:left w:val="none" w:sz="0" w:space="0" w:color="auto"/>
        <w:bottom w:val="none" w:sz="0" w:space="0" w:color="auto"/>
        <w:right w:val="none" w:sz="0" w:space="0" w:color="auto"/>
      </w:divBdr>
    </w:div>
    <w:div w:id="1208642394">
      <w:marLeft w:val="0"/>
      <w:marRight w:val="0"/>
      <w:marTop w:val="0"/>
      <w:marBottom w:val="0"/>
      <w:divBdr>
        <w:top w:val="none" w:sz="0" w:space="0" w:color="auto"/>
        <w:left w:val="none" w:sz="0" w:space="0" w:color="auto"/>
        <w:bottom w:val="none" w:sz="0" w:space="0" w:color="auto"/>
        <w:right w:val="none" w:sz="0" w:space="0" w:color="auto"/>
      </w:divBdr>
    </w:div>
    <w:div w:id="1208642395">
      <w:marLeft w:val="0"/>
      <w:marRight w:val="0"/>
      <w:marTop w:val="0"/>
      <w:marBottom w:val="0"/>
      <w:divBdr>
        <w:top w:val="none" w:sz="0" w:space="0" w:color="auto"/>
        <w:left w:val="none" w:sz="0" w:space="0" w:color="auto"/>
        <w:bottom w:val="none" w:sz="0" w:space="0" w:color="auto"/>
        <w:right w:val="none" w:sz="0" w:space="0" w:color="auto"/>
      </w:divBdr>
    </w:div>
    <w:div w:id="1208642396">
      <w:marLeft w:val="0"/>
      <w:marRight w:val="0"/>
      <w:marTop w:val="0"/>
      <w:marBottom w:val="0"/>
      <w:divBdr>
        <w:top w:val="none" w:sz="0" w:space="0" w:color="auto"/>
        <w:left w:val="none" w:sz="0" w:space="0" w:color="auto"/>
        <w:bottom w:val="none" w:sz="0" w:space="0" w:color="auto"/>
        <w:right w:val="none" w:sz="0" w:space="0" w:color="auto"/>
      </w:divBdr>
    </w:div>
    <w:div w:id="1208642397">
      <w:marLeft w:val="0"/>
      <w:marRight w:val="0"/>
      <w:marTop w:val="0"/>
      <w:marBottom w:val="0"/>
      <w:divBdr>
        <w:top w:val="none" w:sz="0" w:space="0" w:color="auto"/>
        <w:left w:val="none" w:sz="0" w:space="0" w:color="auto"/>
        <w:bottom w:val="none" w:sz="0" w:space="0" w:color="auto"/>
        <w:right w:val="none" w:sz="0" w:space="0" w:color="auto"/>
      </w:divBdr>
    </w:div>
    <w:div w:id="1208642398">
      <w:marLeft w:val="0"/>
      <w:marRight w:val="0"/>
      <w:marTop w:val="0"/>
      <w:marBottom w:val="0"/>
      <w:divBdr>
        <w:top w:val="none" w:sz="0" w:space="0" w:color="auto"/>
        <w:left w:val="none" w:sz="0" w:space="0" w:color="auto"/>
        <w:bottom w:val="none" w:sz="0" w:space="0" w:color="auto"/>
        <w:right w:val="none" w:sz="0" w:space="0" w:color="auto"/>
      </w:divBdr>
    </w:div>
    <w:div w:id="1208642401">
      <w:marLeft w:val="0"/>
      <w:marRight w:val="0"/>
      <w:marTop w:val="0"/>
      <w:marBottom w:val="0"/>
      <w:divBdr>
        <w:top w:val="none" w:sz="0" w:space="0" w:color="auto"/>
        <w:left w:val="none" w:sz="0" w:space="0" w:color="auto"/>
        <w:bottom w:val="none" w:sz="0" w:space="0" w:color="auto"/>
        <w:right w:val="none" w:sz="0" w:space="0" w:color="auto"/>
      </w:divBdr>
    </w:div>
    <w:div w:id="1208642402">
      <w:marLeft w:val="0"/>
      <w:marRight w:val="0"/>
      <w:marTop w:val="0"/>
      <w:marBottom w:val="0"/>
      <w:divBdr>
        <w:top w:val="none" w:sz="0" w:space="0" w:color="auto"/>
        <w:left w:val="none" w:sz="0" w:space="0" w:color="auto"/>
        <w:bottom w:val="none" w:sz="0" w:space="0" w:color="auto"/>
        <w:right w:val="none" w:sz="0" w:space="0" w:color="auto"/>
      </w:divBdr>
    </w:div>
    <w:div w:id="1208642405">
      <w:marLeft w:val="0"/>
      <w:marRight w:val="0"/>
      <w:marTop w:val="0"/>
      <w:marBottom w:val="0"/>
      <w:divBdr>
        <w:top w:val="none" w:sz="0" w:space="0" w:color="auto"/>
        <w:left w:val="none" w:sz="0" w:space="0" w:color="auto"/>
        <w:bottom w:val="none" w:sz="0" w:space="0" w:color="auto"/>
        <w:right w:val="none" w:sz="0" w:space="0" w:color="auto"/>
      </w:divBdr>
      <w:divsChild>
        <w:div w:id="1208642399">
          <w:marLeft w:val="0"/>
          <w:marRight w:val="0"/>
          <w:marTop w:val="0"/>
          <w:marBottom w:val="0"/>
          <w:divBdr>
            <w:top w:val="none" w:sz="0" w:space="0" w:color="auto"/>
            <w:left w:val="none" w:sz="0" w:space="0" w:color="auto"/>
            <w:bottom w:val="none" w:sz="0" w:space="0" w:color="auto"/>
            <w:right w:val="none" w:sz="0" w:space="0" w:color="auto"/>
          </w:divBdr>
        </w:div>
        <w:div w:id="1208642400">
          <w:marLeft w:val="0"/>
          <w:marRight w:val="0"/>
          <w:marTop w:val="0"/>
          <w:marBottom w:val="0"/>
          <w:divBdr>
            <w:top w:val="none" w:sz="0" w:space="0" w:color="auto"/>
            <w:left w:val="none" w:sz="0" w:space="0" w:color="auto"/>
            <w:bottom w:val="none" w:sz="0" w:space="0" w:color="auto"/>
            <w:right w:val="none" w:sz="0" w:space="0" w:color="auto"/>
          </w:divBdr>
        </w:div>
        <w:div w:id="1208642403">
          <w:marLeft w:val="0"/>
          <w:marRight w:val="0"/>
          <w:marTop w:val="0"/>
          <w:marBottom w:val="0"/>
          <w:divBdr>
            <w:top w:val="none" w:sz="0" w:space="0" w:color="auto"/>
            <w:left w:val="none" w:sz="0" w:space="0" w:color="auto"/>
            <w:bottom w:val="none" w:sz="0" w:space="0" w:color="auto"/>
            <w:right w:val="none" w:sz="0" w:space="0" w:color="auto"/>
          </w:divBdr>
        </w:div>
        <w:div w:id="1208642404">
          <w:marLeft w:val="0"/>
          <w:marRight w:val="0"/>
          <w:marTop w:val="120"/>
          <w:marBottom w:val="0"/>
          <w:divBdr>
            <w:top w:val="none" w:sz="0" w:space="0" w:color="auto"/>
            <w:left w:val="none" w:sz="0" w:space="0" w:color="auto"/>
            <w:bottom w:val="none" w:sz="0" w:space="0" w:color="auto"/>
            <w:right w:val="none" w:sz="0" w:space="0" w:color="auto"/>
          </w:divBdr>
          <w:divsChild>
            <w:div w:id="120864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642407">
      <w:marLeft w:val="0"/>
      <w:marRight w:val="0"/>
      <w:marTop w:val="0"/>
      <w:marBottom w:val="0"/>
      <w:divBdr>
        <w:top w:val="none" w:sz="0" w:space="0" w:color="auto"/>
        <w:left w:val="none" w:sz="0" w:space="0" w:color="auto"/>
        <w:bottom w:val="none" w:sz="0" w:space="0" w:color="auto"/>
        <w:right w:val="none" w:sz="0" w:space="0" w:color="auto"/>
      </w:divBdr>
    </w:div>
    <w:div w:id="1208642408">
      <w:marLeft w:val="0"/>
      <w:marRight w:val="0"/>
      <w:marTop w:val="0"/>
      <w:marBottom w:val="0"/>
      <w:divBdr>
        <w:top w:val="none" w:sz="0" w:space="0" w:color="auto"/>
        <w:left w:val="none" w:sz="0" w:space="0" w:color="auto"/>
        <w:bottom w:val="none" w:sz="0" w:space="0" w:color="auto"/>
        <w:right w:val="none" w:sz="0" w:space="0" w:color="auto"/>
      </w:divBdr>
    </w:div>
    <w:div w:id="1208642409">
      <w:marLeft w:val="0"/>
      <w:marRight w:val="0"/>
      <w:marTop w:val="0"/>
      <w:marBottom w:val="0"/>
      <w:divBdr>
        <w:top w:val="none" w:sz="0" w:space="0" w:color="auto"/>
        <w:left w:val="none" w:sz="0" w:space="0" w:color="auto"/>
        <w:bottom w:val="none" w:sz="0" w:space="0" w:color="auto"/>
        <w:right w:val="none" w:sz="0" w:space="0" w:color="auto"/>
      </w:divBdr>
    </w:div>
    <w:div w:id="1208642410">
      <w:marLeft w:val="0"/>
      <w:marRight w:val="0"/>
      <w:marTop w:val="0"/>
      <w:marBottom w:val="0"/>
      <w:divBdr>
        <w:top w:val="none" w:sz="0" w:space="0" w:color="auto"/>
        <w:left w:val="none" w:sz="0" w:space="0" w:color="auto"/>
        <w:bottom w:val="none" w:sz="0" w:space="0" w:color="auto"/>
        <w:right w:val="none" w:sz="0" w:space="0" w:color="auto"/>
      </w:divBdr>
    </w:div>
    <w:div w:id="1208642411">
      <w:marLeft w:val="0"/>
      <w:marRight w:val="0"/>
      <w:marTop w:val="0"/>
      <w:marBottom w:val="0"/>
      <w:divBdr>
        <w:top w:val="none" w:sz="0" w:space="0" w:color="auto"/>
        <w:left w:val="none" w:sz="0" w:space="0" w:color="auto"/>
        <w:bottom w:val="none" w:sz="0" w:space="0" w:color="auto"/>
        <w:right w:val="none" w:sz="0" w:space="0" w:color="auto"/>
      </w:divBdr>
    </w:div>
    <w:div w:id="1208642412">
      <w:marLeft w:val="0"/>
      <w:marRight w:val="0"/>
      <w:marTop w:val="0"/>
      <w:marBottom w:val="0"/>
      <w:divBdr>
        <w:top w:val="none" w:sz="0" w:space="0" w:color="auto"/>
        <w:left w:val="none" w:sz="0" w:space="0" w:color="auto"/>
        <w:bottom w:val="none" w:sz="0" w:space="0" w:color="auto"/>
        <w:right w:val="none" w:sz="0" w:space="0" w:color="auto"/>
      </w:divBdr>
    </w:div>
    <w:div w:id="1208642413">
      <w:marLeft w:val="0"/>
      <w:marRight w:val="0"/>
      <w:marTop w:val="0"/>
      <w:marBottom w:val="0"/>
      <w:divBdr>
        <w:top w:val="none" w:sz="0" w:space="0" w:color="auto"/>
        <w:left w:val="none" w:sz="0" w:space="0" w:color="auto"/>
        <w:bottom w:val="none" w:sz="0" w:space="0" w:color="auto"/>
        <w:right w:val="none" w:sz="0" w:space="0" w:color="auto"/>
      </w:divBdr>
    </w:div>
    <w:div w:id="1208642416">
      <w:marLeft w:val="0"/>
      <w:marRight w:val="0"/>
      <w:marTop w:val="0"/>
      <w:marBottom w:val="0"/>
      <w:divBdr>
        <w:top w:val="none" w:sz="0" w:space="0" w:color="auto"/>
        <w:left w:val="none" w:sz="0" w:space="0" w:color="auto"/>
        <w:bottom w:val="none" w:sz="0" w:space="0" w:color="auto"/>
        <w:right w:val="none" w:sz="0" w:space="0" w:color="auto"/>
      </w:divBdr>
      <w:divsChild>
        <w:div w:id="1208642415">
          <w:marLeft w:val="0"/>
          <w:marRight w:val="0"/>
          <w:marTop w:val="120"/>
          <w:marBottom w:val="0"/>
          <w:divBdr>
            <w:top w:val="none" w:sz="0" w:space="0" w:color="auto"/>
            <w:left w:val="none" w:sz="0" w:space="0" w:color="auto"/>
            <w:bottom w:val="none" w:sz="0" w:space="0" w:color="auto"/>
            <w:right w:val="none" w:sz="0" w:space="0" w:color="auto"/>
          </w:divBdr>
          <w:divsChild>
            <w:div w:id="1208642414">
              <w:marLeft w:val="0"/>
              <w:marRight w:val="0"/>
              <w:marTop w:val="0"/>
              <w:marBottom w:val="0"/>
              <w:divBdr>
                <w:top w:val="none" w:sz="0" w:space="0" w:color="auto"/>
                <w:left w:val="none" w:sz="0" w:space="0" w:color="auto"/>
                <w:bottom w:val="none" w:sz="0" w:space="0" w:color="auto"/>
                <w:right w:val="none" w:sz="0" w:space="0" w:color="auto"/>
              </w:divBdr>
            </w:div>
            <w:div w:id="1208642424">
              <w:marLeft w:val="0"/>
              <w:marRight w:val="0"/>
              <w:marTop w:val="0"/>
              <w:marBottom w:val="0"/>
              <w:divBdr>
                <w:top w:val="none" w:sz="0" w:space="0" w:color="auto"/>
                <w:left w:val="none" w:sz="0" w:space="0" w:color="auto"/>
                <w:bottom w:val="none" w:sz="0" w:space="0" w:color="auto"/>
                <w:right w:val="none" w:sz="0" w:space="0" w:color="auto"/>
              </w:divBdr>
            </w:div>
          </w:divsChild>
        </w:div>
        <w:div w:id="1208642417">
          <w:marLeft w:val="0"/>
          <w:marRight w:val="0"/>
          <w:marTop w:val="120"/>
          <w:marBottom w:val="0"/>
          <w:divBdr>
            <w:top w:val="none" w:sz="0" w:space="0" w:color="auto"/>
            <w:left w:val="none" w:sz="0" w:space="0" w:color="auto"/>
            <w:bottom w:val="none" w:sz="0" w:space="0" w:color="auto"/>
            <w:right w:val="none" w:sz="0" w:space="0" w:color="auto"/>
          </w:divBdr>
          <w:divsChild>
            <w:div w:id="1208642420">
              <w:marLeft w:val="0"/>
              <w:marRight w:val="0"/>
              <w:marTop w:val="0"/>
              <w:marBottom w:val="0"/>
              <w:divBdr>
                <w:top w:val="none" w:sz="0" w:space="0" w:color="auto"/>
                <w:left w:val="none" w:sz="0" w:space="0" w:color="auto"/>
                <w:bottom w:val="none" w:sz="0" w:space="0" w:color="auto"/>
                <w:right w:val="none" w:sz="0" w:space="0" w:color="auto"/>
              </w:divBdr>
            </w:div>
          </w:divsChild>
        </w:div>
        <w:div w:id="1208642425">
          <w:marLeft w:val="0"/>
          <w:marRight w:val="0"/>
          <w:marTop w:val="120"/>
          <w:marBottom w:val="0"/>
          <w:divBdr>
            <w:top w:val="none" w:sz="0" w:space="0" w:color="auto"/>
            <w:left w:val="none" w:sz="0" w:space="0" w:color="auto"/>
            <w:bottom w:val="none" w:sz="0" w:space="0" w:color="auto"/>
            <w:right w:val="none" w:sz="0" w:space="0" w:color="auto"/>
          </w:divBdr>
          <w:divsChild>
            <w:div w:id="120864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642422">
      <w:marLeft w:val="0"/>
      <w:marRight w:val="0"/>
      <w:marTop w:val="0"/>
      <w:marBottom w:val="0"/>
      <w:divBdr>
        <w:top w:val="none" w:sz="0" w:space="0" w:color="auto"/>
        <w:left w:val="none" w:sz="0" w:space="0" w:color="auto"/>
        <w:bottom w:val="none" w:sz="0" w:space="0" w:color="auto"/>
        <w:right w:val="none" w:sz="0" w:space="0" w:color="auto"/>
      </w:divBdr>
      <w:divsChild>
        <w:div w:id="1208642421">
          <w:marLeft w:val="0"/>
          <w:marRight w:val="0"/>
          <w:marTop w:val="120"/>
          <w:marBottom w:val="0"/>
          <w:divBdr>
            <w:top w:val="none" w:sz="0" w:space="0" w:color="auto"/>
            <w:left w:val="none" w:sz="0" w:space="0" w:color="auto"/>
            <w:bottom w:val="none" w:sz="0" w:space="0" w:color="auto"/>
            <w:right w:val="none" w:sz="0" w:space="0" w:color="auto"/>
          </w:divBdr>
          <w:divsChild>
            <w:div w:id="1208642426">
              <w:marLeft w:val="0"/>
              <w:marRight w:val="0"/>
              <w:marTop w:val="0"/>
              <w:marBottom w:val="0"/>
              <w:divBdr>
                <w:top w:val="none" w:sz="0" w:space="0" w:color="auto"/>
                <w:left w:val="none" w:sz="0" w:space="0" w:color="auto"/>
                <w:bottom w:val="none" w:sz="0" w:space="0" w:color="auto"/>
                <w:right w:val="none" w:sz="0" w:space="0" w:color="auto"/>
              </w:divBdr>
            </w:div>
          </w:divsChild>
        </w:div>
        <w:div w:id="1208642423">
          <w:marLeft w:val="0"/>
          <w:marRight w:val="0"/>
          <w:marTop w:val="120"/>
          <w:marBottom w:val="0"/>
          <w:divBdr>
            <w:top w:val="none" w:sz="0" w:space="0" w:color="auto"/>
            <w:left w:val="none" w:sz="0" w:space="0" w:color="auto"/>
            <w:bottom w:val="none" w:sz="0" w:space="0" w:color="auto"/>
            <w:right w:val="none" w:sz="0" w:space="0" w:color="auto"/>
          </w:divBdr>
          <w:divsChild>
            <w:div w:id="120864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642427">
      <w:marLeft w:val="0"/>
      <w:marRight w:val="0"/>
      <w:marTop w:val="0"/>
      <w:marBottom w:val="0"/>
      <w:divBdr>
        <w:top w:val="none" w:sz="0" w:space="0" w:color="auto"/>
        <w:left w:val="none" w:sz="0" w:space="0" w:color="auto"/>
        <w:bottom w:val="none" w:sz="0" w:space="0" w:color="auto"/>
        <w:right w:val="none" w:sz="0" w:space="0" w:color="auto"/>
      </w:divBdr>
    </w:div>
    <w:div w:id="1208642428">
      <w:marLeft w:val="0"/>
      <w:marRight w:val="0"/>
      <w:marTop w:val="0"/>
      <w:marBottom w:val="0"/>
      <w:divBdr>
        <w:top w:val="none" w:sz="0" w:space="0" w:color="auto"/>
        <w:left w:val="none" w:sz="0" w:space="0" w:color="auto"/>
        <w:bottom w:val="none" w:sz="0" w:space="0" w:color="auto"/>
        <w:right w:val="none" w:sz="0" w:space="0" w:color="auto"/>
      </w:divBdr>
    </w:div>
    <w:div w:id="1208642429">
      <w:marLeft w:val="0"/>
      <w:marRight w:val="0"/>
      <w:marTop w:val="0"/>
      <w:marBottom w:val="0"/>
      <w:divBdr>
        <w:top w:val="none" w:sz="0" w:space="0" w:color="auto"/>
        <w:left w:val="none" w:sz="0" w:space="0" w:color="auto"/>
        <w:bottom w:val="none" w:sz="0" w:space="0" w:color="auto"/>
        <w:right w:val="none" w:sz="0" w:space="0" w:color="auto"/>
      </w:divBdr>
    </w:div>
    <w:div w:id="1208642430">
      <w:marLeft w:val="0"/>
      <w:marRight w:val="0"/>
      <w:marTop w:val="0"/>
      <w:marBottom w:val="0"/>
      <w:divBdr>
        <w:top w:val="none" w:sz="0" w:space="0" w:color="auto"/>
        <w:left w:val="none" w:sz="0" w:space="0" w:color="auto"/>
        <w:bottom w:val="none" w:sz="0" w:space="0" w:color="auto"/>
        <w:right w:val="none" w:sz="0" w:space="0" w:color="auto"/>
      </w:divBdr>
    </w:div>
    <w:div w:id="1208642431">
      <w:marLeft w:val="0"/>
      <w:marRight w:val="0"/>
      <w:marTop w:val="0"/>
      <w:marBottom w:val="0"/>
      <w:divBdr>
        <w:top w:val="none" w:sz="0" w:space="0" w:color="auto"/>
        <w:left w:val="none" w:sz="0" w:space="0" w:color="auto"/>
        <w:bottom w:val="none" w:sz="0" w:space="0" w:color="auto"/>
        <w:right w:val="none" w:sz="0" w:space="0" w:color="auto"/>
      </w:divBdr>
    </w:div>
    <w:div w:id="1208642432">
      <w:marLeft w:val="0"/>
      <w:marRight w:val="0"/>
      <w:marTop w:val="0"/>
      <w:marBottom w:val="0"/>
      <w:divBdr>
        <w:top w:val="none" w:sz="0" w:space="0" w:color="auto"/>
        <w:left w:val="none" w:sz="0" w:space="0" w:color="auto"/>
        <w:bottom w:val="none" w:sz="0" w:space="0" w:color="auto"/>
        <w:right w:val="none" w:sz="0" w:space="0" w:color="auto"/>
      </w:divBdr>
    </w:div>
    <w:div w:id="1208642433">
      <w:marLeft w:val="0"/>
      <w:marRight w:val="0"/>
      <w:marTop w:val="0"/>
      <w:marBottom w:val="0"/>
      <w:divBdr>
        <w:top w:val="none" w:sz="0" w:space="0" w:color="auto"/>
        <w:left w:val="none" w:sz="0" w:space="0" w:color="auto"/>
        <w:bottom w:val="none" w:sz="0" w:space="0" w:color="auto"/>
        <w:right w:val="none" w:sz="0" w:space="0" w:color="auto"/>
      </w:divBdr>
    </w:div>
    <w:div w:id="1208642434">
      <w:marLeft w:val="0"/>
      <w:marRight w:val="0"/>
      <w:marTop w:val="0"/>
      <w:marBottom w:val="0"/>
      <w:divBdr>
        <w:top w:val="none" w:sz="0" w:space="0" w:color="auto"/>
        <w:left w:val="none" w:sz="0" w:space="0" w:color="auto"/>
        <w:bottom w:val="none" w:sz="0" w:space="0" w:color="auto"/>
        <w:right w:val="none" w:sz="0" w:space="0" w:color="auto"/>
      </w:divBdr>
      <w:divsChild>
        <w:div w:id="1208642438">
          <w:marLeft w:val="0"/>
          <w:marRight w:val="0"/>
          <w:marTop w:val="120"/>
          <w:marBottom w:val="0"/>
          <w:divBdr>
            <w:top w:val="none" w:sz="0" w:space="0" w:color="auto"/>
            <w:left w:val="none" w:sz="0" w:space="0" w:color="auto"/>
            <w:bottom w:val="none" w:sz="0" w:space="0" w:color="auto"/>
            <w:right w:val="none" w:sz="0" w:space="0" w:color="auto"/>
          </w:divBdr>
          <w:divsChild>
            <w:div w:id="1208642441">
              <w:marLeft w:val="0"/>
              <w:marRight w:val="0"/>
              <w:marTop w:val="0"/>
              <w:marBottom w:val="0"/>
              <w:divBdr>
                <w:top w:val="none" w:sz="0" w:space="0" w:color="auto"/>
                <w:left w:val="none" w:sz="0" w:space="0" w:color="auto"/>
                <w:bottom w:val="none" w:sz="0" w:space="0" w:color="auto"/>
                <w:right w:val="none" w:sz="0" w:space="0" w:color="auto"/>
              </w:divBdr>
            </w:div>
          </w:divsChild>
        </w:div>
        <w:div w:id="1208642439">
          <w:marLeft w:val="0"/>
          <w:marRight w:val="0"/>
          <w:marTop w:val="120"/>
          <w:marBottom w:val="0"/>
          <w:divBdr>
            <w:top w:val="none" w:sz="0" w:space="0" w:color="auto"/>
            <w:left w:val="none" w:sz="0" w:space="0" w:color="auto"/>
            <w:bottom w:val="none" w:sz="0" w:space="0" w:color="auto"/>
            <w:right w:val="none" w:sz="0" w:space="0" w:color="auto"/>
          </w:divBdr>
          <w:divsChild>
            <w:div w:id="1208642440">
              <w:marLeft w:val="0"/>
              <w:marRight w:val="0"/>
              <w:marTop w:val="0"/>
              <w:marBottom w:val="0"/>
              <w:divBdr>
                <w:top w:val="none" w:sz="0" w:space="0" w:color="auto"/>
                <w:left w:val="none" w:sz="0" w:space="0" w:color="auto"/>
                <w:bottom w:val="none" w:sz="0" w:space="0" w:color="auto"/>
                <w:right w:val="none" w:sz="0" w:space="0" w:color="auto"/>
              </w:divBdr>
            </w:div>
          </w:divsChild>
        </w:div>
        <w:div w:id="1208642442">
          <w:marLeft w:val="0"/>
          <w:marRight w:val="0"/>
          <w:marTop w:val="120"/>
          <w:marBottom w:val="0"/>
          <w:divBdr>
            <w:top w:val="none" w:sz="0" w:space="0" w:color="auto"/>
            <w:left w:val="none" w:sz="0" w:space="0" w:color="auto"/>
            <w:bottom w:val="none" w:sz="0" w:space="0" w:color="auto"/>
            <w:right w:val="none" w:sz="0" w:space="0" w:color="auto"/>
          </w:divBdr>
          <w:divsChild>
            <w:div w:id="1208642435">
              <w:marLeft w:val="0"/>
              <w:marRight w:val="0"/>
              <w:marTop w:val="0"/>
              <w:marBottom w:val="0"/>
              <w:divBdr>
                <w:top w:val="none" w:sz="0" w:space="0" w:color="auto"/>
                <w:left w:val="none" w:sz="0" w:space="0" w:color="auto"/>
                <w:bottom w:val="none" w:sz="0" w:space="0" w:color="auto"/>
                <w:right w:val="none" w:sz="0" w:space="0" w:color="auto"/>
              </w:divBdr>
            </w:div>
          </w:divsChild>
        </w:div>
        <w:div w:id="1208642443">
          <w:marLeft w:val="0"/>
          <w:marRight w:val="0"/>
          <w:marTop w:val="120"/>
          <w:marBottom w:val="0"/>
          <w:divBdr>
            <w:top w:val="none" w:sz="0" w:space="0" w:color="auto"/>
            <w:left w:val="none" w:sz="0" w:space="0" w:color="auto"/>
            <w:bottom w:val="none" w:sz="0" w:space="0" w:color="auto"/>
            <w:right w:val="none" w:sz="0" w:space="0" w:color="auto"/>
          </w:divBdr>
          <w:divsChild>
            <w:div w:id="1208642436">
              <w:marLeft w:val="0"/>
              <w:marRight w:val="0"/>
              <w:marTop w:val="0"/>
              <w:marBottom w:val="0"/>
              <w:divBdr>
                <w:top w:val="none" w:sz="0" w:space="0" w:color="auto"/>
                <w:left w:val="none" w:sz="0" w:space="0" w:color="auto"/>
                <w:bottom w:val="none" w:sz="0" w:space="0" w:color="auto"/>
                <w:right w:val="none" w:sz="0" w:space="0" w:color="auto"/>
              </w:divBdr>
            </w:div>
            <w:div w:id="120864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642447">
      <w:marLeft w:val="0"/>
      <w:marRight w:val="0"/>
      <w:marTop w:val="0"/>
      <w:marBottom w:val="0"/>
      <w:divBdr>
        <w:top w:val="none" w:sz="0" w:space="0" w:color="auto"/>
        <w:left w:val="none" w:sz="0" w:space="0" w:color="auto"/>
        <w:bottom w:val="none" w:sz="0" w:space="0" w:color="auto"/>
        <w:right w:val="none" w:sz="0" w:space="0" w:color="auto"/>
      </w:divBdr>
      <w:divsChild>
        <w:div w:id="1208642444">
          <w:marLeft w:val="0"/>
          <w:marRight w:val="0"/>
          <w:marTop w:val="0"/>
          <w:marBottom w:val="0"/>
          <w:divBdr>
            <w:top w:val="none" w:sz="0" w:space="0" w:color="auto"/>
            <w:left w:val="none" w:sz="0" w:space="0" w:color="auto"/>
            <w:bottom w:val="none" w:sz="0" w:space="0" w:color="auto"/>
            <w:right w:val="none" w:sz="0" w:space="0" w:color="auto"/>
          </w:divBdr>
        </w:div>
        <w:div w:id="1208642446">
          <w:marLeft w:val="0"/>
          <w:marRight w:val="0"/>
          <w:marTop w:val="0"/>
          <w:marBottom w:val="0"/>
          <w:divBdr>
            <w:top w:val="none" w:sz="0" w:space="0" w:color="auto"/>
            <w:left w:val="none" w:sz="0" w:space="0" w:color="auto"/>
            <w:bottom w:val="none" w:sz="0" w:space="0" w:color="auto"/>
            <w:right w:val="none" w:sz="0" w:space="0" w:color="auto"/>
          </w:divBdr>
          <w:divsChild>
            <w:div w:id="12086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642448">
      <w:marLeft w:val="0"/>
      <w:marRight w:val="0"/>
      <w:marTop w:val="0"/>
      <w:marBottom w:val="0"/>
      <w:divBdr>
        <w:top w:val="none" w:sz="0" w:space="0" w:color="auto"/>
        <w:left w:val="none" w:sz="0" w:space="0" w:color="auto"/>
        <w:bottom w:val="none" w:sz="0" w:space="0" w:color="auto"/>
        <w:right w:val="none" w:sz="0" w:space="0" w:color="auto"/>
      </w:divBdr>
    </w:div>
    <w:div w:id="1208642449">
      <w:marLeft w:val="0"/>
      <w:marRight w:val="0"/>
      <w:marTop w:val="0"/>
      <w:marBottom w:val="0"/>
      <w:divBdr>
        <w:top w:val="none" w:sz="0" w:space="0" w:color="auto"/>
        <w:left w:val="none" w:sz="0" w:space="0" w:color="auto"/>
        <w:bottom w:val="none" w:sz="0" w:space="0" w:color="auto"/>
        <w:right w:val="none" w:sz="0" w:space="0" w:color="auto"/>
      </w:divBdr>
    </w:div>
    <w:div w:id="1208642450">
      <w:marLeft w:val="0"/>
      <w:marRight w:val="0"/>
      <w:marTop w:val="0"/>
      <w:marBottom w:val="0"/>
      <w:divBdr>
        <w:top w:val="none" w:sz="0" w:space="0" w:color="auto"/>
        <w:left w:val="none" w:sz="0" w:space="0" w:color="auto"/>
        <w:bottom w:val="none" w:sz="0" w:space="0" w:color="auto"/>
        <w:right w:val="none" w:sz="0" w:space="0" w:color="auto"/>
      </w:divBdr>
    </w:div>
    <w:div w:id="1208642451">
      <w:marLeft w:val="0"/>
      <w:marRight w:val="0"/>
      <w:marTop w:val="0"/>
      <w:marBottom w:val="0"/>
      <w:divBdr>
        <w:top w:val="none" w:sz="0" w:space="0" w:color="auto"/>
        <w:left w:val="none" w:sz="0" w:space="0" w:color="auto"/>
        <w:bottom w:val="none" w:sz="0" w:space="0" w:color="auto"/>
        <w:right w:val="none" w:sz="0" w:space="0" w:color="auto"/>
      </w:divBdr>
    </w:div>
    <w:div w:id="1208642453">
      <w:marLeft w:val="0"/>
      <w:marRight w:val="0"/>
      <w:marTop w:val="0"/>
      <w:marBottom w:val="0"/>
      <w:divBdr>
        <w:top w:val="none" w:sz="0" w:space="0" w:color="auto"/>
        <w:left w:val="none" w:sz="0" w:space="0" w:color="auto"/>
        <w:bottom w:val="none" w:sz="0" w:space="0" w:color="auto"/>
        <w:right w:val="none" w:sz="0" w:space="0" w:color="auto"/>
      </w:divBdr>
      <w:divsChild>
        <w:div w:id="1208642452">
          <w:marLeft w:val="0"/>
          <w:marRight w:val="0"/>
          <w:marTop w:val="0"/>
          <w:marBottom w:val="0"/>
          <w:divBdr>
            <w:top w:val="none" w:sz="0" w:space="0" w:color="auto"/>
            <w:left w:val="none" w:sz="0" w:space="0" w:color="auto"/>
            <w:bottom w:val="none" w:sz="0" w:space="0" w:color="auto"/>
            <w:right w:val="none" w:sz="0" w:space="0" w:color="auto"/>
          </w:divBdr>
          <w:divsChild>
            <w:div w:id="120864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642455">
      <w:marLeft w:val="0"/>
      <w:marRight w:val="0"/>
      <w:marTop w:val="0"/>
      <w:marBottom w:val="0"/>
      <w:divBdr>
        <w:top w:val="none" w:sz="0" w:space="0" w:color="auto"/>
        <w:left w:val="none" w:sz="0" w:space="0" w:color="auto"/>
        <w:bottom w:val="none" w:sz="0" w:space="0" w:color="auto"/>
        <w:right w:val="none" w:sz="0" w:space="0" w:color="auto"/>
      </w:divBdr>
    </w:div>
    <w:div w:id="1208642456">
      <w:marLeft w:val="0"/>
      <w:marRight w:val="0"/>
      <w:marTop w:val="0"/>
      <w:marBottom w:val="0"/>
      <w:divBdr>
        <w:top w:val="none" w:sz="0" w:space="0" w:color="auto"/>
        <w:left w:val="none" w:sz="0" w:space="0" w:color="auto"/>
        <w:bottom w:val="none" w:sz="0" w:space="0" w:color="auto"/>
        <w:right w:val="none" w:sz="0" w:space="0" w:color="auto"/>
      </w:divBdr>
    </w:div>
    <w:div w:id="1208642457">
      <w:marLeft w:val="0"/>
      <w:marRight w:val="0"/>
      <w:marTop w:val="0"/>
      <w:marBottom w:val="0"/>
      <w:divBdr>
        <w:top w:val="none" w:sz="0" w:space="0" w:color="auto"/>
        <w:left w:val="none" w:sz="0" w:space="0" w:color="auto"/>
        <w:bottom w:val="none" w:sz="0" w:space="0" w:color="auto"/>
        <w:right w:val="none" w:sz="0" w:space="0" w:color="auto"/>
      </w:divBdr>
    </w:div>
    <w:div w:id="1208642458">
      <w:marLeft w:val="0"/>
      <w:marRight w:val="0"/>
      <w:marTop w:val="0"/>
      <w:marBottom w:val="0"/>
      <w:divBdr>
        <w:top w:val="none" w:sz="0" w:space="0" w:color="auto"/>
        <w:left w:val="none" w:sz="0" w:space="0" w:color="auto"/>
        <w:bottom w:val="none" w:sz="0" w:space="0" w:color="auto"/>
        <w:right w:val="none" w:sz="0" w:space="0" w:color="auto"/>
      </w:divBdr>
    </w:div>
    <w:div w:id="1208642459">
      <w:marLeft w:val="0"/>
      <w:marRight w:val="0"/>
      <w:marTop w:val="0"/>
      <w:marBottom w:val="0"/>
      <w:divBdr>
        <w:top w:val="none" w:sz="0" w:space="0" w:color="auto"/>
        <w:left w:val="none" w:sz="0" w:space="0" w:color="auto"/>
        <w:bottom w:val="none" w:sz="0" w:space="0" w:color="auto"/>
        <w:right w:val="none" w:sz="0" w:space="0" w:color="auto"/>
      </w:divBdr>
    </w:div>
    <w:div w:id="1208642460">
      <w:marLeft w:val="0"/>
      <w:marRight w:val="0"/>
      <w:marTop w:val="0"/>
      <w:marBottom w:val="0"/>
      <w:divBdr>
        <w:top w:val="none" w:sz="0" w:space="0" w:color="auto"/>
        <w:left w:val="none" w:sz="0" w:space="0" w:color="auto"/>
        <w:bottom w:val="none" w:sz="0" w:space="0" w:color="auto"/>
        <w:right w:val="none" w:sz="0" w:space="0" w:color="auto"/>
      </w:divBdr>
    </w:div>
    <w:div w:id="1208642461">
      <w:marLeft w:val="0"/>
      <w:marRight w:val="0"/>
      <w:marTop w:val="0"/>
      <w:marBottom w:val="0"/>
      <w:divBdr>
        <w:top w:val="none" w:sz="0" w:space="0" w:color="auto"/>
        <w:left w:val="none" w:sz="0" w:space="0" w:color="auto"/>
        <w:bottom w:val="none" w:sz="0" w:space="0" w:color="auto"/>
        <w:right w:val="none" w:sz="0" w:space="0" w:color="auto"/>
      </w:divBdr>
    </w:div>
    <w:div w:id="1208642462">
      <w:marLeft w:val="0"/>
      <w:marRight w:val="0"/>
      <w:marTop w:val="0"/>
      <w:marBottom w:val="0"/>
      <w:divBdr>
        <w:top w:val="none" w:sz="0" w:space="0" w:color="auto"/>
        <w:left w:val="none" w:sz="0" w:space="0" w:color="auto"/>
        <w:bottom w:val="none" w:sz="0" w:space="0" w:color="auto"/>
        <w:right w:val="none" w:sz="0" w:space="0" w:color="auto"/>
      </w:divBdr>
    </w:div>
    <w:div w:id="1208642463">
      <w:marLeft w:val="0"/>
      <w:marRight w:val="0"/>
      <w:marTop w:val="0"/>
      <w:marBottom w:val="0"/>
      <w:divBdr>
        <w:top w:val="none" w:sz="0" w:space="0" w:color="auto"/>
        <w:left w:val="none" w:sz="0" w:space="0" w:color="auto"/>
        <w:bottom w:val="none" w:sz="0" w:space="0" w:color="auto"/>
        <w:right w:val="none" w:sz="0" w:space="0" w:color="auto"/>
      </w:divBdr>
    </w:div>
    <w:div w:id="1208642464">
      <w:marLeft w:val="0"/>
      <w:marRight w:val="0"/>
      <w:marTop w:val="0"/>
      <w:marBottom w:val="0"/>
      <w:divBdr>
        <w:top w:val="none" w:sz="0" w:space="0" w:color="auto"/>
        <w:left w:val="none" w:sz="0" w:space="0" w:color="auto"/>
        <w:bottom w:val="none" w:sz="0" w:space="0" w:color="auto"/>
        <w:right w:val="none" w:sz="0" w:space="0" w:color="auto"/>
      </w:divBdr>
    </w:div>
    <w:div w:id="1208642465">
      <w:marLeft w:val="0"/>
      <w:marRight w:val="0"/>
      <w:marTop w:val="0"/>
      <w:marBottom w:val="0"/>
      <w:divBdr>
        <w:top w:val="none" w:sz="0" w:space="0" w:color="auto"/>
        <w:left w:val="none" w:sz="0" w:space="0" w:color="auto"/>
        <w:bottom w:val="none" w:sz="0" w:space="0" w:color="auto"/>
        <w:right w:val="none" w:sz="0" w:space="0" w:color="auto"/>
      </w:divBdr>
    </w:div>
    <w:div w:id="1208642466">
      <w:marLeft w:val="0"/>
      <w:marRight w:val="0"/>
      <w:marTop w:val="0"/>
      <w:marBottom w:val="0"/>
      <w:divBdr>
        <w:top w:val="none" w:sz="0" w:space="0" w:color="auto"/>
        <w:left w:val="none" w:sz="0" w:space="0" w:color="auto"/>
        <w:bottom w:val="none" w:sz="0" w:space="0" w:color="auto"/>
        <w:right w:val="none" w:sz="0" w:space="0" w:color="auto"/>
      </w:divBdr>
    </w:div>
    <w:div w:id="12086424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1</Pages>
  <Words>446</Words>
  <Characters>2457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Report - June / July 2017</dc:title>
  <dc:subject/>
  <dc:creator>gwartel@hotmail.com</dc:creator>
  <cp:keywords/>
  <dc:description/>
  <cp:lastModifiedBy>gwartel@hotmail.com</cp:lastModifiedBy>
  <cp:revision>3</cp:revision>
  <dcterms:created xsi:type="dcterms:W3CDTF">2021-04-10T01:44:00Z</dcterms:created>
  <dcterms:modified xsi:type="dcterms:W3CDTF">2021-04-10T01:58:00Z</dcterms:modified>
</cp:coreProperties>
</file>