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05E" w:rsidRPr="00A2539C" w:rsidRDefault="00DF505E" w:rsidP="00E817DA">
      <w:pPr>
        <w:pStyle w:val="Heading1"/>
        <w:shd w:val="clear" w:color="auto" w:fill="FFFFFF"/>
        <w:spacing w:before="0" w:beforeAutospacing="0" w:after="0" w:afterAutospacing="0"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Trebuchet MS" w:hAnsi="Trebuchet MS" w:cs="Arial"/>
          <w:smallCaps/>
          <w:shadow/>
          <w:sz w:val="36"/>
          <w:szCs w:val="36"/>
        </w:rPr>
        <w:t>Luna Nueva Transformadora</w:t>
      </w:r>
      <w:r w:rsidRPr="00654A95">
        <w:rPr>
          <w:rFonts w:ascii="Trebuchet MS" w:hAnsi="Trebuchet MS" w:cs="Arial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4 de Noviembre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DF505E" w:rsidRDefault="00DF505E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DF505E" w:rsidRPr="00AD41F4" w:rsidRDefault="00DF505E" w:rsidP="00AD41F4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AD41F4">
        <w:rPr>
          <w:rFonts w:ascii="Arial" w:hAnsi="Arial" w:cs="Arial"/>
          <w:sz w:val="20"/>
          <w:szCs w:val="20"/>
          <w:bdr w:val="none" w:sz="0" w:space="0" w:color="auto" w:frame="1"/>
        </w:rPr>
        <w:t>Durante la mayor parte de este año nos hemos mantenido den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tro de un ciclo de increíble san</w:t>
      </w:r>
      <w:r w:rsidRPr="00AD41F4">
        <w:rPr>
          <w:rFonts w:ascii="Arial" w:hAnsi="Arial" w:cs="Arial"/>
          <w:sz w:val="20"/>
          <w:szCs w:val="20"/>
          <w:bdr w:val="none" w:sz="0" w:space="0" w:color="auto" w:frame="1"/>
        </w:rPr>
        <w:t>ación, crecimiento y transformación. El cambio evolutivo ha sido el foco y, como resultado, nuestra transformación colectiva y personal se ha vuelto más urgente. Las energías predominantes nos han impulsado hacia una nueva conciencia de nosotros mismos y de nuestras emociones más profundas. Con la Luna Nueva de hoy entramos en el corredor previo al eclipse donde cual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quier energía deteriorada</w:t>
      </w:r>
      <w:r w:rsidRPr="00AD41F4">
        <w:rPr>
          <w:rFonts w:ascii="Arial" w:hAnsi="Arial" w:cs="Arial"/>
          <w:sz w:val="20"/>
          <w:szCs w:val="20"/>
          <w:bdr w:val="none" w:sz="0" w:space="0" w:color="auto" w:frame="1"/>
        </w:rPr>
        <w:t xml:space="preserve"> y estancada comenzará a cambiar preparándonos para el cierre de este poderoso año.  </w:t>
      </w:r>
    </w:p>
    <w:p w:rsidR="00DF505E" w:rsidRPr="00AD41F4" w:rsidRDefault="00DF505E" w:rsidP="00AD41F4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DF505E" w:rsidRPr="00AD41F4" w:rsidRDefault="00DF505E" w:rsidP="00AD41F4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DF505E" w:rsidRPr="00AD41F4" w:rsidRDefault="00DF505E" w:rsidP="00AD41F4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D41F4">
        <w:rPr>
          <w:rFonts w:ascii="Arial" w:hAnsi="Arial" w:cs="Arial"/>
          <w:sz w:val="20"/>
          <w:szCs w:val="20"/>
          <w:bdr w:val="none" w:sz="0" w:space="0" w:color="auto" w:frame="1"/>
        </w:rPr>
        <w:t>La Luna Nueva de hoy lleva la energía de la transformación, y esta energía se puede utilizar como catalizador para un cambio profundo. A medida que las energías se mueven profundamente en tu interior, puedes encontrar ondas del pasado que surgen para ser transmutadas y liberadas. Avanza con suavidad y atención a través de este tiempo y recuerda que a medida que se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 xml:space="preserve"> liberan viejas heridas, traumas</w:t>
      </w:r>
      <w:r w:rsidRPr="00AD41F4">
        <w:rPr>
          <w:rFonts w:ascii="Arial" w:hAnsi="Arial" w:cs="Arial"/>
          <w:sz w:val="20"/>
          <w:szCs w:val="20"/>
          <w:bdr w:val="none" w:sz="0" w:space="0" w:color="auto" w:frame="1"/>
        </w:rPr>
        <w:t xml:space="preserve"> y juicios, nacen nuevas perspectivas y nuevas comprensiones que cambian el curso de tu vida. 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Observa y se</w:t>
      </w:r>
      <w:r w:rsidRPr="00AD41F4">
        <w:rPr>
          <w:rFonts w:ascii="Arial" w:hAnsi="Arial" w:cs="Arial"/>
          <w:sz w:val="20"/>
          <w:szCs w:val="20"/>
          <w:bdr w:val="none" w:sz="0" w:space="0" w:color="auto" w:frame="1"/>
        </w:rPr>
        <w:t xml:space="preserve"> testigo de lo que ocurre cuando se libera y se permite adentrarse en los misterios de la vida.  </w:t>
      </w:r>
    </w:p>
    <w:p w:rsidR="00DF505E" w:rsidRDefault="00DF505E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</w:p>
    <w:p w:rsidR="00DF505E" w:rsidRPr="00052557" w:rsidRDefault="00DF505E" w:rsidP="005950D8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Mucho amor,</w:t>
      </w:r>
    </w:p>
    <w:p w:rsidR="00DF505E" w:rsidRPr="00052557" w:rsidRDefault="00DF505E" w:rsidP="00052557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Kate</w:t>
      </w:r>
    </w:p>
    <w:p w:rsidR="00DF505E" w:rsidRPr="00052557" w:rsidRDefault="00DF505E" w:rsidP="00052557">
      <w:pPr>
        <w:pStyle w:val="NormalWeb"/>
        <w:spacing w:beforeAutospacing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br/>
        <w:t>© 2021 Kate Spreckley http://www.spiritpathways.co.za</w:t>
      </w:r>
    </w:p>
    <w:p w:rsidR="00DF505E" w:rsidRPr="00052557" w:rsidRDefault="00DF505E" w:rsidP="00214DB7">
      <w:pPr>
        <w:pStyle w:val="NormalWeb"/>
        <w:shd w:val="clear" w:color="auto" w:fill="FAFFF8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Este artículo puede ser republicado como está, sin cambios y con todos los vínculos activos ©2021 Kate Ann Spreckley http://www.spiritpathways.co.za</w:t>
      </w:r>
      <w:r w:rsidRPr="00052557">
        <w:rPr>
          <w:rFonts w:ascii="Arial" w:hAnsi="Arial" w:cs="Arial"/>
          <w:sz w:val="20"/>
          <w:szCs w:val="20"/>
        </w:rPr>
        <w:br/>
      </w:r>
    </w:p>
    <w:p w:rsidR="00DF505E" w:rsidRPr="00052557" w:rsidRDefault="00DF505E" w:rsidP="00052557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 </w:t>
      </w:r>
    </w:p>
    <w:p w:rsidR="00DF505E" w:rsidRPr="00052557" w:rsidRDefault="00DF505E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 xml:space="preserve">Pueden descargar las canalizaciones y artículos de Kate Spreckley en español, en archivo Word, en http://www.manantialcaduceo.com.ar/libros.htm </w:t>
      </w:r>
    </w:p>
    <w:p w:rsidR="00DF505E" w:rsidRPr="00052557" w:rsidRDefault="00DF505E" w:rsidP="00052557">
      <w:pPr>
        <w:pStyle w:val="NormalWeb"/>
        <w:shd w:val="clear" w:color="auto" w:fill="FFFFFF"/>
        <w:spacing w:after="324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DF505E" w:rsidRPr="00052557" w:rsidRDefault="00DF505E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i/>
          <w:iCs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DF505E" w:rsidRPr="00052557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55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D21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9E8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52A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5D7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0A7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18E"/>
    <w:rsid w:val="002145ED"/>
    <w:rsid w:val="00214689"/>
    <w:rsid w:val="0021485E"/>
    <w:rsid w:val="00214D30"/>
    <w:rsid w:val="00214DB7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66F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79E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623"/>
    <w:rsid w:val="00272713"/>
    <w:rsid w:val="0027286B"/>
    <w:rsid w:val="00272A1B"/>
    <w:rsid w:val="00272EB3"/>
    <w:rsid w:val="00273384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6E91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5A9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04B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7EE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50A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4EC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94C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C98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BFF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07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9A9"/>
    <w:rsid w:val="00470A17"/>
    <w:rsid w:val="00471026"/>
    <w:rsid w:val="00471161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37E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598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2F8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C37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0D8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4D1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46E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3D1F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3BDF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3FEB"/>
    <w:rsid w:val="006543F4"/>
    <w:rsid w:val="00654405"/>
    <w:rsid w:val="00654A9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02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513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88C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CAC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5D3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77B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D02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4BC9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02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6C1E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4F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8F8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6801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4F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D0D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988"/>
    <w:rsid w:val="00A95B87"/>
    <w:rsid w:val="00A95B8F"/>
    <w:rsid w:val="00A95EE6"/>
    <w:rsid w:val="00A962FB"/>
    <w:rsid w:val="00A9643F"/>
    <w:rsid w:val="00A9693B"/>
    <w:rsid w:val="00A96C66"/>
    <w:rsid w:val="00A970EC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CE9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C43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2AF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1F4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27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659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47BF1"/>
    <w:rsid w:val="00B504FA"/>
    <w:rsid w:val="00B51016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AD8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46E1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358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751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A7DF5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B7FF9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882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9A2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299"/>
    <w:rsid w:val="00C064ED"/>
    <w:rsid w:val="00C06A56"/>
    <w:rsid w:val="00C06A78"/>
    <w:rsid w:val="00C07102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BD3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BE8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A1D"/>
    <w:rsid w:val="00CE6CF8"/>
    <w:rsid w:val="00CE7251"/>
    <w:rsid w:val="00CE7445"/>
    <w:rsid w:val="00CE7B35"/>
    <w:rsid w:val="00CE7D4A"/>
    <w:rsid w:val="00CF004E"/>
    <w:rsid w:val="00CF02B9"/>
    <w:rsid w:val="00CF034E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2EB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561"/>
    <w:rsid w:val="00D15647"/>
    <w:rsid w:val="00D15888"/>
    <w:rsid w:val="00D15F70"/>
    <w:rsid w:val="00D16665"/>
    <w:rsid w:val="00D16732"/>
    <w:rsid w:val="00D168CC"/>
    <w:rsid w:val="00D16BBE"/>
    <w:rsid w:val="00D16C1D"/>
    <w:rsid w:val="00D16C94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01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727D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26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094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05E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676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77E"/>
    <w:rsid w:val="00E80983"/>
    <w:rsid w:val="00E80B91"/>
    <w:rsid w:val="00E8104C"/>
    <w:rsid w:val="00E8150D"/>
    <w:rsid w:val="00E817DA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74A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787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15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2E"/>
    <w:rsid w:val="00F413FC"/>
    <w:rsid w:val="00F41464"/>
    <w:rsid w:val="00F41781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B53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02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02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02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02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021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0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02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1960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02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02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021957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1932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021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9021935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021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02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02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02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021949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1962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9021971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02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02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02193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529021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9021944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9021954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902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1942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021963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02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02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021928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02195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193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021967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021934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021953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9021970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902196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1930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02193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021941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021955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9021964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02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02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02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021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02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02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02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02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02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0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02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02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02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02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02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02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02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02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02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02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02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902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2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02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02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022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022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022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02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02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21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02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022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02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1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0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02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2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0221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02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02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02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0221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02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02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2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02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022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022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02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22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022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02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22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022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0222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0222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02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02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02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02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227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274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52902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227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277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52902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02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02234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02228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902228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02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022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02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022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902229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2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902229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2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902229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902230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2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902231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2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902232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2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902233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902234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2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902234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902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2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02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02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02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902237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2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902238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90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02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0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02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022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9022321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2366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02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02234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02236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29022324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1529022285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022343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2902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2289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02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02229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02230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2902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2369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02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02235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902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02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02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235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022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02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022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29022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1529022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902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022313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022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9022359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2362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022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022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529022375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9022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902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022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529022320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9022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9022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022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529022340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9022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02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41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02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02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477</Words>
  <Characters>2624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2021-11-04T13:42:00Z</dcterms:created>
  <dcterms:modified xsi:type="dcterms:W3CDTF">2021-11-04T14:00:00Z</dcterms:modified>
</cp:coreProperties>
</file>