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563" w:rsidRPr="007D0F95" w:rsidRDefault="00731563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Metamorfosis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22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731563" w:rsidRPr="00A908CC" w:rsidRDefault="00731563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731563" w:rsidRDefault="00731563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731563" w:rsidRPr="005573D9" w:rsidRDefault="00731563" w:rsidP="005573D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5573D9">
        <w:rPr>
          <w:rFonts w:ascii="Arial" w:hAnsi="Arial" w:cs="Arial"/>
          <w:sz w:val="20"/>
          <w:szCs w:val="20"/>
        </w:rPr>
        <w:t>Hoy, Mercurio va directo después de tres semanas de movimiento retrógrado durante las cuales se han producido cambios y transformaciones profundamente arraigados. Con el cambio de dirección de Mercurio, podemos esperar que surja algo de claridad, enfoque y dirección con una mayor sensación de libertad, energía y creatividad. Sin embargo, todavía estamos procesando e integrando la energía del solsticio que nos impulsa a tomarnos un tiempo para nutrirnos y cuidarnos.</w:t>
      </w:r>
    </w:p>
    <w:p w:rsidR="00731563" w:rsidRPr="005573D9" w:rsidRDefault="00731563" w:rsidP="005573D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731563" w:rsidRPr="005573D9" w:rsidRDefault="00731563" w:rsidP="005573D9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5573D9">
        <w:rPr>
          <w:rFonts w:ascii="Arial" w:hAnsi="Arial" w:cs="Arial"/>
          <w:sz w:val="20"/>
          <w:szCs w:val="20"/>
        </w:rPr>
        <w:t>Actualmente estás atravesando un tiempo interior de renovación en el que se te insta a encontrar la quietud interior. Como una oruga que se transforma en mariposa, hay un proceso mágico que se desarrolla en las profundidades de tu ser y que requiere un período de incubación. Esta incubación permite que las células de tu cuerpo experimenten y completen una profunda metamorfosis. Durante este tiempo y antes de la Luna Llena a finales de esta semana, el descanso es esencial, ya que le da a tu cuerpo el tiempo y la energía que necesita para atravesar este proceso.</w:t>
      </w:r>
    </w:p>
    <w:p w:rsidR="00731563" w:rsidRDefault="00731563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731563" w:rsidRPr="00EA0DA6" w:rsidRDefault="00731563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731563" w:rsidRPr="004B29DB" w:rsidRDefault="00731563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B29DB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B29DB">
        <w:rPr>
          <w:rFonts w:ascii="Arial" w:hAnsi="Arial" w:cs="Arial"/>
          <w:sz w:val="20"/>
          <w:szCs w:val="20"/>
        </w:rPr>
        <w:t>http://www.spiritpathways.co.za</w:t>
      </w:r>
    </w:p>
    <w:p w:rsidR="00731563" w:rsidRPr="00F73237" w:rsidRDefault="00731563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731563" w:rsidRDefault="00731563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731563" w:rsidRDefault="00731563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731563" w:rsidRDefault="00731563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31563" w:rsidRDefault="00731563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31563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563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63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6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63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63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67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6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4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3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763064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3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76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66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7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63068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6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05763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63065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63066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63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5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3067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76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4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66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3067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3064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3066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63068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63067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4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306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306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63066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63067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6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3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63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3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63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63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6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9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30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3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445</Words>
  <Characters>2453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2021-06-23T19:52:00Z</dcterms:created>
  <dcterms:modified xsi:type="dcterms:W3CDTF">2021-06-23T19:52:00Z</dcterms:modified>
</cp:coreProperties>
</file>