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9B" w:rsidRPr="00A2539C" w:rsidRDefault="00FE0D9B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Pausar, Evaluar, Explorar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12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FE0D9B" w:rsidRDefault="00FE0D9B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FE0D9B" w:rsidRPr="005F25F7" w:rsidRDefault="00FE0D9B" w:rsidP="005F25F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Con el código energético 11:11 ahora pulsando dentro de nosotros, la energía de nuevos comienzos cobrará impulso. Entre ahora y el próximo Eclipse de Luna Llena se nos ofrece la oportunidad de hacer una pausa, evaluar y explorar el círculo infinito de nuestra conciencia en expansión. Al hacerlo, nos conectamos más profundamente con nuestra alma y traemos a nuestra conciencia una nueva comprensión de las acciones constructivas que ahora necesitábamos tomar.  </w:t>
      </w:r>
    </w:p>
    <w:p w:rsidR="00FE0D9B" w:rsidRPr="005F25F7" w:rsidRDefault="00FE0D9B" w:rsidP="005F25F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FE0D9B" w:rsidRPr="005F25F7" w:rsidRDefault="00FE0D9B" w:rsidP="005F25F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:rsidR="00FE0D9B" w:rsidRPr="005F25F7" w:rsidRDefault="00FE0D9B" w:rsidP="005F25F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Puede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 xml:space="preserve"> sentir una mayor sensación de libertad interior a medida que finalmente se liberan los límites del pasado. Como resultado, encontrará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 xml:space="preserve"> que está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 xml:space="preserve"> viendo la vida de una manera nueva con nueva inspiración e ideas que comienzan a fluir. Cualquier limitación que sienta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 xml:space="preserve"> ahora es simplemente una ilusión del pasado que debe liberarse.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Recuerda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 xml:space="preserve"> que la conciencia que ha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z logrado hasta ahora t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e brind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a una perspectiva objetiva que t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e permite ll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evar la sabiduría y la guía de t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u alma a un espacio más tangible.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Las soluciones de apoyo a t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u experiencia de vida actual se revelarán a medida que conscientemente haga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 tiempo para conectarte con t</w:t>
      </w:r>
      <w:r w:rsidRPr="005F25F7">
        <w:rPr>
          <w:rFonts w:ascii="Arial" w:hAnsi="Arial" w:cs="Arial"/>
          <w:sz w:val="20"/>
          <w:szCs w:val="20"/>
          <w:bdr w:val="none" w:sz="0" w:space="0" w:color="auto" w:frame="1"/>
        </w:rPr>
        <w:t>u alma.    </w:t>
      </w:r>
    </w:p>
    <w:p w:rsidR="00FE0D9B" w:rsidRPr="00052557" w:rsidRDefault="00FE0D9B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FE0D9B" w:rsidRPr="00052557" w:rsidRDefault="00FE0D9B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FE0D9B" w:rsidRPr="00052557" w:rsidRDefault="00FE0D9B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FE0D9B" w:rsidRPr="00052557" w:rsidRDefault="00FE0D9B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FE0D9B" w:rsidRPr="00052557" w:rsidRDefault="00FE0D9B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FE0D9B" w:rsidRPr="00052557" w:rsidRDefault="00FE0D9B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FE0D9B" w:rsidRPr="00052557" w:rsidRDefault="00FE0D9B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</w:r>
    </w:p>
    <w:sectPr w:rsidR="00FE0D9B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4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19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19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17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34917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83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18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20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34920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17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94834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18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34919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34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18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20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83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16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19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17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20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17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19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20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19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16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1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17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19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20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34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9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51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51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9483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51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51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94834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5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4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6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4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6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83496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3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34955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60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8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959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834956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948349523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8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83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52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954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83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60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958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3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34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83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94834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34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551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34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8349597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600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4834961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349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834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4834955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34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83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49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4834957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34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318</Words>
  <Characters>1751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2021-11-12T19:43:00Z</dcterms:created>
  <dcterms:modified xsi:type="dcterms:W3CDTF">2021-11-12T19:48:00Z</dcterms:modified>
</cp:coreProperties>
</file>