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6B" w:rsidRPr="007D0F95" w:rsidRDefault="00337C6B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 xml:space="preserve">Permitir que la transicion y los cambios se resuelvan 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30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337C6B" w:rsidRPr="00A908CC" w:rsidRDefault="00337C6B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337C6B" w:rsidRDefault="00337C6B" w:rsidP="00886690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337C6B" w:rsidRPr="00886690" w:rsidRDefault="00337C6B" w:rsidP="0088669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886690">
        <w:rPr>
          <w:rFonts w:ascii="Arial" w:hAnsi="Arial" w:cs="Arial"/>
          <w:sz w:val="20"/>
          <w:szCs w:val="20"/>
        </w:rPr>
        <w:t>Ha sido un gran mes energéticamente que ha permitido que ocurran algunos cambios internos increíblemente poderosos. Las energías durante el último mes han enfocado el poder que tenemos para iniciar y crear una vida que es guiada y dirigida por nuestra alma. Como resultado, nuestro enfoque, valores y lo que nos impulsa ha cambiado. Estamos siendo empujados a la quietud para permitir que estas transiciones y cambios se asienten. A medida que procesamos e integramos todo lo que ha surgido en este tiempo, debemos permitirnos el espacio necesario para encontrar el equilibrio y la igualdad.</w:t>
      </w:r>
    </w:p>
    <w:p w:rsidR="00337C6B" w:rsidRPr="00886690" w:rsidRDefault="00337C6B" w:rsidP="0088669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color w:val="394836"/>
          <w:sz w:val="20"/>
          <w:szCs w:val="20"/>
        </w:rPr>
      </w:pPr>
      <w:r w:rsidRPr="00886690">
        <w:rPr>
          <w:rFonts w:ascii="Arial" w:hAnsi="Arial" w:cs="Arial"/>
          <w:sz w:val="20"/>
          <w:szCs w:val="20"/>
        </w:rPr>
        <w:t>Se consciente de tus niveles de energía y de lo que puedes tolerar en este momento</w:t>
      </w:r>
      <w:r w:rsidRPr="00886690">
        <w:rPr>
          <w:rFonts w:ascii="Arial" w:hAnsi="Arial" w:cs="Arial"/>
          <w:color w:val="394836"/>
          <w:sz w:val="20"/>
          <w:szCs w:val="20"/>
        </w:rPr>
        <w:t>.</w:t>
      </w:r>
    </w:p>
    <w:p w:rsidR="00337C6B" w:rsidRDefault="00337C6B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337C6B" w:rsidRPr="00EA0DA6" w:rsidRDefault="00337C6B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337C6B" w:rsidRPr="004B29DB" w:rsidRDefault="00337C6B" w:rsidP="00A76136">
      <w:pPr>
        <w:pStyle w:val="NormalWeb"/>
        <w:spacing w:beforeAutospacing="0" w:afterAutospacing="0"/>
        <w:jc w:val="both"/>
        <w:rPr>
          <w:color w:val="666699"/>
        </w:rPr>
      </w:pPr>
      <w:r w:rsidRPr="004B29DB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4B29DB">
        <w:rPr>
          <w:rFonts w:ascii="Arial" w:hAnsi="Arial" w:cs="Arial"/>
          <w:sz w:val="20"/>
          <w:szCs w:val="20"/>
        </w:rPr>
        <w:t>http://www.spiritpathways.co.za</w:t>
      </w:r>
    </w:p>
    <w:p w:rsidR="00337C6B" w:rsidRPr="00F73237" w:rsidRDefault="00337C6B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337C6B" w:rsidRDefault="00337C6B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337C6B" w:rsidRDefault="00337C6B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337C6B" w:rsidRDefault="00337C6B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337C6B" w:rsidRDefault="00337C6B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337C6B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9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9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79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79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79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984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9984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981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79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9799822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79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979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9983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984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79985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9982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66979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979983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79984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79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982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79985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97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9815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9983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982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79985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79982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79984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979985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979984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981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79981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79982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79984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979985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79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9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79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9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9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979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99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99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99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79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80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0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0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80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0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0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0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0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0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80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80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1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161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6698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0016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00164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66980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396</Words>
  <Characters>2183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2021-06-30T22:55:00Z</dcterms:created>
  <dcterms:modified xsi:type="dcterms:W3CDTF">2021-07-01T00:23:00Z</dcterms:modified>
</cp:coreProperties>
</file>