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3DB" w:rsidRPr="007D0F95" w:rsidRDefault="00A053DB" w:rsidP="007D0F95">
      <w:pPr>
        <w:pStyle w:val="Heading1"/>
        <w:shd w:val="clear" w:color="auto" w:fill="FBFFFA"/>
        <w:spacing w:before="0" w:beforeAutospacing="0" w:after="210" w:afterAutospacing="0"/>
        <w:jc w:val="center"/>
        <w:rPr>
          <w:rFonts w:ascii="Arial" w:hAnsi="Arial" w:cs="Arial"/>
          <w:b w:val="0"/>
          <w:color w:val="748770"/>
          <w:sz w:val="36"/>
          <w:szCs w:val="36"/>
        </w:rPr>
      </w:pPr>
      <w:r>
        <w:rPr>
          <w:rFonts w:ascii="Trebuchet MS" w:hAnsi="Trebuchet MS"/>
          <w:smallCaps/>
          <w:shadow/>
          <w:sz w:val="36"/>
          <w:szCs w:val="36"/>
        </w:rPr>
        <w:t>Poderosa Luna Llena</w:t>
      </w:r>
      <w:r w:rsidRPr="00C63813">
        <w:rPr>
          <w:rFonts w:ascii="Trebuchet MS" w:hAnsi="Trebuchet MS"/>
          <w:smallCaps/>
          <w:shadow/>
          <w:sz w:val="36"/>
          <w:szCs w:val="36"/>
        </w:rPr>
        <w:br/>
      </w:r>
      <w:r>
        <w:rPr>
          <w:rFonts w:ascii="Arial" w:hAnsi="Arial" w:cs="Arial"/>
          <w:sz w:val="20"/>
        </w:rPr>
        <w:t>Kate A. Spreckley</w:t>
      </w:r>
      <w:r>
        <w:rPr>
          <w:rFonts w:ascii="Arial" w:hAnsi="Arial" w:cs="Arial"/>
          <w:sz w:val="20"/>
        </w:rPr>
        <w:br/>
        <w:t>26 de Abril</w:t>
      </w:r>
      <w:r w:rsidRPr="007D0F95">
        <w:rPr>
          <w:rFonts w:ascii="Arial" w:hAnsi="Arial" w:cs="Arial"/>
          <w:sz w:val="20"/>
        </w:rPr>
        <w:t xml:space="preserve"> 2021</w:t>
      </w:r>
      <w:r w:rsidRPr="007D0F95">
        <w:rPr>
          <w:rFonts w:ascii="Arial" w:hAnsi="Arial" w:cs="Arial"/>
          <w:sz w:val="20"/>
        </w:rPr>
        <w:br/>
      </w:r>
      <w:r w:rsidRPr="00B37D2C">
        <w:rPr>
          <w:rFonts w:ascii="Arial" w:hAnsi="Arial" w:cs="Arial"/>
          <w:sz w:val="20"/>
        </w:rPr>
        <w:t>http://www.spiritpathways.co.za</w:t>
      </w:r>
    </w:p>
    <w:p w:rsidR="00A053DB" w:rsidRPr="00A908CC" w:rsidRDefault="00A053DB" w:rsidP="00581055">
      <w:pPr>
        <w:pStyle w:val="Heading1"/>
        <w:shd w:val="clear" w:color="auto" w:fill="FBFFFA"/>
        <w:spacing w:before="0" w:beforeAutospacing="0" w:after="210" w:afterAutospacing="0"/>
        <w:jc w:val="center"/>
        <w:rPr>
          <w:rFonts w:ascii="Trebuchet MS" w:hAnsi="Trebuchet MS" w:cs="Arial"/>
          <w:b w:val="0"/>
          <w:bCs/>
          <w:smallCaps/>
          <w:shadow/>
          <w:sz w:val="36"/>
          <w:szCs w:val="36"/>
        </w:rPr>
      </w:pPr>
    </w:p>
    <w:p w:rsidR="00A053DB" w:rsidRDefault="00A053DB" w:rsidP="00895307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:rsidR="00A053DB" w:rsidRPr="00950267" w:rsidRDefault="00A053DB" w:rsidP="00895307">
      <w:pPr>
        <w:pStyle w:val="NormalWeb"/>
        <w:spacing w:before="0" w:beforeAutospacing="0" w:after="0" w:afterAutospacing="0"/>
        <w:rPr>
          <w:b/>
          <w:color w:val="666699"/>
        </w:rPr>
      </w:pPr>
      <w:r>
        <w:rPr>
          <w:rFonts w:ascii="Arial" w:hAnsi="Arial" w:cs="Arial"/>
          <w:color w:val="000000"/>
          <w:sz w:val="20"/>
          <w:szCs w:val="20"/>
        </w:rPr>
        <w:t>Traducción y Difusión: El Manantial del Caduceo en la Era del Ahora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950267">
        <w:rPr>
          <w:rFonts w:ascii="Arial" w:hAnsi="Arial" w:cs="Arial"/>
          <w:color w:val="666699"/>
          <w:sz w:val="20"/>
          <w:szCs w:val="20"/>
        </w:rPr>
        <w:t>http://www.manantialcaduceo.com.ar/libros.htm</w:t>
      </w:r>
      <w:r w:rsidRPr="00950267">
        <w:rPr>
          <w:rFonts w:ascii="Arial" w:hAnsi="Arial" w:cs="Arial"/>
          <w:color w:val="666699"/>
          <w:sz w:val="20"/>
          <w:szCs w:val="20"/>
        </w:rPr>
        <w:br/>
        <w:t>https://www.facebook.com/ManantialCaduceo</w:t>
      </w:r>
    </w:p>
    <w:p w:rsidR="00A053DB" w:rsidRPr="009B339E" w:rsidRDefault="00A053DB" w:rsidP="00E50481">
      <w:pPr>
        <w:pStyle w:val="NormalWeb"/>
        <w:shd w:val="clear" w:color="auto" w:fill="FBFFFA"/>
        <w:spacing w:before="0" w:beforeAutospacing="0" w:after="300" w:afterAutospacing="0"/>
      </w:pPr>
      <w:r>
        <w:rPr>
          <w:rFonts w:ascii="Arial" w:hAnsi="Arial" w:cs="Arial"/>
          <w:sz w:val="20"/>
          <w:szCs w:val="20"/>
        </w:rPr>
        <w:t xml:space="preserve">Por el Canal "Despertando Conciencia" de TELEGRAM: </w:t>
      </w:r>
      <w:r w:rsidRPr="00950267">
        <w:rPr>
          <w:rFonts w:ascii="Arial" w:hAnsi="Arial" w:cs="Arial"/>
          <w:color w:val="666699"/>
          <w:sz w:val="20"/>
          <w:szCs w:val="20"/>
        </w:rPr>
        <w:t>https://t.me/joinchat/UBJK3YvzA2iGn37s</w:t>
      </w:r>
      <w:r>
        <w:rPr>
          <w:rFonts w:ascii="Arial" w:hAnsi="Arial" w:cs="Arial"/>
          <w:color w:val="666699"/>
          <w:sz w:val="20"/>
          <w:szCs w:val="20"/>
        </w:rPr>
        <w:br/>
      </w:r>
      <w:r w:rsidRPr="000C4B47">
        <w:rPr>
          <w:rFonts w:ascii="Arial" w:hAnsi="Arial" w:cs="Arial"/>
          <w:b/>
          <w:sz w:val="20"/>
          <w:szCs w:val="20"/>
        </w:rPr>
        <w:t>Ahora</w:t>
      </w:r>
      <w:r w:rsidRPr="000C4B47">
        <w:rPr>
          <w:rFonts w:ascii="Arial" w:hAnsi="Arial" w:cs="Arial"/>
          <w:sz w:val="20"/>
          <w:szCs w:val="20"/>
        </w:rPr>
        <w:t xml:space="preserve"> </w:t>
      </w:r>
      <w:r w:rsidRPr="000C4B47">
        <w:rPr>
          <w:rFonts w:ascii="Arial" w:hAnsi="Arial" w:cs="Arial"/>
          <w:b/>
          <w:sz w:val="20"/>
          <w:szCs w:val="20"/>
        </w:rPr>
        <w:t>en MeWe</w:t>
      </w:r>
      <w:r>
        <w:rPr>
          <w:rFonts w:ascii="Arial" w:hAnsi="Arial" w:cs="Arial"/>
          <w:color w:val="666699"/>
          <w:sz w:val="20"/>
          <w:szCs w:val="20"/>
        </w:rPr>
        <w:t xml:space="preserve">  </w:t>
      </w:r>
      <w:r w:rsidRPr="000C4B47">
        <w:rPr>
          <w:rFonts w:ascii="Arial" w:hAnsi="Arial" w:cs="Arial"/>
          <w:b/>
          <w:color w:val="666699"/>
          <w:sz w:val="20"/>
          <w:szCs w:val="20"/>
          <w:bdr w:val="none" w:sz="0" w:space="0" w:color="auto" w:frame="1"/>
          <w:shd w:val="clear" w:color="auto" w:fill="FFFFFF"/>
        </w:rPr>
        <w:t>www.mewe.com/i/elmanantialdelcaduceo</w:t>
      </w:r>
    </w:p>
    <w:p w:rsidR="00A053DB" w:rsidRPr="00401FE8" w:rsidRDefault="00A053DB" w:rsidP="00401FE8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394836"/>
          <w:sz w:val="26"/>
          <w:szCs w:val="26"/>
        </w:rPr>
        <w:br/>
      </w:r>
      <w:r>
        <w:rPr>
          <w:rFonts w:ascii="Arial" w:hAnsi="Arial" w:cs="Arial"/>
          <w:color w:val="394836"/>
          <w:sz w:val="26"/>
          <w:szCs w:val="26"/>
        </w:rPr>
        <w:br/>
      </w:r>
      <w:r w:rsidRPr="00401FE8">
        <w:rPr>
          <w:rFonts w:ascii="Arial" w:hAnsi="Arial" w:cs="Arial"/>
          <w:sz w:val="20"/>
          <w:szCs w:val="20"/>
        </w:rPr>
        <w:t>La luna llena de hoy acelera las energías entrantes, que muchos ya han estado sintiendo durante el fin de semana. Esta aceleración está sacudiendo nuestro mundo interior para revelar lo desconocido o lo olvidado hace mucho tiempo. Cómo se manifiesta esto depende de cuán dispuestos estemos a dejar atrás el pasado y abrirnos a lo nuevo y lo desconocido. Estamos tan programados para saber que este puede ser un momento increíblemente desafiante para muchos. Sin embargo, en estos tiempos de cambio creciente, debemos aprender a confiar en lo desconocido y recordar que lo desconocido es lo que necesitamos dar forma.</w:t>
      </w:r>
    </w:p>
    <w:p w:rsidR="00A053DB" w:rsidRPr="0042032D" w:rsidRDefault="00A053DB" w:rsidP="00F52250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Pr="00401FE8">
        <w:rPr>
          <w:rFonts w:ascii="Arial" w:hAnsi="Arial" w:cs="Arial"/>
          <w:sz w:val="20"/>
          <w:szCs w:val="20"/>
        </w:rPr>
        <w:t>La Luna Llena de este mes se encuentra actualmente en su punto más cercano a la Tierra y, como resultado, es particularmente poderosa. La luz de esta luna está brillando en tu subconsciente resaltando aspectos más profundos de ti mismo y los desequilibrios que continúan saboteando tu vida. La balanza de la vida se ha inclinado y es necesario reequilibrarla. Como tal, puedes esperar recibir claridad sobre asuntos importantes y la oportunidad de transformar poderosamente lo que continúa reteniéndote. Abraza este tiempo y ríndete a los cambios tanto internos como externos que están ocurriendo.  </w:t>
      </w:r>
    </w:p>
    <w:p w:rsidR="00A053DB" w:rsidRDefault="00A053DB" w:rsidP="0063369F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Pr="00D05E8E">
        <w:rPr>
          <w:rFonts w:ascii="Arial" w:hAnsi="Arial" w:cs="Arial"/>
          <w:sz w:val="20"/>
          <w:szCs w:val="20"/>
        </w:rPr>
        <w:t>Mucho amor,</w:t>
      </w:r>
    </w:p>
    <w:p w:rsidR="00A053DB" w:rsidRPr="00EA0DA6" w:rsidRDefault="00A053DB" w:rsidP="00A76136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 w:rsidRPr="00EA0DA6">
        <w:rPr>
          <w:rFonts w:ascii="Arial" w:hAnsi="Arial" w:cs="Arial"/>
          <w:sz w:val="20"/>
          <w:szCs w:val="20"/>
        </w:rPr>
        <w:t>Kate</w:t>
      </w:r>
    </w:p>
    <w:p w:rsidR="00A053DB" w:rsidRPr="00950267" w:rsidRDefault="00A053DB" w:rsidP="00A76136">
      <w:pPr>
        <w:pStyle w:val="NormalWeb"/>
        <w:spacing w:beforeAutospacing="0" w:afterAutospacing="0"/>
        <w:jc w:val="both"/>
        <w:rPr>
          <w:color w:val="666699"/>
        </w:rPr>
      </w:pPr>
      <w:r w:rsidRPr="00950267">
        <w:rPr>
          <w:rFonts w:ascii="Arial" w:hAnsi="Arial" w:cs="Arial"/>
          <w:color w:val="000000"/>
          <w:sz w:val="20"/>
          <w:szCs w:val="20"/>
        </w:rPr>
        <w:t xml:space="preserve">© 2021 Kate Spreckley </w:t>
      </w:r>
      <w:r w:rsidRPr="00950267">
        <w:rPr>
          <w:rFonts w:ascii="Arial" w:hAnsi="Arial" w:cs="Arial"/>
          <w:sz w:val="20"/>
          <w:szCs w:val="20"/>
        </w:rPr>
        <w:t>http://www.spiritpathways.co.za</w:t>
      </w:r>
    </w:p>
    <w:p w:rsidR="00A053DB" w:rsidRPr="00F73237" w:rsidRDefault="00A053DB" w:rsidP="00A76136">
      <w:pPr>
        <w:pStyle w:val="NormalWeb"/>
        <w:shd w:val="clear" w:color="auto" w:fill="FAFFF8"/>
        <w:spacing w:before="0" w:beforeAutospacing="0" w:after="0" w:afterAutospacing="0"/>
        <w:rPr>
          <w:color w:val="666699"/>
        </w:rPr>
      </w:pPr>
      <w:r>
        <w:rPr>
          <w:rFonts w:ascii="Arial" w:hAnsi="Arial" w:cs="Arial"/>
          <w:color w:val="000000"/>
          <w:sz w:val="20"/>
          <w:szCs w:val="20"/>
        </w:rPr>
        <w:t xml:space="preserve">Este artículo puede ser republicado como está, sin cambios y con todos los vínculos activos ©2021 Kate Ann Spreckley </w:t>
      </w:r>
      <w:r w:rsidRPr="00B37D2C">
        <w:rPr>
          <w:rFonts w:ascii="Arial" w:hAnsi="Arial" w:cs="Arial"/>
          <w:sz w:val="20"/>
          <w:szCs w:val="20"/>
        </w:rPr>
        <w:t>http://www.spiritpathways.co.za</w:t>
      </w:r>
    </w:p>
    <w:p w:rsidR="00A053DB" w:rsidRDefault="00A053DB" w:rsidP="00A76136">
      <w:pPr>
        <w:pStyle w:val="NormalWeb"/>
        <w:spacing w:before="0" w:beforeAutospacing="0" w:after="0" w:afterAutospacing="0"/>
        <w:jc w:val="both"/>
      </w:pPr>
      <w:r>
        <w:t> </w:t>
      </w:r>
    </w:p>
    <w:p w:rsidR="00A053DB" w:rsidRDefault="00A053DB" w:rsidP="00A76136">
      <w:pPr>
        <w:pStyle w:val="NormalWeb"/>
        <w:shd w:val="clear" w:color="auto" w:fill="FFFFFF"/>
        <w:spacing w:before="0" w:beforeAutospacing="0" w:after="324" w:afterAutospacing="0"/>
        <w:jc w:val="center"/>
      </w:pPr>
      <w:r>
        <w:rPr>
          <w:rFonts w:ascii="Arial" w:hAnsi="Arial" w:cs="Arial"/>
          <w:color w:val="000000"/>
          <w:sz w:val="20"/>
          <w:szCs w:val="20"/>
        </w:rPr>
        <w:t xml:space="preserve">Pueden descargar las canalizaciones y artículos de Kate Spreckley en español, en archivo Word, en </w:t>
      </w:r>
      <w:r w:rsidRPr="00B37D2C">
        <w:rPr>
          <w:rFonts w:ascii="Arial" w:hAnsi="Arial" w:cs="Arial"/>
          <w:sz w:val="20"/>
          <w:szCs w:val="20"/>
        </w:rPr>
        <w:t>http://www.manantialcaduceo.com.ar/libros.htm</w:t>
      </w:r>
      <w:r>
        <w:rPr>
          <w:rFonts w:ascii="Arial" w:hAnsi="Arial" w:cs="Arial"/>
          <w:color w:val="006699"/>
          <w:sz w:val="20"/>
          <w:szCs w:val="20"/>
        </w:rPr>
        <w:t xml:space="preserve"> </w:t>
      </w:r>
    </w:p>
    <w:p w:rsidR="00A053DB" w:rsidRDefault="00A053DB" w:rsidP="00895307">
      <w:pPr>
        <w:pStyle w:val="NormalWeb"/>
        <w:shd w:val="clear" w:color="auto" w:fill="FFFFFF"/>
        <w:spacing w:before="0" w:beforeAutospacing="0" w:after="324" w:afterAutospacing="0"/>
        <w:jc w:val="both"/>
      </w:pPr>
      <w:r>
        <w:rPr>
          <w:rFonts w:ascii="Calibri" w:hAnsi="Calibri"/>
          <w:i/>
          <w:iCs/>
          <w:color w:val="000000"/>
          <w:sz w:val="20"/>
          <w:szCs w:val="20"/>
        </w:rPr>
        <w:t>El Manantial del Caduceo agradece a las personas que comparten y distribuyen estos mensajes tal cual se publican, con todos los créditos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Vale la pena recordar que todos los sitios individuales que hospeda El Manantial del Caduceo han sido autorizados por los respectivos canalizadores/autores y contienen todo el material con sus traducciones autorizadas.</w:t>
      </w:r>
    </w:p>
    <w:p w:rsidR="00A053DB" w:rsidRDefault="00A053DB" w:rsidP="00895307">
      <w:pPr>
        <w:pStyle w:val="NormalWeb"/>
        <w:shd w:val="clear" w:color="auto" w:fill="FFFFFF"/>
        <w:spacing w:before="0" w:beforeAutospacing="0" w:after="324" w:afterAutospacing="0"/>
        <w:jc w:val="both"/>
        <w:rPr>
          <w:rFonts w:ascii="Calibri" w:hAnsi="Calibri"/>
          <w:i/>
          <w:iCs/>
          <w:color w:val="000000"/>
          <w:sz w:val="20"/>
          <w:szCs w:val="20"/>
        </w:rPr>
      </w:pPr>
      <w:r>
        <w:rPr>
          <w:rFonts w:ascii="Calibri" w:hAnsi="Calibri"/>
          <w:i/>
          <w:iCs/>
          <w:color w:val="000000"/>
          <w:sz w:val="20"/>
          <w:szCs w:val="20"/>
        </w:rPr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</w:t>
      </w:r>
    </w:p>
    <w:sectPr w:rsidR="00A053DB" w:rsidSect="00895307">
      <w:pgSz w:w="11906" w:h="16838"/>
      <w:pgMar w:top="760" w:right="760" w:bottom="760" w:left="7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36542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72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1080"/>
      </w:pPr>
      <w:rPr>
        <w:rFonts w:cs="Times New Roman"/>
        <w:sz w:val="33"/>
      </w:rPr>
    </w:lvl>
    <w:lvl w:ilvl="2">
      <w:start w:val="1"/>
      <w:numFmt w:val="none"/>
      <w:suff w:val="nothing"/>
      <w:lvlText w:val=""/>
      <w:lvlJc w:val="left"/>
      <w:pPr>
        <w:ind w:left="144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80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21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52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88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32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6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5307"/>
    <w:rsid w:val="00000478"/>
    <w:rsid w:val="000005D5"/>
    <w:rsid w:val="000006E0"/>
    <w:rsid w:val="00000B20"/>
    <w:rsid w:val="00000B35"/>
    <w:rsid w:val="00000D9B"/>
    <w:rsid w:val="00000E3D"/>
    <w:rsid w:val="00001138"/>
    <w:rsid w:val="000011A6"/>
    <w:rsid w:val="00001317"/>
    <w:rsid w:val="0000164C"/>
    <w:rsid w:val="00001ECF"/>
    <w:rsid w:val="00001F6E"/>
    <w:rsid w:val="00002348"/>
    <w:rsid w:val="00002780"/>
    <w:rsid w:val="0000326A"/>
    <w:rsid w:val="00003376"/>
    <w:rsid w:val="00003747"/>
    <w:rsid w:val="0000374C"/>
    <w:rsid w:val="0000395A"/>
    <w:rsid w:val="00003A8A"/>
    <w:rsid w:val="00003AEF"/>
    <w:rsid w:val="000040C1"/>
    <w:rsid w:val="00004608"/>
    <w:rsid w:val="0000466D"/>
    <w:rsid w:val="00004820"/>
    <w:rsid w:val="00005082"/>
    <w:rsid w:val="0000519B"/>
    <w:rsid w:val="000054A8"/>
    <w:rsid w:val="000054EB"/>
    <w:rsid w:val="000054F4"/>
    <w:rsid w:val="000058ED"/>
    <w:rsid w:val="000059A6"/>
    <w:rsid w:val="0000621D"/>
    <w:rsid w:val="00006356"/>
    <w:rsid w:val="00006448"/>
    <w:rsid w:val="00006807"/>
    <w:rsid w:val="00006B81"/>
    <w:rsid w:val="00006F35"/>
    <w:rsid w:val="00007028"/>
    <w:rsid w:val="000072BD"/>
    <w:rsid w:val="0000752A"/>
    <w:rsid w:val="00007FC5"/>
    <w:rsid w:val="00007FD2"/>
    <w:rsid w:val="0001042B"/>
    <w:rsid w:val="00010A05"/>
    <w:rsid w:val="00010CBA"/>
    <w:rsid w:val="00010CF4"/>
    <w:rsid w:val="000115D1"/>
    <w:rsid w:val="0001193E"/>
    <w:rsid w:val="000123F4"/>
    <w:rsid w:val="00012DEE"/>
    <w:rsid w:val="00013172"/>
    <w:rsid w:val="000133BD"/>
    <w:rsid w:val="00013DD6"/>
    <w:rsid w:val="00014345"/>
    <w:rsid w:val="0001441B"/>
    <w:rsid w:val="0001466E"/>
    <w:rsid w:val="00014BCA"/>
    <w:rsid w:val="00014EE2"/>
    <w:rsid w:val="00014FC3"/>
    <w:rsid w:val="00014FDE"/>
    <w:rsid w:val="000154C3"/>
    <w:rsid w:val="000156AB"/>
    <w:rsid w:val="00015873"/>
    <w:rsid w:val="00015AA3"/>
    <w:rsid w:val="00015E4D"/>
    <w:rsid w:val="00015FA9"/>
    <w:rsid w:val="00016A62"/>
    <w:rsid w:val="000171B6"/>
    <w:rsid w:val="00017CB1"/>
    <w:rsid w:val="00017D45"/>
    <w:rsid w:val="00017ECC"/>
    <w:rsid w:val="000206D6"/>
    <w:rsid w:val="000208C0"/>
    <w:rsid w:val="000213DF"/>
    <w:rsid w:val="000214DE"/>
    <w:rsid w:val="00021ABB"/>
    <w:rsid w:val="0002211E"/>
    <w:rsid w:val="0002280B"/>
    <w:rsid w:val="0002299F"/>
    <w:rsid w:val="00022D59"/>
    <w:rsid w:val="000234D4"/>
    <w:rsid w:val="000237FA"/>
    <w:rsid w:val="00023A70"/>
    <w:rsid w:val="00023D47"/>
    <w:rsid w:val="00024296"/>
    <w:rsid w:val="000245E9"/>
    <w:rsid w:val="000249B1"/>
    <w:rsid w:val="00024D9C"/>
    <w:rsid w:val="000250FE"/>
    <w:rsid w:val="000258FF"/>
    <w:rsid w:val="00025B68"/>
    <w:rsid w:val="00025E14"/>
    <w:rsid w:val="00025F74"/>
    <w:rsid w:val="00026437"/>
    <w:rsid w:val="000266EC"/>
    <w:rsid w:val="000274B2"/>
    <w:rsid w:val="00027778"/>
    <w:rsid w:val="000279D7"/>
    <w:rsid w:val="00027A0B"/>
    <w:rsid w:val="00027D11"/>
    <w:rsid w:val="00027F38"/>
    <w:rsid w:val="0003008B"/>
    <w:rsid w:val="0003063E"/>
    <w:rsid w:val="0003083D"/>
    <w:rsid w:val="00030D09"/>
    <w:rsid w:val="00030DD8"/>
    <w:rsid w:val="00030EF8"/>
    <w:rsid w:val="00031316"/>
    <w:rsid w:val="0003178A"/>
    <w:rsid w:val="00031B17"/>
    <w:rsid w:val="00031F50"/>
    <w:rsid w:val="00032031"/>
    <w:rsid w:val="000323B5"/>
    <w:rsid w:val="000328EE"/>
    <w:rsid w:val="00032F58"/>
    <w:rsid w:val="00033180"/>
    <w:rsid w:val="00033657"/>
    <w:rsid w:val="00033777"/>
    <w:rsid w:val="0003397E"/>
    <w:rsid w:val="00033BC2"/>
    <w:rsid w:val="00033BD5"/>
    <w:rsid w:val="00033EEE"/>
    <w:rsid w:val="00033F0E"/>
    <w:rsid w:val="00034069"/>
    <w:rsid w:val="00034333"/>
    <w:rsid w:val="00034349"/>
    <w:rsid w:val="00034447"/>
    <w:rsid w:val="00034877"/>
    <w:rsid w:val="00034A05"/>
    <w:rsid w:val="00034C7B"/>
    <w:rsid w:val="00034E55"/>
    <w:rsid w:val="0003518E"/>
    <w:rsid w:val="00035425"/>
    <w:rsid w:val="0003591F"/>
    <w:rsid w:val="00035A00"/>
    <w:rsid w:val="00035FA8"/>
    <w:rsid w:val="000362AA"/>
    <w:rsid w:val="000367C2"/>
    <w:rsid w:val="00036834"/>
    <w:rsid w:val="000368B1"/>
    <w:rsid w:val="00036C12"/>
    <w:rsid w:val="00036D15"/>
    <w:rsid w:val="00036D88"/>
    <w:rsid w:val="00037450"/>
    <w:rsid w:val="000379BC"/>
    <w:rsid w:val="00037C11"/>
    <w:rsid w:val="00037F49"/>
    <w:rsid w:val="000403F2"/>
    <w:rsid w:val="000404AE"/>
    <w:rsid w:val="00040652"/>
    <w:rsid w:val="000406B2"/>
    <w:rsid w:val="00040ABB"/>
    <w:rsid w:val="00040D41"/>
    <w:rsid w:val="00040DEB"/>
    <w:rsid w:val="00041B28"/>
    <w:rsid w:val="00041D0D"/>
    <w:rsid w:val="00041E59"/>
    <w:rsid w:val="00042074"/>
    <w:rsid w:val="0004260E"/>
    <w:rsid w:val="00042EA8"/>
    <w:rsid w:val="000432FB"/>
    <w:rsid w:val="00043467"/>
    <w:rsid w:val="000434BD"/>
    <w:rsid w:val="00043602"/>
    <w:rsid w:val="00043D3B"/>
    <w:rsid w:val="000444E0"/>
    <w:rsid w:val="00044EDA"/>
    <w:rsid w:val="000450E6"/>
    <w:rsid w:val="00045659"/>
    <w:rsid w:val="00045771"/>
    <w:rsid w:val="00045ACA"/>
    <w:rsid w:val="000463EA"/>
    <w:rsid w:val="000467C4"/>
    <w:rsid w:val="000468DA"/>
    <w:rsid w:val="00046A88"/>
    <w:rsid w:val="00046D20"/>
    <w:rsid w:val="00047293"/>
    <w:rsid w:val="000473E2"/>
    <w:rsid w:val="000475BC"/>
    <w:rsid w:val="00047908"/>
    <w:rsid w:val="00047A2E"/>
    <w:rsid w:val="00047ECB"/>
    <w:rsid w:val="00050A1F"/>
    <w:rsid w:val="00050FCB"/>
    <w:rsid w:val="000512BF"/>
    <w:rsid w:val="00051331"/>
    <w:rsid w:val="000516A7"/>
    <w:rsid w:val="000526BD"/>
    <w:rsid w:val="000529E0"/>
    <w:rsid w:val="00052BA2"/>
    <w:rsid w:val="00053015"/>
    <w:rsid w:val="00053179"/>
    <w:rsid w:val="0005332C"/>
    <w:rsid w:val="000533D7"/>
    <w:rsid w:val="000535DA"/>
    <w:rsid w:val="00053730"/>
    <w:rsid w:val="00053852"/>
    <w:rsid w:val="000538F4"/>
    <w:rsid w:val="00053B73"/>
    <w:rsid w:val="00053D84"/>
    <w:rsid w:val="0005419F"/>
    <w:rsid w:val="00054234"/>
    <w:rsid w:val="0005433B"/>
    <w:rsid w:val="00054587"/>
    <w:rsid w:val="00054D94"/>
    <w:rsid w:val="0005502A"/>
    <w:rsid w:val="00055324"/>
    <w:rsid w:val="00055937"/>
    <w:rsid w:val="000559F2"/>
    <w:rsid w:val="00055C84"/>
    <w:rsid w:val="00055F64"/>
    <w:rsid w:val="00055FF8"/>
    <w:rsid w:val="00056033"/>
    <w:rsid w:val="000560C0"/>
    <w:rsid w:val="000564EA"/>
    <w:rsid w:val="00056AE5"/>
    <w:rsid w:val="00056B2B"/>
    <w:rsid w:val="00056C83"/>
    <w:rsid w:val="00056CC9"/>
    <w:rsid w:val="00056F8A"/>
    <w:rsid w:val="000575B5"/>
    <w:rsid w:val="0005773D"/>
    <w:rsid w:val="000579B4"/>
    <w:rsid w:val="00057BB4"/>
    <w:rsid w:val="00057C72"/>
    <w:rsid w:val="00057C7D"/>
    <w:rsid w:val="00057CA8"/>
    <w:rsid w:val="00057E62"/>
    <w:rsid w:val="000601EE"/>
    <w:rsid w:val="00060237"/>
    <w:rsid w:val="00060792"/>
    <w:rsid w:val="0006091C"/>
    <w:rsid w:val="00060991"/>
    <w:rsid w:val="00060BCA"/>
    <w:rsid w:val="00061060"/>
    <w:rsid w:val="0006107D"/>
    <w:rsid w:val="000612F9"/>
    <w:rsid w:val="00061478"/>
    <w:rsid w:val="00061804"/>
    <w:rsid w:val="00061A6F"/>
    <w:rsid w:val="00061E84"/>
    <w:rsid w:val="00062D2A"/>
    <w:rsid w:val="00063074"/>
    <w:rsid w:val="00063EAD"/>
    <w:rsid w:val="0006422A"/>
    <w:rsid w:val="000647B0"/>
    <w:rsid w:val="000652CB"/>
    <w:rsid w:val="00065474"/>
    <w:rsid w:val="0006555A"/>
    <w:rsid w:val="000655A4"/>
    <w:rsid w:val="000656E8"/>
    <w:rsid w:val="00065DE7"/>
    <w:rsid w:val="00066068"/>
    <w:rsid w:val="00066295"/>
    <w:rsid w:val="00066DC8"/>
    <w:rsid w:val="00066E61"/>
    <w:rsid w:val="00066ED1"/>
    <w:rsid w:val="00066F62"/>
    <w:rsid w:val="000670E3"/>
    <w:rsid w:val="0006729B"/>
    <w:rsid w:val="00067A6D"/>
    <w:rsid w:val="00067C54"/>
    <w:rsid w:val="00067CE8"/>
    <w:rsid w:val="00067F86"/>
    <w:rsid w:val="000701E3"/>
    <w:rsid w:val="00070413"/>
    <w:rsid w:val="00070567"/>
    <w:rsid w:val="000705A3"/>
    <w:rsid w:val="0007060E"/>
    <w:rsid w:val="00070BE7"/>
    <w:rsid w:val="00070ED0"/>
    <w:rsid w:val="00070F0E"/>
    <w:rsid w:val="00070F13"/>
    <w:rsid w:val="000713C9"/>
    <w:rsid w:val="000717AF"/>
    <w:rsid w:val="00071BDB"/>
    <w:rsid w:val="0007253A"/>
    <w:rsid w:val="000729D6"/>
    <w:rsid w:val="00072D0A"/>
    <w:rsid w:val="000737CF"/>
    <w:rsid w:val="00073D22"/>
    <w:rsid w:val="00073F71"/>
    <w:rsid w:val="00073FE3"/>
    <w:rsid w:val="00074584"/>
    <w:rsid w:val="00075548"/>
    <w:rsid w:val="0007560B"/>
    <w:rsid w:val="0007566E"/>
    <w:rsid w:val="00075B2F"/>
    <w:rsid w:val="00075D20"/>
    <w:rsid w:val="00076031"/>
    <w:rsid w:val="00076085"/>
    <w:rsid w:val="00076905"/>
    <w:rsid w:val="00076A64"/>
    <w:rsid w:val="00076D32"/>
    <w:rsid w:val="00076E23"/>
    <w:rsid w:val="000775D6"/>
    <w:rsid w:val="000776CC"/>
    <w:rsid w:val="000777D4"/>
    <w:rsid w:val="00077B2B"/>
    <w:rsid w:val="00077DD0"/>
    <w:rsid w:val="00077F88"/>
    <w:rsid w:val="00077FC1"/>
    <w:rsid w:val="00080037"/>
    <w:rsid w:val="000800A3"/>
    <w:rsid w:val="00080224"/>
    <w:rsid w:val="00080676"/>
    <w:rsid w:val="000819D1"/>
    <w:rsid w:val="00082697"/>
    <w:rsid w:val="0008289D"/>
    <w:rsid w:val="000829FB"/>
    <w:rsid w:val="00082A6D"/>
    <w:rsid w:val="00083302"/>
    <w:rsid w:val="0008384F"/>
    <w:rsid w:val="0008391E"/>
    <w:rsid w:val="00083A0C"/>
    <w:rsid w:val="00083DE1"/>
    <w:rsid w:val="000846FF"/>
    <w:rsid w:val="000847ED"/>
    <w:rsid w:val="00084C4E"/>
    <w:rsid w:val="00085020"/>
    <w:rsid w:val="0008510E"/>
    <w:rsid w:val="00085524"/>
    <w:rsid w:val="00085A66"/>
    <w:rsid w:val="00085EA9"/>
    <w:rsid w:val="00086321"/>
    <w:rsid w:val="00086445"/>
    <w:rsid w:val="000865F5"/>
    <w:rsid w:val="00086933"/>
    <w:rsid w:val="00086BFD"/>
    <w:rsid w:val="00086EB2"/>
    <w:rsid w:val="00086EDE"/>
    <w:rsid w:val="00086F60"/>
    <w:rsid w:val="000872B7"/>
    <w:rsid w:val="000873B9"/>
    <w:rsid w:val="000879B2"/>
    <w:rsid w:val="00087F21"/>
    <w:rsid w:val="00090047"/>
    <w:rsid w:val="0009016A"/>
    <w:rsid w:val="00090374"/>
    <w:rsid w:val="00090AE3"/>
    <w:rsid w:val="00090E50"/>
    <w:rsid w:val="00090E64"/>
    <w:rsid w:val="00091483"/>
    <w:rsid w:val="000917CD"/>
    <w:rsid w:val="00091BB5"/>
    <w:rsid w:val="00091DB5"/>
    <w:rsid w:val="000920ED"/>
    <w:rsid w:val="00092A76"/>
    <w:rsid w:val="00093082"/>
    <w:rsid w:val="000930DB"/>
    <w:rsid w:val="00093321"/>
    <w:rsid w:val="000939C2"/>
    <w:rsid w:val="0009429D"/>
    <w:rsid w:val="00094A64"/>
    <w:rsid w:val="00094B16"/>
    <w:rsid w:val="0009551A"/>
    <w:rsid w:val="00095706"/>
    <w:rsid w:val="00095B52"/>
    <w:rsid w:val="00095EC9"/>
    <w:rsid w:val="00096BA1"/>
    <w:rsid w:val="00096F1A"/>
    <w:rsid w:val="00097949"/>
    <w:rsid w:val="00097A04"/>
    <w:rsid w:val="00097ADC"/>
    <w:rsid w:val="00097D55"/>
    <w:rsid w:val="00097E33"/>
    <w:rsid w:val="00097E7A"/>
    <w:rsid w:val="000A0078"/>
    <w:rsid w:val="000A00BF"/>
    <w:rsid w:val="000A0381"/>
    <w:rsid w:val="000A03DC"/>
    <w:rsid w:val="000A0AF0"/>
    <w:rsid w:val="000A0B47"/>
    <w:rsid w:val="000A18F3"/>
    <w:rsid w:val="000A2D95"/>
    <w:rsid w:val="000A2E60"/>
    <w:rsid w:val="000A2E7E"/>
    <w:rsid w:val="000A392A"/>
    <w:rsid w:val="000A3A53"/>
    <w:rsid w:val="000A3EDE"/>
    <w:rsid w:val="000A431C"/>
    <w:rsid w:val="000A46E5"/>
    <w:rsid w:val="000A4E85"/>
    <w:rsid w:val="000A500C"/>
    <w:rsid w:val="000A5327"/>
    <w:rsid w:val="000A5606"/>
    <w:rsid w:val="000A5912"/>
    <w:rsid w:val="000A606A"/>
    <w:rsid w:val="000A62C3"/>
    <w:rsid w:val="000A6522"/>
    <w:rsid w:val="000A7221"/>
    <w:rsid w:val="000A72B0"/>
    <w:rsid w:val="000A74F9"/>
    <w:rsid w:val="000A79DB"/>
    <w:rsid w:val="000A7A89"/>
    <w:rsid w:val="000B089F"/>
    <w:rsid w:val="000B0904"/>
    <w:rsid w:val="000B0BD1"/>
    <w:rsid w:val="000B1091"/>
    <w:rsid w:val="000B1530"/>
    <w:rsid w:val="000B17C3"/>
    <w:rsid w:val="000B1990"/>
    <w:rsid w:val="000B1DC4"/>
    <w:rsid w:val="000B1E0B"/>
    <w:rsid w:val="000B2091"/>
    <w:rsid w:val="000B2123"/>
    <w:rsid w:val="000B2438"/>
    <w:rsid w:val="000B2710"/>
    <w:rsid w:val="000B28DE"/>
    <w:rsid w:val="000B2E4B"/>
    <w:rsid w:val="000B35AD"/>
    <w:rsid w:val="000B3622"/>
    <w:rsid w:val="000B372D"/>
    <w:rsid w:val="000B37BF"/>
    <w:rsid w:val="000B37D6"/>
    <w:rsid w:val="000B3AC2"/>
    <w:rsid w:val="000B3AD1"/>
    <w:rsid w:val="000B4B42"/>
    <w:rsid w:val="000B50C7"/>
    <w:rsid w:val="000B51D7"/>
    <w:rsid w:val="000B53DF"/>
    <w:rsid w:val="000B5652"/>
    <w:rsid w:val="000B56A9"/>
    <w:rsid w:val="000B56B3"/>
    <w:rsid w:val="000B5962"/>
    <w:rsid w:val="000B5B75"/>
    <w:rsid w:val="000B5EA8"/>
    <w:rsid w:val="000B611E"/>
    <w:rsid w:val="000B64B1"/>
    <w:rsid w:val="000B6574"/>
    <w:rsid w:val="000B6D98"/>
    <w:rsid w:val="000B70B7"/>
    <w:rsid w:val="000B724D"/>
    <w:rsid w:val="000B7826"/>
    <w:rsid w:val="000B7BCC"/>
    <w:rsid w:val="000C01A2"/>
    <w:rsid w:val="000C021C"/>
    <w:rsid w:val="000C03EC"/>
    <w:rsid w:val="000C0EC5"/>
    <w:rsid w:val="000C170E"/>
    <w:rsid w:val="000C1A5D"/>
    <w:rsid w:val="000C1DB8"/>
    <w:rsid w:val="000C1FF2"/>
    <w:rsid w:val="000C20F6"/>
    <w:rsid w:val="000C2173"/>
    <w:rsid w:val="000C21A5"/>
    <w:rsid w:val="000C23FA"/>
    <w:rsid w:val="000C26F5"/>
    <w:rsid w:val="000C30D7"/>
    <w:rsid w:val="000C31A0"/>
    <w:rsid w:val="000C35E4"/>
    <w:rsid w:val="000C39C8"/>
    <w:rsid w:val="000C3AAC"/>
    <w:rsid w:val="000C3F82"/>
    <w:rsid w:val="000C409D"/>
    <w:rsid w:val="000C4260"/>
    <w:rsid w:val="000C49EF"/>
    <w:rsid w:val="000C4A6E"/>
    <w:rsid w:val="000C4B47"/>
    <w:rsid w:val="000C4E34"/>
    <w:rsid w:val="000C522E"/>
    <w:rsid w:val="000C55AF"/>
    <w:rsid w:val="000C5795"/>
    <w:rsid w:val="000C57B9"/>
    <w:rsid w:val="000C58E5"/>
    <w:rsid w:val="000C59ED"/>
    <w:rsid w:val="000C624C"/>
    <w:rsid w:val="000C636C"/>
    <w:rsid w:val="000C63F9"/>
    <w:rsid w:val="000C7261"/>
    <w:rsid w:val="000C74A7"/>
    <w:rsid w:val="000C74EE"/>
    <w:rsid w:val="000C7520"/>
    <w:rsid w:val="000C79B2"/>
    <w:rsid w:val="000C7A55"/>
    <w:rsid w:val="000C7FFD"/>
    <w:rsid w:val="000D0098"/>
    <w:rsid w:val="000D039C"/>
    <w:rsid w:val="000D042C"/>
    <w:rsid w:val="000D0B17"/>
    <w:rsid w:val="000D0E6E"/>
    <w:rsid w:val="000D0EFA"/>
    <w:rsid w:val="000D0F93"/>
    <w:rsid w:val="000D159F"/>
    <w:rsid w:val="000D1BD9"/>
    <w:rsid w:val="000D1E67"/>
    <w:rsid w:val="000D2016"/>
    <w:rsid w:val="000D2EA1"/>
    <w:rsid w:val="000D2F7F"/>
    <w:rsid w:val="000D3206"/>
    <w:rsid w:val="000D3234"/>
    <w:rsid w:val="000D3286"/>
    <w:rsid w:val="000D3918"/>
    <w:rsid w:val="000D39B7"/>
    <w:rsid w:val="000D4086"/>
    <w:rsid w:val="000D5BB5"/>
    <w:rsid w:val="000D5D77"/>
    <w:rsid w:val="000D624B"/>
    <w:rsid w:val="000D65D6"/>
    <w:rsid w:val="000D65E9"/>
    <w:rsid w:val="000D6612"/>
    <w:rsid w:val="000D68A7"/>
    <w:rsid w:val="000D6A77"/>
    <w:rsid w:val="000D6D76"/>
    <w:rsid w:val="000D6DC6"/>
    <w:rsid w:val="000D71CC"/>
    <w:rsid w:val="000D7531"/>
    <w:rsid w:val="000D7563"/>
    <w:rsid w:val="000D7D89"/>
    <w:rsid w:val="000E032D"/>
    <w:rsid w:val="000E0335"/>
    <w:rsid w:val="000E08EA"/>
    <w:rsid w:val="000E0919"/>
    <w:rsid w:val="000E1C20"/>
    <w:rsid w:val="000E1D4E"/>
    <w:rsid w:val="000E23EC"/>
    <w:rsid w:val="000E23FB"/>
    <w:rsid w:val="000E25B7"/>
    <w:rsid w:val="000E2AB3"/>
    <w:rsid w:val="000E31F6"/>
    <w:rsid w:val="000E3374"/>
    <w:rsid w:val="000E35D9"/>
    <w:rsid w:val="000E3706"/>
    <w:rsid w:val="000E396B"/>
    <w:rsid w:val="000E397F"/>
    <w:rsid w:val="000E3A3E"/>
    <w:rsid w:val="000E3A45"/>
    <w:rsid w:val="000E460C"/>
    <w:rsid w:val="000E49EB"/>
    <w:rsid w:val="000E4A74"/>
    <w:rsid w:val="000E4B64"/>
    <w:rsid w:val="000E4FE7"/>
    <w:rsid w:val="000E539C"/>
    <w:rsid w:val="000E5F73"/>
    <w:rsid w:val="000E628D"/>
    <w:rsid w:val="000E66F1"/>
    <w:rsid w:val="000E699D"/>
    <w:rsid w:val="000E6FBB"/>
    <w:rsid w:val="000E6FF0"/>
    <w:rsid w:val="000E7761"/>
    <w:rsid w:val="000E7EC6"/>
    <w:rsid w:val="000E7FA9"/>
    <w:rsid w:val="000F03CC"/>
    <w:rsid w:val="000F03FB"/>
    <w:rsid w:val="000F09FF"/>
    <w:rsid w:val="000F0A8E"/>
    <w:rsid w:val="000F0FE8"/>
    <w:rsid w:val="000F1A44"/>
    <w:rsid w:val="000F1AA7"/>
    <w:rsid w:val="000F1EA2"/>
    <w:rsid w:val="000F214D"/>
    <w:rsid w:val="000F237E"/>
    <w:rsid w:val="000F23A5"/>
    <w:rsid w:val="000F25A6"/>
    <w:rsid w:val="000F2F69"/>
    <w:rsid w:val="000F2FBE"/>
    <w:rsid w:val="000F3C24"/>
    <w:rsid w:val="000F3C5B"/>
    <w:rsid w:val="000F4043"/>
    <w:rsid w:val="000F420A"/>
    <w:rsid w:val="000F48F0"/>
    <w:rsid w:val="000F4D9B"/>
    <w:rsid w:val="000F5069"/>
    <w:rsid w:val="000F56EC"/>
    <w:rsid w:val="000F578B"/>
    <w:rsid w:val="000F58E0"/>
    <w:rsid w:val="000F5CF0"/>
    <w:rsid w:val="000F612D"/>
    <w:rsid w:val="000F65EE"/>
    <w:rsid w:val="000F6941"/>
    <w:rsid w:val="000F6EE2"/>
    <w:rsid w:val="000F7013"/>
    <w:rsid w:val="000F7033"/>
    <w:rsid w:val="000F7076"/>
    <w:rsid w:val="000F7417"/>
    <w:rsid w:val="000F7481"/>
    <w:rsid w:val="000F7541"/>
    <w:rsid w:val="000F77B3"/>
    <w:rsid w:val="000F788E"/>
    <w:rsid w:val="000F78B6"/>
    <w:rsid w:val="00100038"/>
    <w:rsid w:val="00100153"/>
    <w:rsid w:val="00100389"/>
    <w:rsid w:val="00100E84"/>
    <w:rsid w:val="00100F24"/>
    <w:rsid w:val="001014C1"/>
    <w:rsid w:val="001016AD"/>
    <w:rsid w:val="00101747"/>
    <w:rsid w:val="001020FE"/>
    <w:rsid w:val="0010219E"/>
    <w:rsid w:val="001022AA"/>
    <w:rsid w:val="00102993"/>
    <w:rsid w:val="00103028"/>
    <w:rsid w:val="001030CD"/>
    <w:rsid w:val="00103463"/>
    <w:rsid w:val="001035B6"/>
    <w:rsid w:val="001035CE"/>
    <w:rsid w:val="00103975"/>
    <w:rsid w:val="00103F54"/>
    <w:rsid w:val="00103F6C"/>
    <w:rsid w:val="00104B26"/>
    <w:rsid w:val="00104CB8"/>
    <w:rsid w:val="00104FEC"/>
    <w:rsid w:val="001052BA"/>
    <w:rsid w:val="001054C9"/>
    <w:rsid w:val="00105685"/>
    <w:rsid w:val="001058D1"/>
    <w:rsid w:val="00105D43"/>
    <w:rsid w:val="001065C1"/>
    <w:rsid w:val="00106604"/>
    <w:rsid w:val="00106B78"/>
    <w:rsid w:val="00106D54"/>
    <w:rsid w:val="00106EAC"/>
    <w:rsid w:val="00107002"/>
    <w:rsid w:val="0010701E"/>
    <w:rsid w:val="00107283"/>
    <w:rsid w:val="00110E3C"/>
    <w:rsid w:val="00110F11"/>
    <w:rsid w:val="001112AD"/>
    <w:rsid w:val="00111542"/>
    <w:rsid w:val="00111B9D"/>
    <w:rsid w:val="00112B25"/>
    <w:rsid w:val="00112BA7"/>
    <w:rsid w:val="00112CD0"/>
    <w:rsid w:val="00112D88"/>
    <w:rsid w:val="00112E98"/>
    <w:rsid w:val="0011369C"/>
    <w:rsid w:val="0011377E"/>
    <w:rsid w:val="001139DD"/>
    <w:rsid w:val="001139E6"/>
    <w:rsid w:val="00113FCA"/>
    <w:rsid w:val="00113FFC"/>
    <w:rsid w:val="001142E1"/>
    <w:rsid w:val="00114465"/>
    <w:rsid w:val="00114A3F"/>
    <w:rsid w:val="00114A76"/>
    <w:rsid w:val="00114DA9"/>
    <w:rsid w:val="0011555F"/>
    <w:rsid w:val="00115810"/>
    <w:rsid w:val="0011587F"/>
    <w:rsid w:val="00115977"/>
    <w:rsid w:val="00115A4A"/>
    <w:rsid w:val="001161BE"/>
    <w:rsid w:val="0011640C"/>
    <w:rsid w:val="0011645C"/>
    <w:rsid w:val="001169D5"/>
    <w:rsid w:val="00116A7A"/>
    <w:rsid w:val="00116B23"/>
    <w:rsid w:val="00116E2C"/>
    <w:rsid w:val="00116E55"/>
    <w:rsid w:val="00117345"/>
    <w:rsid w:val="00117699"/>
    <w:rsid w:val="00117A09"/>
    <w:rsid w:val="00117AE3"/>
    <w:rsid w:val="00117EB5"/>
    <w:rsid w:val="00120175"/>
    <w:rsid w:val="001201F6"/>
    <w:rsid w:val="0012020B"/>
    <w:rsid w:val="001203E3"/>
    <w:rsid w:val="001204E9"/>
    <w:rsid w:val="00120703"/>
    <w:rsid w:val="001207EB"/>
    <w:rsid w:val="001208A1"/>
    <w:rsid w:val="00120A18"/>
    <w:rsid w:val="00120AB4"/>
    <w:rsid w:val="00120D59"/>
    <w:rsid w:val="00120D94"/>
    <w:rsid w:val="001215EA"/>
    <w:rsid w:val="0012161F"/>
    <w:rsid w:val="00121621"/>
    <w:rsid w:val="0012163C"/>
    <w:rsid w:val="00121B73"/>
    <w:rsid w:val="00121FE5"/>
    <w:rsid w:val="0012208E"/>
    <w:rsid w:val="001222C5"/>
    <w:rsid w:val="00122486"/>
    <w:rsid w:val="001226DD"/>
    <w:rsid w:val="00122A7F"/>
    <w:rsid w:val="00122B5B"/>
    <w:rsid w:val="00123395"/>
    <w:rsid w:val="001234EB"/>
    <w:rsid w:val="0012358C"/>
    <w:rsid w:val="0012373C"/>
    <w:rsid w:val="00124255"/>
    <w:rsid w:val="00124A2C"/>
    <w:rsid w:val="00124C0F"/>
    <w:rsid w:val="00124DF4"/>
    <w:rsid w:val="00125367"/>
    <w:rsid w:val="001254E3"/>
    <w:rsid w:val="0012590A"/>
    <w:rsid w:val="00125ED5"/>
    <w:rsid w:val="00125FF9"/>
    <w:rsid w:val="00126568"/>
    <w:rsid w:val="001267F0"/>
    <w:rsid w:val="0012698F"/>
    <w:rsid w:val="00126A0A"/>
    <w:rsid w:val="00126B86"/>
    <w:rsid w:val="00127055"/>
    <w:rsid w:val="00127BD0"/>
    <w:rsid w:val="0013057D"/>
    <w:rsid w:val="00130B33"/>
    <w:rsid w:val="00130B79"/>
    <w:rsid w:val="00130B88"/>
    <w:rsid w:val="00130C8A"/>
    <w:rsid w:val="00130CB2"/>
    <w:rsid w:val="00131063"/>
    <w:rsid w:val="00131538"/>
    <w:rsid w:val="00131714"/>
    <w:rsid w:val="00131F0D"/>
    <w:rsid w:val="0013217F"/>
    <w:rsid w:val="00132242"/>
    <w:rsid w:val="0013234A"/>
    <w:rsid w:val="001323AF"/>
    <w:rsid w:val="00132465"/>
    <w:rsid w:val="001328C5"/>
    <w:rsid w:val="001337A1"/>
    <w:rsid w:val="00133D7B"/>
    <w:rsid w:val="00133E2B"/>
    <w:rsid w:val="00133F6E"/>
    <w:rsid w:val="00134052"/>
    <w:rsid w:val="00134118"/>
    <w:rsid w:val="00134168"/>
    <w:rsid w:val="0013434D"/>
    <w:rsid w:val="0013472B"/>
    <w:rsid w:val="00134ADB"/>
    <w:rsid w:val="00134B49"/>
    <w:rsid w:val="00135217"/>
    <w:rsid w:val="00135556"/>
    <w:rsid w:val="001357C5"/>
    <w:rsid w:val="00135B87"/>
    <w:rsid w:val="001362EF"/>
    <w:rsid w:val="00136461"/>
    <w:rsid w:val="00136B75"/>
    <w:rsid w:val="00137008"/>
    <w:rsid w:val="001375A0"/>
    <w:rsid w:val="00137795"/>
    <w:rsid w:val="0013790A"/>
    <w:rsid w:val="001379D8"/>
    <w:rsid w:val="00137A1B"/>
    <w:rsid w:val="00137C56"/>
    <w:rsid w:val="00140210"/>
    <w:rsid w:val="00140C79"/>
    <w:rsid w:val="00141139"/>
    <w:rsid w:val="001418C7"/>
    <w:rsid w:val="001419FF"/>
    <w:rsid w:val="0014235F"/>
    <w:rsid w:val="001426D3"/>
    <w:rsid w:val="001431BE"/>
    <w:rsid w:val="00143A69"/>
    <w:rsid w:val="00143AB7"/>
    <w:rsid w:val="00143C9B"/>
    <w:rsid w:val="00143CDF"/>
    <w:rsid w:val="001440DF"/>
    <w:rsid w:val="001440FD"/>
    <w:rsid w:val="00144371"/>
    <w:rsid w:val="00144386"/>
    <w:rsid w:val="0014452C"/>
    <w:rsid w:val="001449AF"/>
    <w:rsid w:val="001449ED"/>
    <w:rsid w:val="00144C4F"/>
    <w:rsid w:val="00144DFE"/>
    <w:rsid w:val="001454C1"/>
    <w:rsid w:val="00145615"/>
    <w:rsid w:val="00145865"/>
    <w:rsid w:val="00145D40"/>
    <w:rsid w:val="00145E07"/>
    <w:rsid w:val="00145F3B"/>
    <w:rsid w:val="00145FB6"/>
    <w:rsid w:val="00146024"/>
    <w:rsid w:val="00146039"/>
    <w:rsid w:val="00146275"/>
    <w:rsid w:val="001462DB"/>
    <w:rsid w:val="001468CD"/>
    <w:rsid w:val="00146C79"/>
    <w:rsid w:val="00147021"/>
    <w:rsid w:val="001470BF"/>
    <w:rsid w:val="0014761D"/>
    <w:rsid w:val="00147801"/>
    <w:rsid w:val="00147C46"/>
    <w:rsid w:val="00147CCB"/>
    <w:rsid w:val="00147CD4"/>
    <w:rsid w:val="00147DD3"/>
    <w:rsid w:val="001501BC"/>
    <w:rsid w:val="00150451"/>
    <w:rsid w:val="001504A4"/>
    <w:rsid w:val="0015054C"/>
    <w:rsid w:val="001509B1"/>
    <w:rsid w:val="00150F91"/>
    <w:rsid w:val="001516D2"/>
    <w:rsid w:val="001517A3"/>
    <w:rsid w:val="001518C6"/>
    <w:rsid w:val="00151B1B"/>
    <w:rsid w:val="00151B34"/>
    <w:rsid w:val="00151C31"/>
    <w:rsid w:val="00152960"/>
    <w:rsid w:val="00152F00"/>
    <w:rsid w:val="001539B2"/>
    <w:rsid w:val="00153CCE"/>
    <w:rsid w:val="00153FE1"/>
    <w:rsid w:val="00154682"/>
    <w:rsid w:val="00154D4D"/>
    <w:rsid w:val="00155380"/>
    <w:rsid w:val="00155568"/>
    <w:rsid w:val="001555C0"/>
    <w:rsid w:val="00155C88"/>
    <w:rsid w:val="00155EFF"/>
    <w:rsid w:val="00156055"/>
    <w:rsid w:val="001565B2"/>
    <w:rsid w:val="00156878"/>
    <w:rsid w:val="001568B5"/>
    <w:rsid w:val="00156A6A"/>
    <w:rsid w:val="001600F0"/>
    <w:rsid w:val="0016029A"/>
    <w:rsid w:val="00160476"/>
    <w:rsid w:val="0016083B"/>
    <w:rsid w:val="001609AF"/>
    <w:rsid w:val="001610AF"/>
    <w:rsid w:val="00161346"/>
    <w:rsid w:val="00161799"/>
    <w:rsid w:val="00161950"/>
    <w:rsid w:val="00161BC9"/>
    <w:rsid w:val="001622E6"/>
    <w:rsid w:val="001629D4"/>
    <w:rsid w:val="00162CAF"/>
    <w:rsid w:val="001630BA"/>
    <w:rsid w:val="00163266"/>
    <w:rsid w:val="001637EE"/>
    <w:rsid w:val="001638A1"/>
    <w:rsid w:val="001639B5"/>
    <w:rsid w:val="00163B35"/>
    <w:rsid w:val="00163BDA"/>
    <w:rsid w:val="00163C88"/>
    <w:rsid w:val="00164270"/>
    <w:rsid w:val="0016439E"/>
    <w:rsid w:val="001645AB"/>
    <w:rsid w:val="0016461F"/>
    <w:rsid w:val="00164964"/>
    <w:rsid w:val="00164A6C"/>
    <w:rsid w:val="00164BC2"/>
    <w:rsid w:val="0016572A"/>
    <w:rsid w:val="00165C63"/>
    <w:rsid w:val="00165E06"/>
    <w:rsid w:val="001662DD"/>
    <w:rsid w:val="00166861"/>
    <w:rsid w:val="00166C65"/>
    <w:rsid w:val="001670EC"/>
    <w:rsid w:val="0016720B"/>
    <w:rsid w:val="00167335"/>
    <w:rsid w:val="00167570"/>
    <w:rsid w:val="00167978"/>
    <w:rsid w:val="00167ACF"/>
    <w:rsid w:val="00167C3A"/>
    <w:rsid w:val="00167CBC"/>
    <w:rsid w:val="00167DC5"/>
    <w:rsid w:val="00167EA8"/>
    <w:rsid w:val="00170482"/>
    <w:rsid w:val="00170586"/>
    <w:rsid w:val="00170BBC"/>
    <w:rsid w:val="00170CC8"/>
    <w:rsid w:val="00171214"/>
    <w:rsid w:val="00171715"/>
    <w:rsid w:val="001719E2"/>
    <w:rsid w:val="00171A63"/>
    <w:rsid w:val="00171B15"/>
    <w:rsid w:val="00171DA4"/>
    <w:rsid w:val="00171E11"/>
    <w:rsid w:val="00171F74"/>
    <w:rsid w:val="001720D9"/>
    <w:rsid w:val="0017236F"/>
    <w:rsid w:val="0017309F"/>
    <w:rsid w:val="00173245"/>
    <w:rsid w:val="00173452"/>
    <w:rsid w:val="001737D0"/>
    <w:rsid w:val="00173875"/>
    <w:rsid w:val="00173B7B"/>
    <w:rsid w:val="00174506"/>
    <w:rsid w:val="00174640"/>
    <w:rsid w:val="001748E8"/>
    <w:rsid w:val="00174A22"/>
    <w:rsid w:val="00175018"/>
    <w:rsid w:val="00175901"/>
    <w:rsid w:val="0017591D"/>
    <w:rsid w:val="00175F9B"/>
    <w:rsid w:val="001761F6"/>
    <w:rsid w:val="001769F8"/>
    <w:rsid w:val="00177226"/>
    <w:rsid w:val="001772EA"/>
    <w:rsid w:val="001775C3"/>
    <w:rsid w:val="00177ED1"/>
    <w:rsid w:val="00180947"/>
    <w:rsid w:val="00180BFC"/>
    <w:rsid w:val="001810B6"/>
    <w:rsid w:val="0018124D"/>
    <w:rsid w:val="001814A3"/>
    <w:rsid w:val="00181C29"/>
    <w:rsid w:val="00181E25"/>
    <w:rsid w:val="0018205C"/>
    <w:rsid w:val="00182068"/>
    <w:rsid w:val="00182373"/>
    <w:rsid w:val="00182659"/>
    <w:rsid w:val="00182D7B"/>
    <w:rsid w:val="00183864"/>
    <w:rsid w:val="00183E2B"/>
    <w:rsid w:val="001840E9"/>
    <w:rsid w:val="00184163"/>
    <w:rsid w:val="0018422B"/>
    <w:rsid w:val="00184370"/>
    <w:rsid w:val="001848FE"/>
    <w:rsid w:val="00184A68"/>
    <w:rsid w:val="00184B7A"/>
    <w:rsid w:val="00184FCE"/>
    <w:rsid w:val="0018508C"/>
    <w:rsid w:val="00185744"/>
    <w:rsid w:val="001857CE"/>
    <w:rsid w:val="00185856"/>
    <w:rsid w:val="00185912"/>
    <w:rsid w:val="0018615B"/>
    <w:rsid w:val="00186485"/>
    <w:rsid w:val="001865F6"/>
    <w:rsid w:val="0018677B"/>
    <w:rsid w:val="00186B49"/>
    <w:rsid w:val="001870AA"/>
    <w:rsid w:val="00187586"/>
    <w:rsid w:val="00187EC6"/>
    <w:rsid w:val="00190C4E"/>
    <w:rsid w:val="00190EA0"/>
    <w:rsid w:val="00190FE0"/>
    <w:rsid w:val="001918EB"/>
    <w:rsid w:val="00191BD4"/>
    <w:rsid w:val="00191CBE"/>
    <w:rsid w:val="00191DD4"/>
    <w:rsid w:val="001920D3"/>
    <w:rsid w:val="001921B8"/>
    <w:rsid w:val="00192387"/>
    <w:rsid w:val="00192507"/>
    <w:rsid w:val="001927D1"/>
    <w:rsid w:val="00192B20"/>
    <w:rsid w:val="0019372D"/>
    <w:rsid w:val="001937E6"/>
    <w:rsid w:val="00193B8E"/>
    <w:rsid w:val="00193BD4"/>
    <w:rsid w:val="00194082"/>
    <w:rsid w:val="0019440E"/>
    <w:rsid w:val="0019485E"/>
    <w:rsid w:val="00194A48"/>
    <w:rsid w:val="00194B4D"/>
    <w:rsid w:val="00194D36"/>
    <w:rsid w:val="00194F8B"/>
    <w:rsid w:val="00194FA9"/>
    <w:rsid w:val="0019502E"/>
    <w:rsid w:val="001955EB"/>
    <w:rsid w:val="0019562B"/>
    <w:rsid w:val="00195AB1"/>
    <w:rsid w:val="00195CE8"/>
    <w:rsid w:val="0019618B"/>
    <w:rsid w:val="00196302"/>
    <w:rsid w:val="001965B2"/>
    <w:rsid w:val="001967C2"/>
    <w:rsid w:val="00196A6C"/>
    <w:rsid w:val="00197329"/>
    <w:rsid w:val="00197432"/>
    <w:rsid w:val="0019767B"/>
    <w:rsid w:val="001976C6"/>
    <w:rsid w:val="00197C6B"/>
    <w:rsid w:val="00197E9E"/>
    <w:rsid w:val="00197FE4"/>
    <w:rsid w:val="001A00C8"/>
    <w:rsid w:val="001A01D8"/>
    <w:rsid w:val="001A0418"/>
    <w:rsid w:val="001A04CC"/>
    <w:rsid w:val="001A0756"/>
    <w:rsid w:val="001A0A17"/>
    <w:rsid w:val="001A19F2"/>
    <w:rsid w:val="001A1A29"/>
    <w:rsid w:val="001A1C0F"/>
    <w:rsid w:val="001A1E35"/>
    <w:rsid w:val="001A2067"/>
    <w:rsid w:val="001A2350"/>
    <w:rsid w:val="001A2667"/>
    <w:rsid w:val="001A2C8F"/>
    <w:rsid w:val="001A2F06"/>
    <w:rsid w:val="001A30C1"/>
    <w:rsid w:val="001A3C25"/>
    <w:rsid w:val="001A3C6D"/>
    <w:rsid w:val="001A3E23"/>
    <w:rsid w:val="001A3F1C"/>
    <w:rsid w:val="001A4595"/>
    <w:rsid w:val="001A4962"/>
    <w:rsid w:val="001A4B9D"/>
    <w:rsid w:val="001A53CB"/>
    <w:rsid w:val="001A5BA9"/>
    <w:rsid w:val="001A5C12"/>
    <w:rsid w:val="001A5F22"/>
    <w:rsid w:val="001A6028"/>
    <w:rsid w:val="001A620C"/>
    <w:rsid w:val="001A63AD"/>
    <w:rsid w:val="001A6DEB"/>
    <w:rsid w:val="001A7315"/>
    <w:rsid w:val="001A7547"/>
    <w:rsid w:val="001B022D"/>
    <w:rsid w:val="001B05C0"/>
    <w:rsid w:val="001B0E40"/>
    <w:rsid w:val="001B1BB4"/>
    <w:rsid w:val="001B1FC6"/>
    <w:rsid w:val="001B2268"/>
    <w:rsid w:val="001B2511"/>
    <w:rsid w:val="001B2519"/>
    <w:rsid w:val="001B2843"/>
    <w:rsid w:val="001B2C5A"/>
    <w:rsid w:val="001B3114"/>
    <w:rsid w:val="001B319B"/>
    <w:rsid w:val="001B32B7"/>
    <w:rsid w:val="001B34D9"/>
    <w:rsid w:val="001B360D"/>
    <w:rsid w:val="001B362D"/>
    <w:rsid w:val="001B3841"/>
    <w:rsid w:val="001B3A60"/>
    <w:rsid w:val="001B3B36"/>
    <w:rsid w:val="001B3C85"/>
    <w:rsid w:val="001B4173"/>
    <w:rsid w:val="001B453D"/>
    <w:rsid w:val="001B4600"/>
    <w:rsid w:val="001B4607"/>
    <w:rsid w:val="001B4E5F"/>
    <w:rsid w:val="001B53DB"/>
    <w:rsid w:val="001B5AA2"/>
    <w:rsid w:val="001B5B98"/>
    <w:rsid w:val="001B60EF"/>
    <w:rsid w:val="001B65E5"/>
    <w:rsid w:val="001B679D"/>
    <w:rsid w:val="001B68DB"/>
    <w:rsid w:val="001B6A88"/>
    <w:rsid w:val="001C0169"/>
    <w:rsid w:val="001C01A7"/>
    <w:rsid w:val="001C0351"/>
    <w:rsid w:val="001C0666"/>
    <w:rsid w:val="001C0C05"/>
    <w:rsid w:val="001C0E23"/>
    <w:rsid w:val="001C0FD6"/>
    <w:rsid w:val="001C1550"/>
    <w:rsid w:val="001C1700"/>
    <w:rsid w:val="001C19B2"/>
    <w:rsid w:val="001C1B49"/>
    <w:rsid w:val="001C1CFE"/>
    <w:rsid w:val="001C1FFC"/>
    <w:rsid w:val="001C2145"/>
    <w:rsid w:val="001C240D"/>
    <w:rsid w:val="001C2497"/>
    <w:rsid w:val="001C25A6"/>
    <w:rsid w:val="001C2789"/>
    <w:rsid w:val="001C2BAA"/>
    <w:rsid w:val="001C33AA"/>
    <w:rsid w:val="001C3D2A"/>
    <w:rsid w:val="001C41E6"/>
    <w:rsid w:val="001C465A"/>
    <w:rsid w:val="001C4D20"/>
    <w:rsid w:val="001C52ED"/>
    <w:rsid w:val="001C5330"/>
    <w:rsid w:val="001C595A"/>
    <w:rsid w:val="001C5968"/>
    <w:rsid w:val="001C5AB7"/>
    <w:rsid w:val="001C5B35"/>
    <w:rsid w:val="001C5C5A"/>
    <w:rsid w:val="001C606E"/>
    <w:rsid w:val="001C61AD"/>
    <w:rsid w:val="001C6233"/>
    <w:rsid w:val="001C6255"/>
    <w:rsid w:val="001C6A33"/>
    <w:rsid w:val="001C6BD3"/>
    <w:rsid w:val="001C6D54"/>
    <w:rsid w:val="001C7824"/>
    <w:rsid w:val="001C7B9A"/>
    <w:rsid w:val="001C7E69"/>
    <w:rsid w:val="001D0792"/>
    <w:rsid w:val="001D0BFB"/>
    <w:rsid w:val="001D1640"/>
    <w:rsid w:val="001D1895"/>
    <w:rsid w:val="001D19DC"/>
    <w:rsid w:val="001D1CB7"/>
    <w:rsid w:val="001D1D2C"/>
    <w:rsid w:val="001D27C8"/>
    <w:rsid w:val="001D2A50"/>
    <w:rsid w:val="001D2EE5"/>
    <w:rsid w:val="001D383E"/>
    <w:rsid w:val="001D45BC"/>
    <w:rsid w:val="001D478E"/>
    <w:rsid w:val="001D5349"/>
    <w:rsid w:val="001D5B49"/>
    <w:rsid w:val="001D5ECB"/>
    <w:rsid w:val="001D62F2"/>
    <w:rsid w:val="001D634C"/>
    <w:rsid w:val="001D69DF"/>
    <w:rsid w:val="001D6D37"/>
    <w:rsid w:val="001D6FD4"/>
    <w:rsid w:val="001D7115"/>
    <w:rsid w:val="001D72C4"/>
    <w:rsid w:val="001D738D"/>
    <w:rsid w:val="001D7744"/>
    <w:rsid w:val="001D7CB1"/>
    <w:rsid w:val="001D7E6D"/>
    <w:rsid w:val="001E029C"/>
    <w:rsid w:val="001E0522"/>
    <w:rsid w:val="001E07D0"/>
    <w:rsid w:val="001E07D5"/>
    <w:rsid w:val="001E0846"/>
    <w:rsid w:val="001E0876"/>
    <w:rsid w:val="001E0D75"/>
    <w:rsid w:val="001E0E37"/>
    <w:rsid w:val="001E0EE6"/>
    <w:rsid w:val="001E1287"/>
    <w:rsid w:val="001E1D74"/>
    <w:rsid w:val="001E1FD3"/>
    <w:rsid w:val="001E2425"/>
    <w:rsid w:val="001E25D8"/>
    <w:rsid w:val="001E3528"/>
    <w:rsid w:val="001E35A9"/>
    <w:rsid w:val="001E3654"/>
    <w:rsid w:val="001E3768"/>
    <w:rsid w:val="001E433F"/>
    <w:rsid w:val="001E47A8"/>
    <w:rsid w:val="001E492C"/>
    <w:rsid w:val="001E4F01"/>
    <w:rsid w:val="001E5700"/>
    <w:rsid w:val="001E5B26"/>
    <w:rsid w:val="001E5BBB"/>
    <w:rsid w:val="001E5C3D"/>
    <w:rsid w:val="001E61C0"/>
    <w:rsid w:val="001E649E"/>
    <w:rsid w:val="001E66A0"/>
    <w:rsid w:val="001E6B97"/>
    <w:rsid w:val="001E766F"/>
    <w:rsid w:val="001E7A00"/>
    <w:rsid w:val="001E7AD8"/>
    <w:rsid w:val="001E7BE1"/>
    <w:rsid w:val="001E7BFB"/>
    <w:rsid w:val="001E7EB5"/>
    <w:rsid w:val="001E7FF4"/>
    <w:rsid w:val="001F03BA"/>
    <w:rsid w:val="001F12CD"/>
    <w:rsid w:val="001F1407"/>
    <w:rsid w:val="001F186F"/>
    <w:rsid w:val="001F1ED2"/>
    <w:rsid w:val="001F23FD"/>
    <w:rsid w:val="001F25D1"/>
    <w:rsid w:val="001F2D6D"/>
    <w:rsid w:val="001F3242"/>
    <w:rsid w:val="001F33AE"/>
    <w:rsid w:val="001F380F"/>
    <w:rsid w:val="001F393B"/>
    <w:rsid w:val="001F3DB6"/>
    <w:rsid w:val="001F3F0D"/>
    <w:rsid w:val="001F40A4"/>
    <w:rsid w:val="001F4321"/>
    <w:rsid w:val="001F4793"/>
    <w:rsid w:val="001F49E3"/>
    <w:rsid w:val="001F5285"/>
    <w:rsid w:val="001F5455"/>
    <w:rsid w:val="001F58C8"/>
    <w:rsid w:val="001F5A5E"/>
    <w:rsid w:val="001F5AA4"/>
    <w:rsid w:val="001F5B7B"/>
    <w:rsid w:val="001F5C7D"/>
    <w:rsid w:val="001F5DC0"/>
    <w:rsid w:val="001F5E5D"/>
    <w:rsid w:val="001F6268"/>
    <w:rsid w:val="001F64E4"/>
    <w:rsid w:val="001F6FD7"/>
    <w:rsid w:val="001F740B"/>
    <w:rsid w:val="001F77CC"/>
    <w:rsid w:val="001F7A72"/>
    <w:rsid w:val="001F7A79"/>
    <w:rsid w:val="001F7C5C"/>
    <w:rsid w:val="001F7D3D"/>
    <w:rsid w:val="0020054D"/>
    <w:rsid w:val="0020066A"/>
    <w:rsid w:val="002009B8"/>
    <w:rsid w:val="00200F96"/>
    <w:rsid w:val="00201517"/>
    <w:rsid w:val="00201597"/>
    <w:rsid w:val="002018F0"/>
    <w:rsid w:val="00201ADD"/>
    <w:rsid w:val="00201CDE"/>
    <w:rsid w:val="002028F0"/>
    <w:rsid w:val="0020322D"/>
    <w:rsid w:val="0020354F"/>
    <w:rsid w:val="002037AE"/>
    <w:rsid w:val="002037E8"/>
    <w:rsid w:val="00203A68"/>
    <w:rsid w:val="00203CDD"/>
    <w:rsid w:val="00203D74"/>
    <w:rsid w:val="00204032"/>
    <w:rsid w:val="002042B8"/>
    <w:rsid w:val="0020433D"/>
    <w:rsid w:val="00204C1F"/>
    <w:rsid w:val="00204DEF"/>
    <w:rsid w:val="00204EAD"/>
    <w:rsid w:val="0020503D"/>
    <w:rsid w:val="0020535B"/>
    <w:rsid w:val="0020616B"/>
    <w:rsid w:val="002061BF"/>
    <w:rsid w:val="002061DD"/>
    <w:rsid w:val="002063C3"/>
    <w:rsid w:val="0020684A"/>
    <w:rsid w:val="00206B9E"/>
    <w:rsid w:val="002070EA"/>
    <w:rsid w:val="00207701"/>
    <w:rsid w:val="0020776D"/>
    <w:rsid w:val="002105E2"/>
    <w:rsid w:val="0021060C"/>
    <w:rsid w:val="00210786"/>
    <w:rsid w:val="00210A5B"/>
    <w:rsid w:val="00210AB5"/>
    <w:rsid w:val="002112B2"/>
    <w:rsid w:val="00211369"/>
    <w:rsid w:val="0021172A"/>
    <w:rsid w:val="00212144"/>
    <w:rsid w:val="0021226E"/>
    <w:rsid w:val="002123BD"/>
    <w:rsid w:val="002126F6"/>
    <w:rsid w:val="00212B28"/>
    <w:rsid w:val="00212D58"/>
    <w:rsid w:val="00212E03"/>
    <w:rsid w:val="002132D6"/>
    <w:rsid w:val="002135C5"/>
    <w:rsid w:val="00213629"/>
    <w:rsid w:val="00213A6E"/>
    <w:rsid w:val="00213D5C"/>
    <w:rsid w:val="00213DA3"/>
    <w:rsid w:val="00213DDF"/>
    <w:rsid w:val="002145ED"/>
    <w:rsid w:val="00214689"/>
    <w:rsid w:val="0021485E"/>
    <w:rsid w:val="00214D30"/>
    <w:rsid w:val="00214DC9"/>
    <w:rsid w:val="0021584C"/>
    <w:rsid w:val="00215C7F"/>
    <w:rsid w:val="00216566"/>
    <w:rsid w:val="00216C0C"/>
    <w:rsid w:val="00216E68"/>
    <w:rsid w:val="002174BC"/>
    <w:rsid w:val="00217A19"/>
    <w:rsid w:val="00217B3A"/>
    <w:rsid w:val="00217BB1"/>
    <w:rsid w:val="00220316"/>
    <w:rsid w:val="00220623"/>
    <w:rsid w:val="00220A03"/>
    <w:rsid w:val="00220CBD"/>
    <w:rsid w:val="002212FC"/>
    <w:rsid w:val="00221537"/>
    <w:rsid w:val="0022154A"/>
    <w:rsid w:val="00221575"/>
    <w:rsid w:val="00221CFC"/>
    <w:rsid w:val="00221D5C"/>
    <w:rsid w:val="00221F96"/>
    <w:rsid w:val="002220F7"/>
    <w:rsid w:val="0022243C"/>
    <w:rsid w:val="002225BF"/>
    <w:rsid w:val="002225FB"/>
    <w:rsid w:val="00223227"/>
    <w:rsid w:val="00223EA4"/>
    <w:rsid w:val="0022417C"/>
    <w:rsid w:val="0022421A"/>
    <w:rsid w:val="002242B9"/>
    <w:rsid w:val="00224471"/>
    <w:rsid w:val="00224B03"/>
    <w:rsid w:val="00224B66"/>
    <w:rsid w:val="00224BFF"/>
    <w:rsid w:val="00224CC5"/>
    <w:rsid w:val="002252E3"/>
    <w:rsid w:val="00225538"/>
    <w:rsid w:val="00225756"/>
    <w:rsid w:val="002257A3"/>
    <w:rsid w:val="002258CB"/>
    <w:rsid w:val="00225A1C"/>
    <w:rsid w:val="00225BA5"/>
    <w:rsid w:val="00225C2D"/>
    <w:rsid w:val="00225D8D"/>
    <w:rsid w:val="00225DCA"/>
    <w:rsid w:val="002261CA"/>
    <w:rsid w:val="00226D15"/>
    <w:rsid w:val="00227346"/>
    <w:rsid w:val="00227543"/>
    <w:rsid w:val="00227761"/>
    <w:rsid w:val="00230207"/>
    <w:rsid w:val="00230232"/>
    <w:rsid w:val="002303E4"/>
    <w:rsid w:val="00230433"/>
    <w:rsid w:val="0023046E"/>
    <w:rsid w:val="002307E3"/>
    <w:rsid w:val="002309A2"/>
    <w:rsid w:val="00230EF9"/>
    <w:rsid w:val="0023116C"/>
    <w:rsid w:val="00231AD7"/>
    <w:rsid w:val="0023222C"/>
    <w:rsid w:val="00232230"/>
    <w:rsid w:val="0023283D"/>
    <w:rsid w:val="002329CF"/>
    <w:rsid w:val="002329D8"/>
    <w:rsid w:val="002329F4"/>
    <w:rsid w:val="00232F72"/>
    <w:rsid w:val="00232F92"/>
    <w:rsid w:val="0023339C"/>
    <w:rsid w:val="00233493"/>
    <w:rsid w:val="002335B2"/>
    <w:rsid w:val="00233B79"/>
    <w:rsid w:val="002346BE"/>
    <w:rsid w:val="00234768"/>
    <w:rsid w:val="00234DB8"/>
    <w:rsid w:val="00234EFE"/>
    <w:rsid w:val="00234F8F"/>
    <w:rsid w:val="00235AFB"/>
    <w:rsid w:val="00235C4E"/>
    <w:rsid w:val="00235DF4"/>
    <w:rsid w:val="00236063"/>
    <w:rsid w:val="002360D9"/>
    <w:rsid w:val="002361B6"/>
    <w:rsid w:val="00236D1E"/>
    <w:rsid w:val="00237166"/>
    <w:rsid w:val="0023716B"/>
    <w:rsid w:val="002376BE"/>
    <w:rsid w:val="00240312"/>
    <w:rsid w:val="0024035B"/>
    <w:rsid w:val="00240438"/>
    <w:rsid w:val="00241196"/>
    <w:rsid w:val="00241341"/>
    <w:rsid w:val="00241389"/>
    <w:rsid w:val="00242117"/>
    <w:rsid w:val="002427A9"/>
    <w:rsid w:val="00242A40"/>
    <w:rsid w:val="002431EE"/>
    <w:rsid w:val="00243AC8"/>
    <w:rsid w:val="00244401"/>
    <w:rsid w:val="002449F9"/>
    <w:rsid w:val="00244D66"/>
    <w:rsid w:val="0024535D"/>
    <w:rsid w:val="0024572F"/>
    <w:rsid w:val="002459B3"/>
    <w:rsid w:val="00245A7D"/>
    <w:rsid w:val="00245AAB"/>
    <w:rsid w:val="0024637D"/>
    <w:rsid w:val="002465AE"/>
    <w:rsid w:val="00246EF0"/>
    <w:rsid w:val="00246F64"/>
    <w:rsid w:val="00246F97"/>
    <w:rsid w:val="00247004"/>
    <w:rsid w:val="0024728B"/>
    <w:rsid w:val="0024738F"/>
    <w:rsid w:val="00247E2F"/>
    <w:rsid w:val="00247FE7"/>
    <w:rsid w:val="00250101"/>
    <w:rsid w:val="00250348"/>
    <w:rsid w:val="0025045F"/>
    <w:rsid w:val="00250995"/>
    <w:rsid w:val="00250CE3"/>
    <w:rsid w:val="00250F01"/>
    <w:rsid w:val="00251141"/>
    <w:rsid w:val="00251177"/>
    <w:rsid w:val="00251207"/>
    <w:rsid w:val="002513BD"/>
    <w:rsid w:val="002516FE"/>
    <w:rsid w:val="00251BBC"/>
    <w:rsid w:val="00251C42"/>
    <w:rsid w:val="00251C82"/>
    <w:rsid w:val="00251CCE"/>
    <w:rsid w:val="00251ED0"/>
    <w:rsid w:val="002520DF"/>
    <w:rsid w:val="00252176"/>
    <w:rsid w:val="00252795"/>
    <w:rsid w:val="00252863"/>
    <w:rsid w:val="00252D1F"/>
    <w:rsid w:val="0025307D"/>
    <w:rsid w:val="00253569"/>
    <w:rsid w:val="002536F4"/>
    <w:rsid w:val="00253C07"/>
    <w:rsid w:val="00253D90"/>
    <w:rsid w:val="00253F8E"/>
    <w:rsid w:val="00253FBB"/>
    <w:rsid w:val="00254304"/>
    <w:rsid w:val="002543A2"/>
    <w:rsid w:val="00254560"/>
    <w:rsid w:val="00254707"/>
    <w:rsid w:val="002547DB"/>
    <w:rsid w:val="00254A54"/>
    <w:rsid w:val="00254DCF"/>
    <w:rsid w:val="00254DDC"/>
    <w:rsid w:val="0025502D"/>
    <w:rsid w:val="00255408"/>
    <w:rsid w:val="00255473"/>
    <w:rsid w:val="00255539"/>
    <w:rsid w:val="0025563A"/>
    <w:rsid w:val="00255CC0"/>
    <w:rsid w:val="00256E40"/>
    <w:rsid w:val="0025768B"/>
    <w:rsid w:val="0025786E"/>
    <w:rsid w:val="002600D4"/>
    <w:rsid w:val="00260711"/>
    <w:rsid w:val="00260771"/>
    <w:rsid w:val="00260CB7"/>
    <w:rsid w:val="002610DC"/>
    <w:rsid w:val="0026141E"/>
    <w:rsid w:val="0026173E"/>
    <w:rsid w:val="00261D90"/>
    <w:rsid w:val="0026206A"/>
    <w:rsid w:val="002620F1"/>
    <w:rsid w:val="002622A4"/>
    <w:rsid w:val="002624DD"/>
    <w:rsid w:val="00262DAD"/>
    <w:rsid w:val="0026429B"/>
    <w:rsid w:val="002643EC"/>
    <w:rsid w:val="002644D7"/>
    <w:rsid w:val="002644FD"/>
    <w:rsid w:val="00264769"/>
    <w:rsid w:val="00264CEA"/>
    <w:rsid w:val="00265778"/>
    <w:rsid w:val="002657A6"/>
    <w:rsid w:val="00265AB6"/>
    <w:rsid w:val="00265AC8"/>
    <w:rsid w:val="00265C80"/>
    <w:rsid w:val="00265EE6"/>
    <w:rsid w:val="002663C7"/>
    <w:rsid w:val="00266C05"/>
    <w:rsid w:val="002676FC"/>
    <w:rsid w:val="002677AC"/>
    <w:rsid w:val="0027032F"/>
    <w:rsid w:val="00270562"/>
    <w:rsid w:val="002705DB"/>
    <w:rsid w:val="002707E1"/>
    <w:rsid w:val="002708FE"/>
    <w:rsid w:val="002709F0"/>
    <w:rsid w:val="00270AC3"/>
    <w:rsid w:val="00270DF9"/>
    <w:rsid w:val="00271E18"/>
    <w:rsid w:val="0027231E"/>
    <w:rsid w:val="00272713"/>
    <w:rsid w:val="0027286B"/>
    <w:rsid w:val="00272A1B"/>
    <w:rsid w:val="00272EB3"/>
    <w:rsid w:val="00273431"/>
    <w:rsid w:val="002736A1"/>
    <w:rsid w:val="0027375F"/>
    <w:rsid w:val="00273885"/>
    <w:rsid w:val="002738EC"/>
    <w:rsid w:val="00273BDA"/>
    <w:rsid w:val="00273C20"/>
    <w:rsid w:val="00273E0A"/>
    <w:rsid w:val="002740A1"/>
    <w:rsid w:val="00274C19"/>
    <w:rsid w:val="0027524F"/>
    <w:rsid w:val="002756B6"/>
    <w:rsid w:val="00275B53"/>
    <w:rsid w:val="00275E93"/>
    <w:rsid w:val="00275EE9"/>
    <w:rsid w:val="00275FE8"/>
    <w:rsid w:val="002764FA"/>
    <w:rsid w:val="00276AD9"/>
    <w:rsid w:val="00276C30"/>
    <w:rsid w:val="00276D57"/>
    <w:rsid w:val="00276D82"/>
    <w:rsid w:val="00276ED4"/>
    <w:rsid w:val="00277214"/>
    <w:rsid w:val="002773AC"/>
    <w:rsid w:val="00277967"/>
    <w:rsid w:val="00277BB5"/>
    <w:rsid w:val="00277EBC"/>
    <w:rsid w:val="00277EEB"/>
    <w:rsid w:val="00280334"/>
    <w:rsid w:val="002809CE"/>
    <w:rsid w:val="002810BD"/>
    <w:rsid w:val="002812A7"/>
    <w:rsid w:val="00281A46"/>
    <w:rsid w:val="00281AA1"/>
    <w:rsid w:val="00281CCF"/>
    <w:rsid w:val="00281D4F"/>
    <w:rsid w:val="0028236B"/>
    <w:rsid w:val="00282A5E"/>
    <w:rsid w:val="0028322B"/>
    <w:rsid w:val="0028375B"/>
    <w:rsid w:val="002838EB"/>
    <w:rsid w:val="00283B1D"/>
    <w:rsid w:val="00283E80"/>
    <w:rsid w:val="00283F8C"/>
    <w:rsid w:val="00284843"/>
    <w:rsid w:val="002849FC"/>
    <w:rsid w:val="00284B58"/>
    <w:rsid w:val="002856FB"/>
    <w:rsid w:val="00285D4F"/>
    <w:rsid w:val="00286262"/>
    <w:rsid w:val="0028648F"/>
    <w:rsid w:val="002866C6"/>
    <w:rsid w:val="002868F9"/>
    <w:rsid w:val="00286BF1"/>
    <w:rsid w:val="00286D39"/>
    <w:rsid w:val="00286F59"/>
    <w:rsid w:val="00286F70"/>
    <w:rsid w:val="0028727E"/>
    <w:rsid w:val="002877FA"/>
    <w:rsid w:val="00287975"/>
    <w:rsid w:val="00287C88"/>
    <w:rsid w:val="00287E58"/>
    <w:rsid w:val="00290058"/>
    <w:rsid w:val="0029007D"/>
    <w:rsid w:val="00290110"/>
    <w:rsid w:val="0029098B"/>
    <w:rsid w:val="002914B8"/>
    <w:rsid w:val="002915E1"/>
    <w:rsid w:val="00291AC3"/>
    <w:rsid w:val="00291B34"/>
    <w:rsid w:val="00291C40"/>
    <w:rsid w:val="00291D69"/>
    <w:rsid w:val="00292323"/>
    <w:rsid w:val="002923E5"/>
    <w:rsid w:val="002927DE"/>
    <w:rsid w:val="00292CD6"/>
    <w:rsid w:val="00292D5B"/>
    <w:rsid w:val="00292E3B"/>
    <w:rsid w:val="00292EBD"/>
    <w:rsid w:val="002933DE"/>
    <w:rsid w:val="002935D8"/>
    <w:rsid w:val="002936D4"/>
    <w:rsid w:val="00293BC8"/>
    <w:rsid w:val="00293D1C"/>
    <w:rsid w:val="00293DD1"/>
    <w:rsid w:val="00294527"/>
    <w:rsid w:val="0029496E"/>
    <w:rsid w:val="00294BEF"/>
    <w:rsid w:val="00294D61"/>
    <w:rsid w:val="0029519B"/>
    <w:rsid w:val="00295434"/>
    <w:rsid w:val="0029565F"/>
    <w:rsid w:val="00295B8E"/>
    <w:rsid w:val="00295CBE"/>
    <w:rsid w:val="00295E8C"/>
    <w:rsid w:val="0029664D"/>
    <w:rsid w:val="00296D4D"/>
    <w:rsid w:val="00297382"/>
    <w:rsid w:val="00297500"/>
    <w:rsid w:val="002977EC"/>
    <w:rsid w:val="002979A1"/>
    <w:rsid w:val="00297D19"/>
    <w:rsid w:val="002A00CE"/>
    <w:rsid w:val="002A03CC"/>
    <w:rsid w:val="002A1A57"/>
    <w:rsid w:val="002A1DE0"/>
    <w:rsid w:val="002A25DD"/>
    <w:rsid w:val="002A26C4"/>
    <w:rsid w:val="002A26C6"/>
    <w:rsid w:val="002A3062"/>
    <w:rsid w:val="002A30A1"/>
    <w:rsid w:val="002A358E"/>
    <w:rsid w:val="002A3BCD"/>
    <w:rsid w:val="002A3BD6"/>
    <w:rsid w:val="002A3D98"/>
    <w:rsid w:val="002A3F1E"/>
    <w:rsid w:val="002A4466"/>
    <w:rsid w:val="002A467C"/>
    <w:rsid w:val="002A469A"/>
    <w:rsid w:val="002A4977"/>
    <w:rsid w:val="002A4BAA"/>
    <w:rsid w:val="002A4E4C"/>
    <w:rsid w:val="002A4FD6"/>
    <w:rsid w:val="002A5137"/>
    <w:rsid w:val="002A53EF"/>
    <w:rsid w:val="002A5999"/>
    <w:rsid w:val="002A5A00"/>
    <w:rsid w:val="002A6B45"/>
    <w:rsid w:val="002A6B7D"/>
    <w:rsid w:val="002A6BDA"/>
    <w:rsid w:val="002A6F0D"/>
    <w:rsid w:val="002A7317"/>
    <w:rsid w:val="002A742B"/>
    <w:rsid w:val="002A748A"/>
    <w:rsid w:val="002A7C77"/>
    <w:rsid w:val="002B00D8"/>
    <w:rsid w:val="002B00DA"/>
    <w:rsid w:val="002B0588"/>
    <w:rsid w:val="002B071D"/>
    <w:rsid w:val="002B087B"/>
    <w:rsid w:val="002B1276"/>
    <w:rsid w:val="002B234D"/>
    <w:rsid w:val="002B2D17"/>
    <w:rsid w:val="002B2FC4"/>
    <w:rsid w:val="002B3247"/>
    <w:rsid w:val="002B34E6"/>
    <w:rsid w:val="002B3A12"/>
    <w:rsid w:val="002B3A8B"/>
    <w:rsid w:val="002B3E44"/>
    <w:rsid w:val="002B41F4"/>
    <w:rsid w:val="002B42E1"/>
    <w:rsid w:val="002B439B"/>
    <w:rsid w:val="002B4617"/>
    <w:rsid w:val="002B484F"/>
    <w:rsid w:val="002B4883"/>
    <w:rsid w:val="002B4C68"/>
    <w:rsid w:val="002B5089"/>
    <w:rsid w:val="002B515C"/>
    <w:rsid w:val="002B52D6"/>
    <w:rsid w:val="002B56F0"/>
    <w:rsid w:val="002B5E36"/>
    <w:rsid w:val="002B5FB3"/>
    <w:rsid w:val="002B6253"/>
    <w:rsid w:val="002B6256"/>
    <w:rsid w:val="002B6C5A"/>
    <w:rsid w:val="002B6E60"/>
    <w:rsid w:val="002B70F8"/>
    <w:rsid w:val="002B746B"/>
    <w:rsid w:val="002B784B"/>
    <w:rsid w:val="002B79A6"/>
    <w:rsid w:val="002B79C7"/>
    <w:rsid w:val="002B7AF4"/>
    <w:rsid w:val="002B7D09"/>
    <w:rsid w:val="002B7E2D"/>
    <w:rsid w:val="002C03A6"/>
    <w:rsid w:val="002C053A"/>
    <w:rsid w:val="002C06A5"/>
    <w:rsid w:val="002C1214"/>
    <w:rsid w:val="002C163E"/>
    <w:rsid w:val="002C1646"/>
    <w:rsid w:val="002C1AE7"/>
    <w:rsid w:val="002C1C26"/>
    <w:rsid w:val="002C1F80"/>
    <w:rsid w:val="002C21DE"/>
    <w:rsid w:val="002C2944"/>
    <w:rsid w:val="002C2A08"/>
    <w:rsid w:val="002C2A61"/>
    <w:rsid w:val="002C2C07"/>
    <w:rsid w:val="002C2E19"/>
    <w:rsid w:val="002C358A"/>
    <w:rsid w:val="002C38E8"/>
    <w:rsid w:val="002C3B01"/>
    <w:rsid w:val="002C3BF5"/>
    <w:rsid w:val="002C4053"/>
    <w:rsid w:val="002C4882"/>
    <w:rsid w:val="002C4B40"/>
    <w:rsid w:val="002C4C61"/>
    <w:rsid w:val="002C4D21"/>
    <w:rsid w:val="002C4F6F"/>
    <w:rsid w:val="002C5062"/>
    <w:rsid w:val="002C579A"/>
    <w:rsid w:val="002C58CB"/>
    <w:rsid w:val="002C6244"/>
    <w:rsid w:val="002C6473"/>
    <w:rsid w:val="002C64C2"/>
    <w:rsid w:val="002C6A2E"/>
    <w:rsid w:val="002C6E83"/>
    <w:rsid w:val="002C6F1B"/>
    <w:rsid w:val="002C73C2"/>
    <w:rsid w:val="002C792E"/>
    <w:rsid w:val="002C7B01"/>
    <w:rsid w:val="002D0193"/>
    <w:rsid w:val="002D01AB"/>
    <w:rsid w:val="002D0468"/>
    <w:rsid w:val="002D119C"/>
    <w:rsid w:val="002D12EF"/>
    <w:rsid w:val="002D1516"/>
    <w:rsid w:val="002D16B5"/>
    <w:rsid w:val="002D189A"/>
    <w:rsid w:val="002D19FA"/>
    <w:rsid w:val="002D201E"/>
    <w:rsid w:val="002D25D9"/>
    <w:rsid w:val="002D2737"/>
    <w:rsid w:val="002D28C0"/>
    <w:rsid w:val="002D29E9"/>
    <w:rsid w:val="002D2AB9"/>
    <w:rsid w:val="002D2F93"/>
    <w:rsid w:val="002D2FCB"/>
    <w:rsid w:val="002D3267"/>
    <w:rsid w:val="002D3697"/>
    <w:rsid w:val="002D3736"/>
    <w:rsid w:val="002D389F"/>
    <w:rsid w:val="002D3903"/>
    <w:rsid w:val="002D3B4E"/>
    <w:rsid w:val="002D3ED4"/>
    <w:rsid w:val="002D3F36"/>
    <w:rsid w:val="002D4595"/>
    <w:rsid w:val="002D46D2"/>
    <w:rsid w:val="002D522C"/>
    <w:rsid w:val="002D5489"/>
    <w:rsid w:val="002D5551"/>
    <w:rsid w:val="002D5C98"/>
    <w:rsid w:val="002D5E77"/>
    <w:rsid w:val="002D5F0E"/>
    <w:rsid w:val="002D6466"/>
    <w:rsid w:val="002D69BD"/>
    <w:rsid w:val="002D6C7E"/>
    <w:rsid w:val="002D703B"/>
    <w:rsid w:val="002D7095"/>
    <w:rsid w:val="002D7159"/>
    <w:rsid w:val="002D7389"/>
    <w:rsid w:val="002D79C0"/>
    <w:rsid w:val="002D7DF9"/>
    <w:rsid w:val="002E017C"/>
    <w:rsid w:val="002E0200"/>
    <w:rsid w:val="002E02F7"/>
    <w:rsid w:val="002E035D"/>
    <w:rsid w:val="002E04E5"/>
    <w:rsid w:val="002E0D55"/>
    <w:rsid w:val="002E0DCC"/>
    <w:rsid w:val="002E11A8"/>
    <w:rsid w:val="002E1BDA"/>
    <w:rsid w:val="002E1C8D"/>
    <w:rsid w:val="002E2490"/>
    <w:rsid w:val="002E2920"/>
    <w:rsid w:val="002E2B80"/>
    <w:rsid w:val="002E36F9"/>
    <w:rsid w:val="002E3892"/>
    <w:rsid w:val="002E3A1F"/>
    <w:rsid w:val="002E3FCD"/>
    <w:rsid w:val="002E43B8"/>
    <w:rsid w:val="002E4485"/>
    <w:rsid w:val="002E4972"/>
    <w:rsid w:val="002E4C32"/>
    <w:rsid w:val="002E4D6A"/>
    <w:rsid w:val="002E548E"/>
    <w:rsid w:val="002E552F"/>
    <w:rsid w:val="002E5750"/>
    <w:rsid w:val="002E6307"/>
    <w:rsid w:val="002E6842"/>
    <w:rsid w:val="002E6909"/>
    <w:rsid w:val="002E690E"/>
    <w:rsid w:val="002E6B9D"/>
    <w:rsid w:val="002E6D7E"/>
    <w:rsid w:val="002E6F35"/>
    <w:rsid w:val="002E70CE"/>
    <w:rsid w:val="002E794E"/>
    <w:rsid w:val="002E7AF2"/>
    <w:rsid w:val="002E7EE4"/>
    <w:rsid w:val="002F009C"/>
    <w:rsid w:val="002F00FE"/>
    <w:rsid w:val="002F01F7"/>
    <w:rsid w:val="002F058D"/>
    <w:rsid w:val="002F0AD8"/>
    <w:rsid w:val="002F0E8D"/>
    <w:rsid w:val="002F1033"/>
    <w:rsid w:val="002F1087"/>
    <w:rsid w:val="002F1CFB"/>
    <w:rsid w:val="002F2297"/>
    <w:rsid w:val="002F2A05"/>
    <w:rsid w:val="002F2C12"/>
    <w:rsid w:val="002F3273"/>
    <w:rsid w:val="002F340A"/>
    <w:rsid w:val="002F3517"/>
    <w:rsid w:val="002F384E"/>
    <w:rsid w:val="002F395B"/>
    <w:rsid w:val="002F3B83"/>
    <w:rsid w:val="002F3CC2"/>
    <w:rsid w:val="002F3E6B"/>
    <w:rsid w:val="002F3E79"/>
    <w:rsid w:val="002F449F"/>
    <w:rsid w:val="002F4775"/>
    <w:rsid w:val="002F489F"/>
    <w:rsid w:val="002F4C0A"/>
    <w:rsid w:val="002F507E"/>
    <w:rsid w:val="002F572F"/>
    <w:rsid w:val="002F5855"/>
    <w:rsid w:val="002F5915"/>
    <w:rsid w:val="002F64A5"/>
    <w:rsid w:val="002F64E9"/>
    <w:rsid w:val="002F6549"/>
    <w:rsid w:val="002F676D"/>
    <w:rsid w:val="002F7212"/>
    <w:rsid w:val="002F75A8"/>
    <w:rsid w:val="002F7873"/>
    <w:rsid w:val="002F792E"/>
    <w:rsid w:val="0030006E"/>
    <w:rsid w:val="003004BA"/>
    <w:rsid w:val="003006D1"/>
    <w:rsid w:val="00300E9C"/>
    <w:rsid w:val="00300F05"/>
    <w:rsid w:val="00301504"/>
    <w:rsid w:val="003017B2"/>
    <w:rsid w:val="00301C2F"/>
    <w:rsid w:val="00301C62"/>
    <w:rsid w:val="0030214D"/>
    <w:rsid w:val="0030261C"/>
    <w:rsid w:val="00302BFE"/>
    <w:rsid w:val="003032B2"/>
    <w:rsid w:val="0030405E"/>
    <w:rsid w:val="00304255"/>
    <w:rsid w:val="00304732"/>
    <w:rsid w:val="00304B7A"/>
    <w:rsid w:val="00304B87"/>
    <w:rsid w:val="00304D50"/>
    <w:rsid w:val="00304F10"/>
    <w:rsid w:val="003050D7"/>
    <w:rsid w:val="00305287"/>
    <w:rsid w:val="00305639"/>
    <w:rsid w:val="003056A4"/>
    <w:rsid w:val="00305A74"/>
    <w:rsid w:val="00305AD4"/>
    <w:rsid w:val="00306564"/>
    <w:rsid w:val="003071F0"/>
    <w:rsid w:val="003075D3"/>
    <w:rsid w:val="0030788D"/>
    <w:rsid w:val="00307C30"/>
    <w:rsid w:val="00307EB3"/>
    <w:rsid w:val="0031004D"/>
    <w:rsid w:val="00310A08"/>
    <w:rsid w:val="00311AA9"/>
    <w:rsid w:val="00311AF7"/>
    <w:rsid w:val="00311FDE"/>
    <w:rsid w:val="0031215F"/>
    <w:rsid w:val="003126E8"/>
    <w:rsid w:val="0031277F"/>
    <w:rsid w:val="003127F4"/>
    <w:rsid w:val="003129B4"/>
    <w:rsid w:val="00313226"/>
    <w:rsid w:val="003134A5"/>
    <w:rsid w:val="00313D89"/>
    <w:rsid w:val="0031405C"/>
    <w:rsid w:val="0031406A"/>
    <w:rsid w:val="003140B0"/>
    <w:rsid w:val="0031426D"/>
    <w:rsid w:val="00314538"/>
    <w:rsid w:val="00314C66"/>
    <w:rsid w:val="00315036"/>
    <w:rsid w:val="003150D7"/>
    <w:rsid w:val="00315A5A"/>
    <w:rsid w:val="00315ACB"/>
    <w:rsid w:val="00315D7A"/>
    <w:rsid w:val="003161AD"/>
    <w:rsid w:val="0031665E"/>
    <w:rsid w:val="003166EE"/>
    <w:rsid w:val="00316955"/>
    <w:rsid w:val="003169A5"/>
    <w:rsid w:val="00316BFC"/>
    <w:rsid w:val="003170E7"/>
    <w:rsid w:val="003175DC"/>
    <w:rsid w:val="00317A8E"/>
    <w:rsid w:val="00317CC9"/>
    <w:rsid w:val="00317DEA"/>
    <w:rsid w:val="00320087"/>
    <w:rsid w:val="00320114"/>
    <w:rsid w:val="00320175"/>
    <w:rsid w:val="00320391"/>
    <w:rsid w:val="003208A4"/>
    <w:rsid w:val="00320B1A"/>
    <w:rsid w:val="00320FFD"/>
    <w:rsid w:val="003212A8"/>
    <w:rsid w:val="003213F9"/>
    <w:rsid w:val="00321B33"/>
    <w:rsid w:val="003223D2"/>
    <w:rsid w:val="00322539"/>
    <w:rsid w:val="003225F7"/>
    <w:rsid w:val="00322829"/>
    <w:rsid w:val="003228FA"/>
    <w:rsid w:val="00322D6F"/>
    <w:rsid w:val="00322DE8"/>
    <w:rsid w:val="00322EB3"/>
    <w:rsid w:val="00323005"/>
    <w:rsid w:val="003231DC"/>
    <w:rsid w:val="00323C11"/>
    <w:rsid w:val="00323EFD"/>
    <w:rsid w:val="003241A3"/>
    <w:rsid w:val="003241CB"/>
    <w:rsid w:val="003244D2"/>
    <w:rsid w:val="00325500"/>
    <w:rsid w:val="00325882"/>
    <w:rsid w:val="00326500"/>
    <w:rsid w:val="00326609"/>
    <w:rsid w:val="003267E8"/>
    <w:rsid w:val="00326B42"/>
    <w:rsid w:val="00327047"/>
    <w:rsid w:val="003274C4"/>
    <w:rsid w:val="003275F8"/>
    <w:rsid w:val="003277B3"/>
    <w:rsid w:val="0032783C"/>
    <w:rsid w:val="00327B54"/>
    <w:rsid w:val="00327DE3"/>
    <w:rsid w:val="00327DF2"/>
    <w:rsid w:val="00327FCC"/>
    <w:rsid w:val="003301BD"/>
    <w:rsid w:val="003303FC"/>
    <w:rsid w:val="0033046F"/>
    <w:rsid w:val="00330643"/>
    <w:rsid w:val="003306BF"/>
    <w:rsid w:val="003306DB"/>
    <w:rsid w:val="003309F5"/>
    <w:rsid w:val="00330A94"/>
    <w:rsid w:val="003313F0"/>
    <w:rsid w:val="00331428"/>
    <w:rsid w:val="0033181A"/>
    <w:rsid w:val="0033192B"/>
    <w:rsid w:val="003319B1"/>
    <w:rsid w:val="00331EF6"/>
    <w:rsid w:val="00332186"/>
    <w:rsid w:val="003321DE"/>
    <w:rsid w:val="003331C6"/>
    <w:rsid w:val="0033320C"/>
    <w:rsid w:val="00333783"/>
    <w:rsid w:val="00333C29"/>
    <w:rsid w:val="00333CA8"/>
    <w:rsid w:val="003340E4"/>
    <w:rsid w:val="0033417B"/>
    <w:rsid w:val="00334201"/>
    <w:rsid w:val="00334294"/>
    <w:rsid w:val="00334463"/>
    <w:rsid w:val="0033475F"/>
    <w:rsid w:val="003348C7"/>
    <w:rsid w:val="0033550D"/>
    <w:rsid w:val="003355F8"/>
    <w:rsid w:val="00335692"/>
    <w:rsid w:val="003357D3"/>
    <w:rsid w:val="00335A69"/>
    <w:rsid w:val="003363E6"/>
    <w:rsid w:val="0033696C"/>
    <w:rsid w:val="00336F88"/>
    <w:rsid w:val="00337559"/>
    <w:rsid w:val="0033793C"/>
    <w:rsid w:val="00337D65"/>
    <w:rsid w:val="00340829"/>
    <w:rsid w:val="00340E49"/>
    <w:rsid w:val="00341042"/>
    <w:rsid w:val="00341298"/>
    <w:rsid w:val="003413F4"/>
    <w:rsid w:val="00341B1E"/>
    <w:rsid w:val="00341FCF"/>
    <w:rsid w:val="00342492"/>
    <w:rsid w:val="00343109"/>
    <w:rsid w:val="003433BD"/>
    <w:rsid w:val="003434C2"/>
    <w:rsid w:val="003435C2"/>
    <w:rsid w:val="003438A8"/>
    <w:rsid w:val="00343B75"/>
    <w:rsid w:val="00343CCE"/>
    <w:rsid w:val="00343E11"/>
    <w:rsid w:val="00343FDD"/>
    <w:rsid w:val="003450D1"/>
    <w:rsid w:val="00345524"/>
    <w:rsid w:val="00346148"/>
    <w:rsid w:val="003464B6"/>
    <w:rsid w:val="00346A54"/>
    <w:rsid w:val="00347019"/>
    <w:rsid w:val="00347348"/>
    <w:rsid w:val="00347CE4"/>
    <w:rsid w:val="003500D8"/>
    <w:rsid w:val="003502CF"/>
    <w:rsid w:val="003503A2"/>
    <w:rsid w:val="003507C9"/>
    <w:rsid w:val="00350924"/>
    <w:rsid w:val="00350B1C"/>
    <w:rsid w:val="00350B39"/>
    <w:rsid w:val="00350EDA"/>
    <w:rsid w:val="00350F16"/>
    <w:rsid w:val="0035138D"/>
    <w:rsid w:val="003515E9"/>
    <w:rsid w:val="00352068"/>
    <w:rsid w:val="003520F1"/>
    <w:rsid w:val="003522C1"/>
    <w:rsid w:val="00352A0E"/>
    <w:rsid w:val="003531A7"/>
    <w:rsid w:val="00353B12"/>
    <w:rsid w:val="00353BBD"/>
    <w:rsid w:val="00353E54"/>
    <w:rsid w:val="00353EB9"/>
    <w:rsid w:val="003548BA"/>
    <w:rsid w:val="00354917"/>
    <w:rsid w:val="00354CBC"/>
    <w:rsid w:val="003551F5"/>
    <w:rsid w:val="0035546E"/>
    <w:rsid w:val="00355CBD"/>
    <w:rsid w:val="00355CC0"/>
    <w:rsid w:val="0035626E"/>
    <w:rsid w:val="003566DE"/>
    <w:rsid w:val="00356B6B"/>
    <w:rsid w:val="00356DD5"/>
    <w:rsid w:val="0035732A"/>
    <w:rsid w:val="0035777A"/>
    <w:rsid w:val="00357884"/>
    <w:rsid w:val="00357CE2"/>
    <w:rsid w:val="00357D3B"/>
    <w:rsid w:val="003600D9"/>
    <w:rsid w:val="00360747"/>
    <w:rsid w:val="0036096F"/>
    <w:rsid w:val="00361116"/>
    <w:rsid w:val="00361274"/>
    <w:rsid w:val="003612B0"/>
    <w:rsid w:val="00361DCD"/>
    <w:rsid w:val="00361FD0"/>
    <w:rsid w:val="003621BC"/>
    <w:rsid w:val="003621D7"/>
    <w:rsid w:val="0036244F"/>
    <w:rsid w:val="00362D8B"/>
    <w:rsid w:val="00362DB3"/>
    <w:rsid w:val="0036300F"/>
    <w:rsid w:val="003635E3"/>
    <w:rsid w:val="003636D1"/>
    <w:rsid w:val="00363F7D"/>
    <w:rsid w:val="003644C8"/>
    <w:rsid w:val="0036470A"/>
    <w:rsid w:val="0036476E"/>
    <w:rsid w:val="00364C8C"/>
    <w:rsid w:val="00364E40"/>
    <w:rsid w:val="00364EB0"/>
    <w:rsid w:val="00365318"/>
    <w:rsid w:val="00365521"/>
    <w:rsid w:val="0036570B"/>
    <w:rsid w:val="003661D7"/>
    <w:rsid w:val="0036639C"/>
    <w:rsid w:val="003667D4"/>
    <w:rsid w:val="00366D16"/>
    <w:rsid w:val="00366E2C"/>
    <w:rsid w:val="0036701E"/>
    <w:rsid w:val="00367451"/>
    <w:rsid w:val="00367667"/>
    <w:rsid w:val="003676A2"/>
    <w:rsid w:val="0036781E"/>
    <w:rsid w:val="0036789E"/>
    <w:rsid w:val="00367C86"/>
    <w:rsid w:val="00370614"/>
    <w:rsid w:val="003706B8"/>
    <w:rsid w:val="00371251"/>
    <w:rsid w:val="003714B1"/>
    <w:rsid w:val="003715DF"/>
    <w:rsid w:val="003717E1"/>
    <w:rsid w:val="00371D5E"/>
    <w:rsid w:val="0037280F"/>
    <w:rsid w:val="00372E25"/>
    <w:rsid w:val="00373342"/>
    <w:rsid w:val="00373560"/>
    <w:rsid w:val="003744F4"/>
    <w:rsid w:val="00374AEA"/>
    <w:rsid w:val="00375732"/>
    <w:rsid w:val="00375A42"/>
    <w:rsid w:val="00375A85"/>
    <w:rsid w:val="00375AD0"/>
    <w:rsid w:val="00375E8E"/>
    <w:rsid w:val="00376099"/>
    <w:rsid w:val="003765A7"/>
    <w:rsid w:val="00376883"/>
    <w:rsid w:val="00376913"/>
    <w:rsid w:val="00376989"/>
    <w:rsid w:val="003773E3"/>
    <w:rsid w:val="00377AD5"/>
    <w:rsid w:val="00377CC3"/>
    <w:rsid w:val="00377CF4"/>
    <w:rsid w:val="00380162"/>
    <w:rsid w:val="00380265"/>
    <w:rsid w:val="0038034C"/>
    <w:rsid w:val="00380DB5"/>
    <w:rsid w:val="00381387"/>
    <w:rsid w:val="003818BD"/>
    <w:rsid w:val="00381CFA"/>
    <w:rsid w:val="0038225A"/>
    <w:rsid w:val="00382362"/>
    <w:rsid w:val="00382879"/>
    <w:rsid w:val="0038293B"/>
    <w:rsid w:val="00382985"/>
    <w:rsid w:val="00382EF0"/>
    <w:rsid w:val="00383045"/>
    <w:rsid w:val="0038326C"/>
    <w:rsid w:val="0038353E"/>
    <w:rsid w:val="00383542"/>
    <w:rsid w:val="00383A62"/>
    <w:rsid w:val="00383E98"/>
    <w:rsid w:val="00383EC4"/>
    <w:rsid w:val="0038431F"/>
    <w:rsid w:val="00384495"/>
    <w:rsid w:val="00384D1F"/>
    <w:rsid w:val="00384E36"/>
    <w:rsid w:val="00385074"/>
    <w:rsid w:val="00385472"/>
    <w:rsid w:val="0038598F"/>
    <w:rsid w:val="00385AD8"/>
    <w:rsid w:val="00385B23"/>
    <w:rsid w:val="00385CA8"/>
    <w:rsid w:val="0038699C"/>
    <w:rsid w:val="003869FD"/>
    <w:rsid w:val="00387169"/>
    <w:rsid w:val="00387294"/>
    <w:rsid w:val="0038739A"/>
    <w:rsid w:val="003877A6"/>
    <w:rsid w:val="00387A71"/>
    <w:rsid w:val="003905CE"/>
    <w:rsid w:val="0039134D"/>
    <w:rsid w:val="00391819"/>
    <w:rsid w:val="00391A7F"/>
    <w:rsid w:val="00391F27"/>
    <w:rsid w:val="00391F8C"/>
    <w:rsid w:val="003921C9"/>
    <w:rsid w:val="003924DC"/>
    <w:rsid w:val="003930F3"/>
    <w:rsid w:val="00393785"/>
    <w:rsid w:val="003937C1"/>
    <w:rsid w:val="0039384D"/>
    <w:rsid w:val="00394F47"/>
    <w:rsid w:val="003950C5"/>
    <w:rsid w:val="003953C7"/>
    <w:rsid w:val="00395A8B"/>
    <w:rsid w:val="00395B6A"/>
    <w:rsid w:val="00395DBD"/>
    <w:rsid w:val="00395EE1"/>
    <w:rsid w:val="00395FF5"/>
    <w:rsid w:val="00396139"/>
    <w:rsid w:val="003961A4"/>
    <w:rsid w:val="0039621E"/>
    <w:rsid w:val="0039624C"/>
    <w:rsid w:val="00396ED1"/>
    <w:rsid w:val="00397A96"/>
    <w:rsid w:val="003A07B0"/>
    <w:rsid w:val="003A13F7"/>
    <w:rsid w:val="003A140E"/>
    <w:rsid w:val="003A16D6"/>
    <w:rsid w:val="003A1953"/>
    <w:rsid w:val="003A1B75"/>
    <w:rsid w:val="003A28FB"/>
    <w:rsid w:val="003A2968"/>
    <w:rsid w:val="003A3231"/>
    <w:rsid w:val="003A3964"/>
    <w:rsid w:val="003A3CD5"/>
    <w:rsid w:val="003A3F08"/>
    <w:rsid w:val="003A4072"/>
    <w:rsid w:val="003A4434"/>
    <w:rsid w:val="003A47B8"/>
    <w:rsid w:val="003A504E"/>
    <w:rsid w:val="003A537D"/>
    <w:rsid w:val="003A549B"/>
    <w:rsid w:val="003A5863"/>
    <w:rsid w:val="003A5886"/>
    <w:rsid w:val="003A5AA8"/>
    <w:rsid w:val="003A5FC3"/>
    <w:rsid w:val="003A647C"/>
    <w:rsid w:val="003A6CC9"/>
    <w:rsid w:val="003A6CF0"/>
    <w:rsid w:val="003A6D4F"/>
    <w:rsid w:val="003A6D74"/>
    <w:rsid w:val="003A6E4D"/>
    <w:rsid w:val="003A6F05"/>
    <w:rsid w:val="003A70BD"/>
    <w:rsid w:val="003A74D0"/>
    <w:rsid w:val="003A7917"/>
    <w:rsid w:val="003A7BBD"/>
    <w:rsid w:val="003B0231"/>
    <w:rsid w:val="003B039F"/>
    <w:rsid w:val="003B04CD"/>
    <w:rsid w:val="003B0745"/>
    <w:rsid w:val="003B0AB1"/>
    <w:rsid w:val="003B0C14"/>
    <w:rsid w:val="003B0CE8"/>
    <w:rsid w:val="003B0FD0"/>
    <w:rsid w:val="003B14DA"/>
    <w:rsid w:val="003B1A58"/>
    <w:rsid w:val="003B1CFF"/>
    <w:rsid w:val="003B1E92"/>
    <w:rsid w:val="003B2CB8"/>
    <w:rsid w:val="003B2D3A"/>
    <w:rsid w:val="003B3083"/>
    <w:rsid w:val="003B33DF"/>
    <w:rsid w:val="003B3B0B"/>
    <w:rsid w:val="003B3CF3"/>
    <w:rsid w:val="003B3D35"/>
    <w:rsid w:val="003B3DC7"/>
    <w:rsid w:val="003B3EC6"/>
    <w:rsid w:val="003B41CE"/>
    <w:rsid w:val="003B448F"/>
    <w:rsid w:val="003B4878"/>
    <w:rsid w:val="003B4886"/>
    <w:rsid w:val="003B53D3"/>
    <w:rsid w:val="003B549C"/>
    <w:rsid w:val="003B54AD"/>
    <w:rsid w:val="003B5686"/>
    <w:rsid w:val="003B5762"/>
    <w:rsid w:val="003B5922"/>
    <w:rsid w:val="003B5EA6"/>
    <w:rsid w:val="003B6264"/>
    <w:rsid w:val="003B62B5"/>
    <w:rsid w:val="003B6EC5"/>
    <w:rsid w:val="003B7461"/>
    <w:rsid w:val="003B75C9"/>
    <w:rsid w:val="003B79B9"/>
    <w:rsid w:val="003B7C03"/>
    <w:rsid w:val="003B7F42"/>
    <w:rsid w:val="003C0757"/>
    <w:rsid w:val="003C07ED"/>
    <w:rsid w:val="003C0966"/>
    <w:rsid w:val="003C0976"/>
    <w:rsid w:val="003C0D36"/>
    <w:rsid w:val="003C0D68"/>
    <w:rsid w:val="003C0E31"/>
    <w:rsid w:val="003C10CD"/>
    <w:rsid w:val="003C1653"/>
    <w:rsid w:val="003C16D6"/>
    <w:rsid w:val="003C1B67"/>
    <w:rsid w:val="003C241A"/>
    <w:rsid w:val="003C25D3"/>
    <w:rsid w:val="003C28E7"/>
    <w:rsid w:val="003C2CA2"/>
    <w:rsid w:val="003C2E0B"/>
    <w:rsid w:val="003C2EFB"/>
    <w:rsid w:val="003C3BCA"/>
    <w:rsid w:val="003C3D36"/>
    <w:rsid w:val="003C409C"/>
    <w:rsid w:val="003C4657"/>
    <w:rsid w:val="003C496F"/>
    <w:rsid w:val="003C4CB5"/>
    <w:rsid w:val="003C5582"/>
    <w:rsid w:val="003C5B59"/>
    <w:rsid w:val="003C5CDE"/>
    <w:rsid w:val="003C6145"/>
    <w:rsid w:val="003C6621"/>
    <w:rsid w:val="003C6670"/>
    <w:rsid w:val="003C69C9"/>
    <w:rsid w:val="003C6F57"/>
    <w:rsid w:val="003C725A"/>
    <w:rsid w:val="003C7750"/>
    <w:rsid w:val="003C7E13"/>
    <w:rsid w:val="003D0A96"/>
    <w:rsid w:val="003D0AF5"/>
    <w:rsid w:val="003D0D9E"/>
    <w:rsid w:val="003D0FFF"/>
    <w:rsid w:val="003D1236"/>
    <w:rsid w:val="003D1586"/>
    <w:rsid w:val="003D17B0"/>
    <w:rsid w:val="003D1BA9"/>
    <w:rsid w:val="003D1F85"/>
    <w:rsid w:val="003D235E"/>
    <w:rsid w:val="003D2619"/>
    <w:rsid w:val="003D2AFD"/>
    <w:rsid w:val="003D2B96"/>
    <w:rsid w:val="003D31C1"/>
    <w:rsid w:val="003D35E9"/>
    <w:rsid w:val="003D3D8E"/>
    <w:rsid w:val="003D412F"/>
    <w:rsid w:val="003D4506"/>
    <w:rsid w:val="003D4521"/>
    <w:rsid w:val="003D47C7"/>
    <w:rsid w:val="003D47FF"/>
    <w:rsid w:val="003D4D82"/>
    <w:rsid w:val="003D4FF5"/>
    <w:rsid w:val="003D56CE"/>
    <w:rsid w:val="003D5960"/>
    <w:rsid w:val="003D5B26"/>
    <w:rsid w:val="003D5C06"/>
    <w:rsid w:val="003D5F31"/>
    <w:rsid w:val="003D5F33"/>
    <w:rsid w:val="003D6415"/>
    <w:rsid w:val="003D6618"/>
    <w:rsid w:val="003D6E4A"/>
    <w:rsid w:val="003D729B"/>
    <w:rsid w:val="003D7343"/>
    <w:rsid w:val="003D75CA"/>
    <w:rsid w:val="003D7740"/>
    <w:rsid w:val="003E04DF"/>
    <w:rsid w:val="003E07A7"/>
    <w:rsid w:val="003E07C6"/>
    <w:rsid w:val="003E108D"/>
    <w:rsid w:val="003E109A"/>
    <w:rsid w:val="003E1C53"/>
    <w:rsid w:val="003E1EE6"/>
    <w:rsid w:val="003E28BD"/>
    <w:rsid w:val="003E3192"/>
    <w:rsid w:val="003E3451"/>
    <w:rsid w:val="003E3939"/>
    <w:rsid w:val="003E3B9E"/>
    <w:rsid w:val="003E3BD3"/>
    <w:rsid w:val="003E3E14"/>
    <w:rsid w:val="003E4633"/>
    <w:rsid w:val="003E47C7"/>
    <w:rsid w:val="003E4A81"/>
    <w:rsid w:val="003E4B6A"/>
    <w:rsid w:val="003E4E50"/>
    <w:rsid w:val="003E4F12"/>
    <w:rsid w:val="003E5049"/>
    <w:rsid w:val="003E506B"/>
    <w:rsid w:val="003E51B9"/>
    <w:rsid w:val="003E55FD"/>
    <w:rsid w:val="003E5726"/>
    <w:rsid w:val="003E59CA"/>
    <w:rsid w:val="003E5EFA"/>
    <w:rsid w:val="003E60FB"/>
    <w:rsid w:val="003E6AD7"/>
    <w:rsid w:val="003E6DB3"/>
    <w:rsid w:val="003E7281"/>
    <w:rsid w:val="003E75BC"/>
    <w:rsid w:val="003E7655"/>
    <w:rsid w:val="003E7836"/>
    <w:rsid w:val="003E7C27"/>
    <w:rsid w:val="003E7EF1"/>
    <w:rsid w:val="003F035D"/>
    <w:rsid w:val="003F047D"/>
    <w:rsid w:val="003F0791"/>
    <w:rsid w:val="003F0FA2"/>
    <w:rsid w:val="003F114C"/>
    <w:rsid w:val="003F1524"/>
    <w:rsid w:val="003F1790"/>
    <w:rsid w:val="003F18DE"/>
    <w:rsid w:val="003F2552"/>
    <w:rsid w:val="003F2580"/>
    <w:rsid w:val="003F2586"/>
    <w:rsid w:val="003F26D3"/>
    <w:rsid w:val="003F286F"/>
    <w:rsid w:val="003F28A4"/>
    <w:rsid w:val="003F2CEC"/>
    <w:rsid w:val="003F2E4F"/>
    <w:rsid w:val="003F353F"/>
    <w:rsid w:val="003F3C7B"/>
    <w:rsid w:val="003F3F7D"/>
    <w:rsid w:val="003F3F99"/>
    <w:rsid w:val="003F4310"/>
    <w:rsid w:val="003F4998"/>
    <w:rsid w:val="003F5091"/>
    <w:rsid w:val="003F51CC"/>
    <w:rsid w:val="003F51E8"/>
    <w:rsid w:val="003F58BA"/>
    <w:rsid w:val="003F5A3C"/>
    <w:rsid w:val="003F5DF9"/>
    <w:rsid w:val="003F6494"/>
    <w:rsid w:val="003F654D"/>
    <w:rsid w:val="003F66C0"/>
    <w:rsid w:val="003F67B5"/>
    <w:rsid w:val="003F6A64"/>
    <w:rsid w:val="003F6B8B"/>
    <w:rsid w:val="003F6EFB"/>
    <w:rsid w:val="003F757C"/>
    <w:rsid w:val="003F7DE5"/>
    <w:rsid w:val="00400096"/>
    <w:rsid w:val="004000E6"/>
    <w:rsid w:val="0040051E"/>
    <w:rsid w:val="00400640"/>
    <w:rsid w:val="00400889"/>
    <w:rsid w:val="00400913"/>
    <w:rsid w:val="00400BFE"/>
    <w:rsid w:val="00401162"/>
    <w:rsid w:val="004018EC"/>
    <w:rsid w:val="00401BFC"/>
    <w:rsid w:val="00401FAA"/>
    <w:rsid w:val="00401FC5"/>
    <w:rsid w:val="00401FE8"/>
    <w:rsid w:val="00402080"/>
    <w:rsid w:val="0040284C"/>
    <w:rsid w:val="00402C60"/>
    <w:rsid w:val="00403312"/>
    <w:rsid w:val="004036B3"/>
    <w:rsid w:val="00403B7A"/>
    <w:rsid w:val="00403D18"/>
    <w:rsid w:val="004042C6"/>
    <w:rsid w:val="0040467A"/>
    <w:rsid w:val="0040480F"/>
    <w:rsid w:val="0040498B"/>
    <w:rsid w:val="00404B06"/>
    <w:rsid w:val="00404D00"/>
    <w:rsid w:val="0040503C"/>
    <w:rsid w:val="0040539D"/>
    <w:rsid w:val="00406463"/>
    <w:rsid w:val="004068DC"/>
    <w:rsid w:val="00407057"/>
    <w:rsid w:val="00407099"/>
    <w:rsid w:val="004074D0"/>
    <w:rsid w:val="004074E7"/>
    <w:rsid w:val="00407734"/>
    <w:rsid w:val="004079B7"/>
    <w:rsid w:val="00407B95"/>
    <w:rsid w:val="00407CAB"/>
    <w:rsid w:val="004100BA"/>
    <w:rsid w:val="004100DF"/>
    <w:rsid w:val="00410141"/>
    <w:rsid w:val="00410599"/>
    <w:rsid w:val="0041066F"/>
    <w:rsid w:val="00410803"/>
    <w:rsid w:val="00410832"/>
    <w:rsid w:val="00410A94"/>
    <w:rsid w:val="00411B5F"/>
    <w:rsid w:val="00413057"/>
    <w:rsid w:val="004130E2"/>
    <w:rsid w:val="00413448"/>
    <w:rsid w:val="004137FA"/>
    <w:rsid w:val="0041386A"/>
    <w:rsid w:val="00413B86"/>
    <w:rsid w:val="00413D12"/>
    <w:rsid w:val="004144C1"/>
    <w:rsid w:val="00414FDE"/>
    <w:rsid w:val="004150B7"/>
    <w:rsid w:val="00415138"/>
    <w:rsid w:val="0041542F"/>
    <w:rsid w:val="0041562D"/>
    <w:rsid w:val="00415A30"/>
    <w:rsid w:val="00415BAF"/>
    <w:rsid w:val="00415BC0"/>
    <w:rsid w:val="004160F1"/>
    <w:rsid w:val="00416326"/>
    <w:rsid w:val="004164C7"/>
    <w:rsid w:val="00416A48"/>
    <w:rsid w:val="00416B5F"/>
    <w:rsid w:val="00416C5E"/>
    <w:rsid w:val="00416D28"/>
    <w:rsid w:val="00416D6C"/>
    <w:rsid w:val="00416FDE"/>
    <w:rsid w:val="00417091"/>
    <w:rsid w:val="00417223"/>
    <w:rsid w:val="00417A57"/>
    <w:rsid w:val="00417B6F"/>
    <w:rsid w:val="00417C7D"/>
    <w:rsid w:val="00417DE0"/>
    <w:rsid w:val="0042030E"/>
    <w:rsid w:val="0042032D"/>
    <w:rsid w:val="00420A60"/>
    <w:rsid w:val="00420D3D"/>
    <w:rsid w:val="00420E43"/>
    <w:rsid w:val="004210C7"/>
    <w:rsid w:val="0042116B"/>
    <w:rsid w:val="00421346"/>
    <w:rsid w:val="00421372"/>
    <w:rsid w:val="00421409"/>
    <w:rsid w:val="0042172A"/>
    <w:rsid w:val="0042192B"/>
    <w:rsid w:val="00421D27"/>
    <w:rsid w:val="00421DCD"/>
    <w:rsid w:val="00421F3A"/>
    <w:rsid w:val="00422093"/>
    <w:rsid w:val="004221C1"/>
    <w:rsid w:val="00422210"/>
    <w:rsid w:val="00422745"/>
    <w:rsid w:val="00422C8E"/>
    <w:rsid w:val="00423115"/>
    <w:rsid w:val="0042356E"/>
    <w:rsid w:val="00423D78"/>
    <w:rsid w:val="00423D83"/>
    <w:rsid w:val="00423DAF"/>
    <w:rsid w:val="00424057"/>
    <w:rsid w:val="0042454D"/>
    <w:rsid w:val="00424580"/>
    <w:rsid w:val="00424646"/>
    <w:rsid w:val="00424865"/>
    <w:rsid w:val="00424A3D"/>
    <w:rsid w:val="00424C83"/>
    <w:rsid w:val="00424D71"/>
    <w:rsid w:val="00425031"/>
    <w:rsid w:val="004254A4"/>
    <w:rsid w:val="00426734"/>
    <w:rsid w:val="004267DC"/>
    <w:rsid w:val="004267E3"/>
    <w:rsid w:val="00426C33"/>
    <w:rsid w:val="00426E39"/>
    <w:rsid w:val="00427020"/>
    <w:rsid w:val="0042764B"/>
    <w:rsid w:val="00427A8F"/>
    <w:rsid w:val="00427CA8"/>
    <w:rsid w:val="004300C1"/>
    <w:rsid w:val="004303A4"/>
    <w:rsid w:val="0043044F"/>
    <w:rsid w:val="004304FC"/>
    <w:rsid w:val="00430632"/>
    <w:rsid w:val="004308D8"/>
    <w:rsid w:val="00430D34"/>
    <w:rsid w:val="00430F79"/>
    <w:rsid w:val="00430FDF"/>
    <w:rsid w:val="004310C7"/>
    <w:rsid w:val="0043112A"/>
    <w:rsid w:val="0043119D"/>
    <w:rsid w:val="004311F6"/>
    <w:rsid w:val="00432187"/>
    <w:rsid w:val="00432886"/>
    <w:rsid w:val="00432ACD"/>
    <w:rsid w:val="00433266"/>
    <w:rsid w:val="004335CB"/>
    <w:rsid w:val="00433EA4"/>
    <w:rsid w:val="00433EC1"/>
    <w:rsid w:val="00433F52"/>
    <w:rsid w:val="0043473E"/>
    <w:rsid w:val="00434988"/>
    <w:rsid w:val="00434D64"/>
    <w:rsid w:val="00434DB8"/>
    <w:rsid w:val="00434F6D"/>
    <w:rsid w:val="00434FEF"/>
    <w:rsid w:val="0043528A"/>
    <w:rsid w:val="004354EF"/>
    <w:rsid w:val="00435670"/>
    <w:rsid w:val="00435691"/>
    <w:rsid w:val="0043573E"/>
    <w:rsid w:val="004359B3"/>
    <w:rsid w:val="00435A4D"/>
    <w:rsid w:val="0043611A"/>
    <w:rsid w:val="00436F86"/>
    <w:rsid w:val="004400B0"/>
    <w:rsid w:val="00440290"/>
    <w:rsid w:val="0044066C"/>
    <w:rsid w:val="00440944"/>
    <w:rsid w:val="00440EEE"/>
    <w:rsid w:val="004410B8"/>
    <w:rsid w:val="0044139D"/>
    <w:rsid w:val="00441518"/>
    <w:rsid w:val="004416B0"/>
    <w:rsid w:val="0044194B"/>
    <w:rsid w:val="00441A27"/>
    <w:rsid w:val="0044206B"/>
    <w:rsid w:val="00442594"/>
    <w:rsid w:val="00442ED5"/>
    <w:rsid w:val="00442F33"/>
    <w:rsid w:val="00443141"/>
    <w:rsid w:val="00443589"/>
    <w:rsid w:val="004435A3"/>
    <w:rsid w:val="0044388B"/>
    <w:rsid w:val="00443B3A"/>
    <w:rsid w:val="00443E85"/>
    <w:rsid w:val="00444149"/>
    <w:rsid w:val="004441CF"/>
    <w:rsid w:val="004441D4"/>
    <w:rsid w:val="00444259"/>
    <w:rsid w:val="00444917"/>
    <w:rsid w:val="00444C00"/>
    <w:rsid w:val="004455CB"/>
    <w:rsid w:val="00445F7C"/>
    <w:rsid w:val="00446226"/>
    <w:rsid w:val="0044640B"/>
    <w:rsid w:val="004468FF"/>
    <w:rsid w:val="00446AF2"/>
    <w:rsid w:val="00446C92"/>
    <w:rsid w:val="00446E1C"/>
    <w:rsid w:val="00446F14"/>
    <w:rsid w:val="0044762C"/>
    <w:rsid w:val="00447657"/>
    <w:rsid w:val="00447665"/>
    <w:rsid w:val="00447C8A"/>
    <w:rsid w:val="004502A3"/>
    <w:rsid w:val="004508EC"/>
    <w:rsid w:val="004509C6"/>
    <w:rsid w:val="00450AA5"/>
    <w:rsid w:val="00450AB0"/>
    <w:rsid w:val="00450D46"/>
    <w:rsid w:val="00450D54"/>
    <w:rsid w:val="00450D81"/>
    <w:rsid w:val="00451445"/>
    <w:rsid w:val="00452696"/>
    <w:rsid w:val="0045291F"/>
    <w:rsid w:val="00452B78"/>
    <w:rsid w:val="00453015"/>
    <w:rsid w:val="00453026"/>
    <w:rsid w:val="00453196"/>
    <w:rsid w:val="0045346B"/>
    <w:rsid w:val="0045353A"/>
    <w:rsid w:val="00453878"/>
    <w:rsid w:val="004538A4"/>
    <w:rsid w:val="00453F5E"/>
    <w:rsid w:val="0045471A"/>
    <w:rsid w:val="0045499B"/>
    <w:rsid w:val="00454B57"/>
    <w:rsid w:val="00454B9E"/>
    <w:rsid w:val="00454DB9"/>
    <w:rsid w:val="00454ED1"/>
    <w:rsid w:val="00455339"/>
    <w:rsid w:val="004554CC"/>
    <w:rsid w:val="004555A1"/>
    <w:rsid w:val="00455614"/>
    <w:rsid w:val="00455915"/>
    <w:rsid w:val="00455E48"/>
    <w:rsid w:val="00455FAD"/>
    <w:rsid w:val="00455FF6"/>
    <w:rsid w:val="00456247"/>
    <w:rsid w:val="00456427"/>
    <w:rsid w:val="00456531"/>
    <w:rsid w:val="00456854"/>
    <w:rsid w:val="00456BBD"/>
    <w:rsid w:val="0045714A"/>
    <w:rsid w:val="00457D4E"/>
    <w:rsid w:val="00457DB8"/>
    <w:rsid w:val="00460199"/>
    <w:rsid w:val="004602F7"/>
    <w:rsid w:val="004609AC"/>
    <w:rsid w:val="00460FEF"/>
    <w:rsid w:val="004610DD"/>
    <w:rsid w:val="00461180"/>
    <w:rsid w:val="004614AF"/>
    <w:rsid w:val="00462091"/>
    <w:rsid w:val="00462171"/>
    <w:rsid w:val="0046231F"/>
    <w:rsid w:val="00462631"/>
    <w:rsid w:val="00462A52"/>
    <w:rsid w:val="00462B3D"/>
    <w:rsid w:val="00462BCE"/>
    <w:rsid w:val="00462D16"/>
    <w:rsid w:val="00462E57"/>
    <w:rsid w:val="00462EA1"/>
    <w:rsid w:val="00463510"/>
    <w:rsid w:val="004637A6"/>
    <w:rsid w:val="00463936"/>
    <w:rsid w:val="00463CFD"/>
    <w:rsid w:val="00463D05"/>
    <w:rsid w:val="004644F0"/>
    <w:rsid w:val="004647DD"/>
    <w:rsid w:val="0046494B"/>
    <w:rsid w:val="00464B98"/>
    <w:rsid w:val="0046579E"/>
    <w:rsid w:val="004657D9"/>
    <w:rsid w:val="00465820"/>
    <w:rsid w:val="0046584B"/>
    <w:rsid w:val="00465A67"/>
    <w:rsid w:val="00465C8C"/>
    <w:rsid w:val="0046618C"/>
    <w:rsid w:val="004664DE"/>
    <w:rsid w:val="0046660D"/>
    <w:rsid w:val="004667BA"/>
    <w:rsid w:val="00467054"/>
    <w:rsid w:val="004673DB"/>
    <w:rsid w:val="0046772B"/>
    <w:rsid w:val="00467A57"/>
    <w:rsid w:val="0047003C"/>
    <w:rsid w:val="00470200"/>
    <w:rsid w:val="004704A8"/>
    <w:rsid w:val="00470A17"/>
    <w:rsid w:val="00471026"/>
    <w:rsid w:val="00471D6E"/>
    <w:rsid w:val="00471DAB"/>
    <w:rsid w:val="004720C3"/>
    <w:rsid w:val="004722EB"/>
    <w:rsid w:val="004723A9"/>
    <w:rsid w:val="00472904"/>
    <w:rsid w:val="004729FE"/>
    <w:rsid w:val="00473505"/>
    <w:rsid w:val="004735DC"/>
    <w:rsid w:val="00473745"/>
    <w:rsid w:val="004739DE"/>
    <w:rsid w:val="00473F23"/>
    <w:rsid w:val="00473FC3"/>
    <w:rsid w:val="00474243"/>
    <w:rsid w:val="004743DF"/>
    <w:rsid w:val="004749D5"/>
    <w:rsid w:val="00474CC4"/>
    <w:rsid w:val="004753BD"/>
    <w:rsid w:val="004756DD"/>
    <w:rsid w:val="004757CF"/>
    <w:rsid w:val="00475C53"/>
    <w:rsid w:val="00475E6F"/>
    <w:rsid w:val="004760BF"/>
    <w:rsid w:val="00476342"/>
    <w:rsid w:val="004763D7"/>
    <w:rsid w:val="00476595"/>
    <w:rsid w:val="004765B2"/>
    <w:rsid w:val="004769F3"/>
    <w:rsid w:val="00476B9E"/>
    <w:rsid w:val="00476D17"/>
    <w:rsid w:val="00476DCA"/>
    <w:rsid w:val="004777B3"/>
    <w:rsid w:val="00477897"/>
    <w:rsid w:val="004809E4"/>
    <w:rsid w:val="00480B43"/>
    <w:rsid w:val="00480FE5"/>
    <w:rsid w:val="0048103F"/>
    <w:rsid w:val="00481218"/>
    <w:rsid w:val="004818BF"/>
    <w:rsid w:val="00481D7B"/>
    <w:rsid w:val="00481E8C"/>
    <w:rsid w:val="004820BA"/>
    <w:rsid w:val="004823FE"/>
    <w:rsid w:val="00482600"/>
    <w:rsid w:val="00482C5C"/>
    <w:rsid w:val="00482F1E"/>
    <w:rsid w:val="00483463"/>
    <w:rsid w:val="00483BC5"/>
    <w:rsid w:val="00483D09"/>
    <w:rsid w:val="00484094"/>
    <w:rsid w:val="00484421"/>
    <w:rsid w:val="0048476B"/>
    <w:rsid w:val="00484D52"/>
    <w:rsid w:val="004853E7"/>
    <w:rsid w:val="00485797"/>
    <w:rsid w:val="00485FC4"/>
    <w:rsid w:val="004860F4"/>
    <w:rsid w:val="00486126"/>
    <w:rsid w:val="00486516"/>
    <w:rsid w:val="00486FA7"/>
    <w:rsid w:val="00487F06"/>
    <w:rsid w:val="00490734"/>
    <w:rsid w:val="00490A52"/>
    <w:rsid w:val="00490FD1"/>
    <w:rsid w:val="004912C9"/>
    <w:rsid w:val="004914E7"/>
    <w:rsid w:val="0049158E"/>
    <w:rsid w:val="00491988"/>
    <w:rsid w:val="00491B7F"/>
    <w:rsid w:val="00491BD3"/>
    <w:rsid w:val="00491E6E"/>
    <w:rsid w:val="004923CA"/>
    <w:rsid w:val="00492638"/>
    <w:rsid w:val="0049290F"/>
    <w:rsid w:val="004929BB"/>
    <w:rsid w:val="00492B35"/>
    <w:rsid w:val="00492CB1"/>
    <w:rsid w:val="0049339E"/>
    <w:rsid w:val="00493F40"/>
    <w:rsid w:val="00494845"/>
    <w:rsid w:val="00494972"/>
    <w:rsid w:val="00494A05"/>
    <w:rsid w:val="00494C5C"/>
    <w:rsid w:val="004952AE"/>
    <w:rsid w:val="00495387"/>
    <w:rsid w:val="004954EC"/>
    <w:rsid w:val="004956A6"/>
    <w:rsid w:val="004956FF"/>
    <w:rsid w:val="00495712"/>
    <w:rsid w:val="004959E9"/>
    <w:rsid w:val="00495A93"/>
    <w:rsid w:val="00496A99"/>
    <w:rsid w:val="00496B88"/>
    <w:rsid w:val="00496DF3"/>
    <w:rsid w:val="00496E68"/>
    <w:rsid w:val="0049734A"/>
    <w:rsid w:val="004973F8"/>
    <w:rsid w:val="0049782A"/>
    <w:rsid w:val="00497F2A"/>
    <w:rsid w:val="004A01E3"/>
    <w:rsid w:val="004A02D5"/>
    <w:rsid w:val="004A06DD"/>
    <w:rsid w:val="004A08BA"/>
    <w:rsid w:val="004A0930"/>
    <w:rsid w:val="004A12D2"/>
    <w:rsid w:val="004A15AF"/>
    <w:rsid w:val="004A15C2"/>
    <w:rsid w:val="004A1B55"/>
    <w:rsid w:val="004A1FC3"/>
    <w:rsid w:val="004A214F"/>
    <w:rsid w:val="004A2633"/>
    <w:rsid w:val="004A28AC"/>
    <w:rsid w:val="004A2973"/>
    <w:rsid w:val="004A2BE4"/>
    <w:rsid w:val="004A2D0F"/>
    <w:rsid w:val="004A3452"/>
    <w:rsid w:val="004A34E3"/>
    <w:rsid w:val="004A37BF"/>
    <w:rsid w:val="004A38D0"/>
    <w:rsid w:val="004A3ACE"/>
    <w:rsid w:val="004A44F5"/>
    <w:rsid w:val="004A47F9"/>
    <w:rsid w:val="004A4C9C"/>
    <w:rsid w:val="004A4CA3"/>
    <w:rsid w:val="004A4DD9"/>
    <w:rsid w:val="004A51A7"/>
    <w:rsid w:val="004A5291"/>
    <w:rsid w:val="004A5456"/>
    <w:rsid w:val="004A5E75"/>
    <w:rsid w:val="004A620E"/>
    <w:rsid w:val="004A6337"/>
    <w:rsid w:val="004A633E"/>
    <w:rsid w:val="004A63DA"/>
    <w:rsid w:val="004A679E"/>
    <w:rsid w:val="004A6C3D"/>
    <w:rsid w:val="004A6CCB"/>
    <w:rsid w:val="004A6D57"/>
    <w:rsid w:val="004A6F22"/>
    <w:rsid w:val="004A7096"/>
    <w:rsid w:val="004A7643"/>
    <w:rsid w:val="004B038A"/>
    <w:rsid w:val="004B0987"/>
    <w:rsid w:val="004B0C01"/>
    <w:rsid w:val="004B0C8E"/>
    <w:rsid w:val="004B1341"/>
    <w:rsid w:val="004B1A55"/>
    <w:rsid w:val="004B2007"/>
    <w:rsid w:val="004B230C"/>
    <w:rsid w:val="004B2433"/>
    <w:rsid w:val="004B2A74"/>
    <w:rsid w:val="004B2AA0"/>
    <w:rsid w:val="004B2EA3"/>
    <w:rsid w:val="004B3313"/>
    <w:rsid w:val="004B335D"/>
    <w:rsid w:val="004B3377"/>
    <w:rsid w:val="004B3614"/>
    <w:rsid w:val="004B3A0A"/>
    <w:rsid w:val="004B4ADA"/>
    <w:rsid w:val="004B4AE8"/>
    <w:rsid w:val="004B5A36"/>
    <w:rsid w:val="004B5AEB"/>
    <w:rsid w:val="004B5BCB"/>
    <w:rsid w:val="004B61D8"/>
    <w:rsid w:val="004B62B4"/>
    <w:rsid w:val="004B693F"/>
    <w:rsid w:val="004B6A75"/>
    <w:rsid w:val="004B70EA"/>
    <w:rsid w:val="004B7552"/>
    <w:rsid w:val="004B7578"/>
    <w:rsid w:val="004B77B2"/>
    <w:rsid w:val="004B7F5E"/>
    <w:rsid w:val="004C065E"/>
    <w:rsid w:val="004C0BC7"/>
    <w:rsid w:val="004C1B33"/>
    <w:rsid w:val="004C1CA5"/>
    <w:rsid w:val="004C251F"/>
    <w:rsid w:val="004C2669"/>
    <w:rsid w:val="004C29A3"/>
    <w:rsid w:val="004C2DFC"/>
    <w:rsid w:val="004C31BA"/>
    <w:rsid w:val="004C33CD"/>
    <w:rsid w:val="004C368D"/>
    <w:rsid w:val="004C39FD"/>
    <w:rsid w:val="004C3AAC"/>
    <w:rsid w:val="004C3B65"/>
    <w:rsid w:val="004C3F05"/>
    <w:rsid w:val="004C3FC3"/>
    <w:rsid w:val="004C42B0"/>
    <w:rsid w:val="004C434C"/>
    <w:rsid w:val="004C44AE"/>
    <w:rsid w:val="004C458B"/>
    <w:rsid w:val="004C46ED"/>
    <w:rsid w:val="004C4D5B"/>
    <w:rsid w:val="004C50B5"/>
    <w:rsid w:val="004C5142"/>
    <w:rsid w:val="004C5238"/>
    <w:rsid w:val="004C55AB"/>
    <w:rsid w:val="004C57B5"/>
    <w:rsid w:val="004C5A55"/>
    <w:rsid w:val="004C6314"/>
    <w:rsid w:val="004C6375"/>
    <w:rsid w:val="004C6647"/>
    <w:rsid w:val="004C7581"/>
    <w:rsid w:val="004C75DB"/>
    <w:rsid w:val="004C765B"/>
    <w:rsid w:val="004C76C5"/>
    <w:rsid w:val="004C7808"/>
    <w:rsid w:val="004C7B1F"/>
    <w:rsid w:val="004C7CAA"/>
    <w:rsid w:val="004D0756"/>
    <w:rsid w:val="004D0F36"/>
    <w:rsid w:val="004D1150"/>
    <w:rsid w:val="004D1380"/>
    <w:rsid w:val="004D14B2"/>
    <w:rsid w:val="004D1542"/>
    <w:rsid w:val="004D1551"/>
    <w:rsid w:val="004D1692"/>
    <w:rsid w:val="004D17EF"/>
    <w:rsid w:val="004D1997"/>
    <w:rsid w:val="004D21C6"/>
    <w:rsid w:val="004D21F5"/>
    <w:rsid w:val="004D23BC"/>
    <w:rsid w:val="004D2418"/>
    <w:rsid w:val="004D2811"/>
    <w:rsid w:val="004D2889"/>
    <w:rsid w:val="004D2A33"/>
    <w:rsid w:val="004D2E36"/>
    <w:rsid w:val="004D3292"/>
    <w:rsid w:val="004D360C"/>
    <w:rsid w:val="004D38E5"/>
    <w:rsid w:val="004D3FE2"/>
    <w:rsid w:val="004D4388"/>
    <w:rsid w:val="004D5398"/>
    <w:rsid w:val="004D54CB"/>
    <w:rsid w:val="004D565B"/>
    <w:rsid w:val="004D5923"/>
    <w:rsid w:val="004D59F7"/>
    <w:rsid w:val="004D60C2"/>
    <w:rsid w:val="004D60CE"/>
    <w:rsid w:val="004D6678"/>
    <w:rsid w:val="004D6AAA"/>
    <w:rsid w:val="004D6D4B"/>
    <w:rsid w:val="004D7732"/>
    <w:rsid w:val="004D7A45"/>
    <w:rsid w:val="004D7AA5"/>
    <w:rsid w:val="004D7DC2"/>
    <w:rsid w:val="004D7FD4"/>
    <w:rsid w:val="004E016C"/>
    <w:rsid w:val="004E04D3"/>
    <w:rsid w:val="004E09A1"/>
    <w:rsid w:val="004E0A23"/>
    <w:rsid w:val="004E0CD2"/>
    <w:rsid w:val="004E0EAB"/>
    <w:rsid w:val="004E0FE8"/>
    <w:rsid w:val="004E1023"/>
    <w:rsid w:val="004E1060"/>
    <w:rsid w:val="004E119F"/>
    <w:rsid w:val="004E134A"/>
    <w:rsid w:val="004E15C7"/>
    <w:rsid w:val="004E16B5"/>
    <w:rsid w:val="004E1D58"/>
    <w:rsid w:val="004E21DD"/>
    <w:rsid w:val="004E2228"/>
    <w:rsid w:val="004E23A6"/>
    <w:rsid w:val="004E282C"/>
    <w:rsid w:val="004E29B4"/>
    <w:rsid w:val="004E2B75"/>
    <w:rsid w:val="004E2C65"/>
    <w:rsid w:val="004E3158"/>
    <w:rsid w:val="004E3354"/>
    <w:rsid w:val="004E3B4C"/>
    <w:rsid w:val="004E4009"/>
    <w:rsid w:val="004E4598"/>
    <w:rsid w:val="004E4AC7"/>
    <w:rsid w:val="004E4C3C"/>
    <w:rsid w:val="004E4C99"/>
    <w:rsid w:val="004E52B8"/>
    <w:rsid w:val="004E5854"/>
    <w:rsid w:val="004E58C3"/>
    <w:rsid w:val="004E621C"/>
    <w:rsid w:val="004E77BC"/>
    <w:rsid w:val="004E7B91"/>
    <w:rsid w:val="004E7DD9"/>
    <w:rsid w:val="004F0081"/>
    <w:rsid w:val="004F01C7"/>
    <w:rsid w:val="004F0262"/>
    <w:rsid w:val="004F03A9"/>
    <w:rsid w:val="004F046C"/>
    <w:rsid w:val="004F07C1"/>
    <w:rsid w:val="004F14C6"/>
    <w:rsid w:val="004F1838"/>
    <w:rsid w:val="004F185D"/>
    <w:rsid w:val="004F192E"/>
    <w:rsid w:val="004F1DC9"/>
    <w:rsid w:val="004F2221"/>
    <w:rsid w:val="004F22A9"/>
    <w:rsid w:val="004F25C9"/>
    <w:rsid w:val="004F2987"/>
    <w:rsid w:val="004F34F1"/>
    <w:rsid w:val="004F362A"/>
    <w:rsid w:val="004F3663"/>
    <w:rsid w:val="004F3773"/>
    <w:rsid w:val="004F38D1"/>
    <w:rsid w:val="004F3AD0"/>
    <w:rsid w:val="004F3B67"/>
    <w:rsid w:val="004F3BE1"/>
    <w:rsid w:val="004F3FB1"/>
    <w:rsid w:val="004F428F"/>
    <w:rsid w:val="004F4F34"/>
    <w:rsid w:val="004F52F8"/>
    <w:rsid w:val="004F541F"/>
    <w:rsid w:val="004F5788"/>
    <w:rsid w:val="004F5A7C"/>
    <w:rsid w:val="004F5B3A"/>
    <w:rsid w:val="004F5F54"/>
    <w:rsid w:val="004F5FB7"/>
    <w:rsid w:val="004F623A"/>
    <w:rsid w:val="004F6368"/>
    <w:rsid w:val="004F6659"/>
    <w:rsid w:val="004F6917"/>
    <w:rsid w:val="004F69A7"/>
    <w:rsid w:val="004F6C9E"/>
    <w:rsid w:val="004F6DC9"/>
    <w:rsid w:val="004F73F4"/>
    <w:rsid w:val="004F748B"/>
    <w:rsid w:val="004F75C3"/>
    <w:rsid w:val="004F7876"/>
    <w:rsid w:val="004F7DD7"/>
    <w:rsid w:val="005005E5"/>
    <w:rsid w:val="00500F35"/>
    <w:rsid w:val="00500F4D"/>
    <w:rsid w:val="00500FF7"/>
    <w:rsid w:val="0050172D"/>
    <w:rsid w:val="00501816"/>
    <w:rsid w:val="00501C62"/>
    <w:rsid w:val="005023AD"/>
    <w:rsid w:val="0050291A"/>
    <w:rsid w:val="00502ACA"/>
    <w:rsid w:val="00502B2A"/>
    <w:rsid w:val="00503065"/>
    <w:rsid w:val="005030B8"/>
    <w:rsid w:val="005031E6"/>
    <w:rsid w:val="005045E1"/>
    <w:rsid w:val="00504C76"/>
    <w:rsid w:val="00504E2F"/>
    <w:rsid w:val="005050DE"/>
    <w:rsid w:val="00505769"/>
    <w:rsid w:val="00505D06"/>
    <w:rsid w:val="00505DFE"/>
    <w:rsid w:val="00505EAD"/>
    <w:rsid w:val="005061C0"/>
    <w:rsid w:val="00506384"/>
    <w:rsid w:val="005067D0"/>
    <w:rsid w:val="00506E6A"/>
    <w:rsid w:val="00507530"/>
    <w:rsid w:val="00507E4A"/>
    <w:rsid w:val="005104BB"/>
    <w:rsid w:val="005106C7"/>
    <w:rsid w:val="00510FA8"/>
    <w:rsid w:val="00511095"/>
    <w:rsid w:val="005111C7"/>
    <w:rsid w:val="0051138A"/>
    <w:rsid w:val="00511557"/>
    <w:rsid w:val="005122B4"/>
    <w:rsid w:val="005123F4"/>
    <w:rsid w:val="00512F2F"/>
    <w:rsid w:val="00513161"/>
    <w:rsid w:val="00513B5A"/>
    <w:rsid w:val="00513FA6"/>
    <w:rsid w:val="0051415A"/>
    <w:rsid w:val="00514848"/>
    <w:rsid w:val="00514B6A"/>
    <w:rsid w:val="00514B93"/>
    <w:rsid w:val="00514D5A"/>
    <w:rsid w:val="00515269"/>
    <w:rsid w:val="00515301"/>
    <w:rsid w:val="00515468"/>
    <w:rsid w:val="0051557D"/>
    <w:rsid w:val="00515A06"/>
    <w:rsid w:val="0051607C"/>
    <w:rsid w:val="005165B2"/>
    <w:rsid w:val="00516688"/>
    <w:rsid w:val="005168DE"/>
    <w:rsid w:val="00517435"/>
    <w:rsid w:val="00517574"/>
    <w:rsid w:val="005177AB"/>
    <w:rsid w:val="00517A71"/>
    <w:rsid w:val="00517CA6"/>
    <w:rsid w:val="00520011"/>
    <w:rsid w:val="005200A0"/>
    <w:rsid w:val="0052010C"/>
    <w:rsid w:val="005201C0"/>
    <w:rsid w:val="0052086A"/>
    <w:rsid w:val="00521565"/>
    <w:rsid w:val="005216E0"/>
    <w:rsid w:val="0052189D"/>
    <w:rsid w:val="005218CD"/>
    <w:rsid w:val="00521927"/>
    <w:rsid w:val="00521BAA"/>
    <w:rsid w:val="00522122"/>
    <w:rsid w:val="0052292F"/>
    <w:rsid w:val="005229F1"/>
    <w:rsid w:val="00522CAB"/>
    <w:rsid w:val="00522CF5"/>
    <w:rsid w:val="005230AE"/>
    <w:rsid w:val="00523625"/>
    <w:rsid w:val="00523977"/>
    <w:rsid w:val="00523B04"/>
    <w:rsid w:val="00523E27"/>
    <w:rsid w:val="0052412F"/>
    <w:rsid w:val="0052474F"/>
    <w:rsid w:val="00524957"/>
    <w:rsid w:val="00524968"/>
    <w:rsid w:val="00524B5D"/>
    <w:rsid w:val="00524CF4"/>
    <w:rsid w:val="005252E9"/>
    <w:rsid w:val="00525448"/>
    <w:rsid w:val="00525C56"/>
    <w:rsid w:val="00525E5B"/>
    <w:rsid w:val="0052669B"/>
    <w:rsid w:val="005267A9"/>
    <w:rsid w:val="00527352"/>
    <w:rsid w:val="005273A7"/>
    <w:rsid w:val="005302F7"/>
    <w:rsid w:val="005302FA"/>
    <w:rsid w:val="00530529"/>
    <w:rsid w:val="005309A0"/>
    <w:rsid w:val="00530A72"/>
    <w:rsid w:val="00530A80"/>
    <w:rsid w:val="00530ACA"/>
    <w:rsid w:val="00530F48"/>
    <w:rsid w:val="005311AB"/>
    <w:rsid w:val="0053128D"/>
    <w:rsid w:val="005313C9"/>
    <w:rsid w:val="005316AD"/>
    <w:rsid w:val="00532041"/>
    <w:rsid w:val="005321F6"/>
    <w:rsid w:val="0053220B"/>
    <w:rsid w:val="00532464"/>
    <w:rsid w:val="00532707"/>
    <w:rsid w:val="00532AE1"/>
    <w:rsid w:val="00532BF7"/>
    <w:rsid w:val="00532CB2"/>
    <w:rsid w:val="00533940"/>
    <w:rsid w:val="00533D0B"/>
    <w:rsid w:val="0053436F"/>
    <w:rsid w:val="00534875"/>
    <w:rsid w:val="0053487A"/>
    <w:rsid w:val="00534963"/>
    <w:rsid w:val="00534B4A"/>
    <w:rsid w:val="00534BDA"/>
    <w:rsid w:val="00534C00"/>
    <w:rsid w:val="00534CB9"/>
    <w:rsid w:val="00534F4D"/>
    <w:rsid w:val="005350AD"/>
    <w:rsid w:val="00535111"/>
    <w:rsid w:val="00535529"/>
    <w:rsid w:val="005358EA"/>
    <w:rsid w:val="00535BF2"/>
    <w:rsid w:val="00535DBB"/>
    <w:rsid w:val="00535E84"/>
    <w:rsid w:val="00535EE9"/>
    <w:rsid w:val="0053618A"/>
    <w:rsid w:val="005361B4"/>
    <w:rsid w:val="00536573"/>
    <w:rsid w:val="0053696F"/>
    <w:rsid w:val="00537625"/>
    <w:rsid w:val="005378CC"/>
    <w:rsid w:val="00537AE0"/>
    <w:rsid w:val="00540AB5"/>
    <w:rsid w:val="0054101F"/>
    <w:rsid w:val="0054114A"/>
    <w:rsid w:val="0054127E"/>
    <w:rsid w:val="005417E1"/>
    <w:rsid w:val="00541E86"/>
    <w:rsid w:val="00541EC0"/>
    <w:rsid w:val="0054233A"/>
    <w:rsid w:val="005424F3"/>
    <w:rsid w:val="00542659"/>
    <w:rsid w:val="005426E8"/>
    <w:rsid w:val="005428F7"/>
    <w:rsid w:val="0054298C"/>
    <w:rsid w:val="00542F5D"/>
    <w:rsid w:val="00543454"/>
    <w:rsid w:val="00543542"/>
    <w:rsid w:val="00543642"/>
    <w:rsid w:val="00543C3B"/>
    <w:rsid w:val="00543EC8"/>
    <w:rsid w:val="005443AF"/>
    <w:rsid w:val="0054449A"/>
    <w:rsid w:val="00544534"/>
    <w:rsid w:val="00544ECE"/>
    <w:rsid w:val="005454A4"/>
    <w:rsid w:val="00545920"/>
    <w:rsid w:val="0054592A"/>
    <w:rsid w:val="005466A9"/>
    <w:rsid w:val="00546D1B"/>
    <w:rsid w:val="005473F4"/>
    <w:rsid w:val="00547951"/>
    <w:rsid w:val="005479D1"/>
    <w:rsid w:val="00547BE4"/>
    <w:rsid w:val="00547CB6"/>
    <w:rsid w:val="00550175"/>
    <w:rsid w:val="0055085F"/>
    <w:rsid w:val="0055092A"/>
    <w:rsid w:val="005512F1"/>
    <w:rsid w:val="005518E3"/>
    <w:rsid w:val="00552102"/>
    <w:rsid w:val="00552632"/>
    <w:rsid w:val="00552724"/>
    <w:rsid w:val="005527EE"/>
    <w:rsid w:val="0055280D"/>
    <w:rsid w:val="0055299D"/>
    <w:rsid w:val="005529F7"/>
    <w:rsid w:val="00552C2C"/>
    <w:rsid w:val="0055329F"/>
    <w:rsid w:val="005532FF"/>
    <w:rsid w:val="00554325"/>
    <w:rsid w:val="00554393"/>
    <w:rsid w:val="005545C4"/>
    <w:rsid w:val="00554649"/>
    <w:rsid w:val="0055468D"/>
    <w:rsid w:val="00554AB9"/>
    <w:rsid w:val="00554C07"/>
    <w:rsid w:val="00555236"/>
    <w:rsid w:val="00555715"/>
    <w:rsid w:val="0055573B"/>
    <w:rsid w:val="00555929"/>
    <w:rsid w:val="00555CD3"/>
    <w:rsid w:val="005564BB"/>
    <w:rsid w:val="005564E6"/>
    <w:rsid w:val="00556591"/>
    <w:rsid w:val="00556629"/>
    <w:rsid w:val="00556726"/>
    <w:rsid w:val="005569FF"/>
    <w:rsid w:val="00556B22"/>
    <w:rsid w:val="00557431"/>
    <w:rsid w:val="0055761C"/>
    <w:rsid w:val="00557699"/>
    <w:rsid w:val="005578AC"/>
    <w:rsid w:val="00557D55"/>
    <w:rsid w:val="00557D5C"/>
    <w:rsid w:val="00557F2D"/>
    <w:rsid w:val="00560BE9"/>
    <w:rsid w:val="00560ED1"/>
    <w:rsid w:val="00560F6B"/>
    <w:rsid w:val="005614BB"/>
    <w:rsid w:val="00561980"/>
    <w:rsid w:val="00561CBE"/>
    <w:rsid w:val="00561E70"/>
    <w:rsid w:val="005620EE"/>
    <w:rsid w:val="0056278E"/>
    <w:rsid w:val="00562B24"/>
    <w:rsid w:val="00562B44"/>
    <w:rsid w:val="005630FB"/>
    <w:rsid w:val="0056327E"/>
    <w:rsid w:val="0056354B"/>
    <w:rsid w:val="005635E9"/>
    <w:rsid w:val="00563A93"/>
    <w:rsid w:val="0056402F"/>
    <w:rsid w:val="00564E97"/>
    <w:rsid w:val="00565216"/>
    <w:rsid w:val="00565650"/>
    <w:rsid w:val="00565710"/>
    <w:rsid w:val="00565BDC"/>
    <w:rsid w:val="00566542"/>
    <w:rsid w:val="0056667B"/>
    <w:rsid w:val="00566683"/>
    <w:rsid w:val="0056675E"/>
    <w:rsid w:val="0056686B"/>
    <w:rsid w:val="00566BE7"/>
    <w:rsid w:val="00566E87"/>
    <w:rsid w:val="00566E99"/>
    <w:rsid w:val="005671C0"/>
    <w:rsid w:val="0056734D"/>
    <w:rsid w:val="005674E0"/>
    <w:rsid w:val="005676ED"/>
    <w:rsid w:val="005676F8"/>
    <w:rsid w:val="005678B7"/>
    <w:rsid w:val="00567B5D"/>
    <w:rsid w:val="00567F1F"/>
    <w:rsid w:val="00570551"/>
    <w:rsid w:val="00570B47"/>
    <w:rsid w:val="005710BF"/>
    <w:rsid w:val="0057153B"/>
    <w:rsid w:val="00571746"/>
    <w:rsid w:val="00571982"/>
    <w:rsid w:val="00571EAB"/>
    <w:rsid w:val="00572317"/>
    <w:rsid w:val="005729B0"/>
    <w:rsid w:val="00572BC5"/>
    <w:rsid w:val="00572D8B"/>
    <w:rsid w:val="00572DCD"/>
    <w:rsid w:val="005731A0"/>
    <w:rsid w:val="005731BF"/>
    <w:rsid w:val="005734F8"/>
    <w:rsid w:val="005736BB"/>
    <w:rsid w:val="00573868"/>
    <w:rsid w:val="00573FE0"/>
    <w:rsid w:val="00574BA1"/>
    <w:rsid w:val="00574FD6"/>
    <w:rsid w:val="005757D5"/>
    <w:rsid w:val="00575A36"/>
    <w:rsid w:val="00575BBA"/>
    <w:rsid w:val="005760F9"/>
    <w:rsid w:val="00576162"/>
    <w:rsid w:val="005764F8"/>
    <w:rsid w:val="00576750"/>
    <w:rsid w:val="00576E85"/>
    <w:rsid w:val="00576F79"/>
    <w:rsid w:val="005770A1"/>
    <w:rsid w:val="00577526"/>
    <w:rsid w:val="00577805"/>
    <w:rsid w:val="00577B02"/>
    <w:rsid w:val="00577C1D"/>
    <w:rsid w:val="00577DE6"/>
    <w:rsid w:val="00580168"/>
    <w:rsid w:val="00580ADE"/>
    <w:rsid w:val="00581055"/>
    <w:rsid w:val="00581409"/>
    <w:rsid w:val="00581595"/>
    <w:rsid w:val="00581762"/>
    <w:rsid w:val="00581FE3"/>
    <w:rsid w:val="00582256"/>
    <w:rsid w:val="005824E9"/>
    <w:rsid w:val="0058253B"/>
    <w:rsid w:val="00582769"/>
    <w:rsid w:val="00582A40"/>
    <w:rsid w:val="00582F8D"/>
    <w:rsid w:val="00583139"/>
    <w:rsid w:val="005836AB"/>
    <w:rsid w:val="00583DFC"/>
    <w:rsid w:val="00583E3B"/>
    <w:rsid w:val="0058447C"/>
    <w:rsid w:val="005847F1"/>
    <w:rsid w:val="005849C0"/>
    <w:rsid w:val="00584B26"/>
    <w:rsid w:val="00584E11"/>
    <w:rsid w:val="0058519E"/>
    <w:rsid w:val="005853D2"/>
    <w:rsid w:val="005855CE"/>
    <w:rsid w:val="00585617"/>
    <w:rsid w:val="00585A24"/>
    <w:rsid w:val="00585B02"/>
    <w:rsid w:val="00585BDF"/>
    <w:rsid w:val="00585D5D"/>
    <w:rsid w:val="00586666"/>
    <w:rsid w:val="005867D1"/>
    <w:rsid w:val="00586804"/>
    <w:rsid w:val="0058683F"/>
    <w:rsid w:val="00587117"/>
    <w:rsid w:val="005871C4"/>
    <w:rsid w:val="00587515"/>
    <w:rsid w:val="0058767C"/>
    <w:rsid w:val="005901DD"/>
    <w:rsid w:val="00590693"/>
    <w:rsid w:val="00590E1D"/>
    <w:rsid w:val="00591411"/>
    <w:rsid w:val="00591FF9"/>
    <w:rsid w:val="005920D2"/>
    <w:rsid w:val="0059228E"/>
    <w:rsid w:val="0059293F"/>
    <w:rsid w:val="005929F4"/>
    <w:rsid w:val="00592D6A"/>
    <w:rsid w:val="00593209"/>
    <w:rsid w:val="0059393C"/>
    <w:rsid w:val="005940F5"/>
    <w:rsid w:val="005942C5"/>
    <w:rsid w:val="005946E0"/>
    <w:rsid w:val="00594F55"/>
    <w:rsid w:val="00595051"/>
    <w:rsid w:val="005954E5"/>
    <w:rsid w:val="00595B19"/>
    <w:rsid w:val="00595D08"/>
    <w:rsid w:val="00596261"/>
    <w:rsid w:val="00596FFD"/>
    <w:rsid w:val="00597006"/>
    <w:rsid w:val="00597064"/>
    <w:rsid w:val="005973F0"/>
    <w:rsid w:val="00597D2B"/>
    <w:rsid w:val="00597DBC"/>
    <w:rsid w:val="005A0163"/>
    <w:rsid w:val="005A0318"/>
    <w:rsid w:val="005A07C0"/>
    <w:rsid w:val="005A07D3"/>
    <w:rsid w:val="005A0B5D"/>
    <w:rsid w:val="005A12F8"/>
    <w:rsid w:val="005A1609"/>
    <w:rsid w:val="005A18A7"/>
    <w:rsid w:val="005A1ED2"/>
    <w:rsid w:val="005A27D1"/>
    <w:rsid w:val="005A2810"/>
    <w:rsid w:val="005A2855"/>
    <w:rsid w:val="005A2AEC"/>
    <w:rsid w:val="005A2C13"/>
    <w:rsid w:val="005A2E91"/>
    <w:rsid w:val="005A31D6"/>
    <w:rsid w:val="005A3579"/>
    <w:rsid w:val="005A3709"/>
    <w:rsid w:val="005A3CF4"/>
    <w:rsid w:val="005A3F05"/>
    <w:rsid w:val="005A4581"/>
    <w:rsid w:val="005A49CF"/>
    <w:rsid w:val="005A4A0B"/>
    <w:rsid w:val="005A4A14"/>
    <w:rsid w:val="005A5D0F"/>
    <w:rsid w:val="005A5D9F"/>
    <w:rsid w:val="005A5E7E"/>
    <w:rsid w:val="005A5F40"/>
    <w:rsid w:val="005A6221"/>
    <w:rsid w:val="005A6853"/>
    <w:rsid w:val="005A69E2"/>
    <w:rsid w:val="005A6ACF"/>
    <w:rsid w:val="005A6F29"/>
    <w:rsid w:val="005A7420"/>
    <w:rsid w:val="005A7794"/>
    <w:rsid w:val="005A7815"/>
    <w:rsid w:val="005A7881"/>
    <w:rsid w:val="005B01C4"/>
    <w:rsid w:val="005B054A"/>
    <w:rsid w:val="005B09CE"/>
    <w:rsid w:val="005B0E3F"/>
    <w:rsid w:val="005B101E"/>
    <w:rsid w:val="005B1030"/>
    <w:rsid w:val="005B1438"/>
    <w:rsid w:val="005B14CE"/>
    <w:rsid w:val="005B15E4"/>
    <w:rsid w:val="005B1BD2"/>
    <w:rsid w:val="005B2105"/>
    <w:rsid w:val="005B2A52"/>
    <w:rsid w:val="005B2CD6"/>
    <w:rsid w:val="005B317D"/>
    <w:rsid w:val="005B31CF"/>
    <w:rsid w:val="005B3926"/>
    <w:rsid w:val="005B3E01"/>
    <w:rsid w:val="005B400D"/>
    <w:rsid w:val="005B41BE"/>
    <w:rsid w:val="005B42DF"/>
    <w:rsid w:val="005B4E10"/>
    <w:rsid w:val="005B50B5"/>
    <w:rsid w:val="005B5597"/>
    <w:rsid w:val="005B5B20"/>
    <w:rsid w:val="005B5DE7"/>
    <w:rsid w:val="005B5F79"/>
    <w:rsid w:val="005B603D"/>
    <w:rsid w:val="005B608C"/>
    <w:rsid w:val="005B619D"/>
    <w:rsid w:val="005B62E4"/>
    <w:rsid w:val="005B636F"/>
    <w:rsid w:val="005B646E"/>
    <w:rsid w:val="005B648E"/>
    <w:rsid w:val="005B6537"/>
    <w:rsid w:val="005B65C6"/>
    <w:rsid w:val="005B711A"/>
    <w:rsid w:val="005B731A"/>
    <w:rsid w:val="005B7E0F"/>
    <w:rsid w:val="005B7FBC"/>
    <w:rsid w:val="005C07E1"/>
    <w:rsid w:val="005C07FA"/>
    <w:rsid w:val="005C0CDA"/>
    <w:rsid w:val="005C102F"/>
    <w:rsid w:val="005C1149"/>
    <w:rsid w:val="005C149F"/>
    <w:rsid w:val="005C1812"/>
    <w:rsid w:val="005C1843"/>
    <w:rsid w:val="005C1F08"/>
    <w:rsid w:val="005C2203"/>
    <w:rsid w:val="005C257C"/>
    <w:rsid w:val="005C2CFF"/>
    <w:rsid w:val="005C2EEA"/>
    <w:rsid w:val="005C2F22"/>
    <w:rsid w:val="005C2F98"/>
    <w:rsid w:val="005C3719"/>
    <w:rsid w:val="005C3E72"/>
    <w:rsid w:val="005C3FF1"/>
    <w:rsid w:val="005C4A70"/>
    <w:rsid w:val="005C5436"/>
    <w:rsid w:val="005C583B"/>
    <w:rsid w:val="005C5AD5"/>
    <w:rsid w:val="005C6031"/>
    <w:rsid w:val="005C6161"/>
    <w:rsid w:val="005C621C"/>
    <w:rsid w:val="005C6246"/>
    <w:rsid w:val="005C64A6"/>
    <w:rsid w:val="005C6B8D"/>
    <w:rsid w:val="005C7305"/>
    <w:rsid w:val="005C77C8"/>
    <w:rsid w:val="005C78AC"/>
    <w:rsid w:val="005C7B05"/>
    <w:rsid w:val="005D04F7"/>
    <w:rsid w:val="005D0C90"/>
    <w:rsid w:val="005D1A8B"/>
    <w:rsid w:val="005D1B95"/>
    <w:rsid w:val="005D1CC0"/>
    <w:rsid w:val="005D1FEB"/>
    <w:rsid w:val="005D27D9"/>
    <w:rsid w:val="005D283E"/>
    <w:rsid w:val="005D2A90"/>
    <w:rsid w:val="005D2AAF"/>
    <w:rsid w:val="005D2AB9"/>
    <w:rsid w:val="005D3280"/>
    <w:rsid w:val="005D333F"/>
    <w:rsid w:val="005D3560"/>
    <w:rsid w:val="005D35FB"/>
    <w:rsid w:val="005D377B"/>
    <w:rsid w:val="005D47E8"/>
    <w:rsid w:val="005D4926"/>
    <w:rsid w:val="005D4D53"/>
    <w:rsid w:val="005D512F"/>
    <w:rsid w:val="005D51D5"/>
    <w:rsid w:val="005D5292"/>
    <w:rsid w:val="005D54C7"/>
    <w:rsid w:val="005D583C"/>
    <w:rsid w:val="005D5D49"/>
    <w:rsid w:val="005D6BE6"/>
    <w:rsid w:val="005D772D"/>
    <w:rsid w:val="005D7A68"/>
    <w:rsid w:val="005D7C43"/>
    <w:rsid w:val="005D7E3E"/>
    <w:rsid w:val="005D7E8D"/>
    <w:rsid w:val="005E05E2"/>
    <w:rsid w:val="005E0612"/>
    <w:rsid w:val="005E0927"/>
    <w:rsid w:val="005E0E6E"/>
    <w:rsid w:val="005E0EDF"/>
    <w:rsid w:val="005E0FF2"/>
    <w:rsid w:val="005E1502"/>
    <w:rsid w:val="005E17F3"/>
    <w:rsid w:val="005E1C72"/>
    <w:rsid w:val="005E20A6"/>
    <w:rsid w:val="005E23F0"/>
    <w:rsid w:val="005E244D"/>
    <w:rsid w:val="005E2673"/>
    <w:rsid w:val="005E2D16"/>
    <w:rsid w:val="005E2D8F"/>
    <w:rsid w:val="005E4167"/>
    <w:rsid w:val="005E436B"/>
    <w:rsid w:val="005E448D"/>
    <w:rsid w:val="005E4C40"/>
    <w:rsid w:val="005E548C"/>
    <w:rsid w:val="005E553E"/>
    <w:rsid w:val="005E5E86"/>
    <w:rsid w:val="005E600E"/>
    <w:rsid w:val="005E625F"/>
    <w:rsid w:val="005E64A5"/>
    <w:rsid w:val="005E64B8"/>
    <w:rsid w:val="005E6606"/>
    <w:rsid w:val="005E68BE"/>
    <w:rsid w:val="005E7491"/>
    <w:rsid w:val="005E778C"/>
    <w:rsid w:val="005E795A"/>
    <w:rsid w:val="005F0364"/>
    <w:rsid w:val="005F04D6"/>
    <w:rsid w:val="005F08EA"/>
    <w:rsid w:val="005F09A6"/>
    <w:rsid w:val="005F1127"/>
    <w:rsid w:val="005F118C"/>
    <w:rsid w:val="005F1959"/>
    <w:rsid w:val="005F1BEC"/>
    <w:rsid w:val="005F1BF2"/>
    <w:rsid w:val="005F204E"/>
    <w:rsid w:val="005F209E"/>
    <w:rsid w:val="005F2228"/>
    <w:rsid w:val="005F24BA"/>
    <w:rsid w:val="005F25BB"/>
    <w:rsid w:val="005F2737"/>
    <w:rsid w:val="005F29A2"/>
    <w:rsid w:val="005F2B8C"/>
    <w:rsid w:val="005F32A5"/>
    <w:rsid w:val="005F3582"/>
    <w:rsid w:val="005F3C5B"/>
    <w:rsid w:val="005F42B7"/>
    <w:rsid w:val="005F4492"/>
    <w:rsid w:val="005F47A0"/>
    <w:rsid w:val="005F4B51"/>
    <w:rsid w:val="005F4CF3"/>
    <w:rsid w:val="005F5058"/>
    <w:rsid w:val="005F52B8"/>
    <w:rsid w:val="005F578E"/>
    <w:rsid w:val="005F59B3"/>
    <w:rsid w:val="005F5AB9"/>
    <w:rsid w:val="005F5B0E"/>
    <w:rsid w:val="005F60D3"/>
    <w:rsid w:val="005F68CE"/>
    <w:rsid w:val="005F6EAA"/>
    <w:rsid w:val="005F73CB"/>
    <w:rsid w:val="005F748E"/>
    <w:rsid w:val="005F74AF"/>
    <w:rsid w:val="005F7932"/>
    <w:rsid w:val="005F79AD"/>
    <w:rsid w:val="005F7C89"/>
    <w:rsid w:val="005F7CDD"/>
    <w:rsid w:val="005F7D11"/>
    <w:rsid w:val="005F7F4D"/>
    <w:rsid w:val="00600716"/>
    <w:rsid w:val="0060071C"/>
    <w:rsid w:val="006007CA"/>
    <w:rsid w:val="006008CD"/>
    <w:rsid w:val="00600D72"/>
    <w:rsid w:val="00600F13"/>
    <w:rsid w:val="006016F1"/>
    <w:rsid w:val="006018A7"/>
    <w:rsid w:val="0060190A"/>
    <w:rsid w:val="00601AF9"/>
    <w:rsid w:val="00601B53"/>
    <w:rsid w:val="00601E71"/>
    <w:rsid w:val="0060217E"/>
    <w:rsid w:val="0060222C"/>
    <w:rsid w:val="00602651"/>
    <w:rsid w:val="006028FA"/>
    <w:rsid w:val="00602D6E"/>
    <w:rsid w:val="006039C9"/>
    <w:rsid w:val="00603A5E"/>
    <w:rsid w:val="00604410"/>
    <w:rsid w:val="00604B91"/>
    <w:rsid w:val="00605162"/>
    <w:rsid w:val="00605265"/>
    <w:rsid w:val="006055EF"/>
    <w:rsid w:val="00605B8F"/>
    <w:rsid w:val="00605D2E"/>
    <w:rsid w:val="00605DA9"/>
    <w:rsid w:val="0060662D"/>
    <w:rsid w:val="00606BE6"/>
    <w:rsid w:val="00606C78"/>
    <w:rsid w:val="00606EC7"/>
    <w:rsid w:val="006074B0"/>
    <w:rsid w:val="0060757F"/>
    <w:rsid w:val="00607596"/>
    <w:rsid w:val="0060773B"/>
    <w:rsid w:val="006079AD"/>
    <w:rsid w:val="00607D49"/>
    <w:rsid w:val="00607E5D"/>
    <w:rsid w:val="00610042"/>
    <w:rsid w:val="006103B0"/>
    <w:rsid w:val="00610C3D"/>
    <w:rsid w:val="00610D18"/>
    <w:rsid w:val="00610D8D"/>
    <w:rsid w:val="00610DDC"/>
    <w:rsid w:val="006110AE"/>
    <w:rsid w:val="00612035"/>
    <w:rsid w:val="006127F8"/>
    <w:rsid w:val="00612B43"/>
    <w:rsid w:val="00612D35"/>
    <w:rsid w:val="006130F7"/>
    <w:rsid w:val="006132A3"/>
    <w:rsid w:val="0061346A"/>
    <w:rsid w:val="0061354B"/>
    <w:rsid w:val="00613627"/>
    <w:rsid w:val="0061366C"/>
    <w:rsid w:val="00613CC3"/>
    <w:rsid w:val="0061460E"/>
    <w:rsid w:val="006147E4"/>
    <w:rsid w:val="0061480E"/>
    <w:rsid w:val="00614E3B"/>
    <w:rsid w:val="006150ED"/>
    <w:rsid w:val="00615162"/>
    <w:rsid w:val="006153FC"/>
    <w:rsid w:val="00615553"/>
    <w:rsid w:val="0061556E"/>
    <w:rsid w:val="006155C9"/>
    <w:rsid w:val="0061578F"/>
    <w:rsid w:val="00616257"/>
    <w:rsid w:val="00616978"/>
    <w:rsid w:val="00617BAC"/>
    <w:rsid w:val="006202FA"/>
    <w:rsid w:val="006204FF"/>
    <w:rsid w:val="00620AF2"/>
    <w:rsid w:val="00620BC8"/>
    <w:rsid w:val="00621276"/>
    <w:rsid w:val="00621542"/>
    <w:rsid w:val="006215FD"/>
    <w:rsid w:val="00621AD7"/>
    <w:rsid w:val="00621C61"/>
    <w:rsid w:val="006220D8"/>
    <w:rsid w:val="0062214F"/>
    <w:rsid w:val="00622444"/>
    <w:rsid w:val="00622681"/>
    <w:rsid w:val="0062269E"/>
    <w:rsid w:val="0062294A"/>
    <w:rsid w:val="00622EE8"/>
    <w:rsid w:val="0062323B"/>
    <w:rsid w:val="00623447"/>
    <w:rsid w:val="006237E6"/>
    <w:rsid w:val="0062393B"/>
    <w:rsid w:val="00623A5F"/>
    <w:rsid w:val="00623E2D"/>
    <w:rsid w:val="00623F16"/>
    <w:rsid w:val="006240EF"/>
    <w:rsid w:val="006241D3"/>
    <w:rsid w:val="006241DF"/>
    <w:rsid w:val="00624278"/>
    <w:rsid w:val="006247C6"/>
    <w:rsid w:val="00624FCC"/>
    <w:rsid w:val="00624FFB"/>
    <w:rsid w:val="0062506F"/>
    <w:rsid w:val="0062509C"/>
    <w:rsid w:val="00625143"/>
    <w:rsid w:val="006251E2"/>
    <w:rsid w:val="00625253"/>
    <w:rsid w:val="00625758"/>
    <w:rsid w:val="0062580A"/>
    <w:rsid w:val="006263D0"/>
    <w:rsid w:val="00626554"/>
    <w:rsid w:val="00626B0E"/>
    <w:rsid w:val="00626CE9"/>
    <w:rsid w:val="0062748B"/>
    <w:rsid w:val="006277AC"/>
    <w:rsid w:val="006279A0"/>
    <w:rsid w:val="00627DD4"/>
    <w:rsid w:val="00627E33"/>
    <w:rsid w:val="006302C2"/>
    <w:rsid w:val="006302FD"/>
    <w:rsid w:val="00630315"/>
    <w:rsid w:val="0063069D"/>
    <w:rsid w:val="0063084A"/>
    <w:rsid w:val="00630F3D"/>
    <w:rsid w:val="00631070"/>
    <w:rsid w:val="006313CC"/>
    <w:rsid w:val="006320F0"/>
    <w:rsid w:val="0063261F"/>
    <w:rsid w:val="00632A17"/>
    <w:rsid w:val="00632D66"/>
    <w:rsid w:val="00632FC8"/>
    <w:rsid w:val="00633196"/>
    <w:rsid w:val="0063344E"/>
    <w:rsid w:val="0063369F"/>
    <w:rsid w:val="006338E8"/>
    <w:rsid w:val="00634511"/>
    <w:rsid w:val="00634632"/>
    <w:rsid w:val="00634A1A"/>
    <w:rsid w:val="00635123"/>
    <w:rsid w:val="006354DF"/>
    <w:rsid w:val="0063557C"/>
    <w:rsid w:val="00635708"/>
    <w:rsid w:val="006357AB"/>
    <w:rsid w:val="006361ED"/>
    <w:rsid w:val="006364E8"/>
    <w:rsid w:val="006368A1"/>
    <w:rsid w:val="00636970"/>
    <w:rsid w:val="0063716B"/>
    <w:rsid w:val="00640656"/>
    <w:rsid w:val="006410B5"/>
    <w:rsid w:val="00641107"/>
    <w:rsid w:val="00641645"/>
    <w:rsid w:val="0064168A"/>
    <w:rsid w:val="006417A7"/>
    <w:rsid w:val="00641AE6"/>
    <w:rsid w:val="00641E7D"/>
    <w:rsid w:val="00641EB9"/>
    <w:rsid w:val="00642440"/>
    <w:rsid w:val="006424A8"/>
    <w:rsid w:val="00642720"/>
    <w:rsid w:val="0064302B"/>
    <w:rsid w:val="00643641"/>
    <w:rsid w:val="006436F8"/>
    <w:rsid w:val="00643778"/>
    <w:rsid w:val="006438DA"/>
    <w:rsid w:val="00643C5D"/>
    <w:rsid w:val="00643F70"/>
    <w:rsid w:val="00644551"/>
    <w:rsid w:val="00644951"/>
    <w:rsid w:val="00645827"/>
    <w:rsid w:val="0064593A"/>
    <w:rsid w:val="006459A4"/>
    <w:rsid w:val="0064601E"/>
    <w:rsid w:val="006460BB"/>
    <w:rsid w:val="006461B2"/>
    <w:rsid w:val="00646214"/>
    <w:rsid w:val="006464E5"/>
    <w:rsid w:val="00646987"/>
    <w:rsid w:val="00646E64"/>
    <w:rsid w:val="00647135"/>
    <w:rsid w:val="006472B2"/>
    <w:rsid w:val="0064760E"/>
    <w:rsid w:val="006477FA"/>
    <w:rsid w:val="006479F5"/>
    <w:rsid w:val="00647A87"/>
    <w:rsid w:val="00647B82"/>
    <w:rsid w:val="00647EF2"/>
    <w:rsid w:val="006507BC"/>
    <w:rsid w:val="00650C69"/>
    <w:rsid w:val="00650E19"/>
    <w:rsid w:val="00650FDE"/>
    <w:rsid w:val="00651475"/>
    <w:rsid w:val="00651618"/>
    <w:rsid w:val="006518DD"/>
    <w:rsid w:val="00651A70"/>
    <w:rsid w:val="006523BD"/>
    <w:rsid w:val="00652883"/>
    <w:rsid w:val="00652BE2"/>
    <w:rsid w:val="00652C3A"/>
    <w:rsid w:val="00652D6E"/>
    <w:rsid w:val="00652FA4"/>
    <w:rsid w:val="00652FC4"/>
    <w:rsid w:val="0065353A"/>
    <w:rsid w:val="00653962"/>
    <w:rsid w:val="006539B8"/>
    <w:rsid w:val="00653A2B"/>
    <w:rsid w:val="00653B76"/>
    <w:rsid w:val="00653EA0"/>
    <w:rsid w:val="00653EBF"/>
    <w:rsid w:val="006543F4"/>
    <w:rsid w:val="00654405"/>
    <w:rsid w:val="00654B6E"/>
    <w:rsid w:val="00654D37"/>
    <w:rsid w:val="006550BE"/>
    <w:rsid w:val="00655413"/>
    <w:rsid w:val="00655549"/>
    <w:rsid w:val="00655B3B"/>
    <w:rsid w:val="00656ACC"/>
    <w:rsid w:val="00656C99"/>
    <w:rsid w:val="00657164"/>
    <w:rsid w:val="0065735A"/>
    <w:rsid w:val="006575A3"/>
    <w:rsid w:val="00657B72"/>
    <w:rsid w:val="00657E48"/>
    <w:rsid w:val="00657EF9"/>
    <w:rsid w:val="00657F20"/>
    <w:rsid w:val="00657F5D"/>
    <w:rsid w:val="006600A4"/>
    <w:rsid w:val="00660188"/>
    <w:rsid w:val="00660271"/>
    <w:rsid w:val="00660DB1"/>
    <w:rsid w:val="00660F31"/>
    <w:rsid w:val="00661519"/>
    <w:rsid w:val="006620AA"/>
    <w:rsid w:val="00662291"/>
    <w:rsid w:val="006628E9"/>
    <w:rsid w:val="00662B3B"/>
    <w:rsid w:val="00662E59"/>
    <w:rsid w:val="00662F2C"/>
    <w:rsid w:val="006635E0"/>
    <w:rsid w:val="006636E0"/>
    <w:rsid w:val="00663A53"/>
    <w:rsid w:val="00664924"/>
    <w:rsid w:val="00664CFB"/>
    <w:rsid w:val="0066531C"/>
    <w:rsid w:val="00665390"/>
    <w:rsid w:val="00665753"/>
    <w:rsid w:val="00665C93"/>
    <w:rsid w:val="00665D8B"/>
    <w:rsid w:val="00665DB3"/>
    <w:rsid w:val="00665E3F"/>
    <w:rsid w:val="00665E79"/>
    <w:rsid w:val="006664AF"/>
    <w:rsid w:val="006664FF"/>
    <w:rsid w:val="00667059"/>
    <w:rsid w:val="00667222"/>
    <w:rsid w:val="00667590"/>
    <w:rsid w:val="0066768A"/>
    <w:rsid w:val="00667821"/>
    <w:rsid w:val="00667D92"/>
    <w:rsid w:val="006704C9"/>
    <w:rsid w:val="006708D4"/>
    <w:rsid w:val="00670B89"/>
    <w:rsid w:val="00670E09"/>
    <w:rsid w:val="00670E75"/>
    <w:rsid w:val="00670FBA"/>
    <w:rsid w:val="00671343"/>
    <w:rsid w:val="00671D87"/>
    <w:rsid w:val="00671F54"/>
    <w:rsid w:val="00672358"/>
    <w:rsid w:val="006723B2"/>
    <w:rsid w:val="006728E4"/>
    <w:rsid w:val="00672B5B"/>
    <w:rsid w:val="00672E36"/>
    <w:rsid w:val="00673907"/>
    <w:rsid w:val="00673D95"/>
    <w:rsid w:val="00673EB8"/>
    <w:rsid w:val="00674595"/>
    <w:rsid w:val="00674AAD"/>
    <w:rsid w:val="00674CE0"/>
    <w:rsid w:val="00674D6A"/>
    <w:rsid w:val="00675060"/>
    <w:rsid w:val="00675205"/>
    <w:rsid w:val="0067549B"/>
    <w:rsid w:val="00675D29"/>
    <w:rsid w:val="00675DB5"/>
    <w:rsid w:val="00676474"/>
    <w:rsid w:val="006764AB"/>
    <w:rsid w:val="0067665B"/>
    <w:rsid w:val="006766B0"/>
    <w:rsid w:val="00676703"/>
    <w:rsid w:val="006767F7"/>
    <w:rsid w:val="00676BED"/>
    <w:rsid w:val="00676DBB"/>
    <w:rsid w:val="00676DC4"/>
    <w:rsid w:val="00676F38"/>
    <w:rsid w:val="006775E6"/>
    <w:rsid w:val="006776BF"/>
    <w:rsid w:val="006777D7"/>
    <w:rsid w:val="00677909"/>
    <w:rsid w:val="0068042A"/>
    <w:rsid w:val="006809F6"/>
    <w:rsid w:val="00680A2B"/>
    <w:rsid w:val="00680B25"/>
    <w:rsid w:val="00681075"/>
    <w:rsid w:val="0068154E"/>
    <w:rsid w:val="00681C93"/>
    <w:rsid w:val="0068210E"/>
    <w:rsid w:val="00682221"/>
    <w:rsid w:val="0068255B"/>
    <w:rsid w:val="00682A26"/>
    <w:rsid w:val="00682D47"/>
    <w:rsid w:val="00682E8D"/>
    <w:rsid w:val="00683002"/>
    <w:rsid w:val="00683023"/>
    <w:rsid w:val="00683074"/>
    <w:rsid w:val="00683268"/>
    <w:rsid w:val="00683428"/>
    <w:rsid w:val="006838CA"/>
    <w:rsid w:val="006838FE"/>
    <w:rsid w:val="0068406B"/>
    <w:rsid w:val="00684467"/>
    <w:rsid w:val="006849B8"/>
    <w:rsid w:val="00684AE1"/>
    <w:rsid w:val="00684E75"/>
    <w:rsid w:val="006850DB"/>
    <w:rsid w:val="00685189"/>
    <w:rsid w:val="00685361"/>
    <w:rsid w:val="00685B6B"/>
    <w:rsid w:val="00685E88"/>
    <w:rsid w:val="00685F40"/>
    <w:rsid w:val="0068625B"/>
    <w:rsid w:val="006862D3"/>
    <w:rsid w:val="006865A6"/>
    <w:rsid w:val="00686647"/>
    <w:rsid w:val="006868FE"/>
    <w:rsid w:val="00686E4D"/>
    <w:rsid w:val="00687029"/>
    <w:rsid w:val="006879AA"/>
    <w:rsid w:val="00687B65"/>
    <w:rsid w:val="00687D45"/>
    <w:rsid w:val="00690AFB"/>
    <w:rsid w:val="00690B79"/>
    <w:rsid w:val="006910B7"/>
    <w:rsid w:val="0069119A"/>
    <w:rsid w:val="00691875"/>
    <w:rsid w:val="006920E8"/>
    <w:rsid w:val="00692A91"/>
    <w:rsid w:val="00692B85"/>
    <w:rsid w:val="00693148"/>
    <w:rsid w:val="00693519"/>
    <w:rsid w:val="0069391E"/>
    <w:rsid w:val="00693924"/>
    <w:rsid w:val="006944EB"/>
    <w:rsid w:val="00694B44"/>
    <w:rsid w:val="00694B55"/>
    <w:rsid w:val="00695124"/>
    <w:rsid w:val="00695359"/>
    <w:rsid w:val="00695A08"/>
    <w:rsid w:val="00695BFF"/>
    <w:rsid w:val="00695E18"/>
    <w:rsid w:val="00695EC4"/>
    <w:rsid w:val="00696590"/>
    <w:rsid w:val="006965C1"/>
    <w:rsid w:val="006969A0"/>
    <w:rsid w:val="00697033"/>
    <w:rsid w:val="0069703B"/>
    <w:rsid w:val="00697283"/>
    <w:rsid w:val="00697911"/>
    <w:rsid w:val="00697BB4"/>
    <w:rsid w:val="006A0074"/>
    <w:rsid w:val="006A030D"/>
    <w:rsid w:val="006A0388"/>
    <w:rsid w:val="006A0418"/>
    <w:rsid w:val="006A04B2"/>
    <w:rsid w:val="006A08F3"/>
    <w:rsid w:val="006A0AA3"/>
    <w:rsid w:val="006A17EB"/>
    <w:rsid w:val="006A182E"/>
    <w:rsid w:val="006A19DC"/>
    <w:rsid w:val="006A1D1D"/>
    <w:rsid w:val="006A1DBD"/>
    <w:rsid w:val="006A2211"/>
    <w:rsid w:val="006A26CC"/>
    <w:rsid w:val="006A2853"/>
    <w:rsid w:val="006A2BBA"/>
    <w:rsid w:val="006A32BE"/>
    <w:rsid w:val="006A3874"/>
    <w:rsid w:val="006A4154"/>
    <w:rsid w:val="006A43B1"/>
    <w:rsid w:val="006A475E"/>
    <w:rsid w:val="006A4B23"/>
    <w:rsid w:val="006A4B9B"/>
    <w:rsid w:val="006A4C8E"/>
    <w:rsid w:val="006A4EB2"/>
    <w:rsid w:val="006A50E8"/>
    <w:rsid w:val="006A5321"/>
    <w:rsid w:val="006A53EC"/>
    <w:rsid w:val="006A54C7"/>
    <w:rsid w:val="006A5B4A"/>
    <w:rsid w:val="006A605F"/>
    <w:rsid w:val="006A62AF"/>
    <w:rsid w:val="006A6333"/>
    <w:rsid w:val="006A6E97"/>
    <w:rsid w:val="006A7A0E"/>
    <w:rsid w:val="006A7EF1"/>
    <w:rsid w:val="006A7FC1"/>
    <w:rsid w:val="006B0471"/>
    <w:rsid w:val="006B04FF"/>
    <w:rsid w:val="006B0611"/>
    <w:rsid w:val="006B07F9"/>
    <w:rsid w:val="006B0A3A"/>
    <w:rsid w:val="006B0AAB"/>
    <w:rsid w:val="006B0BFC"/>
    <w:rsid w:val="006B0CF5"/>
    <w:rsid w:val="006B0F8D"/>
    <w:rsid w:val="006B131E"/>
    <w:rsid w:val="006B1E94"/>
    <w:rsid w:val="006B221E"/>
    <w:rsid w:val="006B2583"/>
    <w:rsid w:val="006B25ED"/>
    <w:rsid w:val="006B2A6D"/>
    <w:rsid w:val="006B2B06"/>
    <w:rsid w:val="006B2B92"/>
    <w:rsid w:val="006B2EEE"/>
    <w:rsid w:val="006B2FA8"/>
    <w:rsid w:val="006B2FED"/>
    <w:rsid w:val="006B33F8"/>
    <w:rsid w:val="006B3476"/>
    <w:rsid w:val="006B3C89"/>
    <w:rsid w:val="006B3FC1"/>
    <w:rsid w:val="006B41AD"/>
    <w:rsid w:val="006B4A82"/>
    <w:rsid w:val="006B4C25"/>
    <w:rsid w:val="006B50E5"/>
    <w:rsid w:val="006B582E"/>
    <w:rsid w:val="006B5A57"/>
    <w:rsid w:val="006B5F8C"/>
    <w:rsid w:val="006B650C"/>
    <w:rsid w:val="006B69B4"/>
    <w:rsid w:val="006B6C58"/>
    <w:rsid w:val="006B7808"/>
    <w:rsid w:val="006B7B57"/>
    <w:rsid w:val="006C0420"/>
    <w:rsid w:val="006C0738"/>
    <w:rsid w:val="006C1077"/>
    <w:rsid w:val="006C14F6"/>
    <w:rsid w:val="006C173F"/>
    <w:rsid w:val="006C1908"/>
    <w:rsid w:val="006C1E02"/>
    <w:rsid w:val="006C219F"/>
    <w:rsid w:val="006C2485"/>
    <w:rsid w:val="006C2534"/>
    <w:rsid w:val="006C29A9"/>
    <w:rsid w:val="006C29F8"/>
    <w:rsid w:val="006C33D6"/>
    <w:rsid w:val="006C36EB"/>
    <w:rsid w:val="006C3872"/>
    <w:rsid w:val="006C3925"/>
    <w:rsid w:val="006C3CC6"/>
    <w:rsid w:val="006C3E9C"/>
    <w:rsid w:val="006C3FB1"/>
    <w:rsid w:val="006C4046"/>
    <w:rsid w:val="006C4622"/>
    <w:rsid w:val="006C5310"/>
    <w:rsid w:val="006C54C3"/>
    <w:rsid w:val="006C5834"/>
    <w:rsid w:val="006C5D5C"/>
    <w:rsid w:val="006C607C"/>
    <w:rsid w:val="006C6413"/>
    <w:rsid w:val="006C65F2"/>
    <w:rsid w:val="006C6C07"/>
    <w:rsid w:val="006C6FBD"/>
    <w:rsid w:val="006C736F"/>
    <w:rsid w:val="006C7388"/>
    <w:rsid w:val="006C75E7"/>
    <w:rsid w:val="006C7C30"/>
    <w:rsid w:val="006C7E94"/>
    <w:rsid w:val="006C7F30"/>
    <w:rsid w:val="006D00BB"/>
    <w:rsid w:val="006D0120"/>
    <w:rsid w:val="006D02DF"/>
    <w:rsid w:val="006D1590"/>
    <w:rsid w:val="006D1591"/>
    <w:rsid w:val="006D161F"/>
    <w:rsid w:val="006D17AC"/>
    <w:rsid w:val="006D1C01"/>
    <w:rsid w:val="006D1C4B"/>
    <w:rsid w:val="006D1DCD"/>
    <w:rsid w:val="006D2187"/>
    <w:rsid w:val="006D3565"/>
    <w:rsid w:val="006D35CB"/>
    <w:rsid w:val="006D364A"/>
    <w:rsid w:val="006D37C9"/>
    <w:rsid w:val="006D3A3A"/>
    <w:rsid w:val="006D3B50"/>
    <w:rsid w:val="006D3C57"/>
    <w:rsid w:val="006D3FB0"/>
    <w:rsid w:val="006D43FD"/>
    <w:rsid w:val="006D4512"/>
    <w:rsid w:val="006D4640"/>
    <w:rsid w:val="006D477F"/>
    <w:rsid w:val="006D4AAE"/>
    <w:rsid w:val="006D4AC1"/>
    <w:rsid w:val="006D5182"/>
    <w:rsid w:val="006D5256"/>
    <w:rsid w:val="006D5335"/>
    <w:rsid w:val="006D54E8"/>
    <w:rsid w:val="006D56BA"/>
    <w:rsid w:val="006D5711"/>
    <w:rsid w:val="006D5835"/>
    <w:rsid w:val="006D62F1"/>
    <w:rsid w:val="006D6ABB"/>
    <w:rsid w:val="006D6C77"/>
    <w:rsid w:val="006D6EA5"/>
    <w:rsid w:val="006D7A5E"/>
    <w:rsid w:val="006D7C84"/>
    <w:rsid w:val="006D7EF3"/>
    <w:rsid w:val="006E0134"/>
    <w:rsid w:val="006E0289"/>
    <w:rsid w:val="006E0429"/>
    <w:rsid w:val="006E0547"/>
    <w:rsid w:val="006E0749"/>
    <w:rsid w:val="006E0E78"/>
    <w:rsid w:val="006E1051"/>
    <w:rsid w:val="006E1460"/>
    <w:rsid w:val="006E189A"/>
    <w:rsid w:val="006E1A11"/>
    <w:rsid w:val="006E1A4B"/>
    <w:rsid w:val="006E1B59"/>
    <w:rsid w:val="006E1C88"/>
    <w:rsid w:val="006E1FED"/>
    <w:rsid w:val="006E254C"/>
    <w:rsid w:val="006E26F5"/>
    <w:rsid w:val="006E29EE"/>
    <w:rsid w:val="006E2A13"/>
    <w:rsid w:val="006E306D"/>
    <w:rsid w:val="006E3AD1"/>
    <w:rsid w:val="006E3D0A"/>
    <w:rsid w:val="006E423E"/>
    <w:rsid w:val="006E4338"/>
    <w:rsid w:val="006E4ABA"/>
    <w:rsid w:val="006E4AE5"/>
    <w:rsid w:val="006E54DE"/>
    <w:rsid w:val="006E552C"/>
    <w:rsid w:val="006E566C"/>
    <w:rsid w:val="006E5FCE"/>
    <w:rsid w:val="006E624E"/>
    <w:rsid w:val="006E69C6"/>
    <w:rsid w:val="006E69CF"/>
    <w:rsid w:val="006E6C0A"/>
    <w:rsid w:val="006E6C91"/>
    <w:rsid w:val="006E6E43"/>
    <w:rsid w:val="006E75D4"/>
    <w:rsid w:val="006E79C0"/>
    <w:rsid w:val="006E7E23"/>
    <w:rsid w:val="006F004C"/>
    <w:rsid w:val="006F00C9"/>
    <w:rsid w:val="006F010D"/>
    <w:rsid w:val="006F01AA"/>
    <w:rsid w:val="006F03B4"/>
    <w:rsid w:val="006F06B4"/>
    <w:rsid w:val="006F0883"/>
    <w:rsid w:val="006F0989"/>
    <w:rsid w:val="006F0A40"/>
    <w:rsid w:val="006F0AE4"/>
    <w:rsid w:val="006F0C15"/>
    <w:rsid w:val="006F0E28"/>
    <w:rsid w:val="006F0EAC"/>
    <w:rsid w:val="006F1999"/>
    <w:rsid w:val="006F1CD0"/>
    <w:rsid w:val="006F22A9"/>
    <w:rsid w:val="006F290B"/>
    <w:rsid w:val="006F2C8A"/>
    <w:rsid w:val="006F2DA4"/>
    <w:rsid w:val="006F303F"/>
    <w:rsid w:val="006F3176"/>
    <w:rsid w:val="006F3BDB"/>
    <w:rsid w:val="006F424F"/>
    <w:rsid w:val="006F483E"/>
    <w:rsid w:val="006F499D"/>
    <w:rsid w:val="006F49A5"/>
    <w:rsid w:val="006F4F56"/>
    <w:rsid w:val="006F53CE"/>
    <w:rsid w:val="006F595A"/>
    <w:rsid w:val="006F59B7"/>
    <w:rsid w:val="006F5B90"/>
    <w:rsid w:val="006F694C"/>
    <w:rsid w:val="006F6A44"/>
    <w:rsid w:val="006F6AF0"/>
    <w:rsid w:val="006F6CF3"/>
    <w:rsid w:val="006F725C"/>
    <w:rsid w:val="006F77B7"/>
    <w:rsid w:val="006F78FB"/>
    <w:rsid w:val="006F7DFD"/>
    <w:rsid w:val="006F7EC1"/>
    <w:rsid w:val="006F7EF0"/>
    <w:rsid w:val="00700359"/>
    <w:rsid w:val="007007D5"/>
    <w:rsid w:val="00700AFF"/>
    <w:rsid w:val="00700BDB"/>
    <w:rsid w:val="0070123E"/>
    <w:rsid w:val="007016EF"/>
    <w:rsid w:val="00701A3B"/>
    <w:rsid w:val="00701AD6"/>
    <w:rsid w:val="00701B8B"/>
    <w:rsid w:val="00701EBE"/>
    <w:rsid w:val="007020E1"/>
    <w:rsid w:val="0070282D"/>
    <w:rsid w:val="0070298B"/>
    <w:rsid w:val="007029C5"/>
    <w:rsid w:val="00702AFB"/>
    <w:rsid w:val="00702E1E"/>
    <w:rsid w:val="007032A9"/>
    <w:rsid w:val="007032C6"/>
    <w:rsid w:val="00703520"/>
    <w:rsid w:val="00703591"/>
    <w:rsid w:val="00703846"/>
    <w:rsid w:val="00703BEA"/>
    <w:rsid w:val="00704058"/>
    <w:rsid w:val="00704220"/>
    <w:rsid w:val="0070454B"/>
    <w:rsid w:val="00704663"/>
    <w:rsid w:val="007046CF"/>
    <w:rsid w:val="007059A7"/>
    <w:rsid w:val="00705ADB"/>
    <w:rsid w:val="00705BDB"/>
    <w:rsid w:val="00705E53"/>
    <w:rsid w:val="00705F6C"/>
    <w:rsid w:val="00706470"/>
    <w:rsid w:val="00706910"/>
    <w:rsid w:val="00706E8F"/>
    <w:rsid w:val="00706EFB"/>
    <w:rsid w:val="00707060"/>
    <w:rsid w:val="00707354"/>
    <w:rsid w:val="0070737B"/>
    <w:rsid w:val="007073A3"/>
    <w:rsid w:val="00707629"/>
    <w:rsid w:val="0070782A"/>
    <w:rsid w:val="00707D55"/>
    <w:rsid w:val="0071021F"/>
    <w:rsid w:val="00710490"/>
    <w:rsid w:val="007107A7"/>
    <w:rsid w:val="007111CB"/>
    <w:rsid w:val="00711B04"/>
    <w:rsid w:val="00711FDB"/>
    <w:rsid w:val="00712666"/>
    <w:rsid w:val="007128C6"/>
    <w:rsid w:val="0071292F"/>
    <w:rsid w:val="00712981"/>
    <w:rsid w:val="00712BF5"/>
    <w:rsid w:val="00712CB0"/>
    <w:rsid w:val="00712CD0"/>
    <w:rsid w:val="00713045"/>
    <w:rsid w:val="007130B5"/>
    <w:rsid w:val="007135DC"/>
    <w:rsid w:val="00713A15"/>
    <w:rsid w:val="00713DDC"/>
    <w:rsid w:val="00713DF5"/>
    <w:rsid w:val="00713E33"/>
    <w:rsid w:val="00714894"/>
    <w:rsid w:val="00714AD4"/>
    <w:rsid w:val="00714B27"/>
    <w:rsid w:val="00714B8E"/>
    <w:rsid w:val="00715335"/>
    <w:rsid w:val="00715503"/>
    <w:rsid w:val="00715616"/>
    <w:rsid w:val="007156D0"/>
    <w:rsid w:val="00715AC4"/>
    <w:rsid w:val="00715EB9"/>
    <w:rsid w:val="0071618A"/>
    <w:rsid w:val="0071641F"/>
    <w:rsid w:val="0071645F"/>
    <w:rsid w:val="00716BAC"/>
    <w:rsid w:val="00717661"/>
    <w:rsid w:val="00717F75"/>
    <w:rsid w:val="007204B4"/>
    <w:rsid w:val="00720D0E"/>
    <w:rsid w:val="00720E1F"/>
    <w:rsid w:val="00721334"/>
    <w:rsid w:val="00721868"/>
    <w:rsid w:val="00721E28"/>
    <w:rsid w:val="00722132"/>
    <w:rsid w:val="0072255D"/>
    <w:rsid w:val="00722744"/>
    <w:rsid w:val="0072294D"/>
    <w:rsid w:val="00722984"/>
    <w:rsid w:val="00722B84"/>
    <w:rsid w:val="00722D69"/>
    <w:rsid w:val="00722DC7"/>
    <w:rsid w:val="00722F4B"/>
    <w:rsid w:val="00723487"/>
    <w:rsid w:val="007234EE"/>
    <w:rsid w:val="007238C5"/>
    <w:rsid w:val="0072393F"/>
    <w:rsid w:val="00723BAB"/>
    <w:rsid w:val="00723CC5"/>
    <w:rsid w:val="00724DFD"/>
    <w:rsid w:val="00725312"/>
    <w:rsid w:val="00725561"/>
    <w:rsid w:val="0072577F"/>
    <w:rsid w:val="00726B9F"/>
    <w:rsid w:val="00726F6B"/>
    <w:rsid w:val="0072734F"/>
    <w:rsid w:val="007274BB"/>
    <w:rsid w:val="007278A2"/>
    <w:rsid w:val="007278CC"/>
    <w:rsid w:val="00727EB6"/>
    <w:rsid w:val="00730088"/>
    <w:rsid w:val="007300F6"/>
    <w:rsid w:val="00730324"/>
    <w:rsid w:val="007303DF"/>
    <w:rsid w:val="007304E5"/>
    <w:rsid w:val="00730900"/>
    <w:rsid w:val="00730C1D"/>
    <w:rsid w:val="00731177"/>
    <w:rsid w:val="0073128C"/>
    <w:rsid w:val="007316A5"/>
    <w:rsid w:val="00731DB3"/>
    <w:rsid w:val="00731F37"/>
    <w:rsid w:val="0073211E"/>
    <w:rsid w:val="00732230"/>
    <w:rsid w:val="0073290B"/>
    <w:rsid w:val="00732B8D"/>
    <w:rsid w:val="00732D94"/>
    <w:rsid w:val="00732F9D"/>
    <w:rsid w:val="00733188"/>
    <w:rsid w:val="00733543"/>
    <w:rsid w:val="00733780"/>
    <w:rsid w:val="00733C77"/>
    <w:rsid w:val="00734335"/>
    <w:rsid w:val="00734683"/>
    <w:rsid w:val="00734941"/>
    <w:rsid w:val="007349BE"/>
    <w:rsid w:val="00734E02"/>
    <w:rsid w:val="00735072"/>
    <w:rsid w:val="007358FE"/>
    <w:rsid w:val="00735978"/>
    <w:rsid w:val="00735A56"/>
    <w:rsid w:val="00735B0B"/>
    <w:rsid w:val="00735C7C"/>
    <w:rsid w:val="007362A7"/>
    <w:rsid w:val="00736D1C"/>
    <w:rsid w:val="00736DD5"/>
    <w:rsid w:val="00736E46"/>
    <w:rsid w:val="0073741E"/>
    <w:rsid w:val="0073745E"/>
    <w:rsid w:val="0073751B"/>
    <w:rsid w:val="007375C0"/>
    <w:rsid w:val="0073770F"/>
    <w:rsid w:val="007377C4"/>
    <w:rsid w:val="00740343"/>
    <w:rsid w:val="0074058F"/>
    <w:rsid w:val="0074068D"/>
    <w:rsid w:val="007408F5"/>
    <w:rsid w:val="00740B4B"/>
    <w:rsid w:val="00741508"/>
    <w:rsid w:val="0074171B"/>
    <w:rsid w:val="007418A7"/>
    <w:rsid w:val="007419EB"/>
    <w:rsid w:val="00741AD6"/>
    <w:rsid w:val="00742D98"/>
    <w:rsid w:val="00742EE7"/>
    <w:rsid w:val="00742FD3"/>
    <w:rsid w:val="00743209"/>
    <w:rsid w:val="007433CB"/>
    <w:rsid w:val="0074347D"/>
    <w:rsid w:val="007438C8"/>
    <w:rsid w:val="00743C52"/>
    <w:rsid w:val="007441D1"/>
    <w:rsid w:val="0074431B"/>
    <w:rsid w:val="00744991"/>
    <w:rsid w:val="007449B5"/>
    <w:rsid w:val="00744AE7"/>
    <w:rsid w:val="00745C1C"/>
    <w:rsid w:val="0074652C"/>
    <w:rsid w:val="00746993"/>
    <w:rsid w:val="007475BF"/>
    <w:rsid w:val="007475E6"/>
    <w:rsid w:val="00747CC6"/>
    <w:rsid w:val="00747F96"/>
    <w:rsid w:val="00750114"/>
    <w:rsid w:val="0075036D"/>
    <w:rsid w:val="00750638"/>
    <w:rsid w:val="00750663"/>
    <w:rsid w:val="007506B7"/>
    <w:rsid w:val="00750768"/>
    <w:rsid w:val="0075087C"/>
    <w:rsid w:val="00750CF1"/>
    <w:rsid w:val="00750F4E"/>
    <w:rsid w:val="00751829"/>
    <w:rsid w:val="00751951"/>
    <w:rsid w:val="00751A95"/>
    <w:rsid w:val="00751B06"/>
    <w:rsid w:val="00751C16"/>
    <w:rsid w:val="00751DE8"/>
    <w:rsid w:val="00752223"/>
    <w:rsid w:val="00752743"/>
    <w:rsid w:val="0075291E"/>
    <w:rsid w:val="00752E15"/>
    <w:rsid w:val="00752F15"/>
    <w:rsid w:val="007531D6"/>
    <w:rsid w:val="00753396"/>
    <w:rsid w:val="00753900"/>
    <w:rsid w:val="00753CC4"/>
    <w:rsid w:val="00754C8C"/>
    <w:rsid w:val="00755213"/>
    <w:rsid w:val="007568BF"/>
    <w:rsid w:val="00757240"/>
    <w:rsid w:val="0075729D"/>
    <w:rsid w:val="007578E7"/>
    <w:rsid w:val="00757AF7"/>
    <w:rsid w:val="00757CD4"/>
    <w:rsid w:val="00757DD4"/>
    <w:rsid w:val="0076004D"/>
    <w:rsid w:val="0076091B"/>
    <w:rsid w:val="00760BA4"/>
    <w:rsid w:val="00760DA8"/>
    <w:rsid w:val="0076101F"/>
    <w:rsid w:val="00761123"/>
    <w:rsid w:val="00761381"/>
    <w:rsid w:val="00761959"/>
    <w:rsid w:val="00761ABC"/>
    <w:rsid w:val="00761D8F"/>
    <w:rsid w:val="007626C6"/>
    <w:rsid w:val="0076287A"/>
    <w:rsid w:val="00762953"/>
    <w:rsid w:val="00762BF6"/>
    <w:rsid w:val="00763489"/>
    <w:rsid w:val="00763752"/>
    <w:rsid w:val="00764394"/>
    <w:rsid w:val="007643D1"/>
    <w:rsid w:val="00764757"/>
    <w:rsid w:val="00764D76"/>
    <w:rsid w:val="00764D86"/>
    <w:rsid w:val="00764E55"/>
    <w:rsid w:val="007658F0"/>
    <w:rsid w:val="00765A1D"/>
    <w:rsid w:val="00765AB8"/>
    <w:rsid w:val="00765F15"/>
    <w:rsid w:val="00765F33"/>
    <w:rsid w:val="00766263"/>
    <w:rsid w:val="007665D7"/>
    <w:rsid w:val="00766945"/>
    <w:rsid w:val="00766FEA"/>
    <w:rsid w:val="007670FE"/>
    <w:rsid w:val="00767702"/>
    <w:rsid w:val="00767B66"/>
    <w:rsid w:val="00767FD4"/>
    <w:rsid w:val="00770142"/>
    <w:rsid w:val="0077061E"/>
    <w:rsid w:val="00770639"/>
    <w:rsid w:val="0077086E"/>
    <w:rsid w:val="00770E4A"/>
    <w:rsid w:val="007710CF"/>
    <w:rsid w:val="007711C2"/>
    <w:rsid w:val="007711D8"/>
    <w:rsid w:val="00771D10"/>
    <w:rsid w:val="0077292E"/>
    <w:rsid w:val="00772936"/>
    <w:rsid w:val="00772B2A"/>
    <w:rsid w:val="00772B53"/>
    <w:rsid w:val="00772CAE"/>
    <w:rsid w:val="00772E13"/>
    <w:rsid w:val="007735A0"/>
    <w:rsid w:val="0077388B"/>
    <w:rsid w:val="00773B05"/>
    <w:rsid w:val="00773ECD"/>
    <w:rsid w:val="007741D3"/>
    <w:rsid w:val="007743A8"/>
    <w:rsid w:val="00774EFD"/>
    <w:rsid w:val="007750AA"/>
    <w:rsid w:val="00775123"/>
    <w:rsid w:val="0077523C"/>
    <w:rsid w:val="00775E23"/>
    <w:rsid w:val="00776608"/>
    <w:rsid w:val="00776925"/>
    <w:rsid w:val="00776C46"/>
    <w:rsid w:val="007776EC"/>
    <w:rsid w:val="00777914"/>
    <w:rsid w:val="0077797D"/>
    <w:rsid w:val="00777EA8"/>
    <w:rsid w:val="00777EE5"/>
    <w:rsid w:val="00780139"/>
    <w:rsid w:val="007802F9"/>
    <w:rsid w:val="00780AE4"/>
    <w:rsid w:val="00780B64"/>
    <w:rsid w:val="00780CD2"/>
    <w:rsid w:val="00780EC0"/>
    <w:rsid w:val="00781A4F"/>
    <w:rsid w:val="00781CF7"/>
    <w:rsid w:val="00781D27"/>
    <w:rsid w:val="007823AA"/>
    <w:rsid w:val="007825DA"/>
    <w:rsid w:val="00782689"/>
    <w:rsid w:val="00782AC8"/>
    <w:rsid w:val="00782F50"/>
    <w:rsid w:val="00783516"/>
    <w:rsid w:val="00783BC6"/>
    <w:rsid w:val="00784809"/>
    <w:rsid w:val="00784945"/>
    <w:rsid w:val="00784A2A"/>
    <w:rsid w:val="00784A64"/>
    <w:rsid w:val="00784A66"/>
    <w:rsid w:val="00784D99"/>
    <w:rsid w:val="0078533D"/>
    <w:rsid w:val="007853B0"/>
    <w:rsid w:val="00785715"/>
    <w:rsid w:val="007858B2"/>
    <w:rsid w:val="007859D1"/>
    <w:rsid w:val="00785CE7"/>
    <w:rsid w:val="00785D83"/>
    <w:rsid w:val="00785DC6"/>
    <w:rsid w:val="00785E18"/>
    <w:rsid w:val="00785E1C"/>
    <w:rsid w:val="00785E62"/>
    <w:rsid w:val="007864BB"/>
    <w:rsid w:val="00786709"/>
    <w:rsid w:val="0078670B"/>
    <w:rsid w:val="00786D08"/>
    <w:rsid w:val="00786EF2"/>
    <w:rsid w:val="00787256"/>
    <w:rsid w:val="007874CB"/>
    <w:rsid w:val="007875B5"/>
    <w:rsid w:val="00787B70"/>
    <w:rsid w:val="00787B75"/>
    <w:rsid w:val="00787F99"/>
    <w:rsid w:val="0079000E"/>
    <w:rsid w:val="007903D4"/>
    <w:rsid w:val="00790EB2"/>
    <w:rsid w:val="007918CA"/>
    <w:rsid w:val="00791A96"/>
    <w:rsid w:val="00791AB1"/>
    <w:rsid w:val="00791ADD"/>
    <w:rsid w:val="00791AF6"/>
    <w:rsid w:val="00791C19"/>
    <w:rsid w:val="00791FE6"/>
    <w:rsid w:val="0079243A"/>
    <w:rsid w:val="007924A5"/>
    <w:rsid w:val="007926E1"/>
    <w:rsid w:val="00792707"/>
    <w:rsid w:val="00792748"/>
    <w:rsid w:val="00792C6D"/>
    <w:rsid w:val="0079323C"/>
    <w:rsid w:val="00793ABA"/>
    <w:rsid w:val="00793F1A"/>
    <w:rsid w:val="00794316"/>
    <w:rsid w:val="00794351"/>
    <w:rsid w:val="0079465F"/>
    <w:rsid w:val="0079485D"/>
    <w:rsid w:val="0079488A"/>
    <w:rsid w:val="00794BB3"/>
    <w:rsid w:val="00794F6F"/>
    <w:rsid w:val="007957A5"/>
    <w:rsid w:val="00795DCB"/>
    <w:rsid w:val="007965BC"/>
    <w:rsid w:val="007968A7"/>
    <w:rsid w:val="00796B9D"/>
    <w:rsid w:val="00796BC7"/>
    <w:rsid w:val="00796C69"/>
    <w:rsid w:val="00796FF7"/>
    <w:rsid w:val="007974DB"/>
    <w:rsid w:val="007974EA"/>
    <w:rsid w:val="007977CD"/>
    <w:rsid w:val="0079785A"/>
    <w:rsid w:val="00797FA7"/>
    <w:rsid w:val="007A05D8"/>
    <w:rsid w:val="007A0837"/>
    <w:rsid w:val="007A0B29"/>
    <w:rsid w:val="007A1266"/>
    <w:rsid w:val="007A1557"/>
    <w:rsid w:val="007A1775"/>
    <w:rsid w:val="007A18A0"/>
    <w:rsid w:val="007A1AA5"/>
    <w:rsid w:val="007A1B3C"/>
    <w:rsid w:val="007A1C26"/>
    <w:rsid w:val="007A1D67"/>
    <w:rsid w:val="007A224E"/>
    <w:rsid w:val="007A2D84"/>
    <w:rsid w:val="007A2EF6"/>
    <w:rsid w:val="007A345A"/>
    <w:rsid w:val="007A35C8"/>
    <w:rsid w:val="007A372A"/>
    <w:rsid w:val="007A3A4E"/>
    <w:rsid w:val="007A3B2E"/>
    <w:rsid w:val="007A3E44"/>
    <w:rsid w:val="007A3E88"/>
    <w:rsid w:val="007A5143"/>
    <w:rsid w:val="007A53EC"/>
    <w:rsid w:val="007A56A6"/>
    <w:rsid w:val="007A5C3C"/>
    <w:rsid w:val="007A657A"/>
    <w:rsid w:val="007A65D3"/>
    <w:rsid w:val="007A66AC"/>
    <w:rsid w:val="007A6934"/>
    <w:rsid w:val="007A6A4F"/>
    <w:rsid w:val="007A6C2F"/>
    <w:rsid w:val="007A6C4D"/>
    <w:rsid w:val="007A71B6"/>
    <w:rsid w:val="007A71F8"/>
    <w:rsid w:val="007A7877"/>
    <w:rsid w:val="007A7A89"/>
    <w:rsid w:val="007A7CA5"/>
    <w:rsid w:val="007A7DA2"/>
    <w:rsid w:val="007B0082"/>
    <w:rsid w:val="007B0A1F"/>
    <w:rsid w:val="007B12DE"/>
    <w:rsid w:val="007B1B76"/>
    <w:rsid w:val="007B1C57"/>
    <w:rsid w:val="007B247C"/>
    <w:rsid w:val="007B2838"/>
    <w:rsid w:val="007B2D6E"/>
    <w:rsid w:val="007B31F2"/>
    <w:rsid w:val="007B3557"/>
    <w:rsid w:val="007B3C71"/>
    <w:rsid w:val="007B3E52"/>
    <w:rsid w:val="007B4AB8"/>
    <w:rsid w:val="007B56C8"/>
    <w:rsid w:val="007B5A7A"/>
    <w:rsid w:val="007B5B84"/>
    <w:rsid w:val="007B609B"/>
    <w:rsid w:val="007B6323"/>
    <w:rsid w:val="007B6A05"/>
    <w:rsid w:val="007B6C13"/>
    <w:rsid w:val="007B6F86"/>
    <w:rsid w:val="007B6FCE"/>
    <w:rsid w:val="007B724F"/>
    <w:rsid w:val="007B7272"/>
    <w:rsid w:val="007B73B2"/>
    <w:rsid w:val="007B75DF"/>
    <w:rsid w:val="007B78E6"/>
    <w:rsid w:val="007B79BE"/>
    <w:rsid w:val="007B7A59"/>
    <w:rsid w:val="007B7F4C"/>
    <w:rsid w:val="007C0168"/>
    <w:rsid w:val="007C01ED"/>
    <w:rsid w:val="007C027F"/>
    <w:rsid w:val="007C04CF"/>
    <w:rsid w:val="007C04D7"/>
    <w:rsid w:val="007C08C5"/>
    <w:rsid w:val="007C0C32"/>
    <w:rsid w:val="007C1071"/>
    <w:rsid w:val="007C222A"/>
    <w:rsid w:val="007C260A"/>
    <w:rsid w:val="007C2659"/>
    <w:rsid w:val="007C2DEC"/>
    <w:rsid w:val="007C303D"/>
    <w:rsid w:val="007C30A6"/>
    <w:rsid w:val="007C38B3"/>
    <w:rsid w:val="007C3D05"/>
    <w:rsid w:val="007C473B"/>
    <w:rsid w:val="007C4B2B"/>
    <w:rsid w:val="007C4EAE"/>
    <w:rsid w:val="007C517D"/>
    <w:rsid w:val="007C54BF"/>
    <w:rsid w:val="007C556E"/>
    <w:rsid w:val="007C5A4D"/>
    <w:rsid w:val="007C5D4A"/>
    <w:rsid w:val="007C5F6E"/>
    <w:rsid w:val="007C6189"/>
    <w:rsid w:val="007C63D1"/>
    <w:rsid w:val="007C63F9"/>
    <w:rsid w:val="007C6500"/>
    <w:rsid w:val="007C7358"/>
    <w:rsid w:val="007C7369"/>
    <w:rsid w:val="007C7526"/>
    <w:rsid w:val="007C781D"/>
    <w:rsid w:val="007C79E7"/>
    <w:rsid w:val="007C7FDD"/>
    <w:rsid w:val="007D0532"/>
    <w:rsid w:val="007D0659"/>
    <w:rsid w:val="007D0ADD"/>
    <w:rsid w:val="007D0BE8"/>
    <w:rsid w:val="007D0DF0"/>
    <w:rsid w:val="007D0F95"/>
    <w:rsid w:val="007D1C26"/>
    <w:rsid w:val="007D1DDC"/>
    <w:rsid w:val="007D2171"/>
    <w:rsid w:val="007D24AC"/>
    <w:rsid w:val="007D25C3"/>
    <w:rsid w:val="007D2740"/>
    <w:rsid w:val="007D29B6"/>
    <w:rsid w:val="007D317F"/>
    <w:rsid w:val="007D31A0"/>
    <w:rsid w:val="007D36F6"/>
    <w:rsid w:val="007D38BD"/>
    <w:rsid w:val="007D39D7"/>
    <w:rsid w:val="007D4215"/>
    <w:rsid w:val="007D42AE"/>
    <w:rsid w:val="007D4520"/>
    <w:rsid w:val="007D469B"/>
    <w:rsid w:val="007D4C0E"/>
    <w:rsid w:val="007D5269"/>
    <w:rsid w:val="007D5307"/>
    <w:rsid w:val="007D5A31"/>
    <w:rsid w:val="007D5BE6"/>
    <w:rsid w:val="007D6734"/>
    <w:rsid w:val="007D67CD"/>
    <w:rsid w:val="007D67D7"/>
    <w:rsid w:val="007D69E6"/>
    <w:rsid w:val="007D6AD4"/>
    <w:rsid w:val="007D6E87"/>
    <w:rsid w:val="007D7968"/>
    <w:rsid w:val="007D79D6"/>
    <w:rsid w:val="007D7B74"/>
    <w:rsid w:val="007D7E80"/>
    <w:rsid w:val="007E02CF"/>
    <w:rsid w:val="007E03D8"/>
    <w:rsid w:val="007E05FC"/>
    <w:rsid w:val="007E06EF"/>
    <w:rsid w:val="007E0CB3"/>
    <w:rsid w:val="007E1104"/>
    <w:rsid w:val="007E11E0"/>
    <w:rsid w:val="007E14D4"/>
    <w:rsid w:val="007E163B"/>
    <w:rsid w:val="007E1A8B"/>
    <w:rsid w:val="007E1C63"/>
    <w:rsid w:val="007E1F26"/>
    <w:rsid w:val="007E2574"/>
    <w:rsid w:val="007E2B3C"/>
    <w:rsid w:val="007E3013"/>
    <w:rsid w:val="007E3051"/>
    <w:rsid w:val="007E306B"/>
    <w:rsid w:val="007E3814"/>
    <w:rsid w:val="007E3A4D"/>
    <w:rsid w:val="007E44E0"/>
    <w:rsid w:val="007E4BDA"/>
    <w:rsid w:val="007E4EB5"/>
    <w:rsid w:val="007E563C"/>
    <w:rsid w:val="007E5698"/>
    <w:rsid w:val="007E5F12"/>
    <w:rsid w:val="007E612A"/>
    <w:rsid w:val="007E62B9"/>
    <w:rsid w:val="007E6559"/>
    <w:rsid w:val="007E6D8B"/>
    <w:rsid w:val="007E6F4A"/>
    <w:rsid w:val="007E71AB"/>
    <w:rsid w:val="007E7647"/>
    <w:rsid w:val="007E769F"/>
    <w:rsid w:val="007E7935"/>
    <w:rsid w:val="007E7ADD"/>
    <w:rsid w:val="007F057E"/>
    <w:rsid w:val="007F08C4"/>
    <w:rsid w:val="007F0ED8"/>
    <w:rsid w:val="007F0F9D"/>
    <w:rsid w:val="007F1273"/>
    <w:rsid w:val="007F1324"/>
    <w:rsid w:val="007F1658"/>
    <w:rsid w:val="007F1A01"/>
    <w:rsid w:val="007F1E12"/>
    <w:rsid w:val="007F22BC"/>
    <w:rsid w:val="007F23A9"/>
    <w:rsid w:val="007F24A4"/>
    <w:rsid w:val="007F27D9"/>
    <w:rsid w:val="007F2CEF"/>
    <w:rsid w:val="007F2D53"/>
    <w:rsid w:val="007F2E55"/>
    <w:rsid w:val="007F2F1B"/>
    <w:rsid w:val="007F31B9"/>
    <w:rsid w:val="007F3702"/>
    <w:rsid w:val="007F4584"/>
    <w:rsid w:val="007F4614"/>
    <w:rsid w:val="007F4772"/>
    <w:rsid w:val="007F4CFE"/>
    <w:rsid w:val="007F50CF"/>
    <w:rsid w:val="007F5214"/>
    <w:rsid w:val="007F5268"/>
    <w:rsid w:val="007F527E"/>
    <w:rsid w:val="007F5AE6"/>
    <w:rsid w:val="007F5C6E"/>
    <w:rsid w:val="007F5E9A"/>
    <w:rsid w:val="007F6077"/>
    <w:rsid w:val="007F68C3"/>
    <w:rsid w:val="007F694E"/>
    <w:rsid w:val="007F6D9F"/>
    <w:rsid w:val="007F771E"/>
    <w:rsid w:val="007F7948"/>
    <w:rsid w:val="00800327"/>
    <w:rsid w:val="0080063F"/>
    <w:rsid w:val="008008A0"/>
    <w:rsid w:val="00800AAF"/>
    <w:rsid w:val="008011D5"/>
    <w:rsid w:val="00801582"/>
    <w:rsid w:val="00801792"/>
    <w:rsid w:val="00801AF2"/>
    <w:rsid w:val="00801DC1"/>
    <w:rsid w:val="00801EDE"/>
    <w:rsid w:val="008026AA"/>
    <w:rsid w:val="00802E62"/>
    <w:rsid w:val="008031BB"/>
    <w:rsid w:val="00803A5D"/>
    <w:rsid w:val="00803B6F"/>
    <w:rsid w:val="00803BCA"/>
    <w:rsid w:val="008046F0"/>
    <w:rsid w:val="008048BE"/>
    <w:rsid w:val="008049C6"/>
    <w:rsid w:val="00804E01"/>
    <w:rsid w:val="00804FCF"/>
    <w:rsid w:val="0080536B"/>
    <w:rsid w:val="0080557C"/>
    <w:rsid w:val="00805611"/>
    <w:rsid w:val="008061CC"/>
    <w:rsid w:val="0080626D"/>
    <w:rsid w:val="008066E6"/>
    <w:rsid w:val="00806944"/>
    <w:rsid w:val="00807BA3"/>
    <w:rsid w:val="00807BC5"/>
    <w:rsid w:val="00807DD5"/>
    <w:rsid w:val="00807EBA"/>
    <w:rsid w:val="00810A09"/>
    <w:rsid w:val="00810D06"/>
    <w:rsid w:val="00810E5C"/>
    <w:rsid w:val="0081117E"/>
    <w:rsid w:val="008113BD"/>
    <w:rsid w:val="008114BE"/>
    <w:rsid w:val="008116A2"/>
    <w:rsid w:val="00811EF7"/>
    <w:rsid w:val="00812E87"/>
    <w:rsid w:val="00812F5D"/>
    <w:rsid w:val="00812FC8"/>
    <w:rsid w:val="00813346"/>
    <w:rsid w:val="008143E0"/>
    <w:rsid w:val="00814BBF"/>
    <w:rsid w:val="008151D7"/>
    <w:rsid w:val="00815291"/>
    <w:rsid w:val="008153FE"/>
    <w:rsid w:val="00815617"/>
    <w:rsid w:val="008158CB"/>
    <w:rsid w:val="00815952"/>
    <w:rsid w:val="00815A31"/>
    <w:rsid w:val="00815B85"/>
    <w:rsid w:val="00815BF5"/>
    <w:rsid w:val="00816372"/>
    <w:rsid w:val="008168E8"/>
    <w:rsid w:val="0081697C"/>
    <w:rsid w:val="00816A53"/>
    <w:rsid w:val="00816D34"/>
    <w:rsid w:val="00817465"/>
    <w:rsid w:val="0082117E"/>
    <w:rsid w:val="0082161A"/>
    <w:rsid w:val="0082177F"/>
    <w:rsid w:val="008217AE"/>
    <w:rsid w:val="008218D0"/>
    <w:rsid w:val="00821B83"/>
    <w:rsid w:val="00821E52"/>
    <w:rsid w:val="00822095"/>
    <w:rsid w:val="00822212"/>
    <w:rsid w:val="0082229E"/>
    <w:rsid w:val="00822942"/>
    <w:rsid w:val="00822B5F"/>
    <w:rsid w:val="0082316F"/>
    <w:rsid w:val="00823180"/>
    <w:rsid w:val="00823239"/>
    <w:rsid w:val="008233CA"/>
    <w:rsid w:val="00823509"/>
    <w:rsid w:val="00823590"/>
    <w:rsid w:val="008237A7"/>
    <w:rsid w:val="00823D3C"/>
    <w:rsid w:val="0082414D"/>
    <w:rsid w:val="008243F7"/>
    <w:rsid w:val="00824507"/>
    <w:rsid w:val="00824B08"/>
    <w:rsid w:val="00824BDB"/>
    <w:rsid w:val="00824E99"/>
    <w:rsid w:val="008255E9"/>
    <w:rsid w:val="00825687"/>
    <w:rsid w:val="008256E5"/>
    <w:rsid w:val="00826177"/>
    <w:rsid w:val="008263F5"/>
    <w:rsid w:val="008267E8"/>
    <w:rsid w:val="00826915"/>
    <w:rsid w:val="00826B00"/>
    <w:rsid w:val="00826CFB"/>
    <w:rsid w:val="00827462"/>
    <w:rsid w:val="00827B22"/>
    <w:rsid w:val="00827C04"/>
    <w:rsid w:val="00827DFB"/>
    <w:rsid w:val="008304E4"/>
    <w:rsid w:val="00830526"/>
    <w:rsid w:val="008306F1"/>
    <w:rsid w:val="00831007"/>
    <w:rsid w:val="00831046"/>
    <w:rsid w:val="008314D7"/>
    <w:rsid w:val="00831A65"/>
    <w:rsid w:val="008320FA"/>
    <w:rsid w:val="0083272F"/>
    <w:rsid w:val="00832956"/>
    <w:rsid w:val="00832F84"/>
    <w:rsid w:val="0083302D"/>
    <w:rsid w:val="00833628"/>
    <w:rsid w:val="008338E9"/>
    <w:rsid w:val="00833DE5"/>
    <w:rsid w:val="00833E31"/>
    <w:rsid w:val="00834524"/>
    <w:rsid w:val="00834746"/>
    <w:rsid w:val="00834A81"/>
    <w:rsid w:val="00834D48"/>
    <w:rsid w:val="008354FB"/>
    <w:rsid w:val="00835712"/>
    <w:rsid w:val="00835D22"/>
    <w:rsid w:val="008363AD"/>
    <w:rsid w:val="0083649C"/>
    <w:rsid w:val="00836857"/>
    <w:rsid w:val="00836BB7"/>
    <w:rsid w:val="00836D94"/>
    <w:rsid w:val="00836D98"/>
    <w:rsid w:val="00836E79"/>
    <w:rsid w:val="008370C7"/>
    <w:rsid w:val="008374B8"/>
    <w:rsid w:val="008400CC"/>
    <w:rsid w:val="008407DC"/>
    <w:rsid w:val="008408A8"/>
    <w:rsid w:val="00840AFE"/>
    <w:rsid w:val="00840B49"/>
    <w:rsid w:val="00840D6B"/>
    <w:rsid w:val="00840DC4"/>
    <w:rsid w:val="00841206"/>
    <w:rsid w:val="00841239"/>
    <w:rsid w:val="00841537"/>
    <w:rsid w:val="008419BA"/>
    <w:rsid w:val="00841BF6"/>
    <w:rsid w:val="00842114"/>
    <w:rsid w:val="00842170"/>
    <w:rsid w:val="008424BE"/>
    <w:rsid w:val="00842780"/>
    <w:rsid w:val="00842835"/>
    <w:rsid w:val="00842FBD"/>
    <w:rsid w:val="0084332B"/>
    <w:rsid w:val="008434B2"/>
    <w:rsid w:val="008434E1"/>
    <w:rsid w:val="008438A1"/>
    <w:rsid w:val="00843CD1"/>
    <w:rsid w:val="00843F84"/>
    <w:rsid w:val="0084428B"/>
    <w:rsid w:val="0084457F"/>
    <w:rsid w:val="00844AC4"/>
    <w:rsid w:val="00844BBA"/>
    <w:rsid w:val="00844DA9"/>
    <w:rsid w:val="00844EF9"/>
    <w:rsid w:val="0084597B"/>
    <w:rsid w:val="008459B0"/>
    <w:rsid w:val="00845DD1"/>
    <w:rsid w:val="00845EBE"/>
    <w:rsid w:val="00846341"/>
    <w:rsid w:val="008464FA"/>
    <w:rsid w:val="00846B52"/>
    <w:rsid w:val="00846CFC"/>
    <w:rsid w:val="0084740C"/>
    <w:rsid w:val="00847476"/>
    <w:rsid w:val="0084757D"/>
    <w:rsid w:val="00847AD5"/>
    <w:rsid w:val="00847BE7"/>
    <w:rsid w:val="00847F0A"/>
    <w:rsid w:val="00847FE8"/>
    <w:rsid w:val="00850467"/>
    <w:rsid w:val="00850516"/>
    <w:rsid w:val="0085090F"/>
    <w:rsid w:val="00850975"/>
    <w:rsid w:val="00850D2B"/>
    <w:rsid w:val="00850DD5"/>
    <w:rsid w:val="00851083"/>
    <w:rsid w:val="008511D4"/>
    <w:rsid w:val="008515F1"/>
    <w:rsid w:val="00851952"/>
    <w:rsid w:val="00851D86"/>
    <w:rsid w:val="0085226E"/>
    <w:rsid w:val="008523E0"/>
    <w:rsid w:val="0085272C"/>
    <w:rsid w:val="00852A73"/>
    <w:rsid w:val="00852DA1"/>
    <w:rsid w:val="00852F4D"/>
    <w:rsid w:val="008530AD"/>
    <w:rsid w:val="00853462"/>
    <w:rsid w:val="00853509"/>
    <w:rsid w:val="00853D13"/>
    <w:rsid w:val="00853D8D"/>
    <w:rsid w:val="00853F41"/>
    <w:rsid w:val="0085406D"/>
    <w:rsid w:val="008541A8"/>
    <w:rsid w:val="0085453F"/>
    <w:rsid w:val="00855290"/>
    <w:rsid w:val="00855762"/>
    <w:rsid w:val="00855C5B"/>
    <w:rsid w:val="00855E87"/>
    <w:rsid w:val="00856194"/>
    <w:rsid w:val="008562C4"/>
    <w:rsid w:val="00856491"/>
    <w:rsid w:val="008568DB"/>
    <w:rsid w:val="00857125"/>
    <w:rsid w:val="008572FF"/>
    <w:rsid w:val="0086015E"/>
    <w:rsid w:val="00861224"/>
    <w:rsid w:val="008612B6"/>
    <w:rsid w:val="00861388"/>
    <w:rsid w:val="00861926"/>
    <w:rsid w:val="00861ACA"/>
    <w:rsid w:val="00862267"/>
    <w:rsid w:val="0086244F"/>
    <w:rsid w:val="00862574"/>
    <w:rsid w:val="00862620"/>
    <w:rsid w:val="008626FE"/>
    <w:rsid w:val="008627E5"/>
    <w:rsid w:val="0086286A"/>
    <w:rsid w:val="00862C01"/>
    <w:rsid w:val="00863383"/>
    <w:rsid w:val="00863534"/>
    <w:rsid w:val="0086385C"/>
    <w:rsid w:val="0086392D"/>
    <w:rsid w:val="00863A11"/>
    <w:rsid w:val="00863C2D"/>
    <w:rsid w:val="00863E62"/>
    <w:rsid w:val="00863EE4"/>
    <w:rsid w:val="008644AA"/>
    <w:rsid w:val="008644B1"/>
    <w:rsid w:val="0086455A"/>
    <w:rsid w:val="0086485A"/>
    <w:rsid w:val="00864A46"/>
    <w:rsid w:val="00864AFF"/>
    <w:rsid w:val="00864B03"/>
    <w:rsid w:val="00864EA1"/>
    <w:rsid w:val="0086506D"/>
    <w:rsid w:val="00865D9E"/>
    <w:rsid w:val="008663B9"/>
    <w:rsid w:val="008663E1"/>
    <w:rsid w:val="00866657"/>
    <w:rsid w:val="008666FE"/>
    <w:rsid w:val="008668AA"/>
    <w:rsid w:val="008670AA"/>
    <w:rsid w:val="0086779C"/>
    <w:rsid w:val="00870056"/>
    <w:rsid w:val="0087006F"/>
    <w:rsid w:val="008706D0"/>
    <w:rsid w:val="0087073C"/>
    <w:rsid w:val="0087076C"/>
    <w:rsid w:val="00870966"/>
    <w:rsid w:val="00870FF9"/>
    <w:rsid w:val="0087106E"/>
    <w:rsid w:val="00871617"/>
    <w:rsid w:val="008716C2"/>
    <w:rsid w:val="00871A2F"/>
    <w:rsid w:val="00871BF0"/>
    <w:rsid w:val="00872AA2"/>
    <w:rsid w:val="00872BB5"/>
    <w:rsid w:val="00872F9F"/>
    <w:rsid w:val="00873018"/>
    <w:rsid w:val="00873B06"/>
    <w:rsid w:val="00874250"/>
    <w:rsid w:val="0087455F"/>
    <w:rsid w:val="00874B8E"/>
    <w:rsid w:val="008753D5"/>
    <w:rsid w:val="00875A8D"/>
    <w:rsid w:val="00875C7C"/>
    <w:rsid w:val="00875E67"/>
    <w:rsid w:val="00875E8F"/>
    <w:rsid w:val="00875F7A"/>
    <w:rsid w:val="00875FB8"/>
    <w:rsid w:val="00876406"/>
    <w:rsid w:val="0087667B"/>
    <w:rsid w:val="008772BF"/>
    <w:rsid w:val="008772D9"/>
    <w:rsid w:val="0087737F"/>
    <w:rsid w:val="00877F11"/>
    <w:rsid w:val="008801C8"/>
    <w:rsid w:val="00880533"/>
    <w:rsid w:val="008807E5"/>
    <w:rsid w:val="0088085E"/>
    <w:rsid w:val="008808F9"/>
    <w:rsid w:val="00880D5A"/>
    <w:rsid w:val="00880E9A"/>
    <w:rsid w:val="00881357"/>
    <w:rsid w:val="00881475"/>
    <w:rsid w:val="00881A74"/>
    <w:rsid w:val="00881B5B"/>
    <w:rsid w:val="00881F71"/>
    <w:rsid w:val="008820E3"/>
    <w:rsid w:val="00882421"/>
    <w:rsid w:val="008825AE"/>
    <w:rsid w:val="00882673"/>
    <w:rsid w:val="00882700"/>
    <w:rsid w:val="008828F6"/>
    <w:rsid w:val="00882996"/>
    <w:rsid w:val="00882C1B"/>
    <w:rsid w:val="008833E1"/>
    <w:rsid w:val="008835AE"/>
    <w:rsid w:val="008835F9"/>
    <w:rsid w:val="00883AE9"/>
    <w:rsid w:val="00883ECA"/>
    <w:rsid w:val="008842F2"/>
    <w:rsid w:val="00884738"/>
    <w:rsid w:val="00884EC4"/>
    <w:rsid w:val="0088506A"/>
    <w:rsid w:val="008859E3"/>
    <w:rsid w:val="00885C4C"/>
    <w:rsid w:val="00885F7C"/>
    <w:rsid w:val="00886063"/>
    <w:rsid w:val="008860E3"/>
    <w:rsid w:val="00886104"/>
    <w:rsid w:val="0088612C"/>
    <w:rsid w:val="008868CB"/>
    <w:rsid w:val="00886D37"/>
    <w:rsid w:val="0088770B"/>
    <w:rsid w:val="0088772B"/>
    <w:rsid w:val="008877A1"/>
    <w:rsid w:val="00887978"/>
    <w:rsid w:val="008879D3"/>
    <w:rsid w:val="00887DC2"/>
    <w:rsid w:val="00890294"/>
    <w:rsid w:val="008902E5"/>
    <w:rsid w:val="0089058C"/>
    <w:rsid w:val="0089094E"/>
    <w:rsid w:val="00890B03"/>
    <w:rsid w:val="00890C7F"/>
    <w:rsid w:val="00890F6A"/>
    <w:rsid w:val="00890FFE"/>
    <w:rsid w:val="00891919"/>
    <w:rsid w:val="00892353"/>
    <w:rsid w:val="008928A1"/>
    <w:rsid w:val="00892934"/>
    <w:rsid w:val="00892DED"/>
    <w:rsid w:val="00892EEF"/>
    <w:rsid w:val="008931CE"/>
    <w:rsid w:val="00893D6C"/>
    <w:rsid w:val="00893EE6"/>
    <w:rsid w:val="00893FAC"/>
    <w:rsid w:val="008942BA"/>
    <w:rsid w:val="0089436E"/>
    <w:rsid w:val="00894A9D"/>
    <w:rsid w:val="00894C99"/>
    <w:rsid w:val="00894CC4"/>
    <w:rsid w:val="0089502B"/>
    <w:rsid w:val="008952B6"/>
    <w:rsid w:val="00895307"/>
    <w:rsid w:val="0089551F"/>
    <w:rsid w:val="008959A8"/>
    <w:rsid w:val="00896127"/>
    <w:rsid w:val="00896428"/>
    <w:rsid w:val="0089652B"/>
    <w:rsid w:val="00896BE1"/>
    <w:rsid w:val="008979BC"/>
    <w:rsid w:val="008979C0"/>
    <w:rsid w:val="00897AD7"/>
    <w:rsid w:val="00897FB7"/>
    <w:rsid w:val="008A03B1"/>
    <w:rsid w:val="008A0886"/>
    <w:rsid w:val="008A089F"/>
    <w:rsid w:val="008A0C38"/>
    <w:rsid w:val="008A0D3C"/>
    <w:rsid w:val="008A0F04"/>
    <w:rsid w:val="008A110C"/>
    <w:rsid w:val="008A12D2"/>
    <w:rsid w:val="008A1372"/>
    <w:rsid w:val="008A15D3"/>
    <w:rsid w:val="008A15D7"/>
    <w:rsid w:val="008A1711"/>
    <w:rsid w:val="008A2033"/>
    <w:rsid w:val="008A237C"/>
    <w:rsid w:val="008A2593"/>
    <w:rsid w:val="008A29FF"/>
    <w:rsid w:val="008A2BDE"/>
    <w:rsid w:val="008A2BFB"/>
    <w:rsid w:val="008A436E"/>
    <w:rsid w:val="008A4A5E"/>
    <w:rsid w:val="008A4C07"/>
    <w:rsid w:val="008A4DBB"/>
    <w:rsid w:val="008A50EA"/>
    <w:rsid w:val="008A526C"/>
    <w:rsid w:val="008A5766"/>
    <w:rsid w:val="008A5CF2"/>
    <w:rsid w:val="008A5E92"/>
    <w:rsid w:val="008A6772"/>
    <w:rsid w:val="008A6A07"/>
    <w:rsid w:val="008A73D7"/>
    <w:rsid w:val="008A73F3"/>
    <w:rsid w:val="008A7758"/>
    <w:rsid w:val="008A789C"/>
    <w:rsid w:val="008A7F25"/>
    <w:rsid w:val="008B00F5"/>
    <w:rsid w:val="008B01F3"/>
    <w:rsid w:val="008B0622"/>
    <w:rsid w:val="008B11EE"/>
    <w:rsid w:val="008B125D"/>
    <w:rsid w:val="008B1531"/>
    <w:rsid w:val="008B1615"/>
    <w:rsid w:val="008B1638"/>
    <w:rsid w:val="008B1903"/>
    <w:rsid w:val="008B192F"/>
    <w:rsid w:val="008B1E38"/>
    <w:rsid w:val="008B2376"/>
    <w:rsid w:val="008B25EB"/>
    <w:rsid w:val="008B2B7B"/>
    <w:rsid w:val="008B2CF3"/>
    <w:rsid w:val="008B2D66"/>
    <w:rsid w:val="008B30FD"/>
    <w:rsid w:val="008B31BA"/>
    <w:rsid w:val="008B3316"/>
    <w:rsid w:val="008B335C"/>
    <w:rsid w:val="008B342F"/>
    <w:rsid w:val="008B37F6"/>
    <w:rsid w:val="008B3B24"/>
    <w:rsid w:val="008B3B2A"/>
    <w:rsid w:val="008B3BBB"/>
    <w:rsid w:val="008B3BFC"/>
    <w:rsid w:val="008B4065"/>
    <w:rsid w:val="008B40AE"/>
    <w:rsid w:val="008B4467"/>
    <w:rsid w:val="008B4584"/>
    <w:rsid w:val="008B46C9"/>
    <w:rsid w:val="008B4CC0"/>
    <w:rsid w:val="008B4D06"/>
    <w:rsid w:val="008B4F66"/>
    <w:rsid w:val="008B5426"/>
    <w:rsid w:val="008B5929"/>
    <w:rsid w:val="008B62A8"/>
    <w:rsid w:val="008B6369"/>
    <w:rsid w:val="008B6491"/>
    <w:rsid w:val="008B67B3"/>
    <w:rsid w:val="008B7391"/>
    <w:rsid w:val="008C015A"/>
    <w:rsid w:val="008C044E"/>
    <w:rsid w:val="008C061C"/>
    <w:rsid w:val="008C07DD"/>
    <w:rsid w:val="008C0B48"/>
    <w:rsid w:val="008C0E93"/>
    <w:rsid w:val="008C10AD"/>
    <w:rsid w:val="008C1119"/>
    <w:rsid w:val="008C146D"/>
    <w:rsid w:val="008C17DF"/>
    <w:rsid w:val="008C1825"/>
    <w:rsid w:val="008C22DF"/>
    <w:rsid w:val="008C24F7"/>
    <w:rsid w:val="008C258C"/>
    <w:rsid w:val="008C262A"/>
    <w:rsid w:val="008C2AD5"/>
    <w:rsid w:val="008C2BD8"/>
    <w:rsid w:val="008C2EB2"/>
    <w:rsid w:val="008C323E"/>
    <w:rsid w:val="008C3296"/>
    <w:rsid w:val="008C3AF9"/>
    <w:rsid w:val="008C3CA7"/>
    <w:rsid w:val="008C417A"/>
    <w:rsid w:val="008C4B4B"/>
    <w:rsid w:val="008C4E19"/>
    <w:rsid w:val="008C4F80"/>
    <w:rsid w:val="008C59F3"/>
    <w:rsid w:val="008C5C6B"/>
    <w:rsid w:val="008C7639"/>
    <w:rsid w:val="008C798E"/>
    <w:rsid w:val="008C7C1A"/>
    <w:rsid w:val="008C7E00"/>
    <w:rsid w:val="008D050E"/>
    <w:rsid w:val="008D0ED0"/>
    <w:rsid w:val="008D0F05"/>
    <w:rsid w:val="008D10EA"/>
    <w:rsid w:val="008D14FE"/>
    <w:rsid w:val="008D192D"/>
    <w:rsid w:val="008D28E6"/>
    <w:rsid w:val="008D2949"/>
    <w:rsid w:val="008D2BD8"/>
    <w:rsid w:val="008D375B"/>
    <w:rsid w:val="008D396C"/>
    <w:rsid w:val="008D45FE"/>
    <w:rsid w:val="008D4733"/>
    <w:rsid w:val="008D4A32"/>
    <w:rsid w:val="008D5243"/>
    <w:rsid w:val="008D55B6"/>
    <w:rsid w:val="008D58D2"/>
    <w:rsid w:val="008D5F52"/>
    <w:rsid w:val="008D614F"/>
    <w:rsid w:val="008D6B0E"/>
    <w:rsid w:val="008D6B99"/>
    <w:rsid w:val="008D6DD8"/>
    <w:rsid w:val="008D6F11"/>
    <w:rsid w:val="008D7126"/>
    <w:rsid w:val="008D747F"/>
    <w:rsid w:val="008D7839"/>
    <w:rsid w:val="008D7A7C"/>
    <w:rsid w:val="008D7C2C"/>
    <w:rsid w:val="008E0AAB"/>
    <w:rsid w:val="008E0AE8"/>
    <w:rsid w:val="008E0CE3"/>
    <w:rsid w:val="008E1D3A"/>
    <w:rsid w:val="008E1E0E"/>
    <w:rsid w:val="008E24DE"/>
    <w:rsid w:val="008E2613"/>
    <w:rsid w:val="008E289C"/>
    <w:rsid w:val="008E2A2A"/>
    <w:rsid w:val="008E2A81"/>
    <w:rsid w:val="008E2C2A"/>
    <w:rsid w:val="008E3232"/>
    <w:rsid w:val="008E3364"/>
    <w:rsid w:val="008E35AC"/>
    <w:rsid w:val="008E3940"/>
    <w:rsid w:val="008E3D77"/>
    <w:rsid w:val="008E4544"/>
    <w:rsid w:val="008E4B35"/>
    <w:rsid w:val="008E4B74"/>
    <w:rsid w:val="008E4FDF"/>
    <w:rsid w:val="008E524E"/>
    <w:rsid w:val="008E52D5"/>
    <w:rsid w:val="008E5563"/>
    <w:rsid w:val="008E56EB"/>
    <w:rsid w:val="008E5E64"/>
    <w:rsid w:val="008E5FF9"/>
    <w:rsid w:val="008E63F2"/>
    <w:rsid w:val="008E670E"/>
    <w:rsid w:val="008E69A1"/>
    <w:rsid w:val="008E69C1"/>
    <w:rsid w:val="008E6F11"/>
    <w:rsid w:val="008E7289"/>
    <w:rsid w:val="008E73F0"/>
    <w:rsid w:val="008E7430"/>
    <w:rsid w:val="008E7AF3"/>
    <w:rsid w:val="008F0056"/>
    <w:rsid w:val="008F0415"/>
    <w:rsid w:val="008F060F"/>
    <w:rsid w:val="008F07D6"/>
    <w:rsid w:val="008F0C06"/>
    <w:rsid w:val="008F1222"/>
    <w:rsid w:val="008F14A7"/>
    <w:rsid w:val="008F16BD"/>
    <w:rsid w:val="008F19A3"/>
    <w:rsid w:val="008F19C0"/>
    <w:rsid w:val="008F1B6E"/>
    <w:rsid w:val="008F2027"/>
    <w:rsid w:val="008F222A"/>
    <w:rsid w:val="008F2D37"/>
    <w:rsid w:val="008F2E9C"/>
    <w:rsid w:val="008F3015"/>
    <w:rsid w:val="008F301D"/>
    <w:rsid w:val="008F3887"/>
    <w:rsid w:val="008F3FAC"/>
    <w:rsid w:val="008F404E"/>
    <w:rsid w:val="008F424D"/>
    <w:rsid w:val="008F4822"/>
    <w:rsid w:val="008F4A88"/>
    <w:rsid w:val="008F50B3"/>
    <w:rsid w:val="008F5479"/>
    <w:rsid w:val="008F5595"/>
    <w:rsid w:val="008F6001"/>
    <w:rsid w:val="008F6045"/>
    <w:rsid w:val="008F63C7"/>
    <w:rsid w:val="008F657A"/>
    <w:rsid w:val="008F7029"/>
    <w:rsid w:val="008F7083"/>
    <w:rsid w:val="008F7185"/>
    <w:rsid w:val="008F71FF"/>
    <w:rsid w:val="008F75BE"/>
    <w:rsid w:val="008F75C1"/>
    <w:rsid w:val="008F7CEA"/>
    <w:rsid w:val="00900379"/>
    <w:rsid w:val="00900574"/>
    <w:rsid w:val="009005A4"/>
    <w:rsid w:val="00900981"/>
    <w:rsid w:val="0090159F"/>
    <w:rsid w:val="00901C2E"/>
    <w:rsid w:val="00901EC5"/>
    <w:rsid w:val="00901FD4"/>
    <w:rsid w:val="0090204D"/>
    <w:rsid w:val="009032E7"/>
    <w:rsid w:val="00903884"/>
    <w:rsid w:val="0090404A"/>
    <w:rsid w:val="0090428F"/>
    <w:rsid w:val="00904459"/>
    <w:rsid w:val="00904FE6"/>
    <w:rsid w:val="00905293"/>
    <w:rsid w:val="009059AF"/>
    <w:rsid w:val="00906059"/>
    <w:rsid w:val="00906577"/>
    <w:rsid w:val="00906AAE"/>
    <w:rsid w:val="00906D91"/>
    <w:rsid w:val="009071AF"/>
    <w:rsid w:val="0091047D"/>
    <w:rsid w:val="0091094F"/>
    <w:rsid w:val="00910B7B"/>
    <w:rsid w:val="009113E4"/>
    <w:rsid w:val="009116EE"/>
    <w:rsid w:val="00912582"/>
    <w:rsid w:val="00912B63"/>
    <w:rsid w:val="00912E41"/>
    <w:rsid w:val="00912F59"/>
    <w:rsid w:val="0091335B"/>
    <w:rsid w:val="00913626"/>
    <w:rsid w:val="00914ABB"/>
    <w:rsid w:val="00914B44"/>
    <w:rsid w:val="00914E13"/>
    <w:rsid w:val="00915D09"/>
    <w:rsid w:val="00916154"/>
    <w:rsid w:val="009162AE"/>
    <w:rsid w:val="0091671E"/>
    <w:rsid w:val="0091697A"/>
    <w:rsid w:val="009172C0"/>
    <w:rsid w:val="009174DD"/>
    <w:rsid w:val="009175B5"/>
    <w:rsid w:val="00917677"/>
    <w:rsid w:val="009177D1"/>
    <w:rsid w:val="00917976"/>
    <w:rsid w:val="00917984"/>
    <w:rsid w:val="009200B3"/>
    <w:rsid w:val="0092067B"/>
    <w:rsid w:val="00920716"/>
    <w:rsid w:val="009213EE"/>
    <w:rsid w:val="00921789"/>
    <w:rsid w:val="00921BAE"/>
    <w:rsid w:val="00921BFE"/>
    <w:rsid w:val="00921C68"/>
    <w:rsid w:val="00921C6B"/>
    <w:rsid w:val="00921CBC"/>
    <w:rsid w:val="00921D2A"/>
    <w:rsid w:val="00921F2F"/>
    <w:rsid w:val="0092255F"/>
    <w:rsid w:val="00922593"/>
    <w:rsid w:val="0092329B"/>
    <w:rsid w:val="00923840"/>
    <w:rsid w:val="0092399E"/>
    <w:rsid w:val="009243D1"/>
    <w:rsid w:val="0092443F"/>
    <w:rsid w:val="00924571"/>
    <w:rsid w:val="009247FB"/>
    <w:rsid w:val="00924F53"/>
    <w:rsid w:val="009250C3"/>
    <w:rsid w:val="0092526E"/>
    <w:rsid w:val="00925A87"/>
    <w:rsid w:val="00925ABE"/>
    <w:rsid w:val="00925DA8"/>
    <w:rsid w:val="00926165"/>
    <w:rsid w:val="009262DC"/>
    <w:rsid w:val="00926C5B"/>
    <w:rsid w:val="009271A8"/>
    <w:rsid w:val="009271CB"/>
    <w:rsid w:val="00927603"/>
    <w:rsid w:val="009276DD"/>
    <w:rsid w:val="00927717"/>
    <w:rsid w:val="00927824"/>
    <w:rsid w:val="00927881"/>
    <w:rsid w:val="00927A8D"/>
    <w:rsid w:val="00927AF7"/>
    <w:rsid w:val="00927CB1"/>
    <w:rsid w:val="00930656"/>
    <w:rsid w:val="009307FD"/>
    <w:rsid w:val="00930A02"/>
    <w:rsid w:val="00930CF0"/>
    <w:rsid w:val="0093150D"/>
    <w:rsid w:val="009317C4"/>
    <w:rsid w:val="00931E1C"/>
    <w:rsid w:val="009321AF"/>
    <w:rsid w:val="00932E64"/>
    <w:rsid w:val="00933073"/>
    <w:rsid w:val="009337B2"/>
    <w:rsid w:val="00933C8E"/>
    <w:rsid w:val="00933DD2"/>
    <w:rsid w:val="00933DF6"/>
    <w:rsid w:val="00933F1B"/>
    <w:rsid w:val="009341DB"/>
    <w:rsid w:val="009344F0"/>
    <w:rsid w:val="009345BF"/>
    <w:rsid w:val="009345C6"/>
    <w:rsid w:val="0093494A"/>
    <w:rsid w:val="00934C25"/>
    <w:rsid w:val="00935208"/>
    <w:rsid w:val="009357E0"/>
    <w:rsid w:val="0093589F"/>
    <w:rsid w:val="00935A5F"/>
    <w:rsid w:val="00935BD9"/>
    <w:rsid w:val="00935CC9"/>
    <w:rsid w:val="00935F8A"/>
    <w:rsid w:val="0093601A"/>
    <w:rsid w:val="009365CC"/>
    <w:rsid w:val="00937141"/>
    <w:rsid w:val="00937565"/>
    <w:rsid w:val="0093783F"/>
    <w:rsid w:val="00937DEE"/>
    <w:rsid w:val="00940E91"/>
    <w:rsid w:val="00940F2A"/>
    <w:rsid w:val="0094141B"/>
    <w:rsid w:val="00941BD9"/>
    <w:rsid w:val="00941E03"/>
    <w:rsid w:val="00941E29"/>
    <w:rsid w:val="009423AC"/>
    <w:rsid w:val="009427C0"/>
    <w:rsid w:val="00942A5E"/>
    <w:rsid w:val="00943047"/>
    <w:rsid w:val="00943206"/>
    <w:rsid w:val="0094377F"/>
    <w:rsid w:val="00943D58"/>
    <w:rsid w:val="00943DAD"/>
    <w:rsid w:val="00944257"/>
    <w:rsid w:val="009442EA"/>
    <w:rsid w:val="00944318"/>
    <w:rsid w:val="009447B9"/>
    <w:rsid w:val="00944B4E"/>
    <w:rsid w:val="00944BC8"/>
    <w:rsid w:val="00944BE0"/>
    <w:rsid w:val="00944BE7"/>
    <w:rsid w:val="00944C9D"/>
    <w:rsid w:val="00944F36"/>
    <w:rsid w:val="009452C9"/>
    <w:rsid w:val="0094546F"/>
    <w:rsid w:val="00945817"/>
    <w:rsid w:val="00946671"/>
    <w:rsid w:val="009467EF"/>
    <w:rsid w:val="00946F93"/>
    <w:rsid w:val="009477EF"/>
    <w:rsid w:val="00947DBB"/>
    <w:rsid w:val="00947F46"/>
    <w:rsid w:val="009501E8"/>
    <w:rsid w:val="00950267"/>
    <w:rsid w:val="009504A7"/>
    <w:rsid w:val="00950BCF"/>
    <w:rsid w:val="00950EF3"/>
    <w:rsid w:val="00951009"/>
    <w:rsid w:val="0095151E"/>
    <w:rsid w:val="009518F2"/>
    <w:rsid w:val="00951935"/>
    <w:rsid w:val="009524A0"/>
    <w:rsid w:val="00952B29"/>
    <w:rsid w:val="009531D9"/>
    <w:rsid w:val="0095377A"/>
    <w:rsid w:val="00953893"/>
    <w:rsid w:val="00953AFC"/>
    <w:rsid w:val="00953C55"/>
    <w:rsid w:val="00953EFB"/>
    <w:rsid w:val="00954C18"/>
    <w:rsid w:val="009550FD"/>
    <w:rsid w:val="00956325"/>
    <w:rsid w:val="009565FF"/>
    <w:rsid w:val="00956819"/>
    <w:rsid w:val="00956916"/>
    <w:rsid w:val="00956989"/>
    <w:rsid w:val="00956EAE"/>
    <w:rsid w:val="00957027"/>
    <w:rsid w:val="0095718F"/>
    <w:rsid w:val="009571A6"/>
    <w:rsid w:val="00957531"/>
    <w:rsid w:val="00957573"/>
    <w:rsid w:val="009575B5"/>
    <w:rsid w:val="009577D4"/>
    <w:rsid w:val="00957AD9"/>
    <w:rsid w:val="00957B49"/>
    <w:rsid w:val="0096020D"/>
    <w:rsid w:val="009607A9"/>
    <w:rsid w:val="00960E36"/>
    <w:rsid w:val="00960F89"/>
    <w:rsid w:val="009611FC"/>
    <w:rsid w:val="0096124B"/>
    <w:rsid w:val="00961A44"/>
    <w:rsid w:val="00961AA1"/>
    <w:rsid w:val="00961FE6"/>
    <w:rsid w:val="009625D7"/>
    <w:rsid w:val="009629AD"/>
    <w:rsid w:val="00963058"/>
    <w:rsid w:val="0096312A"/>
    <w:rsid w:val="0096339B"/>
    <w:rsid w:val="00963BC4"/>
    <w:rsid w:val="0096402E"/>
    <w:rsid w:val="00964324"/>
    <w:rsid w:val="00964964"/>
    <w:rsid w:val="00964A5D"/>
    <w:rsid w:val="00964BA1"/>
    <w:rsid w:val="00965467"/>
    <w:rsid w:val="00965666"/>
    <w:rsid w:val="00965A55"/>
    <w:rsid w:val="00965E59"/>
    <w:rsid w:val="009664ED"/>
    <w:rsid w:val="00966C8F"/>
    <w:rsid w:val="00966F8E"/>
    <w:rsid w:val="009670EB"/>
    <w:rsid w:val="00967A18"/>
    <w:rsid w:val="00967B36"/>
    <w:rsid w:val="00967D42"/>
    <w:rsid w:val="00967F6D"/>
    <w:rsid w:val="009709FC"/>
    <w:rsid w:val="00970BEC"/>
    <w:rsid w:val="00970C5B"/>
    <w:rsid w:val="0097115A"/>
    <w:rsid w:val="00972667"/>
    <w:rsid w:val="00972ACB"/>
    <w:rsid w:val="00972D85"/>
    <w:rsid w:val="00972EF8"/>
    <w:rsid w:val="009730F6"/>
    <w:rsid w:val="0097312A"/>
    <w:rsid w:val="00973D23"/>
    <w:rsid w:val="00973DAE"/>
    <w:rsid w:val="009754E5"/>
    <w:rsid w:val="00976285"/>
    <w:rsid w:val="0097676B"/>
    <w:rsid w:val="00976952"/>
    <w:rsid w:val="00976B3E"/>
    <w:rsid w:val="00977047"/>
    <w:rsid w:val="00977780"/>
    <w:rsid w:val="00977B50"/>
    <w:rsid w:val="009800E5"/>
    <w:rsid w:val="0098059B"/>
    <w:rsid w:val="00980907"/>
    <w:rsid w:val="009810FB"/>
    <w:rsid w:val="0098123C"/>
    <w:rsid w:val="00981590"/>
    <w:rsid w:val="0098172D"/>
    <w:rsid w:val="00981E99"/>
    <w:rsid w:val="009821B5"/>
    <w:rsid w:val="009828B9"/>
    <w:rsid w:val="00982A96"/>
    <w:rsid w:val="00982B1B"/>
    <w:rsid w:val="00982C09"/>
    <w:rsid w:val="00982D2D"/>
    <w:rsid w:val="009837DD"/>
    <w:rsid w:val="00983A91"/>
    <w:rsid w:val="00983E0F"/>
    <w:rsid w:val="00984A41"/>
    <w:rsid w:val="00984BED"/>
    <w:rsid w:val="00984C2C"/>
    <w:rsid w:val="00984DEA"/>
    <w:rsid w:val="00984FB4"/>
    <w:rsid w:val="0098531C"/>
    <w:rsid w:val="00985674"/>
    <w:rsid w:val="009856A6"/>
    <w:rsid w:val="009857B5"/>
    <w:rsid w:val="009864A2"/>
    <w:rsid w:val="00986520"/>
    <w:rsid w:val="009874B9"/>
    <w:rsid w:val="009905E2"/>
    <w:rsid w:val="00990AA6"/>
    <w:rsid w:val="00990B78"/>
    <w:rsid w:val="00991764"/>
    <w:rsid w:val="0099180B"/>
    <w:rsid w:val="00991942"/>
    <w:rsid w:val="00991C93"/>
    <w:rsid w:val="00991DD0"/>
    <w:rsid w:val="00992380"/>
    <w:rsid w:val="009932AC"/>
    <w:rsid w:val="0099331F"/>
    <w:rsid w:val="00993706"/>
    <w:rsid w:val="00993B8F"/>
    <w:rsid w:val="00994015"/>
    <w:rsid w:val="0099406E"/>
    <w:rsid w:val="009943E8"/>
    <w:rsid w:val="009946FF"/>
    <w:rsid w:val="00995694"/>
    <w:rsid w:val="0099571C"/>
    <w:rsid w:val="009957F3"/>
    <w:rsid w:val="009960D7"/>
    <w:rsid w:val="0099662A"/>
    <w:rsid w:val="00996985"/>
    <w:rsid w:val="00996EF4"/>
    <w:rsid w:val="009970E5"/>
    <w:rsid w:val="0099751F"/>
    <w:rsid w:val="00997CDA"/>
    <w:rsid w:val="00997D2C"/>
    <w:rsid w:val="009A00CC"/>
    <w:rsid w:val="009A0BC6"/>
    <w:rsid w:val="009A0F54"/>
    <w:rsid w:val="009A1114"/>
    <w:rsid w:val="009A12BD"/>
    <w:rsid w:val="009A1314"/>
    <w:rsid w:val="009A19B1"/>
    <w:rsid w:val="009A1D13"/>
    <w:rsid w:val="009A2854"/>
    <w:rsid w:val="009A2BE7"/>
    <w:rsid w:val="009A31A4"/>
    <w:rsid w:val="009A3202"/>
    <w:rsid w:val="009A395A"/>
    <w:rsid w:val="009A3AD6"/>
    <w:rsid w:val="009A3BD1"/>
    <w:rsid w:val="009A3F9D"/>
    <w:rsid w:val="009A4205"/>
    <w:rsid w:val="009A46A8"/>
    <w:rsid w:val="009A48BE"/>
    <w:rsid w:val="009A4AA7"/>
    <w:rsid w:val="009A4E15"/>
    <w:rsid w:val="009A5361"/>
    <w:rsid w:val="009A57A9"/>
    <w:rsid w:val="009A5B1E"/>
    <w:rsid w:val="009A5FDD"/>
    <w:rsid w:val="009A61E3"/>
    <w:rsid w:val="009A62B5"/>
    <w:rsid w:val="009A62C3"/>
    <w:rsid w:val="009A633D"/>
    <w:rsid w:val="009A6F60"/>
    <w:rsid w:val="009A74F7"/>
    <w:rsid w:val="009A7721"/>
    <w:rsid w:val="009A7C96"/>
    <w:rsid w:val="009A7E07"/>
    <w:rsid w:val="009B0016"/>
    <w:rsid w:val="009B0968"/>
    <w:rsid w:val="009B0F88"/>
    <w:rsid w:val="009B1A28"/>
    <w:rsid w:val="009B1B80"/>
    <w:rsid w:val="009B1DE0"/>
    <w:rsid w:val="009B218F"/>
    <w:rsid w:val="009B25B1"/>
    <w:rsid w:val="009B277B"/>
    <w:rsid w:val="009B2AD2"/>
    <w:rsid w:val="009B3140"/>
    <w:rsid w:val="009B3260"/>
    <w:rsid w:val="009B32A3"/>
    <w:rsid w:val="009B339E"/>
    <w:rsid w:val="009B3BFB"/>
    <w:rsid w:val="009B3E3F"/>
    <w:rsid w:val="009B5650"/>
    <w:rsid w:val="009B57E1"/>
    <w:rsid w:val="009B67DA"/>
    <w:rsid w:val="009B68AA"/>
    <w:rsid w:val="009B6C6A"/>
    <w:rsid w:val="009B6CFA"/>
    <w:rsid w:val="009B6D66"/>
    <w:rsid w:val="009B7046"/>
    <w:rsid w:val="009B71B6"/>
    <w:rsid w:val="009B7217"/>
    <w:rsid w:val="009B7570"/>
    <w:rsid w:val="009B7AF0"/>
    <w:rsid w:val="009C038F"/>
    <w:rsid w:val="009C09E7"/>
    <w:rsid w:val="009C0DEB"/>
    <w:rsid w:val="009C0E08"/>
    <w:rsid w:val="009C1703"/>
    <w:rsid w:val="009C1735"/>
    <w:rsid w:val="009C1978"/>
    <w:rsid w:val="009C1EEB"/>
    <w:rsid w:val="009C22E5"/>
    <w:rsid w:val="009C2367"/>
    <w:rsid w:val="009C2788"/>
    <w:rsid w:val="009C2815"/>
    <w:rsid w:val="009C2957"/>
    <w:rsid w:val="009C2B27"/>
    <w:rsid w:val="009C2D29"/>
    <w:rsid w:val="009C3381"/>
    <w:rsid w:val="009C3398"/>
    <w:rsid w:val="009C33E6"/>
    <w:rsid w:val="009C3610"/>
    <w:rsid w:val="009C378E"/>
    <w:rsid w:val="009C39CA"/>
    <w:rsid w:val="009C3A6B"/>
    <w:rsid w:val="009C3C6A"/>
    <w:rsid w:val="009C3E2D"/>
    <w:rsid w:val="009C428A"/>
    <w:rsid w:val="009C4505"/>
    <w:rsid w:val="009C4B9C"/>
    <w:rsid w:val="009C5060"/>
    <w:rsid w:val="009C5209"/>
    <w:rsid w:val="009C5DA0"/>
    <w:rsid w:val="009C5FB0"/>
    <w:rsid w:val="009C6971"/>
    <w:rsid w:val="009C6A2D"/>
    <w:rsid w:val="009C6B62"/>
    <w:rsid w:val="009C6C41"/>
    <w:rsid w:val="009C6D25"/>
    <w:rsid w:val="009C6DDF"/>
    <w:rsid w:val="009C7635"/>
    <w:rsid w:val="009C7688"/>
    <w:rsid w:val="009D0542"/>
    <w:rsid w:val="009D0781"/>
    <w:rsid w:val="009D0797"/>
    <w:rsid w:val="009D079F"/>
    <w:rsid w:val="009D0D27"/>
    <w:rsid w:val="009D0EF5"/>
    <w:rsid w:val="009D1216"/>
    <w:rsid w:val="009D1A65"/>
    <w:rsid w:val="009D1B69"/>
    <w:rsid w:val="009D1FE2"/>
    <w:rsid w:val="009D2726"/>
    <w:rsid w:val="009D2A5A"/>
    <w:rsid w:val="009D2FB1"/>
    <w:rsid w:val="009D30D9"/>
    <w:rsid w:val="009D3527"/>
    <w:rsid w:val="009D43E6"/>
    <w:rsid w:val="009D480C"/>
    <w:rsid w:val="009D4B7F"/>
    <w:rsid w:val="009D4BF9"/>
    <w:rsid w:val="009D539C"/>
    <w:rsid w:val="009D5447"/>
    <w:rsid w:val="009D54F4"/>
    <w:rsid w:val="009D5AB9"/>
    <w:rsid w:val="009D5B53"/>
    <w:rsid w:val="009D5C5A"/>
    <w:rsid w:val="009D5DB3"/>
    <w:rsid w:val="009D604D"/>
    <w:rsid w:val="009D6200"/>
    <w:rsid w:val="009D629C"/>
    <w:rsid w:val="009D660B"/>
    <w:rsid w:val="009D6769"/>
    <w:rsid w:val="009D75C3"/>
    <w:rsid w:val="009D7658"/>
    <w:rsid w:val="009D765F"/>
    <w:rsid w:val="009D7B2C"/>
    <w:rsid w:val="009D7C13"/>
    <w:rsid w:val="009E00AC"/>
    <w:rsid w:val="009E079D"/>
    <w:rsid w:val="009E0E20"/>
    <w:rsid w:val="009E0E51"/>
    <w:rsid w:val="009E1259"/>
    <w:rsid w:val="009E1450"/>
    <w:rsid w:val="009E158B"/>
    <w:rsid w:val="009E15F7"/>
    <w:rsid w:val="009E1B68"/>
    <w:rsid w:val="009E1BAC"/>
    <w:rsid w:val="009E1D0F"/>
    <w:rsid w:val="009E1F33"/>
    <w:rsid w:val="009E2B76"/>
    <w:rsid w:val="009E2D09"/>
    <w:rsid w:val="009E32A0"/>
    <w:rsid w:val="009E3996"/>
    <w:rsid w:val="009E3B50"/>
    <w:rsid w:val="009E3D38"/>
    <w:rsid w:val="009E3D51"/>
    <w:rsid w:val="009E47E0"/>
    <w:rsid w:val="009E49DB"/>
    <w:rsid w:val="009E51B6"/>
    <w:rsid w:val="009E548E"/>
    <w:rsid w:val="009E5AB8"/>
    <w:rsid w:val="009E6C54"/>
    <w:rsid w:val="009E6C94"/>
    <w:rsid w:val="009E6F1E"/>
    <w:rsid w:val="009E728C"/>
    <w:rsid w:val="009E7321"/>
    <w:rsid w:val="009E797A"/>
    <w:rsid w:val="009F0177"/>
    <w:rsid w:val="009F040E"/>
    <w:rsid w:val="009F0522"/>
    <w:rsid w:val="009F09FA"/>
    <w:rsid w:val="009F0A5D"/>
    <w:rsid w:val="009F0C5E"/>
    <w:rsid w:val="009F0FD1"/>
    <w:rsid w:val="009F1B99"/>
    <w:rsid w:val="009F2067"/>
    <w:rsid w:val="009F2D2D"/>
    <w:rsid w:val="009F3209"/>
    <w:rsid w:val="009F3293"/>
    <w:rsid w:val="009F32BA"/>
    <w:rsid w:val="009F3A38"/>
    <w:rsid w:val="009F447C"/>
    <w:rsid w:val="009F4694"/>
    <w:rsid w:val="009F4B3C"/>
    <w:rsid w:val="009F4BCC"/>
    <w:rsid w:val="009F4D0A"/>
    <w:rsid w:val="009F5107"/>
    <w:rsid w:val="009F5150"/>
    <w:rsid w:val="009F5715"/>
    <w:rsid w:val="009F588F"/>
    <w:rsid w:val="009F5D67"/>
    <w:rsid w:val="009F5F16"/>
    <w:rsid w:val="009F6522"/>
    <w:rsid w:val="009F6C75"/>
    <w:rsid w:val="009F717D"/>
    <w:rsid w:val="009F72A0"/>
    <w:rsid w:val="009F764A"/>
    <w:rsid w:val="009F770A"/>
    <w:rsid w:val="009F79E9"/>
    <w:rsid w:val="00A0001A"/>
    <w:rsid w:val="00A0006B"/>
    <w:rsid w:val="00A00476"/>
    <w:rsid w:val="00A00639"/>
    <w:rsid w:val="00A00709"/>
    <w:rsid w:val="00A0085B"/>
    <w:rsid w:val="00A00B28"/>
    <w:rsid w:val="00A012D2"/>
    <w:rsid w:val="00A018F2"/>
    <w:rsid w:val="00A01A40"/>
    <w:rsid w:val="00A01B1D"/>
    <w:rsid w:val="00A01C38"/>
    <w:rsid w:val="00A01E88"/>
    <w:rsid w:val="00A02323"/>
    <w:rsid w:val="00A02B53"/>
    <w:rsid w:val="00A02C6A"/>
    <w:rsid w:val="00A02EB7"/>
    <w:rsid w:val="00A0328B"/>
    <w:rsid w:val="00A0330B"/>
    <w:rsid w:val="00A033A2"/>
    <w:rsid w:val="00A03683"/>
    <w:rsid w:val="00A03C60"/>
    <w:rsid w:val="00A03C64"/>
    <w:rsid w:val="00A0456B"/>
    <w:rsid w:val="00A047D8"/>
    <w:rsid w:val="00A048BC"/>
    <w:rsid w:val="00A04A1A"/>
    <w:rsid w:val="00A04D35"/>
    <w:rsid w:val="00A04FEB"/>
    <w:rsid w:val="00A052E4"/>
    <w:rsid w:val="00A053DB"/>
    <w:rsid w:val="00A0546C"/>
    <w:rsid w:val="00A0579B"/>
    <w:rsid w:val="00A05961"/>
    <w:rsid w:val="00A05AE6"/>
    <w:rsid w:val="00A05E6A"/>
    <w:rsid w:val="00A06069"/>
    <w:rsid w:val="00A060A1"/>
    <w:rsid w:val="00A0649B"/>
    <w:rsid w:val="00A06CCE"/>
    <w:rsid w:val="00A06D3B"/>
    <w:rsid w:val="00A06F2C"/>
    <w:rsid w:val="00A0715A"/>
    <w:rsid w:val="00A073B7"/>
    <w:rsid w:val="00A0744C"/>
    <w:rsid w:val="00A074E3"/>
    <w:rsid w:val="00A076B6"/>
    <w:rsid w:val="00A079AD"/>
    <w:rsid w:val="00A07A05"/>
    <w:rsid w:val="00A07DDA"/>
    <w:rsid w:val="00A07F83"/>
    <w:rsid w:val="00A10255"/>
    <w:rsid w:val="00A105A4"/>
    <w:rsid w:val="00A10B7A"/>
    <w:rsid w:val="00A1114C"/>
    <w:rsid w:val="00A112DB"/>
    <w:rsid w:val="00A1198C"/>
    <w:rsid w:val="00A1226E"/>
    <w:rsid w:val="00A123B7"/>
    <w:rsid w:val="00A12C50"/>
    <w:rsid w:val="00A12DC2"/>
    <w:rsid w:val="00A1305D"/>
    <w:rsid w:val="00A130ED"/>
    <w:rsid w:val="00A13384"/>
    <w:rsid w:val="00A13613"/>
    <w:rsid w:val="00A13968"/>
    <w:rsid w:val="00A13F54"/>
    <w:rsid w:val="00A144B3"/>
    <w:rsid w:val="00A14637"/>
    <w:rsid w:val="00A14CB7"/>
    <w:rsid w:val="00A15717"/>
    <w:rsid w:val="00A1577A"/>
    <w:rsid w:val="00A15A98"/>
    <w:rsid w:val="00A15E63"/>
    <w:rsid w:val="00A16044"/>
    <w:rsid w:val="00A16898"/>
    <w:rsid w:val="00A16D80"/>
    <w:rsid w:val="00A16DB7"/>
    <w:rsid w:val="00A16FBD"/>
    <w:rsid w:val="00A178E8"/>
    <w:rsid w:val="00A2017E"/>
    <w:rsid w:val="00A201EC"/>
    <w:rsid w:val="00A203EE"/>
    <w:rsid w:val="00A2057E"/>
    <w:rsid w:val="00A20621"/>
    <w:rsid w:val="00A20984"/>
    <w:rsid w:val="00A20A0D"/>
    <w:rsid w:val="00A20CD1"/>
    <w:rsid w:val="00A2109F"/>
    <w:rsid w:val="00A212FA"/>
    <w:rsid w:val="00A2148C"/>
    <w:rsid w:val="00A21504"/>
    <w:rsid w:val="00A216E7"/>
    <w:rsid w:val="00A217C2"/>
    <w:rsid w:val="00A218A6"/>
    <w:rsid w:val="00A21B9D"/>
    <w:rsid w:val="00A21E70"/>
    <w:rsid w:val="00A22028"/>
    <w:rsid w:val="00A22937"/>
    <w:rsid w:val="00A22FF8"/>
    <w:rsid w:val="00A2396A"/>
    <w:rsid w:val="00A23A57"/>
    <w:rsid w:val="00A23D20"/>
    <w:rsid w:val="00A240BD"/>
    <w:rsid w:val="00A243E7"/>
    <w:rsid w:val="00A244AD"/>
    <w:rsid w:val="00A247A3"/>
    <w:rsid w:val="00A24984"/>
    <w:rsid w:val="00A24EFA"/>
    <w:rsid w:val="00A25256"/>
    <w:rsid w:val="00A2530E"/>
    <w:rsid w:val="00A253FC"/>
    <w:rsid w:val="00A25460"/>
    <w:rsid w:val="00A25623"/>
    <w:rsid w:val="00A25AF8"/>
    <w:rsid w:val="00A263F6"/>
    <w:rsid w:val="00A26A14"/>
    <w:rsid w:val="00A26AB5"/>
    <w:rsid w:val="00A26EB3"/>
    <w:rsid w:val="00A27404"/>
    <w:rsid w:val="00A276E2"/>
    <w:rsid w:val="00A30126"/>
    <w:rsid w:val="00A30197"/>
    <w:rsid w:val="00A30542"/>
    <w:rsid w:val="00A30754"/>
    <w:rsid w:val="00A308F5"/>
    <w:rsid w:val="00A30977"/>
    <w:rsid w:val="00A30D1C"/>
    <w:rsid w:val="00A31B23"/>
    <w:rsid w:val="00A32281"/>
    <w:rsid w:val="00A323F6"/>
    <w:rsid w:val="00A326D3"/>
    <w:rsid w:val="00A328FC"/>
    <w:rsid w:val="00A32A73"/>
    <w:rsid w:val="00A335D3"/>
    <w:rsid w:val="00A33633"/>
    <w:rsid w:val="00A33855"/>
    <w:rsid w:val="00A34759"/>
    <w:rsid w:val="00A348E0"/>
    <w:rsid w:val="00A35D46"/>
    <w:rsid w:val="00A36459"/>
    <w:rsid w:val="00A36AA5"/>
    <w:rsid w:val="00A36ACF"/>
    <w:rsid w:val="00A376F3"/>
    <w:rsid w:val="00A37CCF"/>
    <w:rsid w:val="00A37EB4"/>
    <w:rsid w:val="00A40CD7"/>
    <w:rsid w:val="00A40D3B"/>
    <w:rsid w:val="00A40F13"/>
    <w:rsid w:val="00A418B4"/>
    <w:rsid w:val="00A41A18"/>
    <w:rsid w:val="00A41A27"/>
    <w:rsid w:val="00A41B59"/>
    <w:rsid w:val="00A420FB"/>
    <w:rsid w:val="00A4261C"/>
    <w:rsid w:val="00A426B3"/>
    <w:rsid w:val="00A42815"/>
    <w:rsid w:val="00A42838"/>
    <w:rsid w:val="00A42CDF"/>
    <w:rsid w:val="00A4317A"/>
    <w:rsid w:val="00A433AD"/>
    <w:rsid w:val="00A43472"/>
    <w:rsid w:val="00A43496"/>
    <w:rsid w:val="00A438C3"/>
    <w:rsid w:val="00A439E2"/>
    <w:rsid w:val="00A43C6B"/>
    <w:rsid w:val="00A44126"/>
    <w:rsid w:val="00A44539"/>
    <w:rsid w:val="00A44CB1"/>
    <w:rsid w:val="00A44E76"/>
    <w:rsid w:val="00A45D49"/>
    <w:rsid w:val="00A45DD5"/>
    <w:rsid w:val="00A46D8F"/>
    <w:rsid w:val="00A46E3A"/>
    <w:rsid w:val="00A4731F"/>
    <w:rsid w:val="00A477B5"/>
    <w:rsid w:val="00A47ECA"/>
    <w:rsid w:val="00A50230"/>
    <w:rsid w:val="00A50500"/>
    <w:rsid w:val="00A50B82"/>
    <w:rsid w:val="00A50DD1"/>
    <w:rsid w:val="00A51675"/>
    <w:rsid w:val="00A51AEE"/>
    <w:rsid w:val="00A51BBE"/>
    <w:rsid w:val="00A51BE5"/>
    <w:rsid w:val="00A520DD"/>
    <w:rsid w:val="00A5344C"/>
    <w:rsid w:val="00A53598"/>
    <w:rsid w:val="00A53618"/>
    <w:rsid w:val="00A53703"/>
    <w:rsid w:val="00A5375D"/>
    <w:rsid w:val="00A53908"/>
    <w:rsid w:val="00A53B60"/>
    <w:rsid w:val="00A53C0D"/>
    <w:rsid w:val="00A54291"/>
    <w:rsid w:val="00A54762"/>
    <w:rsid w:val="00A5484F"/>
    <w:rsid w:val="00A5497D"/>
    <w:rsid w:val="00A5531F"/>
    <w:rsid w:val="00A55538"/>
    <w:rsid w:val="00A55A24"/>
    <w:rsid w:val="00A55E8D"/>
    <w:rsid w:val="00A56482"/>
    <w:rsid w:val="00A56878"/>
    <w:rsid w:val="00A56926"/>
    <w:rsid w:val="00A569BE"/>
    <w:rsid w:val="00A56A1B"/>
    <w:rsid w:val="00A571B2"/>
    <w:rsid w:val="00A57731"/>
    <w:rsid w:val="00A578FC"/>
    <w:rsid w:val="00A57C05"/>
    <w:rsid w:val="00A60710"/>
    <w:rsid w:val="00A60725"/>
    <w:rsid w:val="00A608EE"/>
    <w:rsid w:val="00A60956"/>
    <w:rsid w:val="00A60977"/>
    <w:rsid w:val="00A60B30"/>
    <w:rsid w:val="00A60B63"/>
    <w:rsid w:val="00A60CCB"/>
    <w:rsid w:val="00A617C1"/>
    <w:rsid w:val="00A61B15"/>
    <w:rsid w:val="00A62213"/>
    <w:rsid w:val="00A62E99"/>
    <w:rsid w:val="00A6327A"/>
    <w:rsid w:val="00A6327B"/>
    <w:rsid w:val="00A635DF"/>
    <w:rsid w:val="00A639F0"/>
    <w:rsid w:val="00A63B6F"/>
    <w:rsid w:val="00A6401C"/>
    <w:rsid w:val="00A6456A"/>
    <w:rsid w:val="00A645BA"/>
    <w:rsid w:val="00A648B1"/>
    <w:rsid w:val="00A64941"/>
    <w:rsid w:val="00A64AF8"/>
    <w:rsid w:val="00A64CCC"/>
    <w:rsid w:val="00A64FDB"/>
    <w:rsid w:val="00A65002"/>
    <w:rsid w:val="00A651A1"/>
    <w:rsid w:val="00A651E2"/>
    <w:rsid w:val="00A654E8"/>
    <w:rsid w:val="00A657E3"/>
    <w:rsid w:val="00A657EB"/>
    <w:rsid w:val="00A65BB5"/>
    <w:rsid w:val="00A65C85"/>
    <w:rsid w:val="00A65F3B"/>
    <w:rsid w:val="00A6626F"/>
    <w:rsid w:val="00A66D91"/>
    <w:rsid w:val="00A66E57"/>
    <w:rsid w:val="00A671E9"/>
    <w:rsid w:val="00A67338"/>
    <w:rsid w:val="00A67D46"/>
    <w:rsid w:val="00A67DF7"/>
    <w:rsid w:val="00A67E75"/>
    <w:rsid w:val="00A70166"/>
    <w:rsid w:val="00A703B7"/>
    <w:rsid w:val="00A706AB"/>
    <w:rsid w:val="00A70751"/>
    <w:rsid w:val="00A71007"/>
    <w:rsid w:val="00A71541"/>
    <w:rsid w:val="00A71D17"/>
    <w:rsid w:val="00A725FF"/>
    <w:rsid w:val="00A72630"/>
    <w:rsid w:val="00A7272B"/>
    <w:rsid w:val="00A72A45"/>
    <w:rsid w:val="00A734DE"/>
    <w:rsid w:val="00A739C7"/>
    <w:rsid w:val="00A73B0B"/>
    <w:rsid w:val="00A74065"/>
    <w:rsid w:val="00A7408B"/>
    <w:rsid w:val="00A744DF"/>
    <w:rsid w:val="00A745B1"/>
    <w:rsid w:val="00A74C94"/>
    <w:rsid w:val="00A74F5A"/>
    <w:rsid w:val="00A75315"/>
    <w:rsid w:val="00A75D85"/>
    <w:rsid w:val="00A76136"/>
    <w:rsid w:val="00A7630E"/>
    <w:rsid w:val="00A76C77"/>
    <w:rsid w:val="00A76D09"/>
    <w:rsid w:val="00A77198"/>
    <w:rsid w:val="00A77584"/>
    <w:rsid w:val="00A77BB5"/>
    <w:rsid w:val="00A77D5B"/>
    <w:rsid w:val="00A8053F"/>
    <w:rsid w:val="00A80587"/>
    <w:rsid w:val="00A807E9"/>
    <w:rsid w:val="00A80997"/>
    <w:rsid w:val="00A81143"/>
    <w:rsid w:val="00A811B4"/>
    <w:rsid w:val="00A8165B"/>
    <w:rsid w:val="00A8189A"/>
    <w:rsid w:val="00A822AB"/>
    <w:rsid w:val="00A8234A"/>
    <w:rsid w:val="00A8238E"/>
    <w:rsid w:val="00A8262B"/>
    <w:rsid w:val="00A82722"/>
    <w:rsid w:val="00A82BE9"/>
    <w:rsid w:val="00A830CF"/>
    <w:rsid w:val="00A8328C"/>
    <w:rsid w:val="00A835CE"/>
    <w:rsid w:val="00A84022"/>
    <w:rsid w:val="00A84088"/>
    <w:rsid w:val="00A8489A"/>
    <w:rsid w:val="00A84FAF"/>
    <w:rsid w:val="00A8579C"/>
    <w:rsid w:val="00A857EF"/>
    <w:rsid w:val="00A858A3"/>
    <w:rsid w:val="00A85D00"/>
    <w:rsid w:val="00A860C8"/>
    <w:rsid w:val="00A861AF"/>
    <w:rsid w:val="00A8633D"/>
    <w:rsid w:val="00A8682A"/>
    <w:rsid w:val="00A8688A"/>
    <w:rsid w:val="00A871C3"/>
    <w:rsid w:val="00A87271"/>
    <w:rsid w:val="00A876BF"/>
    <w:rsid w:val="00A87995"/>
    <w:rsid w:val="00A87B54"/>
    <w:rsid w:val="00A87CC1"/>
    <w:rsid w:val="00A87F9E"/>
    <w:rsid w:val="00A905E1"/>
    <w:rsid w:val="00A90795"/>
    <w:rsid w:val="00A908CC"/>
    <w:rsid w:val="00A90B10"/>
    <w:rsid w:val="00A90B11"/>
    <w:rsid w:val="00A90BBE"/>
    <w:rsid w:val="00A914A9"/>
    <w:rsid w:val="00A91CFD"/>
    <w:rsid w:val="00A922F5"/>
    <w:rsid w:val="00A923B5"/>
    <w:rsid w:val="00A928F0"/>
    <w:rsid w:val="00A92C7C"/>
    <w:rsid w:val="00A92DE1"/>
    <w:rsid w:val="00A92E45"/>
    <w:rsid w:val="00A9320F"/>
    <w:rsid w:val="00A93357"/>
    <w:rsid w:val="00A935E6"/>
    <w:rsid w:val="00A93613"/>
    <w:rsid w:val="00A936E2"/>
    <w:rsid w:val="00A93AD5"/>
    <w:rsid w:val="00A93AD7"/>
    <w:rsid w:val="00A93C12"/>
    <w:rsid w:val="00A93FD5"/>
    <w:rsid w:val="00A94266"/>
    <w:rsid w:val="00A945C0"/>
    <w:rsid w:val="00A94BC3"/>
    <w:rsid w:val="00A94E1B"/>
    <w:rsid w:val="00A952F9"/>
    <w:rsid w:val="00A9549F"/>
    <w:rsid w:val="00A95B8F"/>
    <w:rsid w:val="00A95EE6"/>
    <w:rsid w:val="00A962FB"/>
    <w:rsid w:val="00A9693B"/>
    <w:rsid w:val="00A96C66"/>
    <w:rsid w:val="00A972BC"/>
    <w:rsid w:val="00A97B15"/>
    <w:rsid w:val="00A97D9F"/>
    <w:rsid w:val="00AA027D"/>
    <w:rsid w:val="00AA04FD"/>
    <w:rsid w:val="00AA0578"/>
    <w:rsid w:val="00AA07E8"/>
    <w:rsid w:val="00AA0DBE"/>
    <w:rsid w:val="00AA0FC7"/>
    <w:rsid w:val="00AA11D9"/>
    <w:rsid w:val="00AA12BB"/>
    <w:rsid w:val="00AA1BB6"/>
    <w:rsid w:val="00AA1DD2"/>
    <w:rsid w:val="00AA207D"/>
    <w:rsid w:val="00AA22E7"/>
    <w:rsid w:val="00AA26AA"/>
    <w:rsid w:val="00AA2784"/>
    <w:rsid w:val="00AA2B79"/>
    <w:rsid w:val="00AA2EAE"/>
    <w:rsid w:val="00AA305F"/>
    <w:rsid w:val="00AA30D9"/>
    <w:rsid w:val="00AA354B"/>
    <w:rsid w:val="00AA3813"/>
    <w:rsid w:val="00AA4017"/>
    <w:rsid w:val="00AA468E"/>
    <w:rsid w:val="00AA4916"/>
    <w:rsid w:val="00AA4E65"/>
    <w:rsid w:val="00AA514B"/>
    <w:rsid w:val="00AA5569"/>
    <w:rsid w:val="00AA55B3"/>
    <w:rsid w:val="00AA586E"/>
    <w:rsid w:val="00AA5A0A"/>
    <w:rsid w:val="00AA5B23"/>
    <w:rsid w:val="00AA60F1"/>
    <w:rsid w:val="00AA6475"/>
    <w:rsid w:val="00AA6F07"/>
    <w:rsid w:val="00AA6F4A"/>
    <w:rsid w:val="00AA72AA"/>
    <w:rsid w:val="00AA7ABD"/>
    <w:rsid w:val="00AA7E8A"/>
    <w:rsid w:val="00AB05F8"/>
    <w:rsid w:val="00AB0976"/>
    <w:rsid w:val="00AB09C4"/>
    <w:rsid w:val="00AB0AB5"/>
    <w:rsid w:val="00AB0D7D"/>
    <w:rsid w:val="00AB0E82"/>
    <w:rsid w:val="00AB15A6"/>
    <w:rsid w:val="00AB15E2"/>
    <w:rsid w:val="00AB167D"/>
    <w:rsid w:val="00AB19D5"/>
    <w:rsid w:val="00AB1A80"/>
    <w:rsid w:val="00AB1BB4"/>
    <w:rsid w:val="00AB1D7A"/>
    <w:rsid w:val="00AB1F23"/>
    <w:rsid w:val="00AB20B4"/>
    <w:rsid w:val="00AB238C"/>
    <w:rsid w:val="00AB2560"/>
    <w:rsid w:val="00AB261F"/>
    <w:rsid w:val="00AB2933"/>
    <w:rsid w:val="00AB2C12"/>
    <w:rsid w:val="00AB2DCC"/>
    <w:rsid w:val="00AB3004"/>
    <w:rsid w:val="00AB35F3"/>
    <w:rsid w:val="00AB3AB4"/>
    <w:rsid w:val="00AB3E00"/>
    <w:rsid w:val="00AB41B0"/>
    <w:rsid w:val="00AB493E"/>
    <w:rsid w:val="00AB4A43"/>
    <w:rsid w:val="00AB52B2"/>
    <w:rsid w:val="00AB5CA7"/>
    <w:rsid w:val="00AB5D69"/>
    <w:rsid w:val="00AB5FA4"/>
    <w:rsid w:val="00AB6269"/>
    <w:rsid w:val="00AB6EFB"/>
    <w:rsid w:val="00AB746D"/>
    <w:rsid w:val="00AB75C6"/>
    <w:rsid w:val="00AB78AE"/>
    <w:rsid w:val="00AB7A92"/>
    <w:rsid w:val="00AB7E04"/>
    <w:rsid w:val="00AB7E40"/>
    <w:rsid w:val="00AC00FB"/>
    <w:rsid w:val="00AC02CA"/>
    <w:rsid w:val="00AC02FD"/>
    <w:rsid w:val="00AC09AC"/>
    <w:rsid w:val="00AC0AB2"/>
    <w:rsid w:val="00AC0E54"/>
    <w:rsid w:val="00AC0F99"/>
    <w:rsid w:val="00AC1D3B"/>
    <w:rsid w:val="00AC1EBE"/>
    <w:rsid w:val="00AC21EE"/>
    <w:rsid w:val="00AC22C9"/>
    <w:rsid w:val="00AC281D"/>
    <w:rsid w:val="00AC2A56"/>
    <w:rsid w:val="00AC2AF9"/>
    <w:rsid w:val="00AC2CCF"/>
    <w:rsid w:val="00AC2D4C"/>
    <w:rsid w:val="00AC2E81"/>
    <w:rsid w:val="00AC31BC"/>
    <w:rsid w:val="00AC34C7"/>
    <w:rsid w:val="00AC3899"/>
    <w:rsid w:val="00AC3DEE"/>
    <w:rsid w:val="00AC43F5"/>
    <w:rsid w:val="00AC45B7"/>
    <w:rsid w:val="00AC4E1C"/>
    <w:rsid w:val="00AC59C1"/>
    <w:rsid w:val="00AC5A2E"/>
    <w:rsid w:val="00AC5C10"/>
    <w:rsid w:val="00AC5FAB"/>
    <w:rsid w:val="00AC685F"/>
    <w:rsid w:val="00AC689B"/>
    <w:rsid w:val="00AC72E5"/>
    <w:rsid w:val="00AC747B"/>
    <w:rsid w:val="00AC750C"/>
    <w:rsid w:val="00AD0474"/>
    <w:rsid w:val="00AD0F61"/>
    <w:rsid w:val="00AD0FB0"/>
    <w:rsid w:val="00AD12EF"/>
    <w:rsid w:val="00AD1B93"/>
    <w:rsid w:val="00AD1BC5"/>
    <w:rsid w:val="00AD1D7D"/>
    <w:rsid w:val="00AD227B"/>
    <w:rsid w:val="00AD2413"/>
    <w:rsid w:val="00AD265F"/>
    <w:rsid w:val="00AD271E"/>
    <w:rsid w:val="00AD2EEC"/>
    <w:rsid w:val="00AD2FA1"/>
    <w:rsid w:val="00AD3043"/>
    <w:rsid w:val="00AD338C"/>
    <w:rsid w:val="00AD3C33"/>
    <w:rsid w:val="00AD3DEF"/>
    <w:rsid w:val="00AD4CE8"/>
    <w:rsid w:val="00AD5138"/>
    <w:rsid w:val="00AD5151"/>
    <w:rsid w:val="00AD5743"/>
    <w:rsid w:val="00AD5AD1"/>
    <w:rsid w:val="00AD6403"/>
    <w:rsid w:val="00AD6658"/>
    <w:rsid w:val="00AD6830"/>
    <w:rsid w:val="00AD6860"/>
    <w:rsid w:val="00AD688F"/>
    <w:rsid w:val="00AD68BB"/>
    <w:rsid w:val="00AD6CE3"/>
    <w:rsid w:val="00AD7228"/>
    <w:rsid w:val="00AD7382"/>
    <w:rsid w:val="00AD79FF"/>
    <w:rsid w:val="00AD7BB7"/>
    <w:rsid w:val="00AD7F7C"/>
    <w:rsid w:val="00AE007F"/>
    <w:rsid w:val="00AE00F7"/>
    <w:rsid w:val="00AE0407"/>
    <w:rsid w:val="00AE07B9"/>
    <w:rsid w:val="00AE0862"/>
    <w:rsid w:val="00AE0B07"/>
    <w:rsid w:val="00AE0BAD"/>
    <w:rsid w:val="00AE0F9D"/>
    <w:rsid w:val="00AE143B"/>
    <w:rsid w:val="00AE1672"/>
    <w:rsid w:val="00AE173B"/>
    <w:rsid w:val="00AE1CCD"/>
    <w:rsid w:val="00AE1E41"/>
    <w:rsid w:val="00AE205C"/>
    <w:rsid w:val="00AE2061"/>
    <w:rsid w:val="00AE2074"/>
    <w:rsid w:val="00AE20B1"/>
    <w:rsid w:val="00AE2C16"/>
    <w:rsid w:val="00AE2E74"/>
    <w:rsid w:val="00AE3EFA"/>
    <w:rsid w:val="00AE4104"/>
    <w:rsid w:val="00AE4B7E"/>
    <w:rsid w:val="00AE529C"/>
    <w:rsid w:val="00AE54E8"/>
    <w:rsid w:val="00AE554A"/>
    <w:rsid w:val="00AE583E"/>
    <w:rsid w:val="00AE5AB7"/>
    <w:rsid w:val="00AE5C02"/>
    <w:rsid w:val="00AE5D87"/>
    <w:rsid w:val="00AE63A3"/>
    <w:rsid w:val="00AE6983"/>
    <w:rsid w:val="00AE69DA"/>
    <w:rsid w:val="00AE6B4A"/>
    <w:rsid w:val="00AE723A"/>
    <w:rsid w:val="00AE794D"/>
    <w:rsid w:val="00AE7974"/>
    <w:rsid w:val="00AE7A65"/>
    <w:rsid w:val="00AE7DD3"/>
    <w:rsid w:val="00AF01A2"/>
    <w:rsid w:val="00AF0C54"/>
    <w:rsid w:val="00AF0C66"/>
    <w:rsid w:val="00AF116A"/>
    <w:rsid w:val="00AF12D0"/>
    <w:rsid w:val="00AF13D9"/>
    <w:rsid w:val="00AF1A75"/>
    <w:rsid w:val="00AF1E0D"/>
    <w:rsid w:val="00AF2842"/>
    <w:rsid w:val="00AF2A63"/>
    <w:rsid w:val="00AF322D"/>
    <w:rsid w:val="00AF3A4F"/>
    <w:rsid w:val="00AF40BF"/>
    <w:rsid w:val="00AF48D7"/>
    <w:rsid w:val="00AF4CAC"/>
    <w:rsid w:val="00AF4D12"/>
    <w:rsid w:val="00AF51CF"/>
    <w:rsid w:val="00AF55C0"/>
    <w:rsid w:val="00AF5635"/>
    <w:rsid w:val="00AF57A0"/>
    <w:rsid w:val="00AF5A00"/>
    <w:rsid w:val="00AF68D8"/>
    <w:rsid w:val="00AF6C7A"/>
    <w:rsid w:val="00AF700B"/>
    <w:rsid w:val="00AF7625"/>
    <w:rsid w:val="00AF762B"/>
    <w:rsid w:val="00AF7E7F"/>
    <w:rsid w:val="00B00012"/>
    <w:rsid w:val="00B00387"/>
    <w:rsid w:val="00B0083B"/>
    <w:rsid w:val="00B00C84"/>
    <w:rsid w:val="00B00D45"/>
    <w:rsid w:val="00B00FFC"/>
    <w:rsid w:val="00B014E9"/>
    <w:rsid w:val="00B01C36"/>
    <w:rsid w:val="00B01E4B"/>
    <w:rsid w:val="00B027B4"/>
    <w:rsid w:val="00B02B01"/>
    <w:rsid w:val="00B02E8B"/>
    <w:rsid w:val="00B02F7A"/>
    <w:rsid w:val="00B033EE"/>
    <w:rsid w:val="00B03426"/>
    <w:rsid w:val="00B044E5"/>
    <w:rsid w:val="00B047D6"/>
    <w:rsid w:val="00B0496F"/>
    <w:rsid w:val="00B04EBA"/>
    <w:rsid w:val="00B051A0"/>
    <w:rsid w:val="00B0523D"/>
    <w:rsid w:val="00B056D0"/>
    <w:rsid w:val="00B059B1"/>
    <w:rsid w:val="00B05E9F"/>
    <w:rsid w:val="00B05FFD"/>
    <w:rsid w:val="00B0614A"/>
    <w:rsid w:val="00B063F4"/>
    <w:rsid w:val="00B06864"/>
    <w:rsid w:val="00B06917"/>
    <w:rsid w:val="00B06D17"/>
    <w:rsid w:val="00B07479"/>
    <w:rsid w:val="00B075C5"/>
    <w:rsid w:val="00B077A6"/>
    <w:rsid w:val="00B078AE"/>
    <w:rsid w:val="00B078D6"/>
    <w:rsid w:val="00B07FE2"/>
    <w:rsid w:val="00B107B6"/>
    <w:rsid w:val="00B11503"/>
    <w:rsid w:val="00B11584"/>
    <w:rsid w:val="00B1198E"/>
    <w:rsid w:val="00B11A65"/>
    <w:rsid w:val="00B11A67"/>
    <w:rsid w:val="00B127FD"/>
    <w:rsid w:val="00B12838"/>
    <w:rsid w:val="00B12B46"/>
    <w:rsid w:val="00B12CAA"/>
    <w:rsid w:val="00B12D93"/>
    <w:rsid w:val="00B12E3F"/>
    <w:rsid w:val="00B12EAD"/>
    <w:rsid w:val="00B13007"/>
    <w:rsid w:val="00B1363B"/>
    <w:rsid w:val="00B13926"/>
    <w:rsid w:val="00B13B20"/>
    <w:rsid w:val="00B13BE4"/>
    <w:rsid w:val="00B13EDC"/>
    <w:rsid w:val="00B13EFF"/>
    <w:rsid w:val="00B14768"/>
    <w:rsid w:val="00B1485E"/>
    <w:rsid w:val="00B150F6"/>
    <w:rsid w:val="00B153E6"/>
    <w:rsid w:val="00B1566C"/>
    <w:rsid w:val="00B15CD8"/>
    <w:rsid w:val="00B15F38"/>
    <w:rsid w:val="00B1601D"/>
    <w:rsid w:val="00B16CB9"/>
    <w:rsid w:val="00B16D8D"/>
    <w:rsid w:val="00B17295"/>
    <w:rsid w:val="00B17DE6"/>
    <w:rsid w:val="00B17E36"/>
    <w:rsid w:val="00B20203"/>
    <w:rsid w:val="00B20225"/>
    <w:rsid w:val="00B20550"/>
    <w:rsid w:val="00B2120E"/>
    <w:rsid w:val="00B2192F"/>
    <w:rsid w:val="00B226C3"/>
    <w:rsid w:val="00B2295A"/>
    <w:rsid w:val="00B22BE4"/>
    <w:rsid w:val="00B23109"/>
    <w:rsid w:val="00B2325A"/>
    <w:rsid w:val="00B2334B"/>
    <w:rsid w:val="00B2340D"/>
    <w:rsid w:val="00B23938"/>
    <w:rsid w:val="00B239A0"/>
    <w:rsid w:val="00B23DED"/>
    <w:rsid w:val="00B23F02"/>
    <w:rsid w:val="00B240C2"/>
    <w:rsid w:val="00B2431B"/>
    <w:rsid w:val="00B2438C"/>
    <w:rsid w:val="00B24782"/>
    <w:rsid w:val="00B24BB0"/>
    <w:rsid w:val="00B24C1D"/>
    <w:rsid w:val="00B24C8B"/>
    <w:rsid w:val="00B24DC0"/>
    <w:rsid w:val="00B2509A"/>
    <w:rsid w:val="00B256CA"/>
    <w:rsid w:val="00B257BB"/>
    <w:rsid w:val="00B2592B"/>
    <w:rsid w:val="00B25B9D"/>
    <w:rsid w:val="00B25D17"/>
    <w:rsid w:val="00B26053"/>
    <w:rsid w:val="00B26100"/>
    <w:rsid w:val="00B26228"/>
    <w:rsid w:val="00B267C4"/>
    <w:rsid w:val="00B26B36"/>
    <w:rsid w:val="00B26C25"/>
    <w:rsid w:val="00B26E4C"/>
    <w:rsid w:val="00B26EE5"/>
    <w:rsid w:val="00B27981"/>
    <w:rsid w:val="00B27DB1"/>
    <w:rsid w:val="00B27E4E"/>
    <w:rsid w:val="00B303AD"/>
    <w:rsid w:val="00B305E6"/>
    <w:rsid w:val="00B3068A"/>
    <w:rsid w:val="00B311AC"/>
    <w:rsid w:val="00B312B8"/>
    <w:rsid w:val="00B3150A"/>
    <w:rsid w:val="00B315B1"/>
    <w:rsid w:val="00B31791"/>
    <w:rsid w:val="00B319CC"/>
    <w:rsid w:val="00B3225D"/>
    <w:rsid w:val="00B323C0"/>
    <w:rsid w:val="00B32556"/>
    <w:rsid w:val="00B3318E"/>
    <w:rsid w:val="00B33AF4"/>
    <w:rsid w:val="00B33BCD"/>
    <w:rsid w:val="00B33C15"/>
    <w:rsid w:val="00B34A9C"/>
    <w:rsid w:val="00B34B62"/>
    <w:rsid w:val="00B34F8C"/>
    <w:rsid w:val="00B34F96"/>
    <w:rsid w:val="00B3565C"/>
    <w:rsid w:val="00B35C37"/>
    <w:rsid w:val="00B35EDB"/>
    <w:rsid w:val="00B36063"/>
    <w:rsid w:val="00B3607A"/>
    <w:rsid w:val="00B3607D"/>
    <w:rsid w:val="00B3653F"/>
    <w:rsid w:val="00B36B47"/>
    <w:rsid w:val="00B36F9A"/>
    <w:rsid w:val="00B371B4"/>
    <w:rsid w:val="00B3765B"/>
    <w:rsid w:val="00B376C4"/>
    <w:rsid w:val="00B37975"/>
    <w:rsid w:val="00B37D2C"/>
    <w:rsid w:val="00B37E9D"/>
    <w:rsid w:val="00B4021B"/>
    <w:rsid w:val="00B402B3"/>
    <w:rsid w:val="00B402FE"/>
    <w:rsid w:val="00B4044D"/>
    <w:rsid w:val="00B406E1"/>
    <w:rsid w:val="00B40E97"/>
    <w:rsid w:val="00B41095"/>
    <w:rsid w:val="00B411A3"/>
    <w:rsid w:val="00B414E6"/>
    <w:rsid w:val="00B4164A"/>
    <w:rsid w:val="00B418E6"/>
    <w:rsid w:val="00B41F72"/>
    <w:rsid w:val="00B41FEA"/>
    <w:rsid w:val="00B42351"/>
    <w:rsid w:val="00B425D0"/>
    <w:rsid w:val="00B4279E"/>
    <w:rsid w:val="00B427EE"/>
    <w:rsid w:val="00B42BC0"/>
    <w:rsid w:val="00B42E4A"/>
    <w:rsid w:val="00B42E4E"/>
    <w:rsid w:val="00B42EDB"/>
    <w:rsid w:val="00B430EB"/>
    <w:rsid w:val="00B43338"/>
    <w:rsid w:val="00B43551"/>
    <w:rsid w:val="00B436EB"/>
    <w:rsid w:val="00B4389D"/>
    <w:rsid w:val="00B44184"/>
    <w:rsid w:val="00B441FE"/>
    <w:rsid w:val="00B4436B"/>
    <w:rsid w:val="00B443D9"/>
    <w:rsid w:val="00B4472B"/>
    <w:rsid w:val="00B4493D"/>
    <w:rsid w:val="00B44D53"/>
    <w:rsid w:val="00B4507C"/>
    <w:rsid w:val="00B45480"/>
    <w:rsid w:val="00B4563E"/>
    <w:rsid w:val="00B458E8"/>
    <w:rsid w:val="00B45A63"/>
    <w:rsid w:val="00B45B5F"/>
    <w:rsid w:val="00B45D36"/>
    <w:rsid w:val="00B46335"/>
    <w:rsid w:val="00B46C58"/>
    <w:rsid w:val="00B46CB1"/>
    <w:rsid w:val="00B46E29"/>
    <w:rsid w:val="00B47098"/>
    <w:rsid w:val="00B47642"/>
    <w:rsid w:val="00B47B41"/>
    <w:rsid w:val="00B504FA"/>
    <w:rsid w:val="00B514B2"/>
    <w:rsid w:val="00B51BBC"/>
    <w:rsid w:val="00B51F9E"/>
    <w:rsid w:val="00B522D8"/>
    <w:rsid w:val="00B52CAF"/>
    <w:rsid w:val="00B535BC"/>
    <w:rsid w:val="00B54576"/>
    <w:rsid w:val="00B54B2F"/>
    <w:rsid w:val="00B5513D"/>
    <w:rsid w:val="00B553A1"/>
    <w:rsid w:val="00B55514"/>
    <w:rsid w:val="00B55A24"/>
    <w:rsid w:val="00B55D67"/>
    <w:rsid w:val="00B56A7D"/>
    <w:rsid w:val="00B56C8C"/>
    <w:rsid w:val="00B56D1D"/>
    <w:rsid w:val="00B57679"/>
    <w:rsid w:val="00B577CC"/>
    <w:rsid w:val="00B57820"/>
    <w:rsid w:val="00B57D58"/>
    <w:rsid w:val="00B57E52"/>
    <w:rsid w:val="00B57E9D"/>
    <w:rsid w:val="00B600BB"/>
    <w:rsid w:val="00B6039E"/>
    <w:rsid w:val="00B60475"/>
    <w:rsid w:val="00B60477"/>
    <w:rsid w:val="00B6095B"/>
    <w:rsid w:val="00B60AFC"/>
    <w:rsid w:val="00B60EC7"/>
    <w:rsid w:val="00B60F9D"/>
    <w:rsid w:val="00B613F9"/>
    <w:rsid w:val="00B62678"/>
    <w:rsid w:val="00B629F4"/>
    <w:rsid w:val="00B62BBD"/>
    <w:rsid w:val="00B62C97"/>
    <w:rsid w:val="00B634E3"/>
    <w:rsid w:val="00B63CC5"/>
    <w:rsid w:val="00B63CCB"/>
    <w:rsid w:val="00B64085"/>
    <w:rsid w:val="00B643EA"/>
    <w:rsid w:val="00B6459B"/>
    <w:rsid w:val="00B65470"/>
    <w:rsid w:val="00B65476"/>
    <w:rsid w:val="00B65AAE"/>
    <w:rsid w:val="00B65DCE"/>
    <w:rsid w:val="00B6614F"/>
    <w:rsid w:val="00B6622B"/>
    <w:rsid w:val="00B663CC"/>
    <w:rsid w:val="00B66608"/>
    <w:rsid w:val="00B66C39"/>
    <w:rsid w:val="00B66EC8"/>
    <w:rsid w:val="00B674EB"/>
    <w:rsid w:val="00B67597"/>
    <w:rsid w:val="00B6759B"/>
    <w:rsid w:val="00B67AC1"/>
    <w:rsid w:val="00B67DAE"/>
    <w:rsid w:val="00B67E1F"/>
    <w:rsid w:val="00B70097"/>
    <w:rsid w:val="00B70863"/>
    <w:rsid w:val="00B70BBE"/>
    <w:rsid w:val="00B70F49"/>
    <w:rsid w:val="00B7107F"/>
    <w:rsid w:val="00B7116F"/>
    <w:rsid w:val="00B711B2"/>
    <w:rsid w:val="00B71787"/>
    <w:rsid w:val="00B71E64"/>
    <w:rsid w:val="00B721E4"/>
    <w:rsid w:val="00B723BC"/>
    <w:rsid w:val="00B725E5"/>
    <w:rsid w:val="00B725FF"/>
    <w:rsid w:val="00B736BD"/>
    <w:rsid w:val="00B7431A"/>
    <w:rsid w:val="00B743A5"/>
    <w:rsid w:val="00B74566"/>
    <w:rsid w:val="00B746D9"/>
    <w:rsid w:val="00B74D6E"/>
    <w:rsid w:val="00B74FE5"/>
    <w:rsid w:val="00B75206"/>
    <w:rsid w:val="00B75228"/>
    <w:rsid w:val="00B75236"/>
    <w:rsid w:val="00B753A9"/>
    <w:rsid w:val="00B75770"/>
    <w:rsid w:val="00B75801"/>
    <w:rsid w:val="00B7604B"/>
    <w:rsid w:val="00B762DB"/>
    <w:rsid w:val="00B76618"/>
    <w:rsid w:val="00B76E6D"/>
    <w:rsid w:val="00B76F18"/>
    <w:rsid w:val="00B77416"/>
    <w:rsid w:val="00B775E6"/>
    <w:rsid w:val="00B77681"/>
    <w:rsid w:val="00B7798C"/>
    <w:rsid w:val="00B77A14"/>
    <w:rsid w:val="00B77B04"/>
    <w:rsid w:val="00B800A9"/>
    <w:rsid w:val="00B80345"/>
    <w:rsid w:val="00B80DBC"/>
    <w:rsid w:val="00B80F72"/>
    <w:rsid w:val="00B8121A"/>
    <w:rsid w:val="00B8135A"/>
    <w:rsid w:val="00B81367"/>
    <w:rsid w:val="00B81432"/>
    <w:rsid w:val="00B81573"/>
    <w:rsid w:val="00B81A8E"/>
    <w:rsid w:val="00B81E04"/>
    <w:rsid w:val="00B82124"/>
    <w:rsid w:val="00B82346"/>
    <w:rsid w:val="00B82F92"/>
    <w:rsid w:val="00B82FDD"/>
    <w:rsid w:val="00B832B3"/>
    <w:rsid w:val="00B8363A"/>
    <w:rsid w:val="00B839DC"/>
    <w:rsid w:val="00B842E6"/>
    <w:rsid w:val="00B847F6"/>
    <w:rsid w:val="00B84B82"/>
    <w:rsid w:val="00B84CCA"/>
    <w:rsid w:val="00B84D5E"/>
    <w:rsid w:val="00B84DFF"/>
    <w:rsid w:val="00B8510A"/>
    <w:rsid w:val="00B85627"/>
    <w:rsid w:val="00B85B00"/>
    <w:rsid w:val="00B8652E"/>
    <w:rsid w:val="00B866DE"/>
    <w:rsid w:val="00B86B50"/>
    <w:rsid w:val="00B86DAB"/>
    <w:rsid w:val="00B871C1"/>
    <w:rsid w:val="00B87280"/>
    <w:rsid w:val="00B876EB"/>
    <w:rsid w:val="00B87804"/>
    <w:rsid w:val="00B87E0B"/>
    <w:rsid w:val="00B9003E"/>
    <w:rsid w:val="00B9064B"/>
    <w:rsid w:val="00B90B10"/>
    <w:rsid w:val="00B90C3E"/>
    <w:rsid w:val="00B90D3F"/>
    <w:rsid w:val="00B90F16"/>
    <w:rsid w:val="00B9163E"/>
    <w:rsid w:val="00B91D04"/>
    <w:rsid w:val="00B91FDC"/>
    <w:rsid w:val="00B921B0"/>
    <w:rsid w:val="00B921CD"/>
    <w:rsid w:val="00B92708"/>
    <w:rsid w:val="00B9284D"/>
    <w:rsid w:val="00B92A32"/>
    <w:rsid w:val="00B93301"/>
    <w:rsid w:val="00B93898"/>
    <w:rsid w:val="00B93DDD"/>
    <w:rsid w:val="00B93F0E"/>
    <w:rsid w:val="00B93F76"/>
    <w:rsid w:val="00B946E0"/>
    <w:rsid w:val="00B94D15"/>
    <w:rsid w:val="00B9545D"/>
    <w:rsid w:val="00B95819"/>
    <w:rsid w:val="00B959B5"/>
    <w:rsid w:val="00B95C68"/>
    <w:rsid w:val="00B95E4D"/>
    <w:rsid w:val="00B95E77"/>
    <w:rsid w:val="00B95EAA"/>
    <w:rsid w:val="00B9601C"/>
    <w:rsid w:val="00B960E4"/>
    <w:rsid w:val="00B96729"/>
    <w:rsid w:val="00B96BEF"/>
    <w:rsid w:val="00B97332"/>
    <w:rsid w:val="00B973EC"/>
    <w:rsid w:val="00B979AE"/>
    <w:rsid w:val="00B97EC0"/>
    <w:rsid w:val="00BA0426"/>
    <w:rsid w:val="00BA08FD"/>
    <w:rsid w:val="00BA0A45"/>
    <w:rsid w:val="00BA0AC4"/>
    <w:rsid w:val="00BA0BF7"/>
    <w:rsid w:val="00BA0F0A"/>
    <w:rsid w:val="00BA101D"/>
    <w:rsid w:val="00BA10C9"/>
    <w:rsid w:val="00BA11BE"/>
    <w:rsid w:val="00BA1DE2"/>
    <w:rsid w:val="00BA1F18"/>
    <w:rsid w:val="00BA23AA"/>
    <w:rsid w:val="00BA23D0"/>
    <w:rsid w:val="00BA29BF"/>
    <w:rsid w:val="00BA2B03"/>
    <w:rsid w:val="00BA2CB9"/>
    <w:rsid w:val="00BA3487"/>
    <w:rsid w:val="00BA3517"/>
    <w:rsid w:val="00BA3EE6"/>
    <w:rsid w:val="00BA3F5A"/>
    <w:rsid w:val="00BA4548"/>
    <w:rsid w:val="00BA4621"/>
    <w:rsid w:val="00BA475F"/>
    <w:rsid w:val="00BA5089"/>
    <w:rsid w:val="00BA55DA"/>
    <w:rsid w:val="00BA571E"/>
    <w:rsid w:val="00BA57C7"/>
    <w:rsid w:val="00BA57D8"/>
    <w:rsid w:val="00BA5816"/>
    <w:rsid w:val="00BA5AAA"/>
    <w:rsid w:val="00BA5B26"/>
    <w:rsid w:val="00BA5D8C"/>
    <w:rsid w:val="00BA5E38"/>
    <w:rsid w:val="00BA5F29"/>
    <w:rsid w:val="00BA5FF9"/>
    <w:rsid w:val="00BA6105"/>
    <w:rsid w:val="00BA6200"/>
    <w:rsid w:val="00BA6702"/>
    <w:rsid w:val="00BA6C55"/>
    <w:rsid w:val="00BA72BB"/>
    <w:rsid w:val="00BA7336"/>
    <w:rsid w:val="00BA736C"/>
    <w:rsid w:val="00BA73B5"/>
    <w:rsid w:val="00BA78CC"/>
    <w:rsid w:val="00BA7C48"/>
    <w:rsid w:val="00BB01DA"/>
    <w:rsid w:val="00BB0249"/>
    <w:rsid w:val="00BB02F3"/>
    <w:rsid w:val="00BB0BE7"/>
    <w:rsid w:val="00BB0F14"/>
    <w:rsid w:val="00BB1152"/>
    <w:rsid w:val="00BB14FA"/>
    <w:rsid w:val="00BB1760"/>
    <w:rsid w:val="00BB1824"/>
    <w:rsid w:val="00BB1883"/>
    <w:rsid w:val="00BB1D52"/>
    <w:rsid w:val="00BB1EAC"/>
    <w:rsid w:val="00BB20CB"/>
    <w:rsid w:val="00BB22EA"/>
    <w:rsid w:val="00BB2364"/>
    <w:rsid w:val="00BB2499"/>
    <w:rsid w:val="00BB2738"/>
    <w:rsid w:val="00BB2966"/>
    <w:rsid w:val="00BB2A67"/>
    <w:rsid w:val="00BB2AE6"/>
    <w:rsid w:val="00BB3B10"/>
    <w:rsid w:val="00BB4369"/>
    <w:rsid w:val="00BB4FB3"/>
    <w:rsid w:val="00BB52E2"/>
    <w:rsid w:val="00BB5334"/>
    <w:rsid w:val="00BB550A"/>
    <w:rsid w:val="00BB57DD"/>
    <w:rsid w:val="00BB5839"/>
    <w:rsid w:val="00BB5A2E"/>
    <w:rsid w:val="00BB5B91"/>
    <w:rsid w:val="00BB639E"/>
    <w:rsid w:val="00BB641B"/>
    <w:rsid w:val="00BB642E"/>
    <w:rsid w:val="00BB6677"/>
    <w:rsid w:val="00BB6745"/>
    <w:rsid w:val="00BB6ECD"/>
    <w:rsid w:val="00BB707F"/>
    <w:rsid w:val="00BB7101"/>
    <w:rsid w:val="00BB7252"/>
    <w:rsid w:val="00BB75BE"/>
    <w:rsid w:val="00BB761B"/>
    <w:rsid w:val="00BB764C"/>
    <w:rsid w:val="00BB7CD6"/>
    <w:rsid w:val="00BC0122"/>
    <w:rsid w:val="00BC0571"/>
    <w:rsid w:val="00BC0661"/>
    <w:rsid w:val="00BC0F3C"/>
    <w:rsid w:val="00BC1355"/>
    <w:rsid w:val="00BC1368"/>
    <w:rsid w:val="00BC13F9"/>
    <w:rsid w:val="00BC1A55"/>
    <w:rsid w:val="00BC1B64"/>
    <w:rsid w:val="00BC1C06"/>
    <w:rsid w:val="00BC1EF4"/>
    <w:rsid w:val="00BC2737"/>
    <w:rsid w:val="00BC30A2"/>
    <w:rsid w:val="00BC3142"/>
    <w:rsid w:val="00BC3204"/>
    <w:rsid w:val="00BC3557"/>
    <w:rsid w:val="00BC39F3"/>
    <w:rsid w:val="00BC3D3B"/>
    <w:rsid w:val="00BC3DAE"/>
    <w:rsid w:val="00BC3FD6"/>
    <w:rsid w:val="00BC40C5"/>
    <w:rsid w:val="00BC4983"/>
    <w:rsid w:val="00BC4A64"/>
    <w:rsid w:val="00BC4DFF"/>
    <w:rsid w:val="00BC501D"/>
    <w:rsid w:val="00BC51ED"/>
    <w:rsid w:val="00BC51F4"/>
    <w:rsid w:val="00BC5215"/>
    <w:rsid w:val="00BC5842"/>
    <w:rsid w:val="00BC5AD3"/>
    <w:rsid w:val="00BC5B66"/>
    <w:rsid w:val="00BC5C86"/>
    <w:rsid w:val="00BC5E2D"/>
    <w:rsid w:val="00BC6463"/>
    <w:rsid w:val="00BC6762"/>
    <w:rsid w:val="00BC6F8D"/>
    <w:rsid w:val="00BC7169"/>
    <w:rsid w:val="00BC7480"/>
    <w:rsid w:val="00BC7693"/>
    <w:rsid w:val="00BC7E07"/>
    <w:rsid w:val="00BC7E8D"/>
    <w:rsid w:val="00BD0121"/>
    <w:rsid w:val="00BD0195"/>
    <w:rsid w:val="00BD022C"/>
    <w:rsid w:val="00BD0574"/>
    <w:rsid w:val="00BD0BB9"/>
    <w:rsid w:val="00BD17C0"/>
    <w:rsid w:val="00BD1A8C"/>
    <w:rsid w:val="00BD1BD6"/>
    <w:rsid w:val="00BD1CC9"/>
    <w:rsid w:val="00BD227D"/>
    <w:rsid w:val="00BD23FF"/>
    <w:rsid w:val="00BD261F"/>
    <w:rsid w:val="00BD27FA"/>
    <w:rsid w:val="00BD2AD4"/>
    <w:rsid w:val="00BD2B76"/>
    <w:rsid w:val="00BD2BE9"/>
    <w:rsid w:val="00BD2D63"/>
    <w:rsid w:val="00BD30DF"/>
    <w:rsid w:val="00BD318D"/>
    <w:rsid w:val="00BD3385"/>
    <w:rsid w:val="00BD372B"/>
    <w:rsid w:val="00BD3768"/>
    <w:rsid w:val="00BD3F7D"/>
    <w:rsid w:val="00BD41F2"/>
    <w:rsid w:val="00BD447F"/>
    <w:rsid w:val="00BD4C1A"/>
    <w:rsid w:val="00BD5494"/>
    <w:rsid w:val="00BD5DA1"/>
    <w:rsid w:val="00BD5EF5"/>
    <w:rsid w:val="00BD6334"/>
    <w:rsid w:val="00BD65DE"/>
    <w:rsid w:val="00BD6886"/>
    <w:rsid w:val="00BD7B24"/>
    <w:rsid w:val="00BE0407"/>
    <w:rsid w:val="00BE0530"/>
    <w:rsid w:val="00BE0E07"/>
    <w:rsid w:val="00BE11AD"/>
    <w:rsid w:val="00BE1424"/>
    <w:rsid w:val="00BE1602"/>
    <w:rsid w:val="00BE1608"/>
    <w:rsid w:val="00BE19FA"/>
    <w:rsid w:val="00BE1D5D"/>
    <w:rsid w:val="00BE1DFB"/>
    <w:rsid w:val="00BE1E76"/>
    <w:rsid w:val="00BE2077"/>
    <w:rsid w:val="00BE26C3"/>
    <w:rsid w:val="00BE2858"/>
    <w:rsid w:val="00BE2F33"/>
    <w:rsid w:val="00BE3262"/>
    <w:rsid w:val="00BE3B74"/>
    <w:rsid w:val="00BE3DF9"/>
    <w:rsid w:val="00BE4191"/>
    <w:rsid w:val="00BE4389"/>
    <w:rsid w:val="00BE4906"/>
    <w:rsid w:val="00BE4E3E"/>
    <w:rsid w:val="00BE4EF6"/>
    <w:rsid w:val="00BE5202"/>
    <w:rsid w:val="00BE55F8"/>
    <w:rsid w:val="00BE57E0"/>
    <w:rsid w:val="00BE58A9"/>
    <w:rsid w:val="00BE5A14"/>
    <w:rsid w:val="00BE650A"/>
    <w:rsid w:val="00BE69FF"/>
    <w:rsid w:val="00BE6C7D"/>
    <w:rsid w:val="00BE6D3C"/>
    <w:rsid w:val="00BE7C46"/>
    <w:rsid w:val="00BF00C0"/>
    <w:rsid w:val="00BF07B8"/>
    <w:rsid w:val="00BF09B6"/>
    <w:rsid w:val="00BF0A05"/>
    <w:rsid w:val="00BF0B1C"/>
    <w:rsid w:val="00BF0DD1"/>
    <w:rsid w:val="00BF0F18"/>
    <w:rsid w:val="00BF15F6"/>
    <w:rsid w:val="00BF19FA"/>
    <w:rsid w:val="00BF1BC3"/>
    <w:rsid w:val="00BF1ECE"/>
    <w:rsid w:val="00BF1F9B"/>
    <w:rsid w:val="00BF2626"/>
    <w:rsid w:val="00BF27FB"/>
    <w:rsid w:val="00BF2E21"/>
    <w:rsid w:val="00BF3471"/>
    <w:rsid w:val="00BF37C4"/>
    <w:rsid w:val="00BF3F2F"/>
    <w:rsid w:val="00BF40E4"/>
    <w:rsid w:val="00BF419F"/>
    <w:rsid w:val="00BF4651"/>
    <w:rsid w:val="00BF4DEF"/>
    <w:rsid w:val="00BF5587"/>
    <w:rsid w:val="00BF5761"/>
    <w:rsid w:val="00BF5A2B"/>
    <w:rsid w:val="00BF5AF9"/>
    <w:rsid w:val="00BF5BAC"/>
    <w:rsid w:val="00BF5BC0"/>
    <w:rsid w:val="00BF5CC6"/>
    <w:rsid w:val="00BF5CE5"/>
    <w:rsid w:val="00BF601F"/>
    <w:rsid w:val="00BF64E3"/>
    <w:rsid w:val="00BF661F"/>
    <w:rsid w:val="00BF6C45"/>
    <w:rsid w:val="00BF6FAA"/>
    <w:rsid w:val="00BF756E"/>
    <w:rsid w:val="00BF784A"/>
    <w:rsid w:val="00BF7AEA"/>
    <w:rsid w:val="00BF7B7F"/>
    <w:rsid w:val="00BF7DDC"/>
    <w:rsid w:val="00C0068B"/>
    <w:rsid w:val="00C0090F"/>
    <w:rsid w:val="00C00CFC"/>
    <w:rsid w:val="00C00DC5"/>
    <w:rsid w:val="00C00E0A"/>
    <w:rsid w:val="00C013A6"/>
    <w:rsid w:val="00C016DB"/>
    <w:rsid w:val="00C0177B"/>
    <w:rsid w:val="00C019C4"/>
    <w:rsid w:val="00C01A42"/>
    <w:rsid w:val="00C01DFC"/>
    <w:rsid w:val="00C022F4"/>
    <w:rsid w:val="00C028BE"/>
    <w:rsid w:val="00C0299C"/>
    <w:rsid w:val="00C02C0B"/>
    <w:rsid w:val="00C02D38"/>
    <w:rsid w:val="00C03077"/>
    <w:rsid w:val="00C03131"/>
    <w:rsid w:val="00C0318A"/>
    <w:rsid w:val="00C0388A"/>
    <w:rsid w:val="00C03BCA"/>
    <w:rsid w:val="00C03D37"/>
    <w:rsid w:val="00C03EEA"/>
    <w:rsid w:val="00C03F67"/>
    <w:rsid w:val="00C03F8C"/>
    <w:rsid w:val="00C0420D"/>
    <w:rsid w:val="00C04546"/>
    <w:rsid w:val="00C04A0A"/>
    <w:rsid w:val="00C04F85"/>
    <w:rsid w:val="00C05050"/>
    <w:rsid w:val="00C052A5"/>
    <w:rsid w:val="00C05AFD"/>
    <w:rsid w:val="00C05DD1"/>
    <w:rsid w:val="00C05E6D"/>
    <w:rsid w:val="00C05FE8"/>
    <w:rsid w:val="00C06084"/>
    <w:rsid w:val="00C064ED"/>
    <w:rsid w:val="00C06A56"/>
    <w:rsid w:val="00C06A78"/>
    <w:rsid w:val="00C071EE"/>
    <w:rsid w:val="00C07232"/>
    <w:rsid w:val="00C07935"/>
    <w:rsid w:val="00C07FB2"/>
    <w:rsid w:val="00C10162"/>
    <w:rsid w:val="00C10256"/>
    <w:rsid w:val="00C1045F"/>
    <w:rsid w:val="00C10646"/>
    <w:rsid w:val="00C10878"/>
    <w:rsid w:val="00C108D9"/>
    <w:rsid w:val="00C10AC1"/>
    <w:rsid w:val="00C10C9F"/>
    <w:rsid w:val="00C1100B"/>
    <w:rsid w:val="00C1111A"/>
    <w:rsid w:val="00C11179"/>
    <w:rsid w:val="00C1121E"/>
    <w:rsid w:val="00C11596"/>
    <w:rsid w:val="00C11CFD"/>
    <w:rsid w:val="00C12078"/>
    <w:rsid w:val="00C123D9"/>
    <w:rsid w:val="00C1262E"/>
    <w:rsid w:val="00C12698"/>
    <w:rsid w:val="00C126AA"/>
    <w:rsid w:val="00C128AA"/>
    <w:rsid w:val="00C12919"/>
    <w:rsid w:val="00C12EA7"/>
    <w:rsid w:val="00C13196"/>
    <w:rsid w:val="00C131AC"/>
    <w:rsid w:val="00C1353F"/>
    <w:rsid w:val="00C13541"/>
    <w:rsid w:val="00C137BB"/>
    <w:rsid w:val="00C13A5D"/>
    <w:rsid w:val="00C13A92"/>
    <w:rsid w:val="00C13AD8"/>
    <w:rsid w:val="00C13FAD"/>
    <w:rsid w:val="00C1418F"/>
    <w:rsid w:val="00C141BE"/>
    <w:rsid w:val="00C147EA"/>
    <w:rsid w:val="00C14881"/>
    <w:rsid w:val="00C1492F"/>
    <w:rsid w:val="00C14C42"/>
    <w:rsid w:val="00C1558D"/>
    <w:rsid w:val="00C155D5"/>
    <w:rsid w:val="00C15A5C"/>
    <w:rsid w:val="00C15BDC"/>
    <w:rsid w:val="00C15E67"/>
    <w:rsid w:val="00C15F92"/>
    <w:rsid w:val="00C16153"/>
    <w:rsid w:val="00C16273"/>
    <w:rsid w:val="00C16666"/>
    <w:rsid w:val="00C16B53"/>
    <w:rsid w:val="00C16F2B"/>
    <w:rsid w:val="00C17137"/>
    <w:rsid w:val="00C20046"/>
    <w:rsid w:val="00C20231"/>
    <w:rsid w:val="00C2036A"/>
    <w:rsid w:val="00C20819"/>
    <w:rsid w:val="00C20E57"/>
    <w:rsid w:val="00C21ECB"/>
    <w:rsid w:val="00C21F30"/>
    <w:rsid w:val="00C2212C"/>
    <w:rsid w:val="00C22264"/>
    <w:rsid w:val="00C223D7"/>
    <w:rsid w:val="00C22440"/>
    <w:rsid w:val="00C224DB"/>
    <w:rsid w:val="00C2271B"/>
    <w:rsid w:val="00C228F1"/>
    <w:rsid w:val="00C22B8A"/>
    <w:rsid w:val="00C2306B"/>
    <w:rsid w:val="00C23927"/>
    <w:rsid w:val="00C23E9D"/>
    <w:rsid w:val="00C24A36"/>
    <w:rsid w:val="00C24DAE"/>
    <w:rsid w:val="00C25977"/>
    <w:rsid w:val="00C2663E"/>
    <w:rsid w:val="00C269AA"/>
    <w:rsid w:val="00C26BF5"/>
    <w:rsid w:val="00C26F54"/>
    <w:rsid w:val="00C277CF"/>
    <w:rsid w:val="00C27977"/>
    <w:rsid w:val="00C27C95"/>
    <w:rsid w:val="00C27CC7"/>
    <w:rsid w:val="00C3086C"/>
    <w:rsid w:val="00C30C4F"/>
    <w:rsid w:val="00C30EF7"/>
    <w:rsid w:val="00C311BD"/>
    <w:rsid w:val="00C316FE"/>
    <w:rsid w:val="00C3177D"/>
    <w:rsid w:val="00C3206F"/>
    <w:rsid w:val="00C327DB"/>
    <w:rsid w:val="00C32D48"/>
    <w:rsid w:val="00C32DF1"/>
    <w:rsid w:val="00C33252"/>
    <w:rsid w:val="00C33450"/>
    <w:rsid w:val="00C33982"/>
    <w:rsid w:val="00C33D7E"/>
    <w:rsid w:val="00C34C8C"/>
    <w:rsid w:val="00C34FA7"/>
    <w:rsid w:val="00C356A7"/>
    <w:rsid w:val="00C357B3"/>
    <w:rsid w:val="00C3584D"/>
    <w:rsid w:val="00C35AF2"/>
    <w:rsid w:val="00C35D63"/>
    <w:rsid w:val="00C364B6"/>
    <w:rsid w:val="00C3680B"/>
    <w:rsid w:val="00C36A9D"/>
    <w:rsid w:val="00C37018"/>
    <w:rsid w:val="00C37615"/>
    <w:rsid w:val="00C37A3D"/>
    <w:rsid w:val="00C408DA"/>
    <w:rsid w:val="00C40FF6"/>
    <w:rsid w:val="00C41624"/>
    <w:rsid w:val="00C4178E"/>
    <w:rsid w:val="00C4192B"/>
    <w:rsid w:val="00C42636"/>
    <w:rsid w:val="00C42922"/>
    <w:rsid w:val="00C429D5"/>
    <w:rsid w:val="00C42BB6"/>
    <w:rsid w:val="00C42D82"/>
    <w:rsid w:val="00C42FA6"/>
    <w:rsid w:val="00C431A6"/>
    <w:rsid w:val="00C4358A"/>
    <w:rsid w:val="00C4361B"/>
    <w:rsid w:val="00C43F1F"/>
    <w:rsid w:val="00C447C0"/>
    <w:rsid w:val="00C45977"/>
    <w:rsid w:val="00C45A86"/>
    <w:rsid w:val="00C45B0A"/>
    <w:rsid w:val="00C46186"/>
    <w:rsid w:val="00C4621E"/>
    <w:rsid w:val="00C46397"/>
    <w:rsid w:val="00C4650F"/>
    <w:rsid w:val="00C46612"/>
    <w:rsid w:val="00C46659"/>
    <w:rsid w:val="00C46FB0"/>
    <w:rsid w:val="00C472E5"/>
    <w:rsid w:val="00C474B1"/>
    <w:rsid w:val="00C4758A"/>
    <w:rsid w:val="00C47AAD"/>
    <w:rsid w:val="00C47D2C"/>
    <w:rsid w:val="00C47FA7"/>
    <w:rsid w:val="00C5092E"/>
    <w:rsid w:val="00C50AD1"/>
    <w:rsid w:val="00C50BA9"/>
    <w:rsid w:val="00C50BAF"/>
    <w:rsid w:val="00C50C4C"/>
    <w:rsid w:val="00C50E0F"/>
    <w:rsid w:val="00C50F76"/>
    <w:rsid w:val="00C51652"/>
    <w:rsid w:val="00C51DDE"/>
    <w:rsid w:val="00C51F13"/>
    <w:rsid w:val="00C522B5"/>
    <w:rsid w:val="00C5249F"/>
    <w:rsid w:val="00C52636"/>
    <w:rsid w:val="00C52766"/>
    <w:rsid w:val="00C52A9B"/>
    <w:rsid w:val="00C52E86"/>
    <w:rsid w:val="00C5343E"/>
    <w:rsid w:val="00C535D9"/>
    <w:rsid w:val="00C53883"/>
    <w:rsid w:val="00C53F6F"/>
    <w:rsid w:val="00C53FC4"/>
    <w:rsid w:val="00C54116"/>
    <w:rsid w:val="00C54840"/>
    <w:rsid w:val="00C548BA"/>
    <w:rsid w:val="00C54C94"/>
    <w:rsid w:val="00C5514C"/>
    <w:rsid w:val="00C5518B"/>
    <w:rsid w:val="00C551D0"/>
    <w:rsid w:val="00C554AC"/>
    <w:rsid w:val="00C55AC5"/>
    <w:rsid w:val="00C56250"/>
    <w:rsid w:val="00C564FB"/>
    <w:rsid w:val="00C565A5"/>
    <w:rsid w:val="00C569F2"/>
    <w:rsid w:val="00C5752F"/>
    <w:rsid w:val="00C575B4"/>
    <w:rsid w:val="00C57D1B"/>
    <w:rsid w:val="00C57EBE"/>
    <w:rsid w:val="00C57F4F"/>
    <w:rsid w:val="00C60229"/>
    <w:rsid w:val="00C6026E"/>
    <w:rsid w:val="00C602B8"/>
    <w:rsid w:val="00C60432"/>
    <w:rsid w:val="00C605DE"/>
    <w:rsid w:val="00C606C8"/>
    <w:rsid w:val="00C61752"/>
    <w:rsid w:val="00C62112"/>
    <w:rsid w:val="00C625EC"/>
    <w:rsid w:val="00C626A2"/>
    <w:rsid w:val="00C62826"/>
    <w:rsid w:val="00C62B17"/>
    <w:rsid w:val="00C62B2A"/>
    <w:rsid w:val="00C6315D"/>
    <w:rsid w:val="00C63601"/>
    <w:rsid w:val="00C637AF"/>
    <w:rsid w:val="00C63813"/>
    <w:rsid w:val="00C63822"/>
    <w:rsid w:val="00C63BA4"/>
    <w:rsid w:val="00C6454A"/>
    <w:rsid w:val="00C649E7"/>
    <w:rsid w:val="00C649FA"/>
    <w:rsid w:val="00C64FB8"/>
    <w:rsid w:val="00C65099"/>
    <w:rsid w:val="00C652C6"/>
    <w:rsid w:val="00C6540B"/>
    <w:rsid w:val="00C65DA5"/>
    <w:rsid w:val="00C65F20"/>
    <w:rsid w:val="00C662B4"/>
    <w:rsid w:val="00C66367"/>
    <w:rsid w:val="00C6664A"/>
    <w:rsid w:val="00C6666C"/>
    <w:rsid w:val="00C667D5"/>
    <w:rsid w:val="00C6694F"/>
    <w:rsid w:val="00C66A77"/>
    <w:rsid w:val="00C67486"/>
    <w:rsid w:val="00C67639"/>
    <w:rsid w:val="00C67674"/>
    <w:rsid w:val="00C679EB"/>
    <w:rsid w:val="00C67EA1"/>
    <w:rsid w:val="00C710AE"/>
    <w:rsid w:val="00C720F8"/>
    <w:rsid w:val="00C72119"/>
    <w:rsid w:val="00C72A4D"/>
    <w:rsid w:val="00C73380"/>
    <w:rsid w:val="00C733A9"/>
    <w:rsid w:val="00C73519"/>
    <w:rsid w:val="00C73B64"/>
    <w:rsid w:val="00C73C7E"/>
    <w:rsid w:val="00C74910"/>
    <w:rsid w:val="00C74FE2"/>
    <w:rsid w:val="00C75136"/>
    <w:rsid w:val="00C75573"/>
    <w:rsid w:val="00C75710"/>
    <w:rsid w:val="00C75C22"/>
    <w:rsid w:val="00C75D2C"/>
    <w:rsid w:val="00C75DCC"/>
    <w:rsid w:val="00C75E0C"/>
    <w:rsid w:val="00C76088"/>
    <w:rsid w:val="00C760D6"/>
    <w:rsid w:val="00C7613F"/>
    <w:rsid w:val="00C765E2"/>
    <w:rsid w:val="00C766A8"/>
    <w:rsid w:val="00C767BC"/>
    <w:rsid w:val="00C768E2"/>
    <w:rsid w:val="00C76F9A"/>
    <w:rsid w:val="00C77162"/>
    <w:rsid w:val="00C7730C"/>
    <w:rsid w:val="00C7767B"/>
    <w:rsid w:val="00C77C1D"/>
    <w:rsid w:val="00C77C9C"/>
    <w:rsid w:val="00C8043B"/>
    <w:rsid w:val="00C8048D"/>
    <w:rsid w:val="00C8091A"/>
    <w:rsid w:val="00C809C6"/>
    <w:rsid w:val="00C81A8C"/>
    <w:rsid w:val="00C81EF0"/>
    <w:rsid w:val="00C8228C"/>
    <w:rsid w:val="00C8291E"/>
    <w:rsid w:val="00C82BA6"/>
    <w:rsid w:val="00C835F8"/>
    <w:rsid w:val="00C83828"/>
    <w:rsid w:val="00C839C2"/>
    <w:rsid w:val="00C840F5"/>
    <w:rsid w:val="00C846FB"/>
    <w:rsid w:val="00C84A8A"/>
    <w:rsid w:val="00C85A02"/>
    <w:rsid w:val="00C85BBF"/>
    <w:rsid w:val="00C85E39"/>
    <w:rsid w:val="00C85ED0"/>
    <w:rsid w:val="00C86A16"/>
    <w:rsid w:val="00C86AC0"/>
    <w:rsid w:val="00C86F2D"/>
    <w:rsid w:val="00C86F6D"/>
    <w:rsid w:val="00C87083"/>
    <w:rsid w:val="00C87378"/>
    <w:rsid w:val="00C875CD"/>
    <w:rsid w:val="00C87759"/>
    <w:rsid w:val="00C90119"/>
    <w:rsid w:val="00C90364"/>
    <w:rsid w:val="00C90B71"/>
    <w:rsid w:val="00C9136C"/>
    <w:rsid w:val="00C9140B"/>
    <w:rsid w:val="00C91C3D"/>
    <w:rsid w:val="00C9246E"/>
    <w:rsid w:val="00C9257A"/>
    <w:rsid w:val="00C92943"/>
    <w:rsid w:val="00C9336F"/>
    <w:rsid w:val="00C93463"/>
    <w:rsid w:val="00C93E0A"/>
    <w:rsid w:val="00C94048"/>
    <w:rsid w:val="00C945FB"/>
    <w:rsid w:val="00C94A8B"/>
    <w:rsid w:val="00C94B4F"/>
    <w:rsid w:val="00C95641"/>
    <w:rsid w:val="00C95765"/>
    <w:rsid w:val="00C9592E"/>
    <w:rsid w:val="00C95F00"/>
    <w:rsid w:val="00C96050"/>
    <w:rsid w:val="00C9627C"/>
    <w:rsid w:val="00C96532"/>
    <w:rsid w:val="00C9664B"/>
    <w:rsid w:val="00C968B6"/>
    <w:rsid w:val="00C96DAA"/>
    <w:rsid w:val="00C9717D"/>
    <w:rsid w:val="00C975F6"/>
    <w:rsid w:val="00C97889"/>
    <w:rsid w:val="00C979FF"/>
    <w:rsid w:val="00C97A03"/>
    <w:rsid w:val="00C97C82"/>
    <w:rsid w:val="00C97C8F"/>
    <w:rsid w:val="00CA0823"/>
    <w:rsid w:val="00CA0B9D"/>
    <w:rsid w:val="00CA17B6"/>
    <w:rsid w:val="00CA1B81"/>
    <w:rsid w:val="00CA1D60"/>
    <w:rsid w:val="00CA2296"/>
    <w:rsid w:val="00CA2329"/>
    <w:rsid w:val="00CA233E"/>
    <w:rsid w:val="00CA2CC6"/>
    <w:rsid w:val="00CA2CEF"/>
    <w:rsid w:val="00CA2D03"/>
    <w:rsid w:val="00CA2F35"/>
    <w:rsid w:val="00CA300D"/>
    <w:rsid w:val="00CA321D"/>
    <w:rsid w:val="00CA33A0"/>
    <w:rsid w:val="00CA389B"/>
    <w:rsid w:val="00CA38EF"/>
    <w:rsid w:val="00CA3A67"/>
    <w:rsid w:val="00CA3BD6"/>
    <w:rsid w:val="00CA3EC5"/>
    <w:rsid w:val="00CA4A56"/>
    <w:rsid w:val="00CA5479"/>
    <w:rsid w:val="00CA5538"/>
    <w:rsid w:val="00CA55B2"/>
    <w:rsid w:val="00CA5ED4"/>
    <w:rsid w:val="00CA6116"/>
    <w:rsid w:val="00CA6290"/>
    <w:rsid w:val="00CA6418"/>
    <w:rsid w:val="00CA65D2"/>
    <w:rsid w:val="00CA65EA"/>
    <w:rsid w:val="00CA690F"/>
    <w:rsid w:val="00CA6A8C"/>
    <w:rsid w:val="00CA6AB1"/>
    <w:rsid w:val="00CA717B"/>
    <w:rsid w:val="00CA7455"/>
    <w:rsid w:val="00CA746E"/>
    <w:rsid w:val="00CA7882"/>
    <w:rsid w:val="00CA7D88"/>
    <w:rsid w:val="00CB0392"/>
    <w:rsid w:val="00CB0BD5"/>
    <w:rsid w:val="00CB0E1D"/>
    <w:rsid w:val="00CB108E"/>
    <w:rsid w:val="00CB1123"/>
    <w:rsid w:val="00CB1430"/>
    <w:rsid w:val="00CB14DC"/>
    <w:rsid w:val="00CB24D6"/>
    <w:rsid w:val="00CB2609"/>
    <w:rsid w:val="00CB2835"/>
    <w:rsid w:val="00CB3538"/>
    <w:rsid w:val="00CB3C7F"/>
    <w:rsid w:val="00CB4687"/>
    <w:rsid w:val="00CB4D52"/>
    <w:rsid w:val="00CB4F55"/>
    <w:rsid w:val="00CB509B"/>
    <w:rsid w:val="00CB573A"/>
    <w:rsid w:val="00CB5BEA"/>
    <w:rsid w:val="00CB5E69"/>
    <w:rsid w:val="00CB5E97"/>
    <w:rsid w:val="00CB5FDA"/>
    <w:rsid w:val="00CB6436"/>
    <w:rsid w:val="00CB65F1"/>
    <w:rsid w:val="00CB6769"/>
    <w:rsid w:val="00CB6864"/>
    <w:rsid w:val="00CB6CB0"/>
    <w:rsid w:val="00CB6DD7"/>
    <w:rsid w:val="00CB6EAD"/>
    <w:rsid w:val="00CB6F3C"/>
    <w:rsid w:val="00CB6F46"/>
    <w:rsid w:val="00CB757F"/>
    <w:rsid w:val="00CB7D95"/>
    <w:rsid w:val="00CC0397"/>
    <w:rsid w:val="00CC0616"/>
    <w:rsid w:val="00CC0788"/>
    <w:rsid w:val="00CC091E"/>
    <w:rsid w:val="00CC0B32"/>
    <w:rsid w:val="00CC0BDD"/>
    <w:rsid w:val="00CC1A2D"/>
    <w:rsid w:val="00CC1A2F"/>
    <w:rsid w:val="00CC1E8D"/>
    <w:rsid w:val="00CC27B8"/>
    <w:rsid w:val="00CC2890"/>
    <w:rsid w:val="00CC290D"/>
    <w:rsid w:val="00CC2924"/>
    <w:rsid w:val="00CC2C4E"/>
    <w:rsid w:val="00CC318E"/>
    <w:rsid w:val="00CC3339"/>
    <w:rsid w:val="00CC339A"/>
    <w:rsid w:val="00CC349C"/>
    <w:rsid w:val="00CC3648"/>
    <w:rsid w:val="00CC36D2"/>
    <w:rsid w:val="00CC36ED"/>
    <w:rsid w:val="00CC3762"/>
    <w:rsid w:val="00CC3930"/>
    <w:rsid w:val="00CC3A11"/>
    <w:rsid w:val="00CC3C34"/>
    <w:rsid w:val="00CC40DE"/>
    <w:rsid w:val="00CC467A"/>
    <w:rsid w:val="00CC4697"/>
    <w:rsid w:val="00CC4757"/>
    <w:rsid w:val="00CC4815"/>
    <w:rsid w:val="00CC5012"/>
    <w:rsid w:val="00CC5292"/>
    <w:rsid w:val="00CC5B43"/>
    <w:rsid w:val="00CC6010"/>
    <w:rsid w:val="00CC62DF"/>
    <w:rsid w:val="00CC6458"/>
    <w:rsid w:val="00CC6EB8"/>
    <w:rsid w:val="00CC7194"/>
    <w:rsid w:val="00CC732C"/>
    <w:rsid w:val="00CC744D"/>
    <w:rsid w:val="00CC7538"/>
    <w:rsid w:val="00CC756A"/>
    <w:rsid w:val="00CC787C"/>
    <w:rsid w:val="00CC7963"/>
    <w:rsid w:val="00CC7D9F"/>
    <w:rsid w:val="00CD00A6"/>
    <w:rsid w:val="00CD018A"/>
    <w:rsid w:val="00CD04F8"/>
    <w:rsid w:val="00CD0C68"/>
    <w:rsid w:val="00CD0CA0"/>
    <w:rsid w:val="00CD1220"/>
    <w:rsid w:val="00CD2101"/>
    <w:rsid w:val="00CD22A9"/>
    <w:rsid w:val="00CD23E0"/>
    <w:rsid w:val="00CD29D6"/>
    <w:rsid w:val="00CD2CDF"/>
    <w:rsid w:val="00CD2CEB"/>
    <w:rsid w:val="00CD2FB6"/>
    <w:rsid w:val="00CD30C6"/>
    <w:rsid w:val="00CD30F1"/>
    <w:rsid w:val="00CD34A5"/>
    <w:rsid w:val="00CD36E4"/>
    <w:rsid w:val="00CD3830"/>
    <w:rsid w:val="00CD3883"/>
    <w:rsid w:val="00CD40E6"/>
    <w:rsid w:val="00CD4500"/>
    <w:rsid w:val="00CD4E78"/>
    <w:rsid w:val="00CD5DED"/>
    <w:rsid w:val="00CD6263"/>
    <w:rsid w:val="00CD6290"/>
    <w:rsid w:val="00CD6662"/>
    <w:rsid w:val="00CD66C3"/>
    <w:rsid w:val="00CD6E38"/>
    <w:rsid w:val="00CD6F75"/>
    <w:rsid w:val="00CD7001"/>
    <w:rsid w:val="00CD72DB"/>
    <w:rsid w:val="00CD764F"/>
    <w:rsid w:val="00CD7A29"/>
    <w:rsid w:val="00CD7AB6"/>
    <w:rsid w:val="00CD7F80"/>
    <w:rsid w:val="00CD7F81"/>
    <w:rsid w:val="00CD7FD4"/>
    <w:rsid w:val="00CE00A3"/>
    <w:rsid w:val="00CE0376"/>
    <w:rsid w:val="00CE05E0"/>
    <w:rsid w:val="00CE0DE5"/>
    <w:rsid w:val="00CE0F9E"/>
    <w:rsid w:val="00CE1857"/>
    <w:rsid w:val="00CE18BB"/>
    <w:rsid w:val="00CE199C"/>
    <w:rsid w:val="00CE1D52"/>
    <w:rsid w:val="00CE22A4"/>
    <w:rsid w:val="00CE24DC"/>
    <w:rsid w:val="00CE2DBC"/>
    <w:rsid w:val="00CE323D"/>
    <w:rsid w:val="00CE37AC"/>
    <w:rsid w:val="00CE3B42"/>
    <w:rsid w:val="00CE3DF1"/>
    <w:rsid w:val="00CE3E7F"/>
    <w:rsid w:val="00CE3F0C"/>
    <w:rsid w:val="00CE4702"/>
    <w:rsid w:val="00CE4E32"/>
    <w:rsid w:val="00CE526A"/>
    <w:rsid w:val="00CE5483"/>
    <w:rsid w:val="00CE5596"/>
    <w:rsid w:val="00CE571E"/>
    <w:rsid w:val="00CE5967"/>
    <w:rsid w:val="00CE5B2D"/>
    <w:rsid w:val="00CE5DE2"/>
    <w:rsid w:val="00CE5DEB"/>
    <w:rsid w:val="00CE6158"/>
    <w:rsid w:val="00CE64A0"/>
    <w:rsid w:val="00CE65BD"/>
    <w:rsid w:val="00CE6635"/>
    <w:rsid w:val="00CE6CF8"/>
    <w:rsid w:val="00CE7251"/>
    <w:rsid w:val="00CE7B35"/>
    <w:rsid w:val="00CF004E"/>
    <w:rsid w:val="00CF02B9"/>
    <w:rsid w:val="00CF1372"/>
    <w:rsid w:val="00CF1AB1"/>
    <w:rsid w:val="00CF21B5"/>
    <w:rsid w:val="00CF2508"/>
    <w:rsid w:val="00CF2662"/>
    <w:rsid w:val="00CF2E0D"/>
    <w:rsid w:val="00CF2F59"/>
    <w:rsid w:val="00CF3536"/>
    <w:rsid w:val="00CF4085"/>
    <w:rsid w:val="00CF416F"/>
    <w:rsid w:val="00CF43B3"/>
    <w:rsid w:val="00CF48A5"/>
    <w:rsid w:val="00CF48DB"/>
    <w:rsid w:val="00CF4DFD"/>
    <w:rsid w:val="00CF588B"/>
    <w:rsid w:val="00CF5E03"/>
    <w:rsid w:val="00CF62CA"/>
    <w:rsid w:val="00CF66B6"/>
    <w:rsid w:val="00CF6CB9"/>
    <w:rsid w:val="00CF7CDD"/>
    <w:rsid w:val="00CF7CF5"/>
    <w:rsid w:val="00D001B7"/>
    <w:rsid w:val="00D0045E"/>
    <w:rsid w:val="00D005EA"/>
    <w:rsid w:val="00D00780"/>
    <w:rsid w:val="00D00C21"/>
    <w:rsid w:val="00D00E13"/>
    <w:rsid w:val="00D01174"/>
    <w:rsid w:val="00D012A0"/>
    <w:rsid w:val="00D0145B"/>
    <w:rsid w:val="00D01577"/>
    <w:rsid w:val="00D01674"/>
    <w:rsid w:val="00D01C65"/>
    <w:rsid w:val="00D01C95"/>
    <w:rsid w:val="00D01D4B"/>
    <w:rsid w:val="00D024EF"/>
    <w:rsid w:val="00D0282D"/>
    <w:rsid w:val="00D02E2F"/>
    <w:rsid w:val="00D02ED4"/>
    <w:rsid w:val="00D03092"/>
    <w:rsid w:val="00D03498"/>
    <w:rsid w:val="00D034EF"/>
    <w:rsid w:val="00D0380E"/>
    <w:rsid w:val="00D03BDB"/>
    <w:rsid w:val="00D03D1C"/>
    <w:rsid w:val="00D041A5"/>
    <w:rsid w:val="00D049DA"/>
    <w:rsid w:val="00D04DFA"/>
    <w:rsid w:val="00D054DC"/>
    <w:rsid w:val="00D05515"/>
    <w:rsid w:val="00D055AC"/>
    <w:rsid w:val="00D05B20"/>
    <w:rsid w:val="00D05E8E"/>
    <w:rsid w:val="00D06011"/>
    <w:rsid w:val="00D061F7"/>
    <w:rsid w:val="00D0682F"/>
    <w:rsid w:val="00D07570"/>
    <w:rsid w:val="00D075CF"/>
    <w:rsid w:val="00D079BA"/>
    <w:rsid w:val="00D079C7"/>
    <w:rsid w:val="00D10225"/>
    <w:rsid w:val="00D102DC"/>
    <w:rsid w:val="00D10A5B"/>
    <w:rsid w:val="00D10F0E"/>
    <w:rsid w:val="00D11204"/>
    <w:rsid w:val="00D1133C"/>
    <w:rsid w:val="00D1172A"/>
    <w:rsid w:val="00D121CF"/>
    <w:rsid w:val="00D12BFA"/>
    <w:rsid w:val="00D12CD4"/>
    <w:rsid w:val="00D12DEA"/>
    <w:rsid w:val="00D13590"/>
    <w:rsid w:val="00D136E2"/>
    <w:rsid w:val="00D137A0"/>
    <w:rsid w:val="00D137F9"/>
    <w:rsid w:val="00D13860"/>
    <w:rsid w:val="00D14A51"/>
    <w:rsid w:val="00D14BC4"/>
    <w:rsid w:val="00D14EB6"/>
    <w:rsid w:val="00D14F1E"/>
    <w:rsid w:val="00D14F34"/>
    <w:rsid w:val="00D14FA0"/>
    <w:rsid w:val="00D1532A"/>
    <w:rsid w:val="00D15647"/>
    <w:rsid w:val="00D15888"/>
    <w:rsid w:val="00D15F70"/>
    <w:rsid w:val="00D16665"/>
    <w:rsid w:val="00D16732"/>
    <w:rsid w:val="00D168CC"/>
    <w:rsid w:val="00D16BBE"/>
    <w:rsid w:val="00D16C1D"/>
    <w:rsid w:val="00D16C9F"/>
    <w:rsid w:val="00D16F3A"/>
    <w:rsid w:val="00D17073"/>
    <w:rsid w:val="00D1768D"/>
    <w:rsid w:val="00D17B5A"/>
    <w:rsid w:val="00D17BAF"/>
    <w:rsid w:val="00D17FEC"/>
    <w:rsid w:val="00D20252"/>
    <w:rsid w:val="00D202FC"/>
    <w:rsid w:val="00D213E5"/>
    <w:rsid w:val="00D21860"/>
    <w:rsid w:val="00D21CD7"/>
    <w:rsid w:val="00D21D4B"/>
    <w:rsid w:val="00D22314"/>
    <w:rsid w:val="00D223C4"/>
    <w:rsid w:val="00D224A3"/>
    <w:rsid w:val="00D225F0"/>
    <w:rsid w:val="00D22926"/>
    <w:rsid w:val="00D22C74"/>
    <w:rsid w:val="00D22F57"/>
    <w:rsid w:val="00D232FC"/>
    <w:rsid w:val="00D233EF"/>
    <w:rsid w:val="00D23A26"/>
    <w:rsid w:val="00D23B18"/>
    <w:rsid w:val="00D24387"/>
    <w:rsid w:val="00D243DD"/>
    <w:rsid w:val="00D24613"/>
    <w:rsid w:val="00D24C5C"/>
    <w:rsid w:val="00D24DFB"/>
    <w:rsid w:val="00D24F84"/>
    <w:rsid w:val="00D25315"/>
    <w:rsid w:val="00D2538A"/>
    <w:rsid w:val="00D253FF"/>
    <w:rsid w:val="00D255DE"/>
    <w:rsid w:val="00D2568D"/>
    <w:rsid w:val="00D25A4C"/>
    <w:rsid w:val="00D25A70"/>
    <w:rsid w:val="00D26079"/>
    <w:rsid w:val="00D2607D"/>
    <w:rsid w:val="00D260F3"/>
    <w:rsid w:val="00D269B2"/>
    <w:rsid w:val="00D26A3F"/>
    <w:rsid w:val="00D2709E"/>
    <w:rsid w:val="00D271CE"/>
    <w:rsid w:val="00D27318"/>
    <w:rsid w:val="00D279E8"/>
    <w:rsid w:val="00D27EE1"/>
    <w:rsid w:val="00D3015E"/>
    <w:rsid w:val="00D306CF"/>
    <w:rsid w:val="00D30D54"/>
    <w:rsid w:val="00D3110D"/>
    <w:rsid w:val="00D316F1"/>
    <w:rsid w:val="00D31814"/>
    <w:rsid w:val="00D3188B"/>
    <w:rsid w:val="00D319AE"/>
    <w:rsid w:val="00D31FA3"/>
    <w:rsid w:val="00D32651"/>
    <w:rsid w:val="00D332B1"/>
    <w:rsid w:val="00D33868"/>
    <w:rsid w:val="00D33B82"/>
    <w:rsid w:val="00D34064"/>
    <w:rsid w:val="00D3424E"/>
    <w:rsid w:val="00D343DF"/>
    <w:rsid w:val="00D345F9"/>
    <w:rsid w:val="00D35243"/>
    <w:rsid w:val="00D352D3"/>
    <w:rsid w:val="00D35666"/>
    <w:rsid w:val="00D358A7"/>
    <w:rsid w:val="00D35961"/>
    <w:rsid w:val="00D3596F"/>
    <w:rsid w:val="00D36172"/>
    <w:rsid w:val="00D3620F"/>
    <w:rsid w:val="00D374DB"/>
    <w:rsid w:val="00D379F5"/>
    <w:rsid w:val="00D37E9F"/>
    <w:rsid w:val="00D4008C"/>
    <w:rsid w:val="00D400B7"/>
    <w:rsid w:val="00D4040D"/>
    <w:rsid w:val="00D407BF"/>
    <w:rsid w:val="00D407FC"/>
    <w:rsid w:val="00D40830"/>
    <w:rsid w:val="00D40C3D"/>
    <w:rsid w:val="00D415EB"/>
    <w:rsid w:val="00D415FC"/>
    <w:rsid w:val="00D42251"/>
    <w:rsid w:val="00D423FB"/>
    <w:rsid w:val="00D425CC"/>
    <w:rsid w:val="00D42D91"/>
    <w:rsid w:val="00D42DD4"/>
    <w:rsid w:val="00D42E23"/>
    <w:rsid w:val="00D44776"/>
    <w:rsid w:val="00D447D1"/>
    <w:rsid w:val="00D44946"/>
    <w:rsid w:val="00D44B5A"/>
    <w:rsid w:val="00D44F35"/>
    <w:rsid w:val="00D45036"/>
    <w:rsid w:val="00D453BF"/>
    <w:rsid w:val="00D454DE"/>
    <w:rsid w:val="00D45663"/>
    <w:rsid w:val="00D457BA"/>
    <w:rsid w:val="00D45D65"/>
    <w:rsid w:val="00D4614F"/>
    <w:rsid w:val="00D4646E"/>
    <w:rsid w:val="00D4689E"/>
    <w:rsid w:val="00D468D7"/>
    <w:rsid w:val="00D46A3C"/>
    <w:rsid w:val="00D46B9B"/>
    <w:rsid w:val="00D4745E"/>
    <w:rsid w:val="00D476C9"/>
    <w:rsid w:val="00D477CC"/>
    <w:rsid w:val="00D47A79"/>
    <w:rsid w:val="00D47D0C"/>
    <w:rsid w:val="00D50AEF"/>
    <w:rsid w:val="00D50E8E"/>
    <w:rsid w:val="00D510EE"/>
    <w:rsid w:val="00D512D2"/>
    <w:rsid w:val="00D519FB"/>
    <w:rsid w:val="00D51BB9"/>
    <w:rsid w:val="00D51CB1"/>
    <w:rsid w:val="00D51EA7"/>
    <w:rsid w:val="00D51F53"/>
    <w:rsid w:val="00D523A5"/>
    <w:rsid w:val="00D529AA"/>
    <w:rsid w:val="00D52A07"/>
    <w:rsid w:val="00D52AC3"/>
    <w:rsid w:val="00D52FDB"/>
    <w:rsid w:val="00D53067"/>
    <w:rsid w:val="00D53198"/>
    <w:rsid w:val="00D53737"/>
    <w:rsid w:val="00D53F6E"/>
    <w:rsid w:val="00D54100"/>
    <w:rsid w:val="00D543C1"/>
    <w:rsid w:val="00D543C9"/>
    <w:rsid w:val="00D544B9"/>
    <w:rsid w:val="00D54600"/>
    <w:rsid w:val="00D5499F"/>
    <w:rsid w:val="00D54BAF"/>
    <w:rsid w:val="00D55286"/>
    <w:rsid w:val="00D55480"/>
    <w:rsid w:val="00D55930"/>
    <w:rsid w:val="00D559F6"/>
    <w:rsid w:val="00D55B06"/>
    <w:rsid w:val="00D56188"/>
    <w:rsid w:val="00D564A7"/>
    <w:rsid w:val="00D569BF"/>
    <w:rsid w:val="00D56A02"/>
    <w:rsid w:val="00D56B00"/>
    <w:rsid w:val="00D56E70"/>
    <w:rsid w:val="00D570F2"/>
    <w:rsid w:val="00D572D3"/>
    <w:rsid w:val="00D57532"/>
    <w:rsid w:val="00D577E3"/>
    <w:rsid w:val="00D57A76"/>
    <w:rsid w:val="00D57DF3"/>
    <w:rsid w:val="00D60D25"/>
    <w:rsid w:val="00D611C2"/>
    <w:rsid w:val="00D61411"/>
    <w:rsid w:val="00D6145F"/>
    <w:rsid w:val="00D61994"/>
    <w:rsid w:val="00D61CB6"/>
    <w:rsid w:val="00D61CF2"/>
    <w:rsid w:val="00D620A4"/>
    <w:rsid w:val="00D62A45"/>
    <w:rsid w:val="00D62F28"/>
    <w:rsid w:val="00D62F41"/>
    <w:rsid w:val="00D630BF"/>
    <w:rsid w:val="00D633EF"/>
    <w:rsid w:val="00D63700"/>
    <w:rsid w:val="00D63799"/>
    <w:rsid w:val="00D638C1"/>
    <w:rsid w:val="00D63FBB"/>
    <w:rsid w:val="00D64D66"/>
    <w:rsid w:val="00D654CD"/>
    <w:rsid w:val="00D655DC"/>
    <w:rsid w:val="00D6569E"/>
    <w:rsid w:val="00D65AD7"/>
    <w:rsid w:val="00D65EEC"/>
    <w:rsid w:val="00D660B4"/>
    <w:rsid w:val="00D66171"/>
    <w:rsid w:val="00D66275"/>
    <w:rsid w:val="00D66AA3"/>
    <w:rsid w:val="00D66E5A"/>
    <w:rsid w:val="00D67171"/>
    <w:rsid w:val="00D704F9"/>
    <w:rsid w:val="00D70536"/>
    <w:rsid w:val="00D70557"/>
    <w:rsid w:val="00D70842"/>
    <w:rsid w:val="00D70CEF"/>
    <w:rsid w:val="00D70F16"/>
    <w:rsid w:val="00D710D1"/>
    <w:rsid w:val="00D712D5"/>
    <w:rsid w:val="00D712F6"/>
    <w:rsid w:val="00D713C7"/>
    <w:rsid w:val="00D720F2"/>
    <w:rsid w:val="00D7382D"/>
    <w:rsid w:val="00D738AB"/>
    <w:rsid w:val="00D73BCD"/>
    <w:rsid w:val="00D74448"/>
    <w:rsid w:val="00D74513"/>
    <w:rsid w:val="00D748A8"/>
    <w:rsid w:val="00D74C75"/>
    <w:rsid w:val="00D7551E"/>
    <w:rsid w:val="00D757F0"/>
    <w:rsid w:val="00D75C3D"/>
    <w:rsid w:val="00D75D24"/>
    <w:rsid w:val="00D76406"/>
    <w:rsid w:val="00D766B8"/>
    <w:rsid w:val="00D76702"/>
    <w:rsid w:val="00D774BE"/>
    <w:rsid w:val="00D779AE"/>
    <w:rsid w:val="00D77A48"/>
    <w:rsid w:val="00D77C8B"/>
    <w:rsid w:val="00D8058D"/>
    <w:rsid w:val="00D81755"/>
    <w:rsid w:val="00D81E1B"/>
    <w:rsid w:val="00D82EA6"/>
    <w:rsid w:val="00D8309D"/>
    <w:rsid w:val="00D836AB"/>
    <w:rsid w:val="00D837C2"/>
    <w:rsid w:val="00D83F6A"/>
    <w:rsid w:val="00D84537"/>
    <w:rsid w:val="00D84EE6"/>
    <w:rsid w:val="00D8503E"/>
    <w:rsid w:val="00D85168"/>
    <w:rsid w:val="00D85215"/>
    <w:rsid w:val="00D85529"/>
    <w:rsid w:val="00D85730"/>
    <w:rsid w:val="00D85E28"/>
    <w:rsid w:val="00D85F00"/>
    <w:rsid w:val="00D86412"/>
    <w:rsid w:val="00D86421"/>
    <w:rsid w:val="00D86724"/>
    <w:rsid w:val="00D86BFE"/>
    <w:rsid w:val="00D86F81"/>
    <w:rsid w:val="00D86FCC"/>
    <w:rsid w:val="00D87086"/>
    <w:rsid w:val="00D8747C"/>
    <w:rsid w:val="00D87588"/>
    <w:rsid w:val="00D878FC"/>
    <w:rsid w:val="00D87BB8"/>
    <w:rsid w:val="00D87DB3"/>
    <w:rsid w:val="00D87FF8"/>
    <w:rsid w:val="00D9067B"/>
    <w:rsid w:val="00D911AE"/>
    <w:rsid w:val="00D912E0"/>
    <w:rsid w:val="00D91A90"/>
    <w:rsid w:val="00D91C9D"/>
    <w:rsid w:val="00D92387"/>
    <w:rsid w:val="00D92993"/>
    <w:rsid w:val="00D92E33"/>
    <w:rsid w:val="00D92EA5"/>
    <w:rsid w:val="00D932F6"/>
    <w:rsid w:val="00D9347A"/>
    <w:rsid w:val="00D935A2"/>
    <w:rsid w:val="00D9377B"/>
    <w:rsid w:val="00D93A8D"/>
    <w:rsid w:val="00D93AAB"/>
    <w:rsid w:val="00D93ABC"/>
    <w:rsid w:val="00D93E33"/>
    <w:rsid w:val="00D94010"/>
    <w:rsid w:val="00D9446F"/>
    <w:rsid w:val="00D948E8"/>
    <w:rsid w:val="00D94C56"/>
    <w:rsid w:val="00D9513B"/>
    <w:rsid w:val="00D953A8"/>
    <w:rsid w:val="00D95799"/>
    <w:rsid w:val="00D959E8"/>
    <w:rsid w:val="00D964F2"/>
    <w:rsid w:val="00D96976"/>
    <w:rsid w:val="00D96A95"/>
    <w:rsid w:val="00D970DB"/>
    <w:rsid w:val="00D9734C"/>
    <w:rsid w:val="00D9761E"/>
    <w:rsid w:val="00D97CBD"/>
    <w:rsid w:val="00DA024E"/>
    <w:rsid w:val="00DA0655"/>
    <w:rsid w:val="00DA0828"/>
    <w:rsid w:val="00DA0EE7"/>
    <w:rsid w:val="00DA1055"/>
    <w:rsid w:val="00DA1065"/>
    <w:rsid w:val="00DA158F"/>
    <w:rsid w:val="00DA16C1"/>
    <w:rsid w:val="00DA19A4"/>
    <w:rsid w:val="00DA1AA8"/>
    <w:rsid w:val="00DA1BD0"/>
    <w:rsid w:val="00DA1DCC"/>
    <w:rsid w:val="00DA206A"/>
    <w:rsid w:val="00DA2074"/>
    <w:rsid w:val="00DA26A6"/>
    <w:rsid w:val="00DA2D6A"/>
    <w:rsid w:val="00DA3529"/>
    <w:rsid w:val="00DA3A6F"/>
    <w:rsid w:val="00DA3B37"/>
    <w:rsid w:val="00DA3D03"/>
    <w:rsid w:val="00DA3ECF"/>
    <w:rsid w:val="00DA413C"/>
    <w:rsid w:val="00DA4E33"/>
    <w:rsid w:val="00DA541C"/>
    <w:rsid w:val="00DA5AB3"/>
    <w:rsid w:val="00DA60DF"/>
    <w:rsid w:val="00DA6242"/>
    <w:rsid w:val="00DA642F"/>
    <w:rsid w:val="00DA6467"/>
    <w:rsid w:val="00DA6624"/>
    <w:rsid w:val="00DA70D7"/>
    <w:rsid w:val="00DA7351"/>
    <w:rsid w:val="00DA7858"/>
    <w:rsid w:val="00DA7E0F"/>
    <w:rsid w:val="00DB03AB"/>
    <w:rsid w:val="00DB0897"/>
    <w:rsid w:val="00DB095F"/>
    <w:rsid w:val="00DB0B4A"/>
    <w:rsid w:val="00DB0CE6"/>
    <w:rsid w:val="00DB1071"/>
    <w:rsid w:val="00DB1BE8"/>
    <w:rsid w:val="00DB1BEE"/>
    <w:rsid w:val="00DB1D59"/>
    <w:rsid w:val="00DB1DB7"/>
    <w:rsid w:val="00DB1F63"/>
    <w:rsid w:val="00DB2079"/>
    <w:rsid w:val="00DB23C9"/>
    <w:rsid w:val="00DB23E8"/>
    <w:rsid w:val="00DB250C"/>
    <w:rsid w:val="00DB2526"/>
    <w:rsid w:val="00DB27EB"/>
    <w:rsid w:val="00DB2FF3"/>
    <w:rsid w:val="00DB3005"/>
    <w:rsid w:val="00DB322F"/>
    <w:rsid w:val="00DB356E"/>
    <w:rsid w:val="00DB4082"/>
    <w:rsid w:val="00DB44A5"/>
    <w:rsid w:val="00DB458A"/>
    <w:rsid w:val="00DB4736"/>
    <w:rsid w:val="00DB493D"/>
    <w:rsid w:val="00DB4A0F"/>
    <w:rsid w:val="00DB4B2A"/>
    <w:rsid w:val="00DB4D02"/>
    <w:rsid w:val="00DB549C"/>
    <w:rsid w:val="00DB59D5"/>
    <w:rsid w:val="00DB5A2D"/>
    <w:rsid w:val="00DB5D63"/>
    <w:rsid w:val="00DB5D6D"/>
    <w:rsid w:val="00DB60C8"/>
    <w:rsid w:val="00DB63C3"/>
    <w:rsid w:val="00DB67CA"/>
    <w:rsid w:val="00DB6B9F"/>
    <w:rsid w:val="00DB6F66"/>
    <w:rsid w:val="00DB71B2"/>
    <w:rsid w:val="00DB7229"/>
    <w:rsid w:val="00DB724A"/>
    <w:rsid w:val="00DB77F6"/>
    <w:rsid w:val="00DB784A"/>
    <w:rsid w:val="00DB7B0E"/>
    <w:rsid w:val="00DB7B6D"/>
    <w:rsid w:val="00DB7CD0"/>
    <w:rsid w:val="00DC03D6"/>
    <w:rsid w:val="00DC06BB"/>
    <w:rsid w:val="00DC0833"/>
    <w:rsid w:val="00DC0957"/>
    <w:rsid w:val="00DC0B01"/>
    <w:rsid w:val="00DC0D4C"/>
    <w:rsid w:val="00DC1D2F"/>
    <w:rsid w:val="00DC2CDC"/>
    <w:rsid w:val="00DC2D9D"/>
    <w:rsid w:val="00DC2F23"/>
    <w:rsid w:val="00DC2FA2"/>
    <w:rsid w:val="00DC3199"/>
    <w:rsid w:val="00DC32AB"/>
    <w:rsid w:val="00DC3A0A"/>
    <w:rsid w:val="00DC3A77"/>
    <w:rsid w:val="00DC3E02"/>
    <w:rsid w:val="00DC4988"/>
    <w:rsid w:val="00DC4C4F"/>
    <w:rsid w:val="00DC51CB"/>
    <w:rsid w:val="00DC66C5"/>
    <w:rsid w:val="00DC69A6"/>
    <w:rsid w:val="00DC71BB"/>
    <w:rsid w:val="00DC7357"/>
    <w:rsid w:val="00DC7358"/>
    <w:rsid w:val="00DC7523"/>
    <w:rsid w:val="00DC78D2"/>
    <w:rsid w:val="00DC79CF"/>
    <w:rsid w:val="00DC7A20"/>
    <w:rsid w:val="00DC7C19"/>
    <w:rsid w:val="00DC7C79"/>
    <w:rsid w:val="00DD0478"/>
    <w:rsid w:val="00DD0664"/>
    <w:rsid w:val="00DD0775"/>
    <w:rsid w:val="00DD096E"/>
    <w:rsid w:val="00DD0B8F"/>
    <w:rsid w:val="00DD0BA2"/>
    <w:rsid w:val="00DD0C27"/>
    <w:rsid w:val="00DD0E22"/>
    <w:rsid w:val="00DD136A"/>
    <w:rsid w:val="00DD1426"/>
    <w:rsid w:val="00DD1BE0"/>
    <w:rsid w:val="00DD1EC2"/>
    <w:rsid w:val="00DD2340"/>
    <w:rsid w:val="00DD234C"/>
    <w:rsid w:val="00DD2434"/>
    <w:rsid w:val="00DD2582"/>
    <w:rsid w:val="00DD2B8B"/>
    <w:rsid w:val="00DD2DB4"/>
    <w:rsid w:val="00DD3931"/>
    <w:rsid w:val="00DD3BE2"/>
    <w:rsid w:val="00DD416E"/>
    <w:rsid w:val="00DD46F4"/>
    <w:rsid w:val="00DD46F7"/>
    <w:rsid w:val="00DD5339"/>
    <w:rsid w:val="00DD536A"/>
    <w:rsid w:val="00DD5B7B"/>
    <w:rsid w:val="00DD5C49"/>
    <w:rsid w:val="00DD5D8B"/>
    <w:rsid w:val="00DD5D9F"/>
    <w:rsid w:val="00DD5ECA"/>
    <w:rsid w:val="00DD63B5"/>
    <w:rsid w:val="00DD6693"/>
    <w:rsid w:val="00DD6A18"/>
    <w:rsid w:val="00DD6D7E"/>
    <w:rsid w:val="00DD7497"/>
    <w:rsid w:val="00DD7DB6"/>
    <w:rsid w:val="00DE0402"/>
    <w:rsid w:val="00DE1466"/>
    <w:rsid w:val="00DE1691"/>
    <w:rsid w:val="00DE18E3"/>
    <w:rsid w:val="00DE191C"/>
    <w:rsid w:val="00DE2344"/>
    <w:rsid w:val="00DE249A"/>
    <w:rsid w:val="00DE2B68"/>
    <w:rsid w:val="00DE2BDD"/>
    <w:rsid w:val="00DE2D96"/>
    <w:rsid w:val="00DE2E2C"/>
    <w:rsid w:val="00DE2E9F"/>
    <w:rsid w:val="00DE2F30"/>
    <w:rsid w:val="00DE3134"/>
    <w:rsid w:val="00DE3447"/>
    <w:rsid w:val="00DE3713"/>
    <w:rsid w:val="00DE3CD8"/>
    <w:rsid w:val="00DE3F23"/>
    <w:rsid w:val="00DE4259"/>
    <w:rsid w:val="00DE482F"/>
    <w:rsid w:val="00DE49D2"/>
    <w:rsid w:val="00DE4DC4"/>
    <w:rsid w:val="00DE4E1B"/>
    <w:rsid w:val="00DE4F1E"/>
    <w:rsid w:val="00DE547A"/>
    <w:rsid w:val="00DE5970"/>
    <w:rsid w:val="00DE5C7A"/>
    <w:rsid w:val="00DE6107"/>
    <w:rsid w:val="00DE6893"/>
    <w:rsid w:val="00DE69DC"/>
    <w:rsid w:val="00DE6C05"/>
    <w:rsid w:val="00DE6E46"/>
    <w:rsid w:val="00DE7CA1"/>
    <w:rsid w:val="00DF0016"/>
    <w:rsid w:val="00DF00C4"/>
    <w:rsid w:val="00DF14D9"/>
    <w:rsid w:val="00DF1C0E"/>
    <w:rsid w:val="00DF1FC6"/>
    <w:rsid w:val="00DF2269"/>
    <w:rsid w:val="00DF2411"/>
    <w:rsid w:val="00DF26B2"/>
    <w:rsid w:val="00DF2A76"/>
    <w:rsid w:val="00DF2CC1"/>
    <w:rsid w:val="00DF2D65"/>
    <w:rsid w:val="00DF2E33"/>
    <w:rsid w:val="00DF3074"/>
    <w:rsid w:val="00DF36D5"/>
    <w:rsid w:val="00DF38E1"/>
    <w:rsid w:val="00DF3A7B"/>
    <w:rsid w:val="00DF3B92"/>
    <w:rsid w:val="00DF3D64"/>
    <w:rsid w:val="00DF4091"/>
    <w:rsid w:val="00DF4950"/>
    <w:rsid w:val="00DF4C89"/>
    <w:rsid w:val="00DF4CA9"/>
    <w:rsid w:val="00DF4DED"/>
    <w:rsid w:val="00DF4DF3"/>
    <w:rsid w:val="00DF53FD"/>
    <w:rsid w:val="00DF5623"/>
    <w:rsid w:val="00DF56AD"/>
    <w:rsid w:val="00DF5875"/>
    <w:rsid w:val="00DF599A"/>
    <w:rsid w:val="00DF5D21"/>
    <w:rsid w:val="00DF5DA3"/>
    <w:rsid w:val="00DF5DE4"/>
    <w:rsid w:val="00DF6066"/>
    <w:rsid w:val="00DF6079"/>
    <w:rsid w:val="00DF61E7"/>
    <w:rsid w:val="00DF6446"/>
    <w:rsid w:val="00DF6897"/>
    <w:rsid w:val="00DF6DC3"/>
    <w:rsid w:val="00DF6F2F"/>
    <w:rsid w:val="00DF726B"/>
    <w:rsid w:val="00DF761E"/>
    <w:rsid w:val="00DF77CD"/>
    <w:rsid w:val="00DF7C9B"/>
    <w:rsid w:val="00DF7F1F"/>
    <w:rsid w:val="00E00426"/>
    <w:rsid w:val="00E00526"/>
    <w:rsid w:val="00E00612"/>
    <w:rsid w:val="00E00912"/>
    <w:rsid w:val="00E01086"/>
    <w:rsid w:val="00E0186F"/>
    <w:rsid w:val="00E01F52"/>
    <w:rsid w:val="00E0202F"/>
    <w:rsid w:val="00E021F1"/>
    <w:rsid w:val="00E0299B"/>
    <w:rsid w:val="00E02D1E"/>
    <w:rsid w:val="00E030E1"/>
    <w:rsid w:val="00E0347E"/>
    <w:rsid w:val="00E038E1"/>
    <w:rsid w:val="00E03B5B"/>
    <w:rsid w:val="00E0429D"/>
    <w:rsid w:val="00E044D1"/>
    <w:rsid w:val="00E046D7"/>
    <w:rsid w:val="00E047BD"/>
    <w:rsid w:val="00E04C6A"/>
    <w:rsid w:val="00E04D20"/>
    <w:rsid w:val="00E05896"/>
    <w:rsid w:val="00E05B0C"/>
    <w:rsid w:val="00E05C0D"/>
    <w:rsid w:val="00E05CC1"/>
    <w:rsid w:val="00E05DC1"/>
    <w:rsid w:val="00E06090"/>
    <w:rsid w:val="00E06163"/>
    <w:rsid w:val="00E06818"/>
    <w:rsid w:val="00E068E6"/>
    <w:rsid w:val="00E06A70"/>
    <w:rsid w:val="00E06A8C"/>
    <w:rsid w:val="00E06DB7"/>
    <w:rsid w:val="00E06DE0"/>
    <w:rsid w:val="00E0704A"/>
    <w:rsid w:val="00E07814"/>
    <w:rsid w:val="00E07BE8"/>
    <w:rsid w:val="00E1033A"/>
    <w:rsid w:val="00E10874"/>
    <w:rsid w:val="00E10B3A"/>
    <w:rsid w:val="00E10E78"/>
    <w:rsid w:val="00E1152C"/>
    <w:rsid w:val="00E120A0"/>
    <w:rsid w:val="00E120BC"/>
    <w:rsid w:val="00E123BD"/>
    <w:rsid w:val="00E12BF4"/>
    <w:rsid w:val="00E12C40"/>
    <w:rsid w:val="00E12D1D"/>
    <w:rsid w:val="00E12FB2"/>
    <w:rsid w:val="00E13356"/>
    <w:rsid w:val="00E13550"/>
    <w:rsid w:val="00E135F9"/>
    <w:rsid w:val="00E139C6"/>
    <w:rsid w:val="00E144E3"/>
    <w:rsid w:val="00E147E3"/>
    <w:rsid w:val="00E14A23"/>
    <w:rsid w:val="00E15167"/>
    <w:rsid w:val="00E15180"/>
    <w:rsid w:val="00E15482"/>
    <w:rsid w:val="00E15505"/>
    <w:rsid w:val="00E15608"/>
    <w:rsid w:val="00E156B4"/>
    <w:rsid w:val="00E157E4"/>
    <w:rsid w:val="00E15EAD"/>
    <w:rsid w:val="00E160B1"/>
    <w:rsid w:val="00E162B3"/>
    <w:rsid w:val="00E164B3"/>
    <w:rsid w:val="00E16687"/>
    <w:rsid w:val="00E16CE5"/>
    <w:rsid w:val="00E16E19"/>
    <w:rsid w:val="00E16E52"/>
    <w:rsid w:val="00E16F5C"/>
    <w:rsid w:val="00E16FE7"/>
    <w:rsid w:val="00E1759D"/>
    <w:rsid w:val="00E17797"/>
    <w:rsid w:val="00E204CD"/>
    <w:rsid w:val="00E2079F"/>
    <w:rsid w:val="00E20C27"/>
    <w:rsid w:val="00E20D8B"/>
    <w:rsid w:val="00E21275"/>
    <w:rsid w:val="00E214CE"/>
    <w:rsid w:val="00E21CE4"/>
    <w:rsid w:val="00E221F7"/>
    <w:rsid w:val="00E22408"/>
    <w:rsid w:val="00E22841"/>
    <w:rsid w:val="00E22A7C"/>
    <w:rsid w:val="00E22E3B"/>
    <w:rsid w:val="00E22E40"/>
    <w:rsid w:val="00E22F14"/>
    <w:rsid w:val="00E23209"/>
    <w:rsid w:val="00E235BE"/>
    <w:rsid w:val="00E2373A"/>
    <w:rsid w:val="00E238BA"/>
    <w:rsid w:val="00E23BB3"/>
    <w:rsid w:val="00E23ED5"/>
    <w:rsid w:val="00E240BF"/>
    <w:rsid w:val="00E247F5"/>
    <w:rsid w:val="00E24A1E"/>
    <w:rsid w:val="00E24B81"/>
    <w:rsid w:val="00E24C9E"/>
    <w:rsid w:val="00E252B8"/>
    <w:rsid w:val="00E256DD"/>
    <w:rsid w:val="00E25723"/>
    <w:rsid w:val="00E25BFE"/>
    <w:rsid w:val="00E25D52"/>
    <w:rsid w:val="00E26371"/>
    <w:rsid w:val="00E266B1"/>
    <w:rsid w:val="00E26877"/>
    <w:rsid w:val="00E2692C"/>
    <w:rsid w:val="00E26DCD"/>
    <w:rsid w:val="00E27055"/>
    <w:rsid w:val="00E27A22"/>
    <w:rsid w:val="00E27AF8"/>
    <w:rsid w:val="00E27C45"/>
    <w:rsid w:val="00E30483"/>
    <w:rsid w:val="00E3082F"/>
    <w:rsid w:val="00E30FC2"/>
    <w:rsid w:val="00E31267"/>
    <w:rsid w:val="00E31323"/>
    <w:rsid w:val="00E31492"/>
    <w:rsid w:val="00E314A4"/>
    <w:rsid w:val="00E3176C"/>
    <w:rsid w:val="00E3183F"/>
    <w:rsid w:val="00E31BBB"/>
    <w:rsid w:val="00E32444"/>
    <w:rsid w:val="00E3258F"/>
    <w:rsid w:val="00E32D69"/>
    <w:rsid w:val="00E32F39"/>
    <w:rsid w:val="00E32FCD"/>
    <w:rsid w:val="00E33348"/>
    <w:rsid w:val="00E33978"/>
    <w:rsid w:val="00E33F43"/>
    <w:rsid w:val="00E34209"/>
    <w:rsid w:val="00E348E3"/>
    <w:rsid w:val="00E35363"/>
    <w:rsid w:val="00E35442"/>
    <w:rsid w:val="00E356B5"/>
    <w:rsid w:val="00E35851"/>
    <w:rsid w:val="00E35E4C"/>
    <w:rsid w:val="00E36EF7"/>
    <w:rsid w:val="00E370FC"/>
    <w:rsid w:val="00E3742F"/>
    <w:rsid w:val="00E37719"/>
    <w:rsid w:val="00E3790B"/>
    <w:rsid w:val="00E379C4"/>
    <w:rsid w:val="00E37D41"/>
    <w:rsid w:val="00E37F77"/>
    <w:rsid w:val="00E402CF"/>
    <w:rsid w:val="00E40590"/>
    <w:rsid w:val="00E40613"/>
    <w:rsid w:val="00E40871"/>
    <w:rsid w:val="00E40AFE"/>
    <w:rsid w:val="00E40BD6"/>
    <w:rsid w:val="00E40CF4"/>
    <w:rsid w:val="00E41028"/>
    <w:rsid w:val="00E4156F"/>
    <w:rsid w:val="00E415DF"/>
    <w:rsid w:val="00E41CD0"/>
    <w:rsid w:val="00E41D1F"/>
    <w:rsid w:val="00E41FA5"/>
    <w:rsid w:val="00E42112"/>
    <w:rsid w:val="00E42299"/>
    <w:rsid w:val="00E425D8"/>
    <w:rsid w:val="00E42616"/>
    <w:rsid w:val="00E42EC1"/>
    <w:rsid w:val="00E432C8"/>
    <w:rsid w:val="00E433C8"/>
    <w:rsid w:val="00E433D2"/>
    <w:rsid w:val="00E43B4E"/>
    <w:rsid w:val="00E44532"/>
    <w:rsid w:val="00E4461C"/>
    <w:rsid w:val="00E4477E"/>
    <w:rsid w:val="00E44994"/>
    <w:rsid w:val="00E449D0"/>
    <w:rsid w:val="00E44C3B"/>
    <w:rsid w:val="00E45273"/>
    <w:rsid w:val="00E452DD"/>
    <w:rsid w:val="00E45443"/>
    <w:rsid w:val="00E45B6B"/>
    <w:rsid w:val="00E45BD2"/>
    <w:rsid w:val="00E45D18"/>
    <w:rsid w:val="00E46072"/>
    <w:rsid w:val="00E468B0"/>
    <w:rsid w:val="00E46AC8"/>
    <w:rsid w:val="00E46C74"/>
    <w:rsid w:val="00E46CDA"/>
    <w:rsid w:val="00E46D81"/>
    <w:rsid w:val="00E47155"/>
    <w:rsid w:val="00E4796B"/>
    <w:rsid w:val="00E479A0"/>
    <w:rsid w:val="00E47B3F"/>
    <w:rsid w:val="00E47D07"/>
    <w:rsid w:val="00E50056"/>
    <w:rsid w:val="00E500AF"/>
    <w:rsid w:val="00E5031A"/>
    <w:rsid w:val="00E50351"/>
    <w:rsid w:val="00E50481"/>
    <w:rsid w:val="00E50744"/>
    <w:rsid w:val="00E50F2C"/>
    <w:rsid w:val="00E514E2"/>
    <w:rsid w:val="00E517F4"/>
    <w:rsid w:val="00E5190A"/>
    <w:rsid w:val="00E51CBA"/>
    <w:rsid w:val="00E52051"/>
    <w:rsid w:val="00E522C7"/>
    <w:rsid w:val="00E52443"/>
    <w:rsid w:val="00E52720"/>
    <w:rsid w:val="00E52D80"/>
    <w:rsid w:val="00E52E0F"/>
    <w:rsid w:val="00E52EA0"/>
    <w:rsid w:val="00E534CA"/>
    <w:rsid w:val="00E53735"/>
    <w:rsid w:val="00E5396D"/>
    <w:rsid w:val="00E542D5"/>
    <w:rsid w:val="00E54459"/>
    <w:rsid w:val="00E54869"/>
    <w:rsid w:val="00E548C8"/>
    <w:rsid w:val="00E54AA8"/>
    <w:rsid w:val="00E55217"/>
    <w:rsid w:val="00E552B6"/>
    <w:rsid w:val="00E553EB"/>
    <w:rsid w:val="00E554A7"/>
    <w:rsid w:val="00E554CB"/>
    <w:rsid w:val="00E55BC8"/>
    <w:rsid w:val="00E55FEE"/>
    <w:rsid w:val="00E5635B"/>
    <w:rsid w:val="00E5695D"/>
    <w:rsid w:val="00E56BBD"/>
    <w:rsid w:val="00E570CD"/>
    <w:rsid w:val="00E57163"/>
    <w:rsid w:val="00E57273"/>
    <w:rsid w:val="00E57300"/>
    <w:rsid w:val="00E57936"/>
    <w:rsid w:val="00E57E4A"/>
    <w:rsid w:val="00E60160"/>
    <w:rsid w:val="00E602D6"/>
    <w:rsid w:val="00E605BA"/>
    <w:rsid w:val="00E605E2"/>
    <w:rsid w:val="00E60B41"/>
    <w:rsid w:val="00E60E04"/>
    <w:rsid w:val="00E60FC3"/>
    <w:rsid w:val="00E6106D"/>
    <w:rsid w:val="00E610CD"/>
    <w:rsid w:val="00E61291"/>
    <w:rsid w:val="00E6148B"/>
    <w:rsid w:val="00E6157E"/>
    <w:rsid w:val="00E61605"/>
    <w:rsid w:val="00E61D8F"/>
    <w:rsid w:val="00E624DE"/>
    <w:rsid w:val="00E6255F"/>
    <w:rsid w:val="00E628CD"/>
    <w:rsid w:val="00E62BDF"/>
    <w:rsid w:val="00E62D0C"/>
    <w:rsid w:val="00E63043"/>
    <w:rsid w:val="00E632AB"/>
    <w:rsid w:val="00E63896"/>
    <w:rsid w:val="00E64099"/>
    <w:rsid w:val="00E6424B"/>
    <w:rsid w:val="00E642B6"/>
    <w:rsid w:val="00E649D9"/>
    <w:rsid w:val="00E64C03"/>
    <w:rsid w:val="00E64E3F"/>
    <w:rsid w:val="00E65080"/>
    <w:rsid w:val="00E65161"/>
    <w:rsid w:val="00E65458"/>
    <w:rsid w:val="00E65468"/>
    <w:rsid w:val="00E654B1"/>
    <w:rsid w:val="00E6552D"/>
    <w:rsid w:val="00E656F8"/>
    <w:rsid w:val="00E6579F"/>
    <w:rsid w:val="00E659B8"/>
    <w:rsid w:val="00E65C68"/>
    <w:rsid w:val="00E666E5"/>
    <w:rsid w:val="00E66C24"/>
    <w:rsid w:val="00E66FEE"/>
    <w:rsid w:val="00E67000"/>
    <w:rsid w:val="00E67056"/>
    <w:rsid w:val="00E676E5"/>
    <w:rsid w:val="00E67CFD"/>
    <w:rsid w:val="00E70480"/>
    <w:rsid w:val="00E707D8"/>
    <w:rsid w:val="00E70CFB"/>
    <w:rsid w:val="00E70F52"/>
    <w:rsid w:val="00E70FA6"/>
    <w:rsid w:val="00E718EB"/>
    <w:rsid w:val="00E71E97"/>
    <w:rsid w:val="00E72015"/>
    <w:rsid w:val="00E72551"/>
    <w:rsid w:val="00E73C5C"/>
    <w:rsid w:val="00E740DE"/>
    <w:rsid w:val="00E74272"/>
    <w:rsid w:val="00E74D58"/>
    <w:rsid w:val="00E74E08"/>
    <w:rsid w:val="00E74F1B"/>
    <w:rsid w:val="00E757A2"/>
    <w:rsid w:val="00E75E12"/>
    <w:rsid w:val="00E76B36"/>
    <w:rsid w:val="00E76C45"/>
    <w:rsid w:val="00E7732D"/>
    <w:rsid w:val="00E773AD"/>
    <w:rsid w:val="00E778C8"/>
    <w:rsid w:val="00E77EED"/>
    <w:rsid w:val="00E80082"/>
    <w:rsid w:val="00E8038D"/>
    <w:rsid w:val="00E80763"/>
    <w:rsid w:val="00E80983"/>
    <w:rsid w:val="00E8104C"/>
    <w:rsid w:val="00E8150D"/>
    <w:rsid w:val="00E81E64"/>
    <w:rsid w:val="00E82492"/>
    <w:rsid w:val="00E824D8"/>
    <w:rsid w:val="00E826B6"/>
    <w:rsid w:val="00E8279B"/>
    <w:rsid w:val="00E82F2A"/>
    <w:rsid w:val="00E83131"/>
    <w:rsid w:val="00E83317"/>
    <w:rsid w:val="00E8378B"/>
    <w:rsid w:val="00E837CE"/>
    <w:rsid w:val="00E83D45"/>
    <w:rsid w:val="00E8427E"/>
    <w:rsid w:val="00E84412"/>
    <w:rsid w:val="00E848D3"/>
    <w:rsid w:val="00E84B3D"/>
    <w:rsid w:val="00E84B6E"/>
    <w:rsid w:val="00E84CDB"/>
    <w:rsid w:val="00E85600"/>
    <w:rsid w:val="00E85D1B"/>
    <w:rsid w:val="00E85E0F"/>
    <w:rsid w:val="00E85FC3"/>
    <w:rsid w:val="00E8602B"/>
    <w:rsid w:val="00E860C7"/>
    <w:rsid w:val="00E86208"/>
    <w:rsid w:val="00E862EA"/>
    <w:rsid w:val="00E865FA"/>
    <w:rsid w:val="00E86814"/>
    <w:rsid w:val="00E86A80"/>
    <w:rsid w:val="00E86C88"/>
    <w:rsid w:val="00E8740B"/>
    <w:rsid w:val="00E87A7A"/>
    <w:rsid w:val="00E87D6F"/>
    <w:rsid w:val="00E87F30"/>
    <w:rsid w:val="00E9027B"/>
    <w:rsid w:val="00E90628"/>
    <w:rsid w:val="00E90846"/>
    <w:rsid w:val="00E910A7"/>
    <w:rsid w:val="00E910E5"/>
    <w:rsid w:val="00E9114A"/>
    <w:rsid w:val="00E9137A"/>
    <w:rsid w:val="00E915E2"/>
    <w:rsid w:val="00E91CF6"/>
    <w:rsid w:val="00E91D2B"/>
    <w:rsid w:val="00E92006"/>
    <w:rsid w:val="00E92613"/>
    <w:rsid w:val="00E92ACD"/>
    <w:rsid w:val="00E92E19"/>
    <w:rsid w:val="00E9357D"/>
    <w:rsid w:val="00E94740"/>
    <w:rsid w:val="00E947B3"/>
    <w:rsid w:val="00E948A1"/>
    <w:rsid w:val="00E94A24"/>
    <w:rsid w:val="00E94EE3"/>
    <w:rsid w:val="00E95528"/>
    <w:rsid w:val="00E95AF0"/>
    <w:rsid w:val="00E95E45"/>
    <w:rsid w:val="00E9649A"/>
    <w:rsid w:val="00E970B8"/>
    <w:rsid w:val="00E97B6B"/>
    <w:rsid w:val="00EA00D8"/>
    <w:rsid w:val="00EA04C6"/>
    <w:rsid w:val="00EA0600"/>
    <w:rsid w:val="00EA0798"/>
    <w:rsid w:val="00EA0DA6"/>
    <w:rsid w:val="00EA0F5C"/>
    <w:rsid w:val="00EA111D"/>
    <w:rsid w:val="00EA11DA"/>
    <w:rsid w:val="00EA1620"/>
    <w:rsid w:val="00EA1F08"/>
    <w:rsid w:val="00EA1F13"/>
    <w:rsid w:val="00EA2616"/>
    <w:rsid w:val="00EA269B"/>
    <w:rsid w:val="00EA2E37"/>
    <w:rsid w:val="00EA32DB"/>
    <w:rsid w:val="00EA3311"/>
    <w:rsid w:val="00EA3356"/>
    <w:rsid w:val="00EA377F"/>
    <w:rsid w:val="00EA37BD"/>
    <w:rsid w:val="00EA3B36"/>
    <w:rsid w:val="00EA4099"/>
    <w:rsid w:val="00EA41F3"/>
    <w:rsid w:val="00EA4511"/>
    <w:rsid w:val="00EA4687"/>
    <w:rsid w:val="00EA4EF6"/>
    <w:rsid w:val="00EA4F24"/>
    <w:rsid w:val="00EA5182"/>
    <w:rsid w:val="00EA5790"/>
    <w:rsid w:val="00EA6C32"/>
    <w:rsid w:val="00EA6D02"/>
    <w:rsid w:val="00EA6E9C"/>
    <w:rsid w:val="00EA7781"/>
    <w:rsid w:val="00EA7EC5"/>
    <w:rsid w:val="00EB0360"/>
    <w:rsid w:val="00EB0432"/>
    <w:rsid w:val="00EB07F1"/>
    <w:rsid w:val="00EB0A7E"/>
    <w:rsid w:val="00EB10F9"/>
    <w:rsid w:val="00EB113E"/>
    <w:rsid w:val="00EB131C"/>
    <w:rsid w:val="00EB185F"/>
    <w:rsid w:val="00EB251D"/>
    <w:rsid w:val="00EB2551"/>
    <w:rsid w:val="00EB259E"/>
    <w:rsid w:val="00EB26FA"/>
    <w:rsid w:val="00EB2A9B"/>
    <w:rsid w:val="00EB3111"/>
    <w:rsid w:val="00EB341B"/>
    <w:rsid w:val="00EB3FB9"/>
    <w:rsid w:val="00EB4199"/>
    <w:rsid w:val="00EB4218"/>
    <w:rsid w:val="00EB44FB"/>
    <w:rsid w:val="00EB45AB"/>
    <w:rsid w:val="00EB4AE9"/>
    <w:rsid w:val="00EB4F20"/>
    <w:rsid w:val="00EB52F4"/>
    <w:rsid w:val="00EB53B2"/>
    <w:rsid w:val="00EB58BD"/>
    <w:rsid w:val="00EB5C39"/>
    <w:rsid w:val="00EB5F16"/>
    <w:rsid w:val="00EB5FEE"/>
    <w:rsid w:val="00EB61B8"/>
    <w:rsid w:val="00EB6289"/>
    <w:rsid w:val="00EB65FD"/>
    <w:rsid w:val="00EB69E9"/>
    <w:rsid w:val="00EB6A56"/>
    <w:rsid w:val="00EB6D62"/>
    <w:rsid w:val="00EB6EBC"/>
    <w:rsid w:val="00EB6F46"/>
    <w:rsid w:val="00EB6FB2"/>
    <w:rsid w:val="00EB6FCB"/>
    <w:rsid w:val="00EB761F"/>
    <w:rsid w:val="00EB7C89"/>
    <w:rsid w:val="00EC007F"/>
    <w:rsid w:val="00EC04B5"/>
    <w:rsid w:val="00EC0FF0"/>
    <w:rsid w:val="00EC134F"/>
    <w:rsid w:val="00EC1AA0"/>
    <w:rsid w:val="00EC1B38"/>
    <w:rsid w:val="00EC1FBB"/>
    <w:rsid w:val="00EC203C"/>
    <w:rsid w:val="00EC229B"/>
    <w:rsid w:val="00EC2448"/>
    <w:rsid w:val="00EC24C6"/>
    <w:rsid w:val="00EC255E"/>
    <w:rsid w:val="00EC2ABB"/>
    <w:rsid w:val="00EC2BEF"/>
    <w:rsid w:val="00EC2E77"/>
    <w:rsid w:val="00EC31D3"/>
    <w:rsid w:val="00EC3B4C"/>
    <w:rsid w:val="00EC3CA9"/>
    <w:rsid w:val="00EC3DC2"/>
    <w:rsid w:val="00EC41A4"/>
    <w:rsid w:val="00EC45C8"/>
    <w:rsid w:val="00EC48E2"/>
    <w:rsid w:val="00EC4C5C"/>
    <w:rsid w:val="00EC5DEE"/>
    <w:rsid w:val="00EC6013"/>
    <w:rsid w:val="00EC631F"/>
    <w:rsid w:val="00EC65B0"/>
    <w:rsid w:val="00EC6703"/>
    <w:rsid w:val="00EC752E"/>
    <w:rsid w:val="00EC7674"/>
    <w:rsid w:val="00EC79CE"/>
    <w:rsid w:val="00EC79E5"/>
    <w:rsid w:val="00EC7A21"/>
    <w:rsid w:val="00EC7DE6"/>
    <w:rsid w:val="00EC7F32"/>
    <w:rsid w:val="00ED09E7"/>
    <w:rsid w:val="00ED0B36"/>
    <w:rsid w:val="00ED1429"/>
    <w:rsid w:val="00ED1EDF"/>
    <w:rsid w:val="00ED247F"/>
    <w:rsid w:val="00ED2832"/>
    <w:rsid w:val="00ED2ED7"/>
    <w:rsid w:val="00ED3008"/>
    <w:rsid w:val="00ED3239"/>
    <w:rsid w:val="00ED3511"/>
    <w:rsid w:val="00ED3623"/>
    <w:rsid w:val="00ED36B0"/>
    <w:rsid w:val="00ED3867"/>
    <w:rsid w:val="00ED3AC9"/>
    <w:rsid w:val="00ED3B0F"/>
    <w:rsid w:val="00ED3E3E"/>
    <w:rsid w:val="00ED432C"/>
    <w:rsid w:val="00ED44ED"/>
    <w:rsid w:val="00ED451C"/>
    <w:rsid w:val="00ED4B6B"/>
    <w:rsid w:val="00ED4D4F"/>
    <w:rsid w:val="00ED5404"/>
    <w:rsid w:val="00ED54E5"/>
    <w:rsid w:val="00ED54F5"/>
    <w:rsid w:val="00ED5546"/>
    <w:rsid w:val="00ED59DD"/>
    <w:rsid w:val="00ED5AD3"/>
    <w:rsid w:val="00ED5F40"/>
    <w:rsid w:val="00ED71B1"/>
    <w:rsid w:val="00ED7EE0"/>
    <w:rsid w:val="00ED7FD1"/>
    <w:rsid w:val="00EE0312"/>
    <w:rsid w:val="00EE04FD"/>
    <w:rsid w:val="00EE071C"/>
    <w:rsid w:val="00EE0AD2"/>
    <w:rsid w:val="00EE0AE2"/>
    <w:rsid w:val="00EE0B22"/>
    <w:rsid w:val="00EE0DB3"/>
    <w:rsid w:val="00EE0F6D"/>
    <w:rsid w:val="00EE1323"/>
    <w:rsid w:val="00EE18D5"/>
    <w:rsid w:val="00EE1BC7"/>
    <w:rsid w:val="00EE1C3D"/>
    <w:rsid w:val="00EE1DF2"/>
    <w:rsid w:val="00EE2573"/>
    <w:rsid w:val="00EE25AE"/>
    <w:rsid w:val="00EE260E"/>
    <w:rsid w:val="00EE305D"/>
    <w:rsid w:val="00EE37D5"/>
    <w:rsid w:val="00EE3ED0"/>
    <w:rsid w:val="00EE434A"/>
    <w:rsid w:val="00EE4394"/>
    <w:rsid w:val="00EE45A9"/>
    <w:rsid w:val="00EE4B4E"/>
    <w:rsid w:val="00EE4E8E"/>
    <w:rsid w:val="00EE5086"/>
    <w:rsid w:val="00EE51B6"/>
    <w:rsid w:val="00EE51EE"/>
    <w:rsid w:val="00EE5441"/>
    <w:rsid w:val="00EE5BF6"/>
    <w:rsid w:val="00EE6092"/>
    <w:rsid w:val="00EE67EC"/>
    <w:rsid w:val="00EE7788"/>
    <w:rsid w:val="00EE78D8"/>
    <w:rsid w:val="00EE7982"/>
    <w:rsid w:val="00EE7D34"/>
    <w:rsid w:val="00EF0359"/>
    <w:rsid w:val="00EF08E1"/>
    <w:rsid w:val="00EF0E14"/>
    <w:rsid w:val="00EF1824"/>
    <w:rsid w:val="00EF24C8"/>
    <w:rsid w:val="00EF27A1"/>
    <w:rsid w:val="00EF32F5"/>
    <w:rsid w:val="00EF3D4D"/>
    <w:rsid w:val="00EF3E0C"/>
    <w:rsid w:val="00EF4535"/>
    <w:rsid w:val="00EF5023"/>
    <w:rsid w:val="00EF50D7"/>
    <w:rsid w:val="00EF52C8"/>
    <w:rsid w:val="00EF5415"/>
    <w:rsid w:val="00EF5871"/>
    <w:rsid w:val="00EF5B0C"/>
    <w:rsid w:val="00EF5B85"/>
    <w:rsid w:val="00EF5D61"/>
    <w:rsid w:val="00EF5E46"/>
    <w:rsid w:val="00EF5F6D"/>
    <w:rsid w:val="00EF623B"/>
    <w:rsid w:val="00EF62BF"/>
    <w:rsid w:val="00EF62FF"/>
    <w:rsid w:val="00EF68B8"/>
    <w:rsid w:val="00EF6A93"/>
    <w:rsid w:val="00EF73CE"/>
    <w:rsid w:val="00EF7AD0"/>
    <w:rsid w:val="00F00B10"/>
    <w:rsid w:val="00F00B26"/>
    <w:rsid w:val="00F00F37"/>
    <w:rsid w:val="00F01559"/>
    <w:rsid w:val="00F016E4"/>
    <w:rsid w:val="00F01AE6"/>
    <w:rsid w:val="00F01C2F"/>
    <w:rsid w:val="00F01FAF"/>
    <w:rsid w:val="00F02166"/>
    <w:rsid w:val="00F023AB"/>
    <w:rsid w:val="00F028F7"/>
    <w:rsid w:val="00F02976"/>
    <w:rsid w:val="00F02A73"/>
    <w:rsid w:val="00F02CA8"/>
    <w:rsid w:val="00F03804"/>
    <w:rsid w:val="00F03B6E"/>
    <w:rsid w:val="00F03E6E"/>
    <w:rsid w:val="00F03F9A"/>
    <w:rsid w:val="00F044DF"/>
    <w:rsid w:val="00F04C7E"/>
    <w:rsid w:val="00F0501E"/>
    <w:rsid w:val="00F0541B"/>
    <w:rsid w:val="00F05663"/>
    <w:rsid w:val="00F05848"/>
    <w:rsid w:val="00F06665"/>
    <w:rsid w:val="00F067AC"/>
    <w:rsid w:val="00F067E5"/>
    <w:rsid w:val="00F06AE7"/>
    <w:rsid w:val="00F06D81"/>
    <w:rsid w:val="00F0748E"/>
    <w:rsid w:val="00F0774E"/>
    <w:rsid w:val="00F07CA6"/>
    <w:rsid w:val="00F07DD5"/>
    <w:rsid w:val="00F07E28"/>
    <w:rsid w:val="00F07E91"/>
    <w:rsid w:val="00F07F82"/>
    <w:rsid w:val="00F106D0"/>
    <w:rsid w:val="00F10889"/>
    <w:rsid w:val="00F11369"/>
    <w:rsid w:val="00F11608"/>
    <w:rsid w:val="00F118A9"/>
    <w:rsid w:val="00F11CBC"/>
    <w:rsid w:val="00F11D67"/>
    <w:rsid w:val="00F1212A"/>
    <w:rsid w:val="00F12471"/>
    <w:rsid w:val="00F13392"/>
    <w:rsid w:val="00F1364C"/>
    <w:rsid w:val="00F138B2"/>
    <w:rsid w:val="00F13CBC"/>
    <w:rsid w:val="00F13DF2"/>
    <w:rsid w:val="00F140EA"/>
    <w:rsid w:val="00F14410"/>
    <w:rsid w:val="00F14497"/>
    <w:rsid w:val="00F14ED3"/>
    <w:rsid w:val="00F15185"/>
    <w:rsid w:val="00F1528F"/>
    <w:rsid w:val="00F1554E"/>
    <w:rsid w:val="00F15746"/>
    <w:rsid w:val="00F15CDB"/>
    <w:rsid w:val="00F162A9"/>
    <w:rsid w:val="00F16AB2"/>
    <w:rsid w:val="00F17205"/>
    <w:rsid w:val="00F17456"/>
    <w:rsid w:val="00F17BEB"/>
    <w:rsid w:val="00F17E28"/>
    <w:rsid w:val="00F17EAF"/>
    <w:rsid w:val="00F200A5"/>
    <w:rsid w:val="00F204BF"/>
    <w:rsid w:val="00F2079E"/>
    <w:rsid w:val="00F20E3A"/>
    <w:rsid w:val="00F21617"/>
    <w:rsid w:val="00F217E3"/>
    <w:rsid w:val="00F21E80"/>
    <w:rsid w:val="00F2270F"/>
    <w:rsid w:val="00F22F60"/>
    <w:rsid w:val="00F23355"/>
    <w:rsid w:val="00F2351E"/>
    <w:rsid w:val="00F23891"/>
    <w:rsid w:val="00F23C75"/>
    <w:rsid w:val="00F23F4A"/>
    <w:rsid w:val="00F240DD"/>
    <w:rsid w:val="00F241F7"/>
    <w:rsid w:val="00F242CF"/>
    <w:rsid w:val="00F242F1"/>
    <w:rsid w:val="00F24496"/>
    <w:rsid w:val="00F246AC"/>
    <w:rsid w:val="00F24920"/>
    <w:rsid w:val="00F24937"/>
    <w:rsid w:val="00F24AA9"/>
    <w:rsid w:val="00F24CA2"/>
    <w:rsid w:val="00F24F26"/>
    <w:rsid w:val="00F252F7"/>
    <w:rsid w:val="00F25601"/>
    <w:rsid w:val="00F257A9"/>
    <w:rsid w:val="00F25E2C"/>
    <w:rsid w:val="00F2624A"/>
    <w:rsid w:val="00F26449"/>
    <w:rsid w:val="00F26E08"/>
    <w:rsid w:val="00F271A6"/>
    <w:rsid w:val="00F2742E"/>
    <w:rsid w:val="00F27432"/>
    <w:rsid w:val="00F275DF"/>
    <w:rsid w:val="00F27A43"/>
    <w:rsid w:val="00F27B97"/>
    <w:rsid w:val="00F27FE3"/>
    <w:rsid w:val="00F30795"/>
    <w:rsid w:val="00F31654"/>
    <w:rsid w:val="00F316A9"/>
    <w:rsid w:val="00F319C7"/>
    <w:rsid w:val="00F31A76"/>
    <w:rsid w:val="00F31AC0"/>
    <w:rsid w:val="00F31FAB"/>
    <w:rsid w:val="00F321E0"/>
    <w:rsid w:val="00F32323"/>
    <w:rsid w:val="00F32601"/>
    <w:rsid w:val="00F326E7"/>
    <w:rsid w:val="00F3304B"/>
    <w:rsid w:val="00F3305B"/>
    <w:rsid w:val="00F33261"/>
    <w:rsid w:val="00F33658"/>
    <w:rsid w:val="00F336D2"/>
    <w:rsid w:val="00F3415C"/>
    <w:rsid w:val="00F34339"/>
    <w:rsid w:val="00F344B0"/>
    <w:rsid w:val="00F3456B"/>
    <w:rsid w:val="00F34952"/>
    <w:rsid w:val="00F34A8E"/>
    <w:rsid w:val="00F34CC1"/>
    <w:rsid w:val="00F350A9"/>
    <w:rsid w:val="00F352B1"/>
    <w:rsid w:val="00F35313"/>
    <w:rsid w:val="00F3549E"/>
    <w:rsid w:val="00F356CC"/>
    <w:rsid w:val="00F3576B"/>
    <w:rsid w:val="00F35FCF"/>
    <w:rsid w:val="00F36126"/>
    <w:rsid w:val="00F36220"/>
    <w:rsid w:val="00F36795"/>
    <w:rsid w:val="00F368FA"/>
    <w:rsid w:val="00F36C05"/>
    <w:rsid w:val="00F3713E"/>
    <w:rsid w:val="00F3746A"/>
    <w:rsid w:val="00F3755D"/>
    <w:rsid w:val="00F40093"/>
    <w:rsid w:val="00F405F0"/>
    <w:rsid w:val="00F4078F"/>
    <w:rsid w:val="00F4079A"/>
    <w:rsid w:val="00F40D5B"/>
    <w:rsid w:val="00F40ECB"/>
    <w:rsid w:val="00F41030"/>
    <w:rsid w:val="00F413FC"/>
    <w:rsid w:val="00F41464"/>
    <w:rsid w:val="00F41884"/>
    <w:rsid w:val="00F41B01"/>
    <w:rsid w:val="00F41F3A"/>
    <w:rsid w:val="00F41F6F"/>
    <w:rsid w:val="00F42333"/>
    <w:rsid w:val="00F424CF"/>
    <w:rsid w:val="00F42DA2"/>
    <w:rsid w:val="00F42E8C"/>
    <w:rsid w:val="00F436A5"/>
    <w:rsid w:val="00F43E5B"/>
    <w:rsid w:val="00F43F73"/>
    <w:rsid w:val="00F43F97"/>
    <w:rsid w:val="00F4412E"/>
    <w:rsid w:val="00F44254"/>
    <w:rsid w:val="00F443A5"/>
    <w:rsid w:val="00F443B8"/>
    <w:rsid w:val="00F44B42"/>
    <w:rsid w:val="00F44BFA"/>
    <w:rsid w:val="00F45507"/>
    <w:rsid w:val="00F45533"/>
    <w:rsid w:val="00F45557"/>
    <w:rsid w:val="00F455EF"/>
    <w:rsid w:val="00F4561E"/>
    <w:rsid w:val="00F45B9D"/>
    <w:rsid w:val="00F45DCA"/>
    <w:rsid w:val="00F4614F"/>
    <w:rsid w:val="00F463E2"/>
    <w:rsid w:val="00F46663"/>
    <w:rsid w:val="00F4674A"/>
    <w:rsid w:val="00F46EC8"/>
    <w:rsid w:val="00F47073"/>
    <w:rsid w:val="00F474CA"/>
    <w:rsid w:val="00F47B2F"/>
    <w:rsid w:val="00F50623"/>
    <w:rsid w:val="00F5074A"/>
    <w:rsid w:val="00F50B5D"/>
    <w:rsid w:val="00F50CC7"/>
    <w:rsid w:val="00F50CEC"/>
    <w:rsid w:val="00F51055"/>
    <w:rsid w:val="00F51298"/>
    <w:rsid w:val="00F51514"/>
    <w:rsid w:val="00F51830"/>
    <w:rsid w:val="00F51C26"/>
    <w:rsid w:val="00F51DFD"/>
    <w:rsid w:val="00F52250"/>
    <w:rsid w:val="00F5283A"/>
    <w:rsid w:val="00F52ABE"/>
    <w:rsid w:val="00F52B5C"/>
    <w:rsid w:val="00F52C18"/>
    <w:rsid w:val="00F52EE2"/>
    <w:rsid w:val="00F5374F"/>
    <w:rsid w:val="00F53764"/>
    <w:rsid w:val="00F53D3C"/>
    <w:rsid w:val="00F540E3"/>
    <w:rsid w:val="00F542AD"/>
    <w:rsid w:val="00F54400"/>
    <w:rsid w:val="00F55098"/>
    <w:rsid w:val="00F5551E"/>
    <w:rsid w:val="00F5560A"/>
    <w:rsid w:val="00F55E8F"/>
    <w:rsid w:val="00F56DEB"/>
    <w:rsid w:val="00F56E38"/>
    <w:rsid w:val="00F5751E"/>
    <w:rsid w:val="00F57614"/>
    <w:rsid w:val="00F57BF8"/>
    <w:rsid w:val="00F57D00"/>
    <w:rsid w:val="00F6006E"/>
    <w:rsid w:val="00F604A9"/>
    <w:rsid w:val="00F60615"/>
    <w:rsid w:val="00F60950"/>
    <w:rsid w:val="00F60BBF"/>
    <w:rsid w:val="00F60EB1"/>
    <w:rsid w:val="00F60FB7"/>
    <w:rsid w:val="00F61665"/>
    <w:rsid w:val="00F6190F"/>
    <w:rsid w:val="00F6201B"/>
    <w:rsid w:val="00F62075"/>
    <w:rsid w:val="00F62138"/>
    <w:rsid w:val="00F621D9"/>
    <w:rsid w:val="00F625D8"/>
    <w:rsid w:val="00F62A98"/>
    <w:rsid w:val="00F632DC"/>
    <w:rsid w:val="00F63CB8"/>
    <w:rsid w:val="00F64431"/>
    <w:rsid w:val="00F6460A"/>
    <w:rsid w:val="00F65627"/>
    <w:rsid w:val="00F65C49"/>
    <w:rsid w:val="00F6665F"/>
    <w:rsid w:val="00F66D88"/>
    <w:rsid w:val="00F66F9F"/>
    <w:rsid w:val="00F6715F"/>
    <w:rsid w:val="00F67365"/>
    <w:rsid w:val="00F6759F"/>
    <w:rsid w:val="00F67844"/>
    <w:rsid w:val="00F6794C"/>
    <w:rsid w:val="00F67A5B"/>
    <w:rsid w:val="00F67EFD"/>
    <w:rsid w:val="00F67FB0"/>
    <w:rsid w:val="00F7011C"/>
    <w:rsid w:val="00F701BC"/>
    <w:rsid w:val="00F7033F"/>
    <w:rsid w:val="00F70A95"/>
    <w:rsid w:val="00F71334"/>
    <w:rsid w:val="00F71AF6"/>
    <w:rsid w:val="00F71B2A"/>
    <w:rsid w:val="00F71F5C"/>
    <w:rsid w:val="00F7214D"/>
    <w:rsid w:val="00F72261"/>
    <w:rsid w:val="00F72754"/>
    <w:rsid w:val="00F7281B"/>
    <w:rsid w:val="00F72C96"/>
    <w:rsid w:val="00F73237"/>
    <w:rsid w:val="00F7350B"/>
    <w:rsid w:val="00F73746"/>
    <w:rsid w:val="00F73E76"/>
    <w:rsid w:val="00F73EC6"/>
    <w:rsid w:val="00F73F9B"/>
    <w:rsid w:val="00F7444F"/>
    <w:rsid w:val="00F74BFA"/>
    <w:rsid w:val="00F759AD"/>
    <w:rsid w:val="00F7612C"/>
    <w:rsid w:val="00F76541"/>
    <w:rsid w:val="00F767CD"/>
    <w:rsid w:val="00F76B98"/>
    <w:rsid w:val="00F76C37"/>
    <w:rsid w:val="00F76D8E"/>
    <w:rsid w:val="00F76F82"/>
    <w:rsid w:val="00F7779D"/>
    <w:rsid w:val="00F777A6"/>
    <w:rsid w:val="00F777E1"/>
    <w:rsid w:val="00F7786C"/>
    <w:rsid w:val="00F77A80"/>
    <w:rsid w:val="00F77ADC"/>
    <w:rsid w:val="00F77D7C"/>
    <w:rsid w:val="00F77EA0"/>
    <w:rsid w:val="00F77ED1"/>
    <w:rsid w:val="00F800EE"/>
    <w:rsid w:val="00F80A16"/>
    <w:rsid w:val="00F80BFC"/>
    <w:rsid w:val="00F80FBA"/>
    <w:rsid w:val="00F81519"/>
    <w:rsid w:val="00F8160A"/>
    <w:rsid w:val="00F8181B"/>
    <w:rsid w:val="00F81863"/>
    <w:rsid w:val="00F8191F"/>
    <w:rsid w:val="00F81DB6"/>
    <w:rsid w:val="00F821F0"/>
    <w:rsid w:val="00F82530"/>
    <w:rsid w:val="00F828FA"/>
    <w:rsid w:val="00F8291B"/>
    <w:rsid w:val="00F82BBD"/>
    <w:rsid w:val="00F8314F"/>
    <w:rsid w:val="00F8327B"/>
    <w:rsid w:val="00F832B4"/>
    <w:rsid w:val="00F83AEC"/>
    <w:rsid w:val="00F84146"/>
    <w:rsid w:val="00F84372"/>
    <w:rsid w:val="00F84391"/>
    <w:rsid w:val="00F84696"/>
    <w:rsid w:val="00F846F0"/>
    <w:rsid w:val="00F84765"/>
    <w:rsid w:val="00F84E28"/>
    <w:rsid w:val="00F84E6A"/>
    <w:rsid w:val="00F84E6C"/>
    <w:rsid w:val="00F85D30"/>
    <w:rsid w:val="00F8616C"/>
    <w:rsid w:val="00F86189"/>
    <w:rsid w:val="00F868FD"/>
    <w:rsid w:val="00F86900"/>
    <w:rsid w:val="00F86D15"/>
    <w:rsid w:val="00F86EE7"/>
    <w:rsid w:val="00F87045"/>
    <w:rsid w:val="00F87B57"/>
    <w:rsid w:val="00F87B6C"/>
    <w:rsid w:val="00F87F52"/>
    <w:rsid w:val="00F9021F"/>
    <w:rsid w:val="00F90C62"/>
    <w:rsid w:val="00F90CC6"/>
    <w:rsid w:val="00F90F20"/>
    <w:rsid w:val="00F91072"/>
    <w:rsid w:val="00F9130A"/>
    <w:rsid w:val="00F91367"/>
    <w:rsid w:val="00F9150A"/>
    <w:rsid w:val="00F918CC"/>
    <w:rsid w:val="00F91C86"/>
    <w:rsid w:val="00F91E92"/>
    <w:rsid w:val="00F91F4E"/>
    <w:rsid w:val="00F92175"/>
    <w:rsid w:val="00F92360"/>
    <w:rsid w:val="00F9272D"/>
    <w:rsid w:val="00F92C35"/>
    <w:rsid w:val="00F92D60"/>
    <w:rsid w:val="00F93111"/>
    <w:rsid w:val="00F938A3"/>
    <w:rsid w:val="00F93942"/>
    <w:rsid w:val="00F93D2E"/>
    <w:rsid w:val="00F946A1"/>
    <w:rsid w:val="00F94860"/>
    <w:rsid w:val="00F9493C"/>
    <w:rsid w:val="00F94980"/>
    <w:rsid w:val="00F94A3E"/>
    <w:rsid w:val="00F9524E"/>
    <w:rsid w:val="00F9594D"/>
    <w:rsid w:val="00F95A31"/>
    <w:rsid w:val="00F95A53"/>
    <w:rsid w:val="00F95AA3"/>
    <w:rsid w:val="00F95AFA"/>
    <w:rsid w:val="00F95B3B"/>
    <w:rsid w:val="00F95F4F"/>
    <w:rsid w:val="00F966BE"/>
    <w:rsid w:val="00F966DD"/>
    <w:rsid w:val="00F9685E"/>
    <w:rsid w:val="00F968E6"/>
    <w:rsid w:val="00F969C5"/>
    <w:rsid w:val="00F96A86"/>
    <w:rsid w:val="00F96DC0"/>
    <w:rsid w:val="00F97493"/>
    <w:rsid w:val="00F976E9"/>
    <w:rsid w:val="00F978FB"/>
    <w:rsid w:val="00F97AF0"/>
    <w:rsid w:val="00F97BCC"/>
    <w:rsid w:val="00F97C0B"/>
    <w:rsid w:val="00F97D31"/>
    <w:rsid w:val="00FA0151"/>
    <w:rsid w:val="00FA0E57"/>
    <w:rsid w:val="00FA12DB"/>
    <w:rsid w:val="00FA13BB"/>
    <w:rsid w:val="00FA1909"/>
    <w:rsid w:val="00FA2144"/>
    <w:rsid w:val="00FA2851"/>
    <w:rsid w:val="00FA2CE7"/>
    <w:rsid w:val="00FA3010"/>
    <w:rsid w:val="00FA30AC"/>
    <w:rsid w:val="00FA347A"/>
    <w:rsid w:val="00FA38B1"/>
    <w:rsid w:val="00FA3A96"/>
    <w:rsid w:val="00FA3C47"/>
    <w:rsid w:val="00FA3ECE"/>
    <w:rsid w:val="00FA4897"/>
    <w:rsid w:val="00FA4B3E"/>
    <w:rsid w:val="00FA543B"/>
    <w:rsid w:val="00FA58D6"/>
    <w:rsid w:val="00FA634A"/>
    <w:rsid w:val="00FA67BB"/>
    <w:rsid w:val="00FA7390"/>
    <w:rsid w:val="00FA79D6"/>
    <w:rsid w:val="00FA7A38"/>
    <w:rsid w:val="00FA7FE0"/>
    <w:rsid w:val="00FB0421"/>
    <w:rsid w:val="00FB0423"/>
    <w:rsid w:val="00FB08AA"/>
    <w:rsid w:val="00FB0F9B"/>
    <w:rsid w:val="00FB0FB2"/>
    <w:rsid w:val="00FB1811"/>
    <w:rsid w:val="00FB181E"/>
    <w:rsid w:val="00FB18EC"/>
    <w:rsid w:val="00FB1B5F"/>
    <w:rsid w:val="00FB2740"/>
    <w:rsid w:val="00FB27F7"/>
    <w:rsid w:val="00FB2EDE"/>
    <w:rsid w:val="00FB31E0"/>
    <w:rsid w:val="00FB368C"/>
    <w:rsid w:val="00FB39ED"/>
    <w:rsid w:val="00FB3E13"/>
    <w:rsid w:val="00FB3EB0"/>
    <w:rsid w:val="00FB47A4"/>
    <w:rsid w:val="00FB4AB9"/>
    <w:rsid w:val="00FB4B20"/>
    <w:rsid w:val="00FB4F86"/>
    <w:rsid w:val="00FB515B"/>
    <w:rsid w:val="00FB5279"/>
    <w:rsid w:val="00FB52AB"/>
    <w:rsid w:val="00FB549C"/>
    <w:rsid w:val="00FB56C2"/>
    <w:rsid w:val="00FB61EB"/>
    <w:rsid w:val="00FB6225"/>
    <w:rsid w:val="00FB6249"/>
    <w:rsid w:val="00FB65F1"/>
    <w:rsid w:val="00FB6B3E"/>
    <w:rsid w:val="00FB706B"/>
    <w:rsid w:val="00FB7120"/>
    <w:rsid w:val="00FB7417"/>
    <w:rsid w:val="00FB7B7C"/>
    <w:rsid w:val="00FB7EC0"/>
    <w:rsid w:val="00FC0194"/>
    <w:rsid w:val="00FC0430"/>
    <w:rsid w:val="00FC1138"/>
    <w:rsid w:val="00FC11F6"/>
    <w:rsid w:val="00FC1246"/>
    <w:rsid w:val="00FC152D"/>
    <w:rsid w:val="00FC1782"/>
    <w:rsid w:val="00FC1848"/>
    <w:rsid w:val="00FC19D2"/>
    <w:rsid w:val="00FC1C63"/>
    <w:rsid w:val="00FC24D8"/>
    <w:rsid w:val="00FC256A"/>
    <w:rsid w:val="00FC26C0"/>
    <w:rsid w:val="00FC270E"/>
    <w:rsid w:val="00FC2B22"/>
    <w:rsid w:val="00FC3A2B"/>
    <w:rsid w:val="00FC3F5D"/>
    <w:rsid w:val="00FC4712"/>
    <w:rsid w:val="00FC4A28"/>
    <w:rsid w:val="00FC4A61"/>
    <w:rsid w:val="00FC5170"/>
    <w:rsid w:val="00FC5250"/>
    <w:rsid w:val="00FC53FA"/>
    <w:rsid w:val="00FC5450"/>
    <w:rsid w:val="00FC5465"/>
    <w:rsid w:val="00FC552B"/>
    <w:rsid w:val="00FC553E"/>
    <w:rsid w:val="00FC581B"/>
    <w:rsid w:val="00FC5D93"/>
    <w:rsid w:val="00FC64A2"/>
    <w:rsid w:val="00FC653D"/>
    <w:rsid w:val="00FC6893"/>
    <w:rsid w:val="00FC6DCF"/>
    <w:rsid w:val="00FC6ECB"/>
    <w:rsid w:val="00FC71AF"/>
    <w:rsid w:val="00FC739B"/>
    <w:rsid w:val="00FC75B6"/>
    <w:rsid w:val="00FC7B73"/>
    <w:rsid w:val="00FC7B9E"/>
    <w:rsid w:val="00FC7D8F"/>
    <w:rsid w:val="00FC7F32"/>
    <w:rsid w:val="00FD0158"/>
    <w:rsid w:val="00FD078B"/>
    <w:rsid w:val="00FD09AA"/>
    <w:rsid w:val="00FD127B"/>
    <w:rsid w:val="00FD146D"/>
    <w:rsid w:val="00FD15B1"/>
    <w:rsid w:val="00FD1701"/>
    <w:rsid w:val="00FD1A5F"/>
    <w:rsid w:val="00FD1B9C"/>
    <w:rsid w:val="00FD1DFB"/>
    <w:rsid w:val="00FD21A8"/>
    <w:rsid w:val="00FD240C"/>
    <w:rsid w:val="00FD242E"/>
    <w:rsid w:val="00FD2827"/>
    <w:rsid w:val="00FD2954"/>
    <w:rsid w:val="00FD29AA"/>
    <w:rsid w:val="00FD2BE3"/>
    <w:rsid w:val="00FD2C86"/>
    <w:rsid w:val="00FD3108"/>
    <w:rsid w:val="00FD317C"/>
    <w:rsid w:val="00FD3360"/>
    <w:rsid w:val="00FD33A4"/>
    <w:rsid w:val="00FD33FB"/>
    <w:rsid w:val="00FD3461"/>
    <w:rsid w:val="00FD349C"/>
    <w:rsid w:val="00FD3512"/>
    <w:rsid w:val="00FD383E"/>
    <w:rsid w:val="00FD3C7A"/>
    <w:rsid w:val="00FD4B6F"/>
    <w:rsid w:val="00FD5467"/>
    <w:rsid w:val="00FD56F0"/>
    <w:rsid w:val="00FD58D0"/>
    <w:rsid w:val="00FD6FEF"/>
    <w:rsid w:val="00FD7217"/>
    <w:rsid w:val="00FD7B8E"/>
    <w:rsid w:val="00FD7CFF"/>
    <w:rsid w:val="00FD7E1C"/>
    <w:rsid w:val="00FE026C"/>
    <w:rsid w:val="00FE0285"/>
    <w:rsid w:val="00FE091F"/>
    <w:rsid w:val="00FE0B0D"/>
    <w:rsid w:val="00FE0C36"/>
    <w:rsid w:val="00FE140B"/>
    <w:rsid w:val="00FE1440"/>
    <w:rsid w:val="00FE1D7A"/>
    <w:rsid w:val="00FE208E"/>
    <w:rsid w:val="00FE24F5"/>
    <w:rsid w:val="00FE25F0"/>
    <w:rsid w:val="00FE2993"/>
    <w:rsid w:val="00FE2CAA"/>
    <w:rsid w:val="00FE2DC2"/>
    <w:rsid w:val="00FE38D1"/>
    <w:rsid w:val="00FE3985"/>
    <w:rsid w:val="00FE3A2C"/>
    <w:rsid w:val="00FE413C"/>
    <w:rsid w:val="00FE4363"/>
    <w:rsid w:val="00FE4760"/>
    <w:rsid w:val="00FE5163"/>
    <w:rsid w:val="00FE52DF"/>
    <w:rsid w:val="00FE5DA0"/>
    <w:rsid w:val="00FE5E6F"/>
    <w:rsid w:val="00FE6386"/>
    <w:rsid w:val="00FE65D8"/>
    <w:rsid w:val="00FE6A61"/>
    <w:rsid w:val="00FE799F"/>
    <w:rsid w:val="00FE7AFE"/>
    <w:rsid w:val="00FE7B57"/>
    <w:rsid w:val="00FE7DE9"/>
    <w:rsid w:val="00FF04DD"/>
    <w:rsid w:val="00FF059E"/>
    <w:rsid w:val="00FF0847"/>
    <w:rsid w:val="00FF1398"/>
    <w:rsid w:val="00FF170C"/>
    <w:rsid w:val="00FF1D96"/>
    <w:rsid w:val="00FF22C4"/>
    <w:rsid w:val="00FF2556"/>
    <w:rsid w:val="00FF2566"/>
    <w:rsid w:val="00FF2B5F"/>
    <w:rsid w:val="00FF43C1"/>
    <w:rsid w:val="00FF451A"/>
    <w:rsid w:val="00FF4954"/>
    <w:rsid w:val="00FF498A"/>
    <w:rsid w:val="00FF4A7B"/>
    <w:rsid w:val="00FF5072"/>
    <w:rsid w:val="00FF50AC"/>
    <w:rsid w:val="00FF51AC"/>
    <w:rsid w:val="00FF54B6"/>
    <w:rsid w:val="00FF559C"/>
    <w:rsid w:val="00FF63F5"/>
    <w:rsid w:val="00FF688E"/>
    <w:rsid w:val="00FF6D3D"/>
    <w:rsid w:val="00FF6DFC"/>
    <w:rsid w:val="00FF7079"/>
    <w:rsid w:val="00FF73C8"/>
    <w:rsid w:val="00FF753C"/>
    <w:rsid w:val="00FF7725"/>
    <w:rsid w:val="00FF78BB"/>
    <w:rsid w:val="00FF7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615"/>
    <w:rPr>
      <w:sz w:val="24"/>
      <w:szCs w:val="24"/>
      <w:lang w:val="es-ES" w:eastAsia="es-ES"/>
    </w:rPr>
  </w:style>
  <w:style w:type="paragraph" w:styleId="Heading1">
    <w:name w:val="heading 1"/>
    <w:basedOn w:val="Normal"/>
    <w:link w:val="Heading1Char"/>
    <w:uiPriority w:val="99"/>
    <w:qFormat/>
    <w:rsid w:val="00647A87"/>
    <w:pPr>
      <w:spacing w:before="100" w:beforeAutospacing="1" w:after="100" w:afterAutospacing="1"/>
      <w:outlineLvl w:val="0"/>
    </w:pPr>
    <w:rPr>
      <w:rFonts w:ascii="Cambria" w:hAnsi="Cambria"/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BA57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C0307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A2329"/>
    <w:rPr>
      <w:rFonts w:ascii="Cambria" w:hAnsi="Cambria" w:cs="Times New Roman"/>
      <w:b/>
      <w:kern w:val="3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D0120"/>
    <w:rPr>
      <w:rFonts w:ascii="Cambria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D227B"/>
    <w:rPr>
      <w:rFonts w:ascii="Calibri" w:hAnsi="Calibri" w:cs="Times New Roman"/>
      <w:b/>
      <w:bCs/>
      <w:lang w:val="es-ES" w:eastAsia="es-ES"/>
    </w:rPr>
  </w:style>
  <w:style w:type="paragraph" w:styleId="NormalWeb">
    <w:name w:val="Normal (Web)"/>
    <w:basedOn w:val="Normal"/>
    <w:uiPriority w:val="99"/>
    <w:rsid w:val="00895307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895307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locked/>
    <w:rsid w:val="000C4A6E"/>
    <w:rPr>
      <w:rFonts w:cs="Times New Roman"/>
      <w:i/>
    </w:rPr>
  </w:style>
  <w:style w:type="character" w:styleId="Strong">
    <w:name w:val="Strong"/>
    <w:basedOn w:val="DefaultParagraphFont"/>
    <w:uiPriority w:val="99"/>
    <w:qFormat/>
    <w:locked/>
    <w:rsid w:val="00320175"/>
    <w:rPr>
      <w:rFonts w:cs="Times New Roman"/>
      <w:b/>
      <w:bCs/>
    </w:rPr>
  </w:style>
  <w:style w:type="character" w:customStyle="1" w:styleId="lrjpw9z5x55">
    <w:name w:val="lrjpw9z5x55"/>
    <w:basedOn w:val="DefaultParagraphFont"/>
    <w:uiPriority w:val="99"/>
    <w:rsid w:val="00B150F6"/>
    <w:rPr>
      <w:rFonts w:cs="Times New Roman"/>
    </w:rPr>
  </w:style>
  <w:style w:type="character" w:customStyle="1" w:styleId="y9k3w5z28">
    <w:name w:val="y9k3w5z28"/>
    <w:basedOn w:val="DefaultParagraphFont"/>
    <w:uiPriority w:val="99"/>
    <w:rsid w:val="00B150F6"/>
    <w:rPr>
      <w:rFonts w:cs="Times New Roman"/>
    </w:rPr>
  </w:style>
  <w:style w:type="character" w:customStyle="1" w:styleId="grame">
    <w:name w:val="grame"/>
    <w:basedOn w:val="DefaultParagraphFont"/>
    <w:uiPriority w:val="99"/>
    <w:rsid w:val="00B150F6"/>
    <w:rPr>
      <w:rFonts w:cs="Times New Roman"/>
    </w:rPr>
  </w:style>
  <w:style w:type="character" w:customStyle="1" w:styleId="spelle">
    <w:name w:val="spelle"/>
    <w:basedOn w:val="DefaultParagraphFont"/>
    <w:uiPriority w:val="99"/>
    <w:rsid w:val="00B150F6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B150F6"/>
    <w:rPr>
      <w:rFonts w:cs="Times New Roman"/>
      <w:color w:val="800080"/>
      <w:u w:val="single"/>
    </w:rPr>
  </w:style>
  <w:style w:type="character" w:customStyle="1" w:styleId="textexposedshow">
    <w:name w:val="text_exposed_show"/>
    <w:basedOn w:val="DefaultParagraphFont"/>
    <w:uiPriority w:val="99"/>
    <w:rsid w:val="004A7096"/>
    <w:rPr>
      <w:rFonts w:cs="Times New Roman"/>
    </w:rPr>
  </w:style>
  <w:style w:type="paragraph" w:customStyle="1" w:styleId="ydp143a36d1msonormal">
    <w:name w:val="ydp143a36d1msonormal"/>
    <w:basedOn w:val="Normal"/>
    <w:uiPriority w:val="99"/>
    <w:rsid w:val="00983A91"/>
    <w:pPr>
      <w:spacing w:before="100" w:beforeAutospacing="1" w:after="100" w:afterAutospacing="1"/>
    </w:pPr>
  </w:style>
  <w:style w:type="character" w:customStyle="1" w:styleId="tlid-translationtranslation">
    <w:name w:val="tlid-translation translation"/>
    <w:basedOn w:val="DefaultParagraphFont"/>
    <w:uiPriority w:val="99"/>
    <w:rsid w:val="00BE1602"/>
    <w:rPr>
      <w:rFonts w:cs="Times New Roman"/>
    </w:rPr>
  </w:style>
  <w:style w:type="character" w:customStyle="1" w:styleId="InternetLink">
    <w:name w:val="Internet Link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Destacado">
    <w:name w:val="Destacado"/>
    <w:basedOn w:val="DefaultParagraphFont"/>
    <w:uiPriority w:val="99"/>
    <w:rsid w:val="00297500"/>
    <w:rPr>
      <w:rFonts w:cs="Times New Roman"/>
      <w:i/>
    </w:rPr>
  </w:style>
  <w:style w:type="character" w:customStyle="1" w:styleId="EnlacedeInternet">
    <w:name w:val="Enlace de Internet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2k9q">
    <w:name w:val="_2k9q"/>
    <w:basedOn w:val="DefaultParagraphFont"/>
    <w:uiPriority w:val="99"/>
    <w:rsid w:val="00297500"/>
    <w:rPr>
      <w:rFonts w:cs="Times New Roman"/>
    </w:rPr>
  </w:style>
  <w:style w:type="character" w:customStyle="1" w:styleId="o85s3e6dr0">
    <w:name w:val="o85s3e6dr0"/>
    <w:basedOn w:val="DefaultParagraphFont"/>
    <w:uiPriority w:val="99"/>
    <w:rsid w:val="00F3305B"/>
    <w:rPr>
      <w:rFonts w:cs="Times New Roman"/>
    </w:rPr>
  </w:style>
  <w:style w:type="character" w:customStyle="1" w:styleId="o98vcf62">
    <w:name w:val="o98vcf62"/>
    <w:basedOn w:val="DefaultParagraphFont"/>
    <w:uiPriority w:val="99"/>
    <w:rsid w:val="00F3305B"/>
    <w:rPr>
      <w:rFonts w:cs="Times New Roman"/>
    </w:rPr>
  </w:style>
  <w:style w:type="paragraph" w:customStyle="1" w:styleId="ydp8f8755bcmsonormal">
    <w:name w:val="ydp8f8755bc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9c538ed6msonormal">
    <w:name w:val="ydp9c538ed6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b373b42fmsonormal">
    <w:name w:val="ydpb373b42fmsonormal"/>
    <w:basedOn w:val="Normal"/>
    <w:uiPriority w:val="99"/>
    <w:rsid w:val="00F3305B"/>
    <w:pPr>
      <w:spacing w:before="100" w:beforeAutospacing="1" w:after="100" w:afterAutospacing="1"/>
    </w:pPr>
  </w:style>
  <w:style w:type="character" w:customStyle="1" w:styleId="jlqj4b">
    <w:name w:val="jlqj4b"/>
    <w:basedOn w:val="DefaultParagraphFont"/>
    <w:uiPriority w:val="99"/>
    <w:rsid w:val="00A76C77"/>
    <w:rPr>
      <w:rFonts w:cs="Times New Roman"/>
    </w:rPr>
  </w:style>
  <w:style w:type="character" w:customStyle="1" w:styleId="ListLabel167">
    <w:name w:val="ListLabel 167"/>
    <w:uiPriority w:val="99"/>
    <w:rsid w:val="00EA3B36"/>
    <w:rPr>
      <w:rFonts w:ascii="Arial" w:hAnsi="Arial"/>
      <w:color w:val="0000FF"/>
      <w:sz w:val="20"/>
      <w:u w:val="single"/>
      <w:lang w:eastAsia="es-ES"/>
    </w:rPr>
  </w:style>
  <w:style w:type="character" w:customStyle="1" w:styleId="ListLabel168">
    <w:name w:val="ListLabel 168"/>
    <w:uiPriority w:val="99"/>
    <w:rsid w:val="00EA3B36"/>
    <w:rPr>
      <w:rFonts w:ascii="Arial" w:hAnsi="Arial"/>
      <w:sz w:val="20"/>
      <w:lang w:eastAsia="es-ES"/>
    </w:rPr>
  </w:style>
  <w:style w:type="character" w:customStyle="1" w:styleId="viiyi">
    <w:name w:val="viiyi"/>
    <w:basedOn w:val="DefaultParagraphFont"/>
    <w:uiPriority w:val="99"/>
    <w:rsid w:val="005A7881"/>
    <w:rPr>
      <w:rFonts w:cs="Times New Roman"/>
    </w:rPr>
  </w:style>
  <w:style w:type="character" w:customStyle="1" w:styleId="jlqj4bchmk0b">
    <w:name w:val="jlqj4b chmk0b"/>
    <w:basedOn w:val="DefaultParagraphFont"/>
    <w:uiPriority w:val="99"/>
    <w:rsid w:val="005A7881"/>
    <w:rPr>
      <w:rFonts w:cs="Times New Roman"/>
    </w:rPr>
  </w:style>
  <w:style w:type="paragraph" w:customStyle="1" w:styleId="yiv2918120818msonormal">
    <w:name w:val="yiv2918120818msonormal"/>
    <w:basedOn w:val="Normal"/>
    <w:uiPriority w:val="99"/>
    <w:rsid w:val="008F07D6"/>
    <w:pPr>
      <w:spacing w:before="100" w:beforeAutospacing="1" w:after="100" w:afterAutospacing="1"/>
    </w:pPr>
    <w:rPr>
      <w:lang w:val="es-AR" w:eastAsia="es-AR"/>
    </w:rPr>
  </w:style>
  <w:style w:type="paragraph" w:styleId="NoSpacing">
    <w:name w:val="No Spacing"/>
    <w:uiPriority w:val="99"/>
    <w:qFormat/>
    <w:rsid w:val="008F07D6"/>
    <w:rPr>
      <w:rFonts w:ascii="Calibri" w:hAnsi="Calibri"/>
      <w:lang w:eastAsia="en-US"/>
    </w:rPr>
  </w:style>
  <w:style w:type="paragraph" w:customStyle="1" w:styleId="gmail-msonospacing">
    <w:name w:val="gmail-msonospacing"/>
    <w:basedOn w:val="Normal"/>
    <w:uiPriority w:val="99"/>
    <w:rsid w:val="00C62826"/>
    <w:pPr>
      <w:spacing w:before="100" w:beforeAutospacing="1" w:after="100" w:afterAutospacing="1"/>
    </w:pPr>
  </w:style>
  <w:style w:type="character" w:customStyle="1" w:styleId="emoji">
    <w:name w:val="emoji"/>
    <w:basedOn w:val="DefaultParagraphFont"/>
    <w:uiPriority w:val="99"/>
    <w:rsid w:val="0099176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451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45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451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45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45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451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45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451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45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451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8451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451879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45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45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451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451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451876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8451851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8451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38451854">
                                  <w:marLeft w:val="18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8451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38451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451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451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451868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8451881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38451890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451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451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451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451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451852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single" w:sz="6" w:space="12" w:color="DDF9D5"/>
                                <w:right w:val="none" w:sz="0" w:space="0" w:color="auto"/>
                              </w:divBdr>
                              <w:divsChild>
                                <w:div w:id="438451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8451863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8451873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8451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8451861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8451882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3845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451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451847">
                          <w:marLeft w:val="-375"/>
                          <w:marRight w:val="-3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45187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8451856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8451886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8451853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8451872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38451889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8451880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8451849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8451850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8451860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8451874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38451883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8451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45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45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45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45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451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451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8451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8451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45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451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45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45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45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45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8451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8451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8451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8451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845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8451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845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8451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8451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8451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8451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8451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8451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8451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8451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4520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452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45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84520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45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84520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45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84520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45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8452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45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45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45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45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452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4520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45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45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84520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452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8452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45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4520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4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845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45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452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4520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45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84520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4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452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4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845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4520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45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84520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45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8452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45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45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45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4521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45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8452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4521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45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45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84521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45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84521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45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8452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4521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452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84521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45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8452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4521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45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84521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45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84521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45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84521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45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45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8452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45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45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45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8452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45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45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8452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454</Words>
  <Characters>2500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Energy Report - June / July 2017</dc:title>
  <dc:subject/>
  <dc:creator/>
  <cp:keywords/>
  <dc:description/>
  <cp:lastModifiedBy>gwartel@hotmail.com</cp:lastModifiedBy>
  <cp:revision>3</cp:revision>
  <dcterms:created xsi:type="dcterms:W3CDTF">2021-04-26T14:22:00Z</dcterms:created>
  <dcterms:modified xsi:type="dcterms:W3CDTF">2021-04-26T14:22:00Z</dcterms:modified>
</cp:coreProperties>
</file>