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9D0" w:rsidRPr="007D0F95" w:rsidRDefault="00E449D0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Presta Atención al llamado de tu Alma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16 de Abril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E449D0" w:rsidRPr="00A908CC" w:rsidRDefault="00E449D0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E449D0" w:rsidRDefault="00E449D0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E449D0" w:rsidRPr="00950267" w:rsidRDefault="00E449D0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E449D0" w:rsidRPr="009B339E" w:rsidRDefault="00E449D0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</w:p>
    <w:p w:rsidR="00E449D0" w:rsidRDefault="00E449D0" w:rsidP="00F52250">
      <w:pPr>
        <w:pStyle w:val="NormalWeb"/>
        <w:shd w:val="clear" w:color="auto" w:fill="FBFFFA"/>
        <w:spacing w:before="0" w:beforeAutospacing="0" w:after="300" w:afterAutospacing="0"/>
        <w:jc w:val="both"/>
      </w:pPr>
    </w:p>
    <w:p w:rsidR="00E449D0" w:rsidRPr="00491988" w:rsidRDefault="00E449D0" w:rsidP="00491988">
      <w:pPr>
        <w:pStyle w:val="NormalWeb"/>
        <w:shd w:val="clear" w:color="auto" w:fill="FBFFFA"/>
        <w:spacing w:before="0" w:beforeAutospacing="0" w:after="374" w:afterAutospacing="0"/>
        <w:jc w:val="both"/>
        <w:rPr>
          <w:rFonts w:ascii="Arial" w:hAnsi="Arial" w:cs="Arial"/>
          <w:sz w:val="20"/>
          <w:szCs w:val="20"/>
        </w:rPr>
      </w:pPr>
      <w:r w:rsidRPr="00491988">
        <w:rPr>
          <w:rFonts w:ascii="Arial" w:hAnsi="Arial" w:cs="Arial"/>
          <w:sz w:val="20"/>
          <w:szCs w:val="20"/>
        </w:rPr>
        <w:t>Hay un poderoso movimiento de energía que se agita dentro de nosotros y que nos empuja a la acción y nos impulsa a iniciar algo nuevo. Al mismo tiempo, tenemos que superar nuestros miedos más profundos y aprender a vivir con autenticidad. Se destacan cuestiones de dignidad y autoestima, lo que nos brinda la oportunidad de expandirnos más allá de estos límites y alinearnos con la seguridad de nuestra alma.</w:t>
      </w:r>
    </w:p>
    <w:p w:rsidR="00E449D0" w:rsidRPr="00491988" w:rsidRDefault="00E449D0" w:rsidP="00491988">
      <w:pPr>
        <w:pStyle w:val="NormalWeb"/>
        <w:shd w:val="clear" w:color="auto" w:fill="FBFFFA"/>
        <w:spacing w:before="0" w:beforeAutospacing="0" w:after="374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491988">
        <w:rPr>
          <w:rFonts w:ascii="Arial" w:hAnsi="Arial" w:cs="Arial"/>
          <w:sz w:val="20"/>
          <w:szCs w:val="20"/>
        </w:rPr>
        <w:t>Puedes usar las energías actuales como catalizador para iniciar grandes cambios en ti mismo y en tu vida. Cualquier resistencia al cambio solo causará incomodidad, ya que tu astucia para dejar atrás el pasado es crucial. Solo con la muerte de lo viejo se puede concebir y dar a luz lo nuevo dentro de ti. Liberar el pasado te abre a nuevas posibilidades y al potencial que tienen estos tiempos. Enfréntate a tus miedos y escucha el llamado de tu alma a la transformación. Al hacerlo, pondrás en movimiento un poderoso flujo de energía que te llevará hacia adelante.</w:t>
      </w:r>
    </w:p>
    <w:p w:rsidR="00E449D0" w:rsidRDefault="00E449D0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E449D0" w:rsidRDefault="00E449D0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D05E8E">
        <w:rPr>
          <w:rFonts w:ascii="Arial" w:hAnsi="Arial" w:cs="Arial"/>
          <w:sz w:val="20"/>
          <w:szCs w:val="20"/>
        </w:rPr>
        <w:t>Mucho amor,</w:t>
      </w:r>
    </w:p>
    <w:p w:rsidR="00E449D0" w:rsidRPr="00EA0DA6" w:rsidRDefault="00E449D0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E449D0" w:rsidRPr="00950267" w:rsidRDefault="00E449D0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E449D0" w:rsidRPr="00F73237" w:rsidRDefault="00E449D0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E449D0" w:rsidRDefault="00E449D0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E449D0" w:rsidRDefault="00E449D0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E449D0" w:rsidRDefault="00E449D0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E449D0" w:rsidRDefault="00E449D0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E449D0" w:rsidRDefault="00E449D0" w:rsidP="008354FB">
      <w:pPr>
        <w:pStyle w:val="NormalWeb"/>
        <w:shd w:val="clear" w:color="auto" w:fill="FFFFFF"/>
        <w:spacing w:before="0" w:beforeAutospacing="0" w:after="324" w:afterAutospacing="0"/>
        <w:jc w:val="center"/>
        <w:rPr>
          <w:rFonts w:ascii="Calibri" w:hAnsi="Calibri"/>
          <w:i/>
          <w:iCs/>
          <w:color w:val="000000"/>
          <w:sz w:val="20"/>
          <w:szCs w:val="20"/>
        </w:rPr>
      </w:pPr>
    </w:p>
    <w:sectPr w:rsidR="00E449D0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9EF"/>
    <w:rsid w:val="000C4A6E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2080"/>
    <w:rsid w:val="0040284C"/>
    <w:rsid w:val="00402C60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622"/>
    <w:rsid w:val="006C5310"/>
    <w:rsid w:val="006C54C3"/>
    <w:rsid w:val="006C5834"/>
    <w:rsid w:val="006C5D5C"/>
    <w:rsid w:val="006C607C"/>
    <w:rsid w:val="006C6413"/>
    <w:rsid w:val="006C65F2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62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2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62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62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62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62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4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2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62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2483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62481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62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1624816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62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16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62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2483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62484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162485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62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2481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213162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162482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62483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62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62482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62484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16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624809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2483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62481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62484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62481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62483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162485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162484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62481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62481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62482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62483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162484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62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2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6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2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624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62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62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162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4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4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49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5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5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5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5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5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5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5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5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5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5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5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5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5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62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2259</TotalTime>
  <Pages>1</Pages>
  <Words>412</Words>
  <Characters>2266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5</cp:revision>
  <dcterms:created xsi:type="dcterms:W3CDTF">2021-04-17T01:18:00Z</dcterms:created>
  <dcterms:modified xsi:type="dcterms:W3CDTF">2021-04-17T02:20:00Z</dcterms:modified>
</cp:coreProperties>
</file>