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19" w:rsidRPr="007D0F95" w:rsidRDefault="00F56519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 xml:space="preserve">Puerta del Solsticio 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18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F56519" w:rsidRPr="00A908CC" w:rsidRDefault="00F56519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F56519" w:rsidRDefault="00F56519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F56519" w:rsidRPr="001A03A1" w:rsidRDefault="00F56519" w:rsidP="001A03A1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1A03A1">
        <w:rPr>
          <w:rFonts w:ascii="Arial" w:hAnsi="Arial" w:cs="Arial"/>
          <w:sz w:val="20"/>
          <w:szCs w:val="20"/>
        </w:rPr>
        <w:t>Estamos en un momento particularmente potente a medida que avanzamos hacia el solsticio de junio los días 20 y 21 de junio. Cada solsticio y equinoccio marca el comienzo y el final de una temporada. Representan los ciclos de la vida y los ciclos de la naturaleza. Las culturas antiguas entendieron la importancia de estos tiempos y se alinearon con ellos a través de ceremonias y celebraciones. Fueron reconocidos como puertas de enlace poderosas que marcan el comienzo y el final de un ciclo. El solsticio de junio de 2021 es particularmente importante ya que se alinea con la Cruz Galáctica entre la constelación de los Gemelos y el Toro, Géminis y Tauro. Una alineación que significa un momento increíblemente importante en nuestro crecimiento evolutivo.</w:t>
      </w:r>
    </w:p>
    <w:p w:rsidR="00F56519" w:rsidRPr="001A03A1" w:rsidRDefault="00F56519" w:rsidP="001A03A1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1A03A1">
        <w:rPr>
          <w:rFonts w:ascii="Arial" w:hAnsi="Arial" w:cs="Arial"/>
          <w:sz w:val="20"/>
          <w:szCs w:val="20"/>
        </w:rPr>
        <w:br/>
        <w:t>El solsticio es un momento mágico y actúa como puerta de entrada a las energías entrantes. En el hemisferio norte es el día más largo y en el hemisferio sur marca la noche más larga. Como tal, es un momento de reflexión interior y una oportunidad para que ganes fuerza con la luz que llevas dentro. Es un momento extraordinario para la expansión, ya que la energía de este solsticio se moverá para despertarlos y empoderarlos de maneras nuevas y maravillosas. Alinearse conscientemente con el flujo de energía cósmica en este momento te alineará con tu destino y te dará el empujón que necesitas para activar completamente el propósito de tu alma.</w:t>
      </w:r>
    </w:p>
    <w:p w:rsidR="00F56519" w:rsidRPr="001A03A1" w:rsidRDefault="00F56519" w:rsidP="001A03A1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shd w:val="clear" w:color="auto" w:fill="FBFFFA"/>
        </w:rPr>
      </w:pPr>
    </w:p>
    <w:p w:rsidR="00F56519" w:rsidRDefault="00F5651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F56519" w:rsidRPr="00EA0DA6" w:rsidRDefault="00F56519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F56519" w:rsidRPr="001A03A1" w:rsidRDefault="00F56519" w:rsidP="00A76136">
      <w:pPr>
        <w:pStyle w:val="NormalWeb"/>
        <w:spacing w:beforeAutospacing="0" w:afterAutospacing="0"/>
        <w:jc w:val="both"/>
        <w:rPr>
          <w:color w:val="666699"/>
          <w:lang w:val="en-US"/>
        </w:rPr>
      </w:pPr>
      <w:r w:rsidRPr="001A03A1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© 2021 Kate Spreckley </w:t>
      </w:r>
      <w:r w:rsidRPr="001A03A1">
        <w:rPr>
          <w:rFonts w:ascii="Arial" w:hAnsi="Arial" w:cs="Arial"/>
          <w:sz w:val="20"/>
          <w:szCs w:val="20"/>
          <w:lang w:val="en-US"/>
        </w:rPr>
        <w:t>http://www.spiritpathways.co.za</w:t>
      </w:r>
    </w:p>
    <w:p w:rsidR="00F56519" w:rsidRPr="00F73237" w:rsidRDefault="00F56519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F56519" w:rsidRDefault="00F56519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F56519" w:rsidRDefault="00F56519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F56519" w:rsidRDefault="00F56519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F56519" w:rsidRDefault="00F56519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F56519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2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2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2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40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640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37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26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02638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2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20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639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40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02641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637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08202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38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02639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02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38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02640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20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637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639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38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02641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2637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02639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202641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40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37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02637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2638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02640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202640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2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2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2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6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410</TotalTime>
  <Pages>1</Pages>
  <Words>504</Words>
  <Characters>2773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2021-06-18T16:20:00Z</dcterms:created>
  <dcterms:modified xsi:type="dcterms:W3CDTF">2021-06-18T23:10:00Z</dcterms:modified>
</cp:coreProperties>
</file>