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2F" w:rsidRPr="00A2539C" w:rsidRDefault="003D262F" w:rsidP="006B768E">
      <w:pPr>
        <w:pStyle w:val="Heading1"/>
        <w:shd w:val="clear" w:color="auto" w:fill="FFFFFF"/>
        <w:spacing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 xml:space="preserve">Punto crucial de inflexion </w:t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16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3D262F" w:rsidRDefault="003D262F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3D262F" w:rsidRPr="006D5229" w:rsidRDefault="003D262F" w:rsidP="006D522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>Durante gran parte de este año, las energías entrantes han trabajado para limpiarnos, despejarnos y purgarnos de nuestros viejos patrones, limitaciones y programación pasada. Con la energía de la transformación fluyendo poderosamente a través de nuestra conciencia, la pérdida inesperada, los cambios repentinos, los desafíos y los cambios nos han agraciado a todos. Y ahora, a medida que la Luna crece hacia la plenitud, gran parte de lo que hemos experimentado está llegando a su fin.</w:t>
      </w:r>
    </w:p>
    <w:p w:rsidR="003D262F" w:rsidRPr="006D5229" w:rsidRDefault="003D262F" w:rsidP="006D522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3D262F" w:rsidRPr="006D5229" w:rsidRDefault="003D262F" w:rsidP="006D522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3D262F" w:rsidRPr="006D5229" w:rsidRDefault="003D262F" w:rsidP="006D522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>Con el próximo Eclipse de Luna Llena, puede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 xml:space="preserve"> esperar que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 xml:space="preserve"> ocurra un cambio poderoso que Te permitirá emerger de T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>u oscu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ridad interior hacia la luz de T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>u alma. Esta vez significa un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 xml:space="preserve"> punto de inflexión crucial en t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 xml:space="preserve">u viaje 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con las energías entrantes que t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>e dan el empujón final necesa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rio para desconectart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>e por completo del pasado. Puede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 xml:space="preserve"> sentir tanto una expansión 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como una contracción dentro de t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>u campo de energía que puede resultar inquietante. Permítete moverte con este proceso y ríndete a lo que está ocurriendo.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Reconoce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 xml:space="preserve"> que la vida que ha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z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 xml:space="preserve"> 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stado viviendo ha dejado atrás t</w:t>
      </w:r>
      <w:r w:rsidRPr="006D5229">
        <w:rPr>
          <w:rFonts w:ascii="Arial" w:hAnsi="Arial" w:cs="Arial"/>
          <w:sz w:val="20"/>
          <w:szCs w:val="20"/>
          <w:bdr w:val="none" w:sz="0" w:space="0" w:color="auto" w:frame="1"/>
        </w:rPr>
        <w:t>u forma y debe morir para que pueda nacer una nueva vida.</w:t>
      </w:r>
    </w:p>
    <w:p w:rsidR="003D262F" w:rsidRPr="00052557" w:rsidRDefault="003D262F" w:rsidP="005F25F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5F25F7">
        <w:rPr>
          <w:rFonts w:ascii="Arial" w:hAnsi="Arial" w:cs="Arial"/>
          <w:sz w:val="20"/>
          <w:szCs w:val="20"/>
        </w:rPr>
        <w:br/>
      </w:r>
      <w:r w:rsidRPr="00052557">
        <w:rPr>
          <w:rFonts w:ascii="Arial" w:hAnsi="Arial" w:cs="Arial"/>
          <w:sz w:val="20"/>
          <w:szCs w:val="20"/>
        </w:rPr>
        <w:t>Mucho amor,</w:t>
      </w:r>
    </w:p>
    <w:p w:rsidR="003D262F" w:rsidRPr="00052557" w:rsidRDefault="003D262F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3D262F" w:rsidRPr="00052557" w:rsidRDefault="003D262F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3D262F" w:rsidRPr="00052557" w:rsidRDefault="003D262F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3D262F" w:rsidRPr="00052557" w:rsidRDefault="003D262F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3D262F" w:rsidRDefault="003D262F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3D262F" w:rsidRPr="00052557" w:rsidRDefault="003D262F" w:rsidP="00006E5E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3D262F" w:rsidRPr="00052557" w:rsidRDefault="003D262F" w:rsidP="00006E5E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3D262F" w:rsidRPr="00052557" w:rsidRDefault="003D262F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</w:p>
    <w:p w:rsidR="003D262F" w:rsidRPr="00052557" w:rsidRDefault="003D262F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</w:r>
    </w:p>
    <w:sectPr w:rsidR="003D262F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E5E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A35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62F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11C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1FB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5F7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887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0D1A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68E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29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420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843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816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11A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43E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125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BC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2B70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699A"/>
    <w:rsid w:val="00D3727D"/>
    <w:rsid w:val="00D374DB"/>
    <w:rsid w:val="00D379F5"/>
    <w:rsid w:val="00D37CAD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71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35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5A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BC4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A74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4ABF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0D9B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90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693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693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6907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90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906910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90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490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692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693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90694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690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77490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691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90692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90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691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693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490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6903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692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691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694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90690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0692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90694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693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690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690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90691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0693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90693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6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9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24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249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7749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252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7749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732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726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2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7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2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26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27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27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29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3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30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3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3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3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90735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490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90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907296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734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732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733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4907299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774907260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731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4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726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727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727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49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734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732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9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90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0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07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490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77490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90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07288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07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4907334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7337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90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0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74907350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907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07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07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74907295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907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490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0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74907315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90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3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470</Words>
  <Characters>2588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2021-11-16T16:59:00Z</dcterms:created>
  <dcterms:modified xsi:type="dcterms:W3CDTF">2021-11-16T17:05:00Z</dcterms:modified>
</cp:coreProperties>
</file>