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2F" w:rsidRPr="007D0F95" w:rsidRDefault="00DC0A2F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Regalos Inesperados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15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DC0A2F" w:rsidRPr="00A908CC" w:rsidRDefault="00DC0A2F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DC0A2F" w:rsidRDefault="00DC0A2F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DC0A2F" w:rsidRPr="008431CB" w:rsidRDefault="00DC0A2F" w:rsidP="008431CB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431CB">
        <w:rPr>
          <w:rFonts w:ascii="Arial" w:hAnsi="Arial" w:cs="Arial"/>
          <w:sz w:val="20"/>
          <w:szCs w:val="20"/>
        </w:rPr>
        <w:t>Actualmente, algo profundo dentro de nosotros se está transformando, nos impulsa a aceptar el cambio y nos despierta el deseo de seguir adelante. Sin embargo, existe una tensión tangible entre el pasado y el futuro que nos pone cara a cara con nuestra propia resistencia interior y la necesidad que tiene nuestra alma de liberarse del pasado. Como resultado, estamos siendo empujados fuera de nuestras zonas de confort y hacia un paisaje desconocido y no familiar, que está creando una sensación general de confusión, incertidumbre y caos mientras intentamos navegar en nuestro camino.</w:t>
      </w:r>
    </w:p>
    <w:p w:rsidR="00DC0A2F" w:rsidRPr="008431CB" w:rsidRDefault="00DC0A2F" w:rsidP="008431CB">
      <w:pPr>
        <w:pStyle w:val="Normal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431CB">
        <w:rPr>
          <w:rFonts w:ascii="Arial" w:hAnsi="Arial" w:cs="Arial"/>
          <w:sz w:val="20"/>
          <w:szCs w:val="20"/>
        </w:rPr>
        <w:t>En este momento, los lazos kármicos y los ciclos kármicos están llegando a su fin, lo que puede traer algunas situaciones desafiantes a un primer plano. Las viejas emociones intensificarán tus experiencias magnificando lo que necesitas sanar y cambiar. Es posible que te sientas atraído en diferentes direcciones a medida que el pasado emerge para sanarse y liberarse. Se receptivo a lo que está surgiendo pero mantente alejado de los dramas innecesarios. Trata de no controlar las cosas y muévete con la corriente, ya que te pueden encontrar regalos inesperados en lo que sea que estés enfrentando actualmente.</w:t>
      </w:r>
    </w:p>
    <w:p w:rsidR="00DC0A2F" w:rsidRPr="00BB1235" w:rsidRDefault="00DC0A2F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color w:val="394836"/>
          <w:sz w:val="20"/>
          <w:szCs w:val="20"/>
          <w:shd w:val="clear" w:color="auto" w:fill="FBFFFA"/>
        </w:rPr>
      </w:pPr>
    </w:p>
    <w:p w:rsidR="00DC0A2F" w:rsidRDefault="00DC0A2F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DC0A2F" w:rsidRPr="00EA0DA6" w:rsidRDefault="00DC0A2F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DC0A2F" w:rsidRPr="00950267" w:rsidRDefault="00DC0A2F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DC0A2F" w:rsidRPr="00F73237" w:rsidRDefault="00DC0A2F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DC0A2F" w:rsidRDefault="00DC0A2F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DC0A2F" w:rsidRDefault="00DC0A2F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DC0A2F" w:rsidRDefault="00DC0A2F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C0A2F" w:rsidRDefault="00DC0A2F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C0A2F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764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608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1AC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A2F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5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5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5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35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3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3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83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5283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0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35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80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35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435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5282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3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35284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5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5280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09435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35281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35282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35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1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5283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43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80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5282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1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5284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35280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5282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435284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35283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0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5280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35281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5282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435283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35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5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5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35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5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3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2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2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2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5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53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5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471</Words>
  <Characters>2595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2021-06-15T23:19:00Z</dcterms:created>
  <dcterms:modified xsi:type="dcterms:W3CDTF">2021-06-21T13:45:00Z</dcterms:modified>
</cp:coreProperties>
</file>