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3B5" w:rsidRPr="007D0F95" w:rsidRDefault="009B53B5" w:rsidP="00C71FBF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/>
          <w:smallCaps/>
          <w:shadow/>
          <w:sz w:val="36"/>
          <w:szCs w:val="36"/>
        </w:rPr>
        <w:t>Reponer y Restaurar</w:t>
      </w:r>
      <w:r w:rsidRPr="00C71FBF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4 de Junio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9B53B5" w:rsidRPr="00A908CC" w:rsidRDefault="009B53B5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9B53B5" w:rsidRDefault="009B53B5" w:rsidP="002C36B1">
      <w:pPr>
        <w:pStyle w:val="NormalWeb"/>
        <w:shd w:val="clear" w:color="auto" w:fill="FBFFFA"/>
        <w:spacing w:before="0" w:beforeAutospacing="0" w:after="312" w:afterAutospacing="0" w:line="360" w:lineRule="atLeast"/>
        <w:textAlignment w:val="baseline"/>
        <w:rPr>
          <w:rFonts w:ascii="Arial" w:hAnsi="Arial" w:cs="Arial"/>
          <w:color w:val="666699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</w:t>
      </w:r>
      <w:r>
        <w:rPr>
          <w:rFonts w:ascii="Arial" w:hAnsi="Arial" w:cs="Arial"/>
          <w:color w:val="666699"/>
          <w:sz w:val="20"/>
          <w:szCs w:val="20"/>
        </w:rPr>
        <w:t>//t.me/joinchat/UBJK3YvzA2iGn37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</w:p>
    <w:p w:rsidR="009B53B5" w:rsidRPr="00F31E3F" w:rsidRDefault="009B53B5" w:rsidP="00F31E3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 w:rsidRPr="00F31E3F">
        <w:rPr>
          <w:rFonts w:ascii="Arial" w:hAnsi="Arial" w:cs="Arial"/>
          <w:sz w:val="20"/>
          <w:szCs w:val="20"/>
        </w:rPr>
        <w:t>Las energías entrantes son exigentes y requieren que permanezcamos en un espacio de fluidez a pesar de cualquier sentimiento de incertidumbre. La fluidez nos permite permanecer abiertos a todas las posibilidades y oportunidades. A medida que avanzamos en el fin de semana, es necesario un espacio de quietud interior, ya que ayudará a estabilizar tanto nuestros pensamientos como nuestras emociones. Cuando estamos estables y centrados, podemos soltar nuestros apegos y volvernos más receptivos a las percepciones, la comprensión y la claridad que ahora necesitamos.</w:t>
      </w:r>
    </w:p>
    <w:p w:rsidR="009B53B5" w:rsidRPr="00F31E3F" w:rsidRDefault="009B53B5" w:rsidP="00F31E3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F31E3F">
        <w:rPr>
          <w:rFonts w:ascii="Arial" w:hAnsi="Arial" w:cs="Arial"/>
          <w:sz w:val="20"/>
          <w:szCs w:val="20"/>
        </w:rPr>
        <w:t>En esta temporada de eclipses, es posible que te sientas más vulnerable, ya que los aspectos de tí mismo que han sido suprimidos o negados emergen para la sanación e integración. Te darás cuenta de que te estás volviendo más consciente de la naturaleza de tus relaciones, de tus propias necesidades y de cómo puedes estar dando tu energía y poder innecesariamente. Es mejor no juzgarte a tí mismo y más bien darte la compasión y el apoyo que necesitas. Se consciente de tu propia energía personal y tómate el tiempo para nutrirte y reponerte.</w:t>
      </w:r>
    </w:p>
    <w:p w:rsidR="009B53B5" w:rsidRDefault="009B53B5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A0021A">
        <w:rPr>
          <w:rFonts w:ascii="Arial" w:hAnsi="Arial" w:cs="Arial"/>
          <w:sz w:val="20"/>
          <w:szCs w:val="20"/>
        </w:rPr>
        <w:t>Mucho amor,</w:t>
      </w:r>
    </w:p>
    <w:p w:rsidR="009B53B5" w:rsidRPr="00EA0DA6" w:rsidRDefault="009B53B5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9B53B5" w:rsidRPr="00950267" w:rsidRDefault="009B53B5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9B53B5" w:rsidRPr="00F73237" w:rsidRDefault="009B53B5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9B53B5" w:rsidRDefault="009B53B5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9B53B5" w:rsidRDefault="009B53B5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9B53B5" w:rsidRDefault="009B53B5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  <w:r>
        <w:rPr>
          <w:rFonts w:ascii="Calibri" w:hAnsi="Calibri"/>
          <w:i/>
          <w:iCs/>
          <w:color w:val="000000"/>
          <w:sz w:val="20"/>
          <w:szCs w:val="20"/>
        </w:rPr>
        <w:br/>
      </w:r>
    </w:p>
    <w:p w:rsidR="009B53B5" w:rsidRDefault="009B53B5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9B53B5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1FD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2C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B28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6B1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328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0B3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6F6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34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40B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7EE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1D1F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92E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BCE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565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655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55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3B5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9D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3B7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17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BF4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0F32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11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4F75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60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80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091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682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0D0E"/>
    <w:rsid w:val="00F31654"/>
    <w:rsid w:val="00F316A9"/>
    <w:rsid w:val="00F319C7"/>
    <w:rsid w:val="00F31A76"/>
    <w:rsid w:val="00F31AC0"/>
    <w:rsid w:val="00F31E3F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47B54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56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51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51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1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1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51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51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51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51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15893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1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51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515890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515865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515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0515868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515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205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1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51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515882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515895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0515904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1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1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51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51586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42051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515877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0515887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0515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515875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515896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2051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1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515861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51588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515870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51590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515867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515886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0515903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51589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515863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51586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515874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515888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0515897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51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1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1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51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51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51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51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1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51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1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1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1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1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1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1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1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1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1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1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1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1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1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1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1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1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1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051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16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1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1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16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160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16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51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51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16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1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160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51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6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1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51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16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16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1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1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1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60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16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51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6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51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161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1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16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161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51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161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16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51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161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16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161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161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1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51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51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51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1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51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457</Words>
  <Characters>2519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2021-06-04T22:35:00Z</dcterms:created>
  <dcterms:modified xsi:type="dcterms:W3CDTF">2021-06-04T22:40:00Z</dcterms:modified>
</cp:coreProperties>
</file>