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5A" w:rsidRPr="00A2539C" w:rsidRDefault="00E9295A" w:rsidP="008C6C1E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 w:rsidRPr="008C6C1E"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Restaurando la conexión a la Tierra</w:t>
      </w:r>
      <w:r w:rsidRPr="008C6C1E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14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E9295A" w:rsidRDefault="00E9295A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E9295A" w:rsidRPr="00AF4213" w:rsidRDefault="00E9295A" w:rsidP="008C6C1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AF4213">
        <w:rPr>
          <w:rFonts w:ascii="Arial" w:hAnsi="Arial" w:cs="Arial"/>
          <w:sz w:val="20"/>
          <w:szCs w:val="20"/>
          <w:bdr w:val="none" w:sz="0" w:space="0" w:color="auto" w:frame="1"/>
        </w:rPr>
        <w:t>La Luz se está reuniendo y manifestándose sobre la Tierra produciendo un reequilibrio dentro de toda la creación. Las falsas ideas de separación entre nosotros y el resto de la vida se están disolviendo, ofreciéndonos la oportunidad de abrazar y conocer conscientemente nuestra conexión innata con el universo, la tierra, la naturaleza y entre nosotros. Nuestra creencia en la ilusión de la separación ha causado nuestros desequilibrios y, a medida que continuamos despertando y sanando, volvemos a alinearnos con toda la creación.</w:t>
      </w:r>
    </w:p>
    <w:p w:rsidR="00E9295A" w:rsidRPr="00AF4213" w:rsidRDefault="00E9295A" w:rsidP="008C6C1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E9295A" w:rsidRPr="00AF4213" w:rsidRDefault="00E9295A" w:rsidP="008C6C1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E9295A" w:rsidRPr="00AF4213" w:rsidRDefault="00E9295A" w:rsidP="008C6C1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F4213">
        <w:rPr>
          <w:rFonts w:ascii="Arial" w:hAnsi="Arial" w:cs="Arial"/>
          <w:sz w:val="20"/>
          <w:szCs w:val="20"/>
          <w:bdr w:val="none" w:sz="0" w:space="0" w:color="auto" w:frame="1"/>
        </w:rPr>
        <w:t>Actualmente, una corriente de energía curativa pura se está moviendo hacia tu cuerpo para restaurar y sanar tu conexión con el planeta. Los cordones energéticos que te unen a la tierra se están fortaleciendo para permitir que las frecuencias más altas de luz fluyan a través de tu cuerpo físico y salgan a la palabra. Esto dispersará la oscuridad que ha envuelto tu vida y permitirá que emerja una claridad renovada. Sentirás un cambio dentro de tu cuerpo físico a medida que tu conexión con el planeta se despierte y se vuelva a encender. Como resultado, se producirá una conciencia más profunda de tu cuerpo físico, tu realidad física y tu conexión con la tierra, aumentando sus sentidos. Se consciente de lo que está ocurriendo dentro de ti y haz lo que sea necesario para mantenerte.  </w:t>
      </w:r>
    </w:p>
    <w:p w:rsidR="00E9295A" w:rsidRPr="001D1A07" w:rsidRDefault="00E9295A" w:rsidP="001E60A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1E60A7">
        <w:rPr>
          <w:rFonts w:ascii="Arial" w:hAnsi="Arial" w:cs="Arial"/>
          <w:sz w:val="20"/>
          <w:szCs w:val="20"/>
          <w:bdr w:val="none" w:sz="0" w:space="0" w:color="auto" w:frame="1"/>
        </w:rPr>
        <w:br/>
      </w:r>
      <w:r>
        <w:rPr>
          <w:rFonts w:ascii="Arial" w:hAnsi="Arial" w:cs="Arial"/>
          <w:sz w:val="20"/>
          <w:szCs w:val="20"/>
        </w:rPr>
        <w:t>Mucho amor,</w:t>
      </w:r>
    </w:p>
    <w:p w:rsidR="00E9295A" w:rsidRPr="00205DED" w:rsidRDefault="00E9295A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205DED">
        <w:rPr>
          <w:rFonts w:ascii="Arial" w:hAnsi="Arial" w:cs="Arial"/>
          <w:sz w:val="20"/>
          <w:szCs w:val="20"/>
        </w:rPr>
        <w:t>Kate</w:t>
      </w:r>
    </w:p>
    <w:p w:rsidR="00E9295A" w:rsidRPr="00205DED" w:rsidRDefault="00E9295A" w:rsidP="00A76136">
      <w:pPr>
        <w:pStyle w:val="NormalWeb"/>
        <w:spacing w:beforeAutospacing="0" w:afterAutospacing="0"/>
        <w:jc w:val="both"/>
        <w:rPr>
          <w:color w:val="666699"/>
        </w:rPr>
      </w:pPr>
      <w:r w:rsidRPr="00205DED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205DED">
        <w:rPr>
          <w:rFonts w:ascii="Arial" w:hAnsi="Arial" w:cs="Arial"/>
          <w:sz w:val="20"/>
          <w:szCs w:val="20"/>
        </w:rPr>
        <w:t>http://www.spiritpathways.co.za</w:t>
      </w:r>
    </w:p>
    <w:p w:rsidR="00E9295A" w:rsidRPr="00F73237" w:rsidRDefault="00E9295A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  <w:r>
        <w:rPr>
          <w:rFonts w:ascii="Arial" w:hAnsi="Arial" w:cs="Arial"/>
          <w:sz w:val="20"/>
          <w:szCs w:val="20"/>
        </w:rPr>
        <w:br/>
      </w:r>
    </w:p>
    <w:p w:rsidR="00E9295A" w:rsidRDefault="00E9295A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E9295A" w:rsidRDefault="00E9295A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E9295A" w:rsidRDefault="00E9295A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E9295A" w:rsidRDefault="00E9295A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E9295A" w:rsidRPr="008C6C1E" w:rsidRDefault="00E9295A">
      <w:pPr>
        <w:rPr>
          <w:rFonts w:ascii="Trebuchet MS" w:hAnsi="Trebuchet MS"/>
          <w:b/>
          <w:smallCaps/>
          <w:shadow/>
          <w:kern w:val="32"/>
          <w:sz w:val="36"/>
          <w:szCs w:val="36"/>
        </w:rPr>
      </w:pPr>
    </w:p>
    <w:sectPr w:rsidR="00E9295A" w:rsidRPr="008C6C1E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2B0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DBA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6AD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213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0B91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95A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0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0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0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0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7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69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669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666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7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1706668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70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170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668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6695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170670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666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061706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667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706687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70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667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669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170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6661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668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667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670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70666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70668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170670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669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666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666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70667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70668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170669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70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70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0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70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0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0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0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0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0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0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0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0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0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0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0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9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0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700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007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06170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700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010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06170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708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701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2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7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3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4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6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7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7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10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7071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17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70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1707054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709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707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0709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170705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061707018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7076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17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702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703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0703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17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710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0708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7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0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8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70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70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0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1707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06170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70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707046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07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1707092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07095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70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7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06170710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70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170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7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06170705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707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1707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707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06170707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70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70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70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0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501</Words>
  <Characters>2760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2021-10-15T02:20:00Z</dcterms:created>
  <dcterms:modified xsi:type="dcterms:W3CDTF">2021-10-16T15:25:00Z</dcterms:modified>
</cp:coreProperties>
</file>