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C4" w:rsidRPr="007D0F95" w:rsidRDefault="00000FC4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Rodar con Golpes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11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000FC4" w:rsidRPr="00A908CC" w:rsidRDefault="00000FC4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000FC4" w:rsidRDefault="00000FC4" w:rsidP="00A0021A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000FC4" w:rsidRPr="00BB1235" w:rsidRDefault="00000FC4" w:rsidP="005856D9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BB1235">
        <w:rPr>
          <w:rFonts w:ascii="Arial" w:hAnsi="Arial" w:cs="Arial"/>
          <w:sz w:val="20"/>
          <w:szCs w:val="20"/>
        </w:rPr>
        <w:t>A medida que atravesamos el portal del eclipse de ayer, la energía del potencial puro se mueve rápidamente hacia la superficie de nuestra conciencia y crea una expansión y una aceleración de nuestra energía más allá de cualquier cosa que hayamos sentido anteriormente. A medida que integremos esta energía, un latido pulsante de información de luz se moverá a través de nuestro sistema y provocará un cambio completo en nuestra conciencia celular. Con este cambio nos sentimos más cómodos anclando y encarnando nuestra alma dentro de nuestra forma humana.</w:t>
      </w:r>
    </w:p>
    <w:p w:rsidR="00000FC4" w:rsidRPr="00BB1235" w:rsidRDefault="00000FC4" w:rsidP="005856D9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color w:val="394836"/>
          <w:sz w:val="20"/>
          <w:szCs w:val="20"/>
          <w:shd w:val="clear" w:color="auto" w:fill="FBFFFA"/>
        </w:rPr>
      </w:pPr>
      <w:r>
        <w:rPr>
          <w:rFonts w:ascii="Arial" w:hAnsi="Arial" w:cs="Arial"/>
          <w:color w:val="394836"/>
          <w:sz w:val="20"/>
          <w:szCs w:val="20"/>
          <w:shd w:val="clear" w:color="auto" w:fill="FBFFFA"/>
        </w:rPr>
        <w:br/>
      </w:r>
      <w:r w:rsidRPr="00BB1235">
        <w:rPr>
          <w:rFonts w:ascii="Arial" w:hAnsi="Arial" w:cs="Arial"/>
          <w:sz w:val="20"/>
          <w:szCs w:val="20"/>
        </w:rPr>
        <w:t>Mercurio puede estar retrógrado, pero las energías entrantes se están acelerando aumentando</w:t>
      </w:r>
      <w:r>
        <w:rPr>
          <w:rFonts w:ascii="Arial" w:hAnsi="Arial" w:cs="Arial"/>
          <w:sz w:val="20"/>
          <w:szCs w:val="20"/>
        </w:rPr>
        <w:t xml:space="preserve"> el ritmo de nuestras vidas. Se</w:t>
      </w:r>
      <w:r w:rsidRPr="00BB1235">
        <w:rPr>
          <w:rFonts w:ascii="Arial" w:hAnsi="Arial" w:cs="Arial"/>
          <w:sz w:val="20"/>
          <w:szCs w:val="20"/>
        </w:rPr>
        <w:t xml:space="preserve"> consciente de lo que ve</w:t>
      </w:r>
      <w:r>
        <w:rPr>
          <w:rFonts w:ascii="Arial" w:hAnsi="Arial" w:cs="Arial"/>
          <w:sz w:val="20"/>
          <w:szCs w:val="20"/>
        </w:rPr>
        <w:t>s entrando y saliendo de tu vida ahora. Tómate un momento para evaluar dónde t</w:t>
      </w:r>
      <w:r w:rsidRPr="00BB1235">
        <w:rPr>
          <w:rFonts w:ascii="Arial" w:hAnsi="Arial" w:cs="Arial"/>
          <w:sz w:val="20"/>
          <w:szCs w:val="20"/>
        </w:rPr>
        <w:t>e encuentra</w:t>
      </w:r>
      <w:r>
        <w:rPr>
          <w:rFonts w:ascii="Arial" w:hAnsi="Arial" w:cs="Arial"/>
          <w:sz w:val="20"/>
          <w:szCs w:val="20"/>
        </w:rPr>
        <w:t>s</w:t>
      </w:r>
      <w:r w:rsidRPr="00BB1235">
        <w:rPr>
          <w:rFonts w:ascii="Arial" w:hAnsi="Arial" w:cs="Arial"/>
          <w:sz w:val="20"/>
          <w:szCs w:val="20"/>
        </w:rPr>
        <w:t xml:space="preserve"> ahora y cómo puede</w:t>
      </w:r>
      <w:r>
        <w:rPr>
          <w:rFonts w:ascii="Arial" w:hAnsi="Arial" w:cs="Arial"/>
          <w:sz w:val="20"/>
          <w:szCs w:val="20"/>
        </w:rPr>
        <w:t>s</w:t>
      </w:r>
      <w:r w:rsidRPr="00BB1235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>star cambiando t</w:t>
      </w:r>
      <w:r w:rsidRPr="00BB1235">
        <w:rPr>
          <w:rFonts w:ascii="Arial" w:hAnsi="Arial" w:cs="Arial"/>
          <w:sz w:val="20"/>
          <w:szCs w:val="20"/>
        </w:rPr>
        <w:t>u perspectiva. No hay forma de predecir lo que sucederá a continuación, así que concéntrate en dejar ir lo que pudo haber sido la vida y reflexiona sobre cómo puede ser neces</w:t>
      </w:r>
      <w:r>
        <w:rPr>
          <w:rFonts w:ascii="Arial" w:hAnsi="Arial" w:cs="Arial"/>
          <w:sz w:val="20"/>
          <w:szCs w:val="20"/>
        </w:rPr>
        <w:t>ario que sea diferente. Recuerda</w:t>
      </w:r>
      <w:r w:rsidRPr="00BB1235">
        <w:rPr>
          <w:rFonts w:ascii="Arial" w:hAnsi="Arial" w:cs="Arial"/>
          <w:sz w:val="20"/>
          <w:szCs w:val="20"/>
        </w:rPr>
        <w:t xml:space="preserve"> que el cambio será iniciado por la ene</w:t>
      </w:r>
      <w:r>
        <w:rPr>
          <w:rFonts w:ascii="Arial" w:hAnsi="Arial" w:cs="Arial"/>
          <w:sz w:val="20"/>
          <w:szCs w:val="20"/>
        </w:rPr>
        <w:t>rgía del eclipse, así que déjate</w:t>
      </w:r>
      <w:r w:rsidRPr="00BB1235">
        <w:rPr>
          <w:rFonts w:ascii="Arial" w:hAnsi="Arial" w:cs="Arial"/>
          <w:sz w:val="20"/>
          <w:szCs w:val="20"/>
        </w:rPr>
        <w:t xml:space="preserve"> ll</w:t>
      </w:r>
      <w:r>
        <w:rPr>
          <w:rFonts w:ascii="Arial" w:hAnsi="Arial" w:cs="Arial"/>
          <w:sz w:val="20"/>
          <w:szCs w:val="20"/>
        </w:rPr>
        <w:t>evar por los golpes y entrégate</w:t>
      </w:r>
      <w:r w:rsidRPr="00BB1235">
        <w:rPr>
          <w:rFonts w:ascii="Arial" w:hAnsi="Arial" w:cs="Arial"/>
          <w:sz w:val="20"/>
          <w:szCs w:val="20"/>
        </w:rPr>
        <w:t xml:space="preserve"> a la transformación.</w:t>
      </w:r>
    </w:p>
    <w:p w:rsidR="00000FC4" w:rsidRDefault="00000FC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000FC4" w:rsidRPr="00EA0DA6" w:rsidRDefault="00000FC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000FC4" w:rsidRPr="00950267" w:rsidRDefault="00000FC4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000FC4" w:rsidRPr="00F73237" w:rsidRDefault="00000FC4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000FC4" w:rsidRDefault="00000FC4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000FC4" w:rsidRDefault="00000FC4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000FC4" w:rsidRDefault="00000FC4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000FC4" w:rsidRDefault="00000FC4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000FC4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7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5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5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75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75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75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00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5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899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5897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75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75897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75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47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899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5900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475901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5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897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81475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75898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75899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75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5898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00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475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896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899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5897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0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75897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5899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475901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7590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5897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897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75898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5899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475900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75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5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5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75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5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5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75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75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5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759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75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3488</TotalTime>
  <Pages>1</Pages>
  <Words>465</Words>
  <Characters>2563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5</cp:revision>
  <dcterms:created xsi:type="dcterms:W3CDTF">2021-06-11T11:48:00Z</dcterms:created>
  <dcterms:modified xsi:type="dcterms:W3CDTF">2021-06-13T21:56:00Z</dcterms:modified>
</cp:coreProperties>
</file>